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584153447"/>
        <w:docPartObj>
          <w:docPartGallery w:val="Custom Cover Pages"/>
          <w:docPartUnique/>
        </w:docPartObj>
      </w:sdtPr>
      <w:sdtEndPr>
        <w:rPr>
          <w:color w:val="1F497D" w:themeColor="text2"/>
          <w:sz w:val="32"/>
          <w:szCs w:val="20"/>
        </w:rPr>
      </w:sdtEndPr>
      <w:sdtContent>
        <w:p w14:paraId="1402A305" w14:textId="0E258015" w:rsidR="00303766" w:rsidRPr="000457D8" w:rsidRDefault="00677619">
          <w:r>
            <w:rPr>
              <w:noProof/>
              <w:lang w:eastAsia="fr-FR"/>
            </w:rPr>
            <mc:AlternateContent>
              <mc:Choice Requires="wpg">
                <w:drawing>
                  <wp:anchor distT="0" distB="0" distL="114300" distR="114300" simplePos="0" relativeHeight="251664895" behindDoc="0" locked="0" layoutInCell="1" allowOverlap="1" wp14:anchorId="6DF4682B" wp14:editId="0569383B">
                    <wp:simplePos x="0" y="0"/>
                    <wp:positionH relativeFrom="page">
                      <wp:align>left</wp:align>
                    </wp:positionH>
                    <wp:positionV relativeFrom="paragraph">
                      <wp:posOffset>-896155</wp:posOffset>
                    </wp:positionV>
                    <wp:extent cx="7560291" cy="10672549"/>
                    <wp:effectExtent l="0" t="0" r="3175" b="0"/>
                    <wp:wrapNone/>
                    <wp:docPr id="2" name="Groupe 2"/>
                    <wp:cNvGraphicFramePr/>
                    <a:graphic xmlns:a="http://schemas.openxmlformats.org/drawingml/2006/main">
                      <a:graphicData uri="http://schemas.microsoft.com/office/word/2010/wordprocessingGroup">
                        <wpg:wgp>
                          <wpg:cNvGrpSpPr/>
                          <wpg:grpSpPr>
                            <a:xfrm>
                              <a:off x="0" y="0"/>
                              <a:ext cx="7560291" cy="10672549"/>
                              <a:chOff x="0" y="0"/>
                              <a:chExt cx="7560291" cy="10672549"/>
                            </a:xfrm>
                          </wpg:grpSpPr>
                          <wps:wsp>
                            <wps:cNvPr id="3" name="Rectangle 3"/>
                            <wps:cNvSpPr/>
                            <wps:spPr>
                              <a:xfrm>
                                <a:off x="0" y="0"/>
                                <a:ext cx="7560291" cy="1067254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4868883" y="1632629"/>
                                <a:ext cx="2152014" cy="7427440"/>
                              </a:xfrm>
                              <a:prstGeom prst="rect">
                                <a:avLst/>
                              </a:prstGeom>
                            </pic:spPr>
                          </pic:pic>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36994D" w14:textId="77777777" w:rsidR="00732069" w:rsidRPr="00DB1AAF" w:rsidRDefault="00732069" w:rsidP="006F4328">
                                  <w:pPr>
                                    <w:spacing w:after="0"/>
                                    <w:rPr>
                                      <w:rFonts w:cs="Arial"/>
                                      <w:color w:val="575757"/>
                                      <w:sz w:val="16"/>
                                    </w:rPr>
                                  </w:pPr>
                                  <w:r w:rsidRPr="00DB1AAF">
                                    <w:rPr>
                                      <w:rFonts w:cs="Arial"/>
                                      <w:color w:val="575757"/>
                                      <w:sz w:val="16"/>
                                    </w:rPr>
                                    <w:t>Agence du Numérique en Santé</w:t>
                                  </w:r>
                                </w:p>
                                <w:p w14:paraId="0EA3E02A" w14:textId="77777777" w:rsidR="00732069" w:rsidRPr="00DB1AAF" w:rsidRDefault="00732069" w:rsidP="006F4328">
                                  <w:pPr>
                                    <w:spacing w:after="0"/>
                                    <w:rPr>
                                      <w:rFonts w:cs="Arial"/>
                                      <w:color w:val="575757"/>
                                      <w:sz w:val="16"/>
                                    </w:rPr>
                                  </w:pPr>
                                  <w:r w:rsidRPr="00DB1AAF">
                                    <w:rPr>
                                      <w:rFonts w:cs="Arial"/>
                                      <w:color w:val="575757"/>
                                      <w:sz w:val="16"/>
                                    </w:rPr>
                                    <w:t>9, rue Georges Pitard – 75015 Paris</w:t>
                                  </w:r>
                                </w:p>
                                <w:p w14:paraId="3FDB5FC8" w14:textId="77777777" w:rsidR="00732069" w:rsidRPr="00DB1AAF" w:rsidRDefault="00732069" w:rsidP="006F4328">
                                  <w:pPr>
                                    <w:spacing w:after="0"/>
                                    <w:rPr>
                                      <w:rFonts w:cs="Arial"/>
                                      <w:color w:val="575757"/>
                                      <w:sz w:val="16"/>
                                    </w:rPr>
                                  </w:pPr>
                                  <w:r w:rsidRPr="00DB1AAF">
                                    <w:rPr>
                                      <w:rFonts w:cs="Arial"/>
                                      <w:color w:val="575757"/>
                                      <w:sz w:val="16"/>
                                    </w:rPr>
                                    <w:t>T. 01 58 45 32 50</w:t>
                                  </w:r>
                                </w:p>
                                <w:p w14:paraId="5DF66228" w14:textId="77777777" w:rsidR="00732069" w:rsidRPr="00DB1AAF" w:rsidRDefault="00732069" w:rsidP="006F4328">
                                  <w:pPr>
                                    <w:rPr>
                                      <w:rFonts w:cs="Arial"/>
                                      <w:color w:val="575757"/>
                                      <w:sz w:val="16"/>
                                    </w:rPr>
                                  </w:pPr>
                                  <w:r w:rsidRPr="00DB1AAF">
                                    <w:rPr>
                                      <w:rFonts w:cs="Arial"/>
                                      <w:color w:val="575757"/>
                                      <w:sz w:val="16"/>
                                    </w:rPr>
                                    <w:t>esante.gouv.fr</w:t>
                                  </w:r>
                                </w:p>
                                <w:p w14:paraId="502084F4" w14:textId="77777777" w:rsidR="00732069" w:rsidRDefault="00732069"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DF4682B" id="Groupe 2" o:spid="_x0000_s1026" style="position:absolute;left:0;text-align:left;margin-left:0;margin-top:-70.55pt;width:595.3pt;height:840.35pt;z-index:251664895;mso-position-horizontal:left;mso-position-horizontal-relative:page;mso-height-relative:margin" coordsize="75602,1067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">
                    <v:rect id="Rectangle 3" o:spid="_x0000_s1027" style="position:absolute;width:75602;height:1067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s1028" type="#_x0000_t75" style="position:absolute;left:48688;top:16326;width:21520;height:74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">
                      <v:imagedata r:id="rId12" o:title=""/>
                    </v:shape>
                    <v:rect id="Rectangle 6" o:spid="_x0000_s1029" style="position:absolute;left:4505;top:90846;width:23138;height:6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" filled="f" stroked="f" strokeweight="2pt">
                      <v:textbox>
                        <w:txbxContent>
                          <w:p w14:paraId="0936994D" w14:textId="77777777" w:rsidR="00732069" w:rsidRPr="00DB1AAF" w:rsidRDefault="00732069" w:rsidP="006F4328">
                            <w:pPr>
                              <w:spacing w:after="0"/>
                              <w:rPr>
                                <w:rFonts w:cs="Arial"/>
                                <w:color w:val="575757"/>
                                <w:sz w:val="16"/>
                              </w:rPr>
                            </w:pPr>
                            <w:r w:rsidRPr="00DB1AAF">
                              <w:rPr>
                                <w:rFonts w:cs="Arial"/>
                                <w:color w:val="575757"/>
                                <w:sz w:val="16"/>
                              </w:rPr>
                              <w:t>Agence du Numérique en Santé</w:t>
                            </w:r>
                          </w:p>
                          <w:p w14:paraId="0EA3E02A" w14:textId="77777777" w:rsidR="00732069" w:rsidRPr="00DB1AAF" w:rsidRDefault="00732069" w:rsidP="006F4328">
                            <w:pPr>
                              <w:spacing w:after="0"/>
                              <w:rPr>
                                <w:rFonts w:cs="Arial"/>
                                <w:color w:val="575757"/>
                                <w:sz w:val="16"/>
                              </w:rPr>
                            </w:pPr>
                            <w:r w:rsidRPr="00DB1AAF">
                              <w:rPr>
                                <w:rFonts w:cs="Arial"/>
                                <w:color w:val="575757"/>
                                <w:sz w:val="16"/>
                              </w:rPr>
                              <w:t>9, rue Georges Pitard – 75015 Paris</w:t>
                            </w:r>
                          </w:p>
                          <w:p w14:paraId="3FDB5FC8" w14:textId="77777777" w:rsidR="00732069" w:rsidRPr="00DB1AAF" w:rsidRDefault="00732069" w:rsidP="006F4328">
                            <w:pPr>
                              <w:spacing w:after="0"/>
                              <w:rPr>
                                <w:rFonts w:cs="Arial"/>
                                <w:color w:val="575757"/>
                                <w:sz w:val="16"/>
                              </w:rPr>
                            </w:pPr>
                            <w:r w:rsidRPr="00DB1AAF">
                              <w:rPr>
                                <w:rFonts w:cs="Arial"/>
                                <w:color w:val="575757"/>
                                <w:sz w:val="16"/>
                              </w:rPr>
                              <w:t>T. 01 58 45 32 50</w:t>
                            </w:r>
                          </w:p>
                          <w:p w14:paraId="5DF66228" w14:textId="77777777" w:rsidR="00732069" w:rsidRPr="00DB1AAF" w:rsidRDefault="00732069" w:rsidP="006F4328">
                            <w:pPr>
                              <w:rPr>
                                <w:rFonts w:cs="Arial"/>
                                <w:color w:val="575757"/>
                                <w:sz w:val="16"/>
                              </w:rPr>
                            </w:pPr>
                            <w:r w:rsidRPr="00DB1AAF">
                              <w:rPr>
                                <w:rFonts w:cs="Arial"/>
                                <w:color w:val="575757"/>
                                <w:sz w:val="16"/>
                              </w:rPr>
                              <w:t>esante.gouv.fr</w:t>
                            </w:r>
                          </w:p>
                          <w:p w14:paraId="502084F4" w14:textId="77777777" w:rsidR="00732069" w:rsidRDefault="00732069" w:rsidP="006F4328">
                            <w:pPr>
                              <w:jc w:val="center"/>
                            </w:pPr>
                          </w:p>
                        </w:txbxContent>
                      </v:textbox>
                    </v:rect>
                    <w10:wrap anchorx="page"/>
                  </v:group>
                </w:pict>
              </mc:Fallback>
            </mc:AlternateContent>
          </w:r>
        </w:p>
        <w:p w14:paraId="4434BBFA" w14:textId="4FAF5475" w:rsidR="00374AE5" w:rsidRDefault="000D5942">
          <w:pPr>
            <w:jc w:val="left"/>
            <w:rPr>
              <w:color w:val="1F497D" w:themeColor="text2"/>
              <w:sz w:val="32"/>
              <w:szCs w:val="20"/>
            </w:rPr>
          </w:pPr>
          <w:r>
            <w:rPr>
              <w:noProof/>
              <w:lang w:eastAsia="fr-FR"/>
            </w:rPr>
            <w:drawing>
              <wp:anchor distT="0" distB="0" distL="114300" distR="114300" simplePos="0" relativeHeight="251667968" behindDoc="0" locked="0" layoutInCell="1" allowOverlap="1" wp14:anchorId="04945CEF" wp14:editId="0C2C1777">
                <wp:simplePos x="0" y="0"/>
                <wp:positionH relativeFrom="column">
                  <wp:posOffset>286137</wp:posOffset>
                </wp:positionH>
                <wp:positionV relativeFrom="paragraph">
                  <wp:posOffset>9469</wp:posOffset>
                </wp:positionV>
                <wp:extent cx="1052515" cy="931695"/>
                <wp:effectExtent l="0" t="0" r="0" b="0"/>
                <wp:wrapNone/>
                <wp:docPr id="10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Image 13"/>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52515" cy="93169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14:paraId="361C3266" w14:textId="3D61ED13" w:rsidR="00374AE5" w:rsidRDefault="00374AE5">
          <w:pPr>
            <w:jc w:val="left"/>
            <w:rPr>
              <w:color w:val="1F497D" w:themeColor="text2"/>
              <w:sz w:val="32"/>
              <w:szCs w:val="20"/>
            </w:rPr>
          </w:pPr>
        </w:p>
        <w:p w14:paraId="72C63EF4" w14:textId="77777777" w:rsidR="00374AE5" w:rsidRDefault="00374AE5">
          <w:pPr>
            <w:jc w:val="left"/>
            <w:rPr>
              <w:color w:val="1F497D" w:themeColor="text2"/>
              <w:sz w:val="32"/>
              <w:szCs w:val="20"/>
            </w:rPr>
          </w:pPr>
        </w:p>
        <w:p w14:paraId="3A6A16EB" w14:textId="2E8C4050" w:rsidR="00303766" w:rsidRDefault="00000000">
          <w:pPr>
            <w:jc w:val="left"/>
            <w:rPr>
              <w:color w:val="1F497D" w:themeColor="text2"/>
              <w:sz w:val="32"/>
              <w:szCs w:val="20"/>
            </w:rPr>
          </w:pPr>
        </w:p>
      </w:sdtContent>
    </w:sdt>
    <w:p w14:paraId="12FE0E04" w14:textId="77777777" w:rsidR="00374AE5" w:rsidRDefault="00374AE5">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65920" behindDoc="0" locked="0" layoutInCell="1" allowOverlap="1" wp14:anchorId="2D6EB657" wp14:editId="0B55F5FC">
                <wp:simplePos x="0" y="0"/>
                <wp:positionH relativeFrom="column">
                  <wp:posOffset>1432</wp:posOffset>
                </wp:positionH>
                <wp:positionV relativeFrom="margin">
                  <wp:align>center</wp:align>
                </wp:positionV>
                <wp:extent cx="4047214" cy="2639683"/>
                <wp:effectExtent l="0" t="0" r="10795" b="27940"/>
                <wp:wrapNone/>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7214" cy="2639683"/>
                        </a:xfrm>
                        <a:prstGeom prst="rect">
                          <a:avLst/>
                        </a:prstGeom>
                        <a:noFill/>
                        <a:ln w="9525">
                          <a:solidFill>
                            <a:srgbClr val="575757"/>
                          </a:solidFill>
                          <a:miter lim="800000"/>
                          <a:headEnd/>
                          <a:tailEnd/>
                        </a:ln>
                      </wps:spPr>
                      <wps:txbx>
                        <w:txbxContent>
                          <w:tbl>
                            <w:tblPr>
                              <w:tblStyle w:val="Grilledutableau"/>
                              <w:tblOverlap w:val="never"/>
                              <w:tblW w:w="4499"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0"/>
                              <w:gridCol w:w="161"/>
                              <w:gridCol w:w="2395"/>
                              <w:gridCol w:w="161"/>
                              <w:gridCol w:w="1219"/>
                            </w:tblGrid>
                            <w:tr w:rsidR="00732069" w:rsidRPr="00795469" w14:paraId="2A6461BE" w14:textId="77777777" w:rsidTr="008F2953">
                              <w:trPr>
                                <w:trHeight w:val="1417"/>
                              </w:trPr>
                              <w:tc>
                                <w:tcPr>
                                  <w:tcW w:w="5000" w:type="pct"/>
                                  <w:gridSpan w:val="5"/>
                                  <w:shd w:val="clear" w:color="auto" w:fill="auto"/>
                                </w:tcPr>
                                <w:p w14:paraId="37D61159" w14:textId="515C19FD" w:rsidR="00732069" w:rsidRPr="00374AE5" w:rsidRDefault="008F2953" w:rsidP="006F4328">
                                  <w:pPr>
                                    <w:pStyle w:val="Pgarde-T1"/>
                                    <w:ind w:left="0"/>
                                    <w:suppressOverlap/>
                                    <w:jc w:val="left"/>
                                    <w:rPr>
                                      <w:color w:val="006AB2"/>
                                    </w:rPr>
                                  </w:pPr>
                                  <w:r>
                                    <w:rPr>
                                      <w:color w:val="006AB2"/>
                                    </w:rPr>
                                    <w:t>Correspondances entre objets métiers et objets du standard FHIR</w:t>
                                  </w:r>
                                </w:p>
                              </w:tc>
                            </w:tr>
                            <w:tr w:rsidR="00732069" w:rsidRPr="00374AE5" w14:paraId="4C353EC3" w14:textId="77777777" w:rsidTr="008F2953">
                              <w:trPr>
                                <w:trHeight w:val="283"/>
                              </w:trPr>
                              <w:tc>
                                <w:tcPr>
                                  <w:tcW w:w="1406" w:type="pct"/>
                                  <w:shd w:val="clear" w:color="auto" w:fill="auto"/>
                                  <w:vAlign w:val="bottom"/>
                                </w:tcPr>
                                <w:p w14:paraId="376089D4" w14:textId="77F202F2" w:rsidR="00732069" w:rsidRPr="00593F84" w:rsidRDefault="00732069"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Pr>
                                      <w:color w:val="575757"/>
                                      <w:sz w:val="18"/>
                                    </w:rPr>
                                    <w:t>Validé</w:t>
                                  </w:r>
                                  <w:r w:rsidRPr="00593F84">
                                    <w:rPr>
                                      <w:color w:val="575757"/>
                                      <w:sz w:val="18"/>
                                    </w:rPr>
                                    <w:fldChar w:fldCharType="end"/>
                                  </w:r>
                                </w:p>
                              </w:tc>
                              <w:tc>
                                <w:tcPr>
                                  <w:tcW w:w="147" w:type="pct"/>
                                  <w:vAlign w:val="bottom"/>
                                </w:tcPr>
                                <w:p w14:paraId="0D946522" w14:textId="77777777" w:rsidR="00732069" w:rsidRPr="00593F84" w:rsidRDefault="00732069" w:rsidP="006F4328">
                                  <w:pPr>
                                    <w:pStyle w:val="Pgarde-T4"/>
                                    <w:suppressOverlap/>
                                    <w:jc w:val="center"/>
                                    <w:rPr>
                                      <w:color w:val="575757"/>
                                      <w:sz w:val="18"/>
                                    </w:rPr>
                                  </w:pPr>
                                  <w:r w:rsidRPr="00593F84">
                                    <w:rPr>
                                      <w:color w:val="575757"/>
                                      <w:sz w:val="18"/>
                                    </w:rPr>
                                    <w:t>|</w:t>
                                  </w:r>
                                </w:p>
                              </w:tc>
                              <w:tc>
                                <w:tcPr>
                                  <w:tcW w:w="2187" w:type="pct"/>
                                  <w:vAlign w:val="bottom"/>
                                </w:tcPr>
                                <w:p w14:paraId="10F87809" w14:textId="2DA20CAB" w:rsidR="00732069" w:rsidRPr="00593F84" w:rsidRDefault="00732069"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Publique</w:t>
                                  </w:r>
                                  <w:r w:rsidRPr="00593F84">
                                    <w:rPr>
                                      <w:color w:val="575757"/>
                                      <w:sz w:val="18"/>
                                    </w:rPr>
                                    <w:fldChar w:fldCharType="end"/>
                                  </w:r>
                                </w:p>
                              </w:tc>
                              <w:tc>
                                <w:tcPr>
                                  <w:tcW w:w="147" w:type="pct"/>
                                  <w:vAlign w:val="bottom"/>
                                </w:tcPr>
                                <w:p w14:paraId="2721AAF7" w14:textId="77777777" w:rsidR="00732069" w:rsidRPr="00593F84" w:rsidRDefault="00732069" w:rsidP="006F4328">
                                  <w:pPr>
                                    <w:pStyle w:val="Pgarde-T4"/>
                                    <w:suppressOverlap/>
                                    <w:jc w:val="center"/>
                                    <w:rPr>
                                      <w:color w:val="575757"/>
                                      <w:sz w:val="18"/>
                                    </w:rPr>
                                  </w:pPr>
                                  <w:r w:rsidRPr="00593F84">
                                    <w:rPr>
                                      <w:color w:val="575757"/>
                                      <w:sz w:val="18"/>
                                    </w:rPr>
                                    <w:t>|</w:t>
                                  </w:r>
                                </w:p>
                              </w:tc>
                              <w:tc>
                                <w:tcPr>
                                  <w:tcW w:w="1113" w:type="pct"/>
                                  <w:vAlign w:val="bottom"/>
                                </w:tcPr>
                                <w:p w14:paraId="51A89A53" w14:textId="7C7C67F7" w:rsidR="00732069" w:rsidRPr="00593F84" w:rsidRDefault="00732069"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sidR="00781984">
                                    <w:rPr>
                                      <w:color w:val="575757"/>
                                      <w:sz w:val="18"/>
                                    </w:rPr>
                                    <w:t>v2.0</w:t>
                                  </w:r>
                                  <w:r w:rsidRPr="00593F84">
                                    <w:rPr>
                                      <w:color w:val="575757"/>
                                      <w:sz w:val="18"/>
                                    </w:rPr>
                                    <w:fldChar w:fldCharType="end"/>
                                  </w:r>
                                </w:p>
                              </w:tc>
                            </w:tr>
                          </w:tbl>
                          <w:p w14:paraId="31B5AC29" w14:textId="77777777" w:rsidR="00732069" w:rsidRDefault="00732069" w:rsidP="00374AE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6EB657" id="_x0000_t202" coordsize="21600,21600" o:spt="202" path="m,l,21600r21600,l21600,xe">
                <v:stroke joinstyle="miter"/>
                <v:path gradientshapeok="t" o:connecttype="rect"/>
              </v:shapetype>
              <v:shape id="Zone de texte 2" o:spid="_x0000_s1030" type="#_x0000_t202" style="position:absolute;margin-left:.1pt;margin-top:0;width:318.7pt;height:207.85pt;z-index:251665920;visibility:visible;mso-wrap-style:square;mso-width-percent:0;mso-height-percent:0;mso-wrap-distance-left:9pt;mso-wrap-distance-top:0;mso-wrap-distance-right:9pt;mso-wrap-distance-bottom:0;mso-position-horizontal:absolute;mso-position-horizontal-relative:text;mso-position-vertical:center;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" filled="f" strokecolor="#575757">
                <v:textbox>
                  <w:txbxContent>
                    <w:tbl>
                      <w:tblPr>
                        <w:tblStyle w:val="Grilledutableau"/>
                        <w:tblOverlap w:val="never"/>
                        <w:tblW w:w="4499"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540"/>
                        <w:gridCol w:w="161"/>
                        <w:gridCol w:w="2395"/>
                        <w:gridCol w:w="161"/>
                        <w:gridCol w:w="1219"/>
                      </w:tblGrid>
                      <w:tr w:rsidR="00732069" w:rsidRPr="00795469" w14:paraId="2A6461BE" w14:textId="77777777" w:rsidTr="008F2953">
                        <w:trPr>
                          <w:trHeight w:val="1417"/>
                        </w:trPr>
                        <w:tc>
                          <w:tcPr>
                            <w:tcW w:w="5000" w:type="pct"/>
                            <w:gridSpan w:val="5"/>
                            <w:shd w:val="clear" w:color="auto" w:fill="auto"/>
                          </w:tcPr>
                          <w:p w14:paraId="37D61159" w14:textId="515C19FD" w:rsidR="00732069" w:rsidRPr="00374AE5" w:rsidRDefault="008F2953" w:rsidP="006F4328">
                            <w:pPr>
                              <w:pStyle w:val="Pgarde-T1"/>
                              <w:ind w:left="0"/>
                              <w:suppressOverlap/>
                              <w:jc w:val="left"/>
                              <w:rPr>
                                <w:color w:val="006AB2"/>
                              </w:rPr>
                            </w:pPr>
                            <w:r>
                              <w:rPr>
                                <w:color w:val="006AB2"/>
                              </w:rPr>
                              <w:t>Correspondances entre objets métiers et objets du standard FHIR</w:t>
                            </w:r>
                          </w:p>
                        </w:tc>
                      </w:tr>
                      <w:tr w:rsidR="00732069" w:rsidRPr="00374AE5" w14:paraId="4C353EC3" w14:textId="77777777" w:rsidTr="008F2953">
                        <w:trPr>
                          <w:trHeight w:val="283"/>
                        </w:trPr>
                        <w:tc>
                          <w:tcPr>
                            <w:tcW w:w="1406" w:type="pct"/>
                            <w:shd w:val="clear" w:color="auto" w:fill="auto"/>
                            <w:vAlign w:val="bottom"/>
                          </w:tcPr>
                          <w:p w14:paraId="376089D4" w14:textId="77F202F2" w:rsidR="00732069" w:rsidRPr="00593F84" w:rsidRDefault="00732069" w:rsidP="00862A91">
                            <w:pPr>
                              <w:pStyle w:val="Pgarde-T4"/>
                              <w:suppressOverlap/>
                              <w:rPr>
                                <w:color w:val="575757"/>
                                <w:sz w:val="18"/>
                              </w:rPr>
                            </w:pPr>
                            <w:r w:rsidRPr="00593F84">
                              <w:rPr>
                                <w:color w:val="575757"/>
                                <w:sz w:val="18"/>
                              </w:rPr>
                              <w:t xml:space="preserve">Statut : </w:t>
                            </w:r>
                            <w:r w:rsidRPr="00593F84">
                              <w:rPr>
                                <w:color w:val="575757"/>
                                <w:sz w:val="18"/>
                              </w:rPr>
                              <w:fldChar w:fldCharType="begin"/>
                            </w:r>
                            <w:r w:rsidRPr="00593F84">
                              <w:rPr>
                                <w:color w:val="575757"/>
                                <w:sz w:val="18"/>
                              </w:rPr>
                              <w:instrText xml:space="preserve"> DOCPROPERTY  _Statut  \* MERGEFORMAT </w:instrText>
                            </w:r>
                            <w:r w:rsidRPr="00593F84">
                              <w:rPr>
                                <w:color w:val="575757"/>
                                <w:sz w:val="18"/>
                              </w:rPr>
                              <w:fldChar w:fldCharType="separate"/>
                            </w:r>
                            <w:r>
                              <w:rPr>
                                <w:color w:val="575757"/>
                                <w:sz w:val="18"/>
                              </w:rPr>
                              <w:t>Validé</w:t>
                            </w:r>
                            <w:r w:rsidRPr="00593F84">
                              <w:rPr>
                                <w:color w:val="575757"/>
                                <w:sz w:val="18"/>
                              </w:rPr>
                              <w:fldChar w:fldCharType="end"/>
                            </w:r>
                          </w:p>
                        </w:tc>
                        <w:tc>
                          <w:tcPr>
                            <w:tcW w:w="147" w:type="pct"/>
                            <w:vAlign w:val="bottom"/>
                          </w:tcPr>
                          <w:p w14:paraId="0D946522" w14:textId="77777777" w:rsidR="00732069" w:rsidRPr="00593F84" w:rsidRDefault="00732069" w:rsidP="006F4328">
                            <w:pPr>
                              <w:pStyle w:val="Pgarde-T4"/>
                              <w:suppressOverlap/>
                              <w:jc w:val="center"/>
                              <w:rPr>
                                <w:color w:val="575757"/>
                                <w:sz w:val="18"/>
                              </w:rPr>
                            </w:pPr>
                            <w:r w:rsidRPr="00593F84">
                              <w:rPr>
                                <w:color w:val="575757"/>
                                <w:sz w:val="18"/>
                              </w:rPr>
                              <w:t>|</w:t>
                            </w:r>
                          </w:p>
                        </w:tc>
                        <w:tc>
                          <w:tcPr>
                            <w:tcW w:w="2187" w:type="pct"/>
                            <w:vAlign w:val="bottom"/>
                          </w:tcPr>
                          <w:p w14:paraId="10F87809" w14:textId="2DA20CAB" w:rsidR="00732069" w:rsidRPr="00593F84" w:rsidRDefault="00732069" w:rsidP="00F602BA">
                            <w:pPr>
                              <w:pStyle w:val="Pgarde-T4"/>
                              <w:suppressOverlap/>
                              <w:jc w:val="center"/>
                              <w:rPr>
                                <w:color w:val="575757"/>
                                <w:sz w:val="18"/>
                              </w:rPr>
                            </w:pPr>
                            <w:r w:rsidRPr="00593F84">
                              <w:rPr>
                                <w:color w:val="575757"/>
                                <w:sz w:val="18"/>
                              </w:rPr>
                              <w:t xml:space="preserve">Classification : </w:t>
                            </w:r>
                            <w:r w:rsidRPr="00593F84">
                              <w:rPr>
                                <w:color w:val="575757"/>
                                <w:sz w:val="18"/>
                              </w:rPr>
                              <w:fldChar w:fldCharType="begin"/>
                            </w:r>
                            <w:r w:rsidRPr="00593F84">
                              <w:rPr>
                                <w:color w:val="575757"/>
                                <w:sz w:val="18"/>
                              </w:rPr>
                              <w:instrText xml:space="preserve"> DOCPROPERTY  _Classification  \* MERGEFORMAT </w:instrText>
                            </w:r>
                            <w:r w:rsidRPr="00593F84">
                              <w:rPr>
                                <w:color w:val="575757"/>
                                <w:sz w:val="18"/>
                              </w:rPr>
                              <w:fldChar w:fldCharType="separate"/>
                            </w:r>
                            <w:r>
                              <w:rPr>
                                <w:color w:val="575757"/>
                                <w:sz w:val="18"/>
                              </w:rPr>
                              <w:t>Publique</w:t>
                            </w:r>
                            <w:r w:rsidRPr="00593F84">
                              <w:rPr>
                                <w:color w:val="575757"/>
                                <w:sz w:val="18"/>
                              </w:rPr>
                              <w:fldChar w:fldCharType="end"/>
                            </w:r>
                          </w:p>
                        </w:tc>
                        <w:tc>
                          <w:tcPr>
                            <w:tcW w:w="147" w:type="pct"/>
                            <w:vAlign w:val="bottom"/>
                          </w:tcPr>
                          <w:p w14:paraId="2721AAF7" w14:textId="77777777" w:rsidR="00732069" w:rsidRPr="00593F84" w:rsidRDefault="00732069" w:rsidP="006F4328">
                            <w:pPr>
                              <w:pStyle w:val="Pgarde-T4"/>
                              <w:suppressOverlap/>
                              <w:jc w:val="center"/>
                              <w:rPr>
                                <w:color w:val="575757"/>
                                <w:sz w:val="18"/>
                              </w:rPr>
                            </w:pPr>
                            <w:r w:rsidRPr="00593F84">
                              <w:rPr>
                                <w:color w:val="575757"/>
                                <w:sz w:val="18"/>
                              </w:rPr>
                              <w:t>|</w:t>
                            </w:r>
                          </w:p>
                        </w:tc>
                        <w:tc>
                          <w:tcPr>
                            <w:tcW w:w="1113" w:type="pct"/>
                            <w:vAlign w:val="bottom"/>
                          </w:tcPr>
                          <w:p w14:paraId="51A89A53" w14:textId="7C7C67F7" w:rsidR="00732069" w:rsidRPr="00593F84" w:rsidRDefault="00732069" w:rsidP="00862A91">
                            <w:pPr>
                              <w:pStyle w:val="Pgarde-T4"/>
                              <w:suppressOverlap/>
                              <w:jc w:val="right"/>
                              <w:rPr>
                                <w:color w:val="575757"/>
                                <w:sz w:val="18"/>
                              </w:rPr>
                            </w:pPr>
                            <w:r w:rsidRPr="00593F84">
                              <w:rPr>
                                <w:color w:val="575757"/>
                                <w:sz w:val="18"/>
                              </w:rPr>
                              <w:t xml:space="preserve">Version : </w:t>
                            </w:r>
                            <w:r w:rsidRPr="00593F84">
                              <w:rPr>
                                <w:color w:val="575757"/>
                                <w:sz w:val="18"/>
                              </w:rPr>
                              <w:fldChar w:fldCharType="begin"/>
                            </w:r>
                            <w:r w:rsidRPr="00593F84">
                              <w:rPr>
                                <w:color w:val="575757"/>
                                <w:sz w:val="18"/>
                              </w:rPr>
                              <w:instrText xml:space="preserve"> DOCPROPERTY  _Version  \* MERGEFORMAT </w:instrText>
                            </w:r>
                            <w:r w:rsidRPr="00593F84">
                              <w:rPr>
                                <w:color w:val="575757"/>
                                <w:sz w:val="18"/>
                              </w:rPr>
                              <w:fldChar w:fldCharType="separate"/>
                            </w:r>
                            <w:r w:rsidR="00781984">
                              <w:rPr>
                                <w:color w:val="575757"/>
                                <w:sz w:val="18"/>
                              </w:rPr>
                              <w:t>v2.0</w:t>
                            </w:r>
                            <w:r w:rsidRPr="00593F84">
                              <w:rPr>
                                <w:color w:val="575757"/>
                                <w:sz w:val="18"/>
                              </w:rPr>
                              <w:fldChar w:fldCharType="end"/>
                            </w:r>
                          </w:p>
                        </w:tc>
                      </w:tr>
                    </w:tbl>
                    <w:p w14:paraId="31B5AC29" w14:textId="77777777" w:rsidR="00732069" w:rsidRDefault="00732069" w:rsidP="00374AE5"/>
                  </w:txbxContent>
                </v:textbox>
                <w10:wrap anchory="margin"/>
              </v:shape>
            </w:pict>
          </mc:Fallback>
        </mc:AlternateContent>
      </w:r>
      <w:r>
        <w:rPr>
          <w:rFonts w:cs="Arial"/>
        </w:rPr>
        <w:br w:type="page"/>
      </w:r>
    </w:p>
    <w:p w14:paraId="36986A00" w14:textId="77777777" w:rsidR="0085742F" w:rsidRPr="00D520BD" w:rsidRDefault="0085742F" w:rsidP="0085742F">
      <w:pPr>
        <w:spacing w:after="160" w:line="259" w:lineRule="auto"/>
        <w:rPr>
          <w:rFonts w:cs="Arial"/>
          <w:b/>
          <w:caps/>
          <w:color w:val="006AB2"/>
          <w:sz w:val="32"/>
          <w:szCs w:val="32"/>
        </w:rPr>
      </w:pPr>
      <w:r w:rsidRPr="00D520BD">
        <w:rPr>
          <w:rFonts w:cs="Arial"/>
          <w:b/>
          <w:caps/>
          <w:color w:val="006AB2"/>
          <w:sz w:val="32"/>
          <w:szCs w:val="32"/>
        </w:rPr>
        <w:lastRenderedPageBreak/>
        <w:t>SOMMAIRE</w:t>
      </w:r>
    </w:p>
    <w:p w14:paraId="7D7CF577" w14:textId="39CF5551" w:rsidR="007D714A" w:rsidRDefault="0085742F">
      <w:pPr>
        <w:pStyle w:val="TM1"/>
        <w:rPr>
          <w:rFonts w:asciiTheme="minorHAnsi" w:eastAsiaTheme="minorEastAsia" w:hAnsiTheme="minorHAnsi"/>
          <w:b w:val="0"/>
          <w:color w:val="auto"/>
          <w:kern w:val="2"/>
          <w:sz w:val="24"/>
          <w:szCs w:val="24"/>
          <w:lang w:eastAsia="fr-FR"/>
          <w14:ligatures w14:val="standardContextual"/>
        </w:rPr>
      </w:pPr>
      <w:r w:rsidRPr="00D520BD">
        <w:rPr>
          <w:rFonts w:cs="Arial"/>
          <w:bCs/>
          <w:color w:val="006AB2"/>
          <w:sz w:val="22"/>
          <w:szCs w:val="20"/>
        </w:rPr>
        <w:fldChar w:fldCharType="begin"/>
      </w:r>
      <w:r w:rsidRPr="00D520BD">
        <w:rPr>
          <w:rFonts w:cs="Arial"/>
          <w:bCs/>
          <w:color w:val="006AB2"/>
        </w:rPr>
        <w:instrText xml:space="preserve"> TOC \o "1-3" \h \z \u </w:instrText>
      </w:r>
      <w:r w:rsidRPr="00D520BD">
        <w:rPr>
          <w:rFonts w:cs="Arial"/>
          <w:bCs/>
          <w:color w:val="006AB2"/>
          <w:sz w:val="22"/>
          <w:szCs w:val="20"/>
        </w:rPr>
        <w:fldChar w:fldCharType="separate"/>
      </w:r>
      <w:hyperlink w:anchor="_Toc142042201" w:history="1">
        <w:r w:rsidR="007D714A" w:rsidRPr="00377B29">
          <w:rPr>
            <w:rStyle w:val="Lienhypertexte"/>
          </w:rPr>
          <w:t>1.</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rPr>
          <w:t>Mise en correspondance entre objets métiers et ressources FHIR</w:t>
        </w:r>
        <w:r w:rsidR="007D714A">
          <w:rPr>
            <w:webHidden/>
          </w:rPr>
          <w:tab/>
        </w:r>
        <w:r w:rsidR="007D714A">
          <w:rPr>
            <w:webHidden/>
          </w:rPr>
          <w:fldChar w:fldCharType="begin"/>
        </w:r>
        <w:r w:rsidR="007D714A">
          <w:rPr>
            <w:webHidden/>
          </w:rPr>
          <w:instrText xml:space="preserve"> PAGEREF _Toc142042201 \h </w:instrText>
        </w:r>
        <w:r w:rsidR="007D714A">
          <w:rPr>
            <w:webHidden/>
          </w:rPr>
        </w:r>
        <w:r w:rsidR="007D714A">
          <w:rPr>
            <w:webHidden/>
          </w:rPr>
          <w:fldChar w:fldCharType="separate"/>
        </w:r>
        <w:r w:rsidR="007D714A">
          <w:rPr>
            <w:webHidden/>
          </w:rPr>
          <w:t>2</w:t>
        </w:r>
        <w:r w:rsidR="007D714A">
          <w:rPr>
            <w:webHidden/>
          </w:rPr>
          <w:fldChar w:fldCharType="end"/>
        </w:r>
      </w:hyperlink>
    </w:p>
    <w:p w14:paraId="3DE1DB87" w14:textId="6A88581C" w:rsidR="007D714A" w:rsidRDefault="00000000">
      <w:pPr>
        <w:pStyle w:val="TM2"/>
        <w:rPr>
          <w:rFonts w:asciiTheme="minorHAnsi" w:eastAsiaTheme="minorEastAsia" w:hAnsiTheme="minorHAnsi"/>
          <w:b w:val="0"/>
          <w:color w:val="auto"/>
          <w:kern w:val="2"/>
          <w:sz w:val="24"/>
          <w:szCs w:val="24"/>
          <w:lang w:eastAsia="fr-FR"/>
          <w14:ligatures w14:val="standardContextual"/>
        </w:rPr>
      </w:pPr>
      <w:hyperlink w:anchor="_Toc142042202" w:history="1">
        <w:r w:rsidR="007D714A" w:rsidRPr="00377B29">
          <w:rPr>
            <w:rStyle w:val="Lienhypertexte"/>
          </w:rPr>
          <w:t>1.1.</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rPr>
          <w:t>Flux 1a – Création d’une ressource</w:t>
        </w:r>
        <w:r w:rsidR="007D714A">
          <w:rPr>
            <w:webHidden/>
          </w:rPr>
          <w:tab/>
        </w:r>
        <w:r w:rsidR="007D714A">
          <w:rPr>
            <w:webHidden/>
          </w:rPr>
          <w:fldChar w:fldCharType="begin"/>
        </w:r>
        <w:r w:rsidR="007D714A">
          <w:rPr>
            <w:webHidden/>
          </w:rPr>
          <w:instrText xml:space="preserve"> PAGEREF _Toc142042202 \h </w:instrText>
        </w:r>
        <w:r w:rsidR="007D714A">
          <w:rPr>
            <w:webHidden/>
          </w:rPr>
        </w:r>
        <w:r w:rsidR="007D714A">
          <w:rPr>
            <w:webHidden/>
          </w:rPr>
          <w:fldChar w:fldCharType="separate"/>
        </w:r>
        <w:r w:rsidR="007D714A">
          <w:rPr>
            <w:webHidden/>
          </w:rPr>
          <w:t>2</w:t>
        </w:r>
        <w:r w:rsidR="007D714A">
          <w:rPr>
            <w:webHidden/>
          </w:rPr>
          <w:fldChar w:fldCharType="end"/>
        </w:r>
      </w:hyperlink>
    </w:p>
    <w:p w14:paraId="1CAFA948" w14:textId="43F65080" w:rsidR="007D714A" w:rsidRDefault="00000000">
      <w:pPr>
        <w:pStyle w:val="TM2"/>
        <w:rPr>
          <w:rFonts w:asciiTheme="minorHAnsi" w:eastAsiaTheme="minorEastAsia" w:hAnsiTheme="minorHAnsi"/>
          <w:b w:val="0"/>
          <w:color w:val="auto"/>
          <w:kern w:val="2"/>
          <w:sz w:val="24"/>
          <w:szCs w:val="24"/>
          <w:lang w:eastAsia="fr-FR"/>
          <w14:ligatures w14:val="standardContextual"/>
        </w:rPr>
      </w:pPr>
      <w:hyperlink w:anchor="_Toc142042203" w:history="1">
        <w:r w:rsidR="007D714A" w:rsidRPr="00377B29">
          <w:rPr>
            <w:rStyle w:val="Lienhypertexte"/>
          </w:rPr>
          <w:t>1.2.</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rPr>
          <w:t>Flux 1c – Suppression d’une ressource</w:t>
        </w:r>
        <w:r w:rsidR="007D714A">
          <w:rPr>
            <w:webHidden/>
          </w:rPr>
          <w:tab/>
        </w:r>
        <w:r w:rsidR="007D714A">
          <w:rPr>
            <w:webHidden/>
          </w:rPr>
          <w:fldChar w:fldCharType="begin"/>
        </w:r>
        <w:r w:rsidR="007D714A">
          <w:rPr>
            <w:webHidden/>
          </w:rPr>
          <w:instrText xml:space="preserve"> PAGEREF _Toc142042203 \h </w:instrText>
        </w:r>
        <w:r w:rsidR="007D714A">
          <w:rPr>
            <w:webHidden/>
          </w:rPr>
        </w:r>
        <w:r w:rsidR="007D714A">
          <w:rPr>
            <w:webHidden/>
          </w:rPr>
          <w:fldChar w:fldCharType="separate"/>
        </w:r>
        <w:r w:rsidR="007D714A">
          <w:rPr>
            <w:webHidden/>
          </w:rPr>
          <w:t>5</w:t>
        </w:r>
        <w:r w:rsidR="007D714A">
          <w:rPr>
            <w:webHidden/>
          </w:rPr>
          <w:fldChar w:fldCharType="end"/>
        </w:r>
      </w:hyperlink>
    </w:p>
    <w:p w14:paraId="19FDDD77" w14:textId="06014847" w:rsidR="007D714A" w:rsidRDefault="00000000">
      <w:pPr>
        <w:pStyle w:val="TM2"/>
        <w:rPr>
          <w:rFonts w:asciiTheme="minorHAnsi" w:eastAsiaTheme="minorEastAsia" w:hAnsiTheme="minorHAnsi"/>
          <w:b w:val="0"/>
          <w:color w:val="auto"/>
          <w:kern w:val="2"/>
          <w:sz w:val="24"/>
          <w:szCs w:val="24"/>
          <w:lang w:eastAsia="fr-FR"/>
          <w14:ligatures w14:val="standardContextual"/>
        </w:rPr>
      </w:pPr>
      <w:hyperlink w:anchor="_Toc142042204" w:history="1">
        <w:r w:rsidR="007D714A" w:rsidRPr="00377B29">
          <w:rPr>
            <w:rStyle w:val="Lienhypertexte"/>
            <w:lang w:bidi="en-US"/>
          </w:rPr>
          <w:t>1.3.</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lang w:bidi="en-US"/>
          </w:rPr>
          <w:t>Flux 2a – Création d’un agenda</w:t>
        </w:r>
        <w:r w:rsidR="007D714A">
          <w:rPr>
            <w:webHidden/>
          </w:rPr>
          <w:tab/>
        </w:r>
        <w:r w:rsidR="007D714A">
          <w:rPr>
            <w:webHidden/>
          </w:rPr>
          <w:fldChar w:fldCharType="begin"/>
        </w:r>
        <w:r w:rsidR="007D714A">
          <w:rPr>
            <w:webHidden/>
          </w:rPr>
          <w:instrText xml:space="preserve"> PAGEREF _Toc142042204 \h </w:instrText>
        </w:r>
        <w:r w:rsidR="007D714A">
          <w:rPr>
            <w:webHidden/>
          </w:rPr>
        </w:r>
        <w:r w:rsidR="007D714A">
          <w:rPr>
            <w:webHidden/>
          </w:rPr>
          <w:fldChar w:fldCharType="separate"/>
        </w:r>
        <w:r w:rsidR="007D714A">
          <w:rPr>
            <w:webHidden/>
          </w:rPr>
          <w:t>5</w:t>
        </w:r>
        <w:r w:rsidR="007D714A">
          <w:rPr>
            <w:webHidden/>
          </w:rPr>
          <w:fldChar w:fldCharType="end"/>
        </w:r>
      </w:hyperlink>
    </w:p>
    <w:p w14:paraId="3B25DB73" w14:textId="28C40A8C" w:rsidR="007D714A" w:rsidRDefault="00000000">
      <w:pPr>
        <w:pStyle w:val="TM2"/>
        <w:rPr>
          <w:rFonts w:asciiTheme="minorHAnsi" w:eastAsiaTheme="minorEastAsia" w:hAnsiTheme="minorHAnsi"/>
          <w:b w:val="0"/>
          <w:color w:val="auto"/>
          <w:kern w:val="2"/>
          <w:sz w:val="24"/>
          <w:szCs w:val="24"/>
          <w:lang w:eastAsia="fr-FR"/>
          <w14:ligatures w14:val="standardContextual"/>
        </w:rPr>
      </w:pPr>
      <w:hyperlink w:anchor="_Toc142042205" w:history="1">
        <w:r w:rsidR="007D714A" w:rsidRPr="00377B29">
          <w:rPr>
            <w:rStyle w:val="Lienhypertexte"/>
          </w:rPr>
          <w:t>1.4.</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lang w:bidi="en-US"/>
          </w:rPr>
          <w:t>Flux 2c – Suppression d’un agenda</w:t>
        </w:r>
        <w:r w:rsidR="007D714A">
          <w:rPr>
            <w:webHidden/>
          </w:rPr>
          <w:tab/>
        </w:r>
        <w:r w:rsidR="007D714A">
          <w:rPr>
            <w:webHidden/>
          </w:rPr>
          <w:fldChar w:fldCharType="begin"/>
        </w:r>
        <w:r w:rsidR="007D714A">
          <w:rPr>
            <w:webHidden/>
          </w:rPr>
          <w:instrText xml:space="preserve"> PAGEREF _Toc142042205 \h </w:instrText>
        </w:r>
        <w:r w:rsidR="007D714A">
          <w:rPr>
            <w:webHidden/>
          </w:rPr>
        </w:r>
        <w:r w:rsidR="007D714A">
          <w:rPr>
            <w:webHidden/>
          </w:rPr>
          <w:fldChar w:fldCharType="separate"/>
        </w:r>
        <w:r w:rsidR="007D714A">
          <w:rPr>
            <w:webHidden/>
          </w:rPr>
          <w:t>7</w:t>
        </w:r>
        <w:r w:rsidR="007D714A">
          <w:rPr>
            <w:webHidden/>
          </w:rPr>
          <w:fldChar w:fldCharType="end"/>
        </w:r>
      </w:hyperlink>
    </w:p>
    <w:p w14:paraId="36608D9D" w14:textId="4AAF5E4D" w:rsidR="007D714A" w:rsidRDefault="00000000">
      <w:pPr>
        <w:pStyle w:val="TM2"/>
        <w:rPr>
          <w:rFonts w:asciiTheme="minorHAnsi" w:eastAsiaTheme="minorEastAsia" w:hAnsiTheme="minorHAnsi"/>
          <w:b w:val="0"/>
          <w:color w:val="auto"/>
          <w:kern w:val="2"/>
          <w:sz w:val="24"/>
          <w:szCs w:val="24"/>
          <w:lang w:eastAsia="fr-FR"/>
          <w14:ligatures w14:val="standardContextual"/>
        </w:rPr>
      </w:pPr>
      <w:hyperlink w:anchor="_Toc142042206" w:history="1">
        <w:r w:rsidR="007D714A" w:rsidRPr="00377B29">
          <w:rPr>
            <w:rStyle w:val="Lienhypertexte"/>
          </w:rPr>
          <w:t>1.5.</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rPr>
          <w:t>Flux 3a – Création de disponibilités</w:t>
        </w:r>
        <w:r w:rsidR="007D714A">
          <w:rPr>
            <w:webHidden/>
          </w:rPr>
          <w:tab/>
        </w:r>
        <w:r w:rsidR="007D714A">
          <w:rPr>
            <w:webHidden/>
          </w:rPr>
          <w:fldChar w:fldCharType="begin"/>
        </w:r>
        <w:r w:rsidR="007D714A">
          <w:rPr>
            <w:webHidden/>
          </w:rPr>
          <w:instrText xml:space="preserve"> PAGEREF _Toc142042206 \h </w:instrText>
        </w:r>
        <w:r w:rsidR="007D714A">
          <w:rPr>
            <w:webHidden/>
          </w:rPr>
        </w:r>
        <w:r w:rsidR="007D714A">
          <w:rPr>
            <w:webHidden/>
          </w:rPr>
          <w:fldChar w:fldCharType="separate"/>
        </w:r>
        <w:r w:rsidR="007D714A">
          <w:rPr>
            <w:webHidden/>
          </w:rPr>
          <w:t>7</w:t>
        </w:r>
        <w:r w:rsidR="007D714A">
          <w:rPr>
            <w:webHidden/>
          </w:rPr>
          <w:fldChar w:fldCharType="end"/>
        </w:r>
      </w:hyperlink>
    </w:p>
    <w:p w14:paraId="31259AC6" w14:textId="63151B9A" w:rsidR="007D714A" w:rsidRDefault="00000000">
      <w:pPr>
        <w:pStyle w:val="TM2"/>
        <w:rPr>
          <w:rFonts w:asciiTheme="minorHAnsi" w:eastAsiaTheme="minorEastAsia" w:hAnsiTheme="minorHAnsi"/>
          <w:b w:val="0"/>
          <w:color w:val="auto"/>
          <w:kern w:val="2"/>
          <w:sz w:val="24"/>
          <w:szCs w:val="24"/>
          <w:lang w:eastAsia="fr-FR"/>
          <w14:ligatures w14:val="standardContextual"/>
        </w:rPr>
      </w:pPr>
      <w:hyperlink w:anchor="_Toc142042207" w:history="1">
        <w:r w:rsidR="007D714A" w:rsidRPr="00377B29">
          <w:rPr>
            <w:rStyle w:val="Lienhypertexte"/>
          </w:rPr>
          <w:t>1.6.</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rPr>
          <w:t>Flux 3c – Suppression de disponibilités</w:t>
        </w:r>
        <w:r w:rsidR="007D714A">
          <w:rPr>
            <w:webHidden/>
          </w:rPr>
          <w:tab/>
        </w:r>
        <w:r w:rsidR="007D714A">
          <w:rPr>
            <w:webHidden/>
          </w:rPr>
          <w:fldChar w:fldCharType="begin"/>
        </w:r>
        <w:r w:rsidR="007D714A">
          <w:rPr>
            <w:webHidden/>
          </w:rPr>
          <w:instrText xml:space="preserve"> PAGEREF _Toc142042207 \h </w:instrText>
        </w:r>
        <w:r w:rsidR="007D714A">
          <w:rPr>
            <w:webHidden/>
          </w:rPr>
        </w:r>
        <w:r w:rsidR="007D714A">
          <w:rPr>
            <w:webHidden/>
          </w:rPr>
          <w:fldChar w:fldCharType="separate"/>
        </w:r>
        <w:r w:rsidR="007D714A">
          <w:rPr>
            <w:webHidden/>
          </w:rPr>
          <w:t>8</w:t>
        </w:r>
        <w:r w:rsidR="007D714A">
          <w:rPr>
            <w:webHidden/>
          </w:rPr>
          <w:fldChar w:fldCharType="end"/>
        </w:r>
      </w:hyperlink>
    </w:p>
    <w:p w14:paraId="0AAF7680" w14:textId="4E9672AC" w:rsidR="007D714A" w:rsidRDefault="00000000">
      <w:pPr>
        <w:pStyle w:val="TM2"/>
        <w:rPr>
          <w:rFonts w:asciiTheme="minorHAnsi" w:eastAsiaTheme="minorEastAsia" w:hAnsiTheme="minorHAnsi"/>
          <w:b w:val="0"/>
          <w:color w:val="auto"/>
          <w:kern w:val="2"/>
          <w:sz w:val="24"/>
          <w:szCs w:val="24"/>
          <w:lang w:eastAsia="fr-FR"/>
          <w14:ligatures w14:val="standardContextual"/>
        </w:rPr>
      </w:pPr>
      <w:hyperlink w:anchor="_Toc142042208" w:history="1">
        <w:r w:rsidR="007D714A" w:rsidRPr="00377B29">
          <w:rPr>
            <w:rStyle w:val="Lienhypertexte"/>
          </w:rPr>
          <w:t>1.7.</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rPr>
          <w:t>Flux 4a – Demande de consultation de disponibilités</w:t>
        </w:r>
        <w:r w:rsidR="007D714A">
          <w:rPr>
            <w:webHidden/>
          </w:rPr>
          <w:tab/>
        </w:r>
        <w:r w:rsidR="007D714A">
          <w:rPr>
            <w:webHidden/>
          </w:rPr>
          <w:fldChar w:fldCharType="begin"/>
        </w:r>
        <w:r w:rsidR="007D714A">
          <w:rPr>
            <w:webHidden/>
          </w:rPr>
          <w:instrText xml:space="preserve"> PAGEREF _Toc142042208 \h </w:instrText>
        </w:r>
        <w:r w:rsidR="007D714A">
          <w:rPr>
            <w:webHidden/>
          </w:rPr>
        </w:r>
        <w:r w:rsidR="007D714A">
          <w:rPr>
            <w:webHidden/>
          </w:rPr>
          <w:fldChar w:fldCharType="separate"/>
        </w:r>
        <w:r w:rsidR="007D714A">
          <w:rPr>
            <w:webHidden/>
          </w:rPr>
          <w:t>8</w:t>
        </w:r>
        <w:r w:rsidR="007D714A">
          <w:rPr>
            <w:webHidden/>
          </w:rPr>
          <w:fldChar w:fldCharType="end"/>
        </w:r>
      </w:hyperlink>
    </w:p>
    <w:p w14:paraId="0861B471" w14:textId="5643FCED" w:rsidR="007D714A" w:rsidRDefault="00000000">
      <w:pPr>
        <w:pStyle w:val="TM2"/>
        <w:rPr>
          <w:rFonts w:asciiTheme="minorHAnsi" w:eastAsiaTheme="minorEastAsia" w:hAnsiTheme="minorHAnsi"/>
          <w:b w:val="0"/>
          <w:color w:val="auto"/>
          <w:kern w:val="2"/>
          <w:sz w:val="24"/>
          <w:szCs w:val="24"/>
          <w:lang w:eastAsia="fr-FR"/>
          <w14:ligatures w14:val="standardContextual"/>
        </w:rPr>
      </w:pPr>
      <w:hyperlink w:anchor="_Toc142042209" w:history="1">
        <w:r w:rsidR="007D714A" w:rsidRPr="00377B29">
          <w:rPr>
            <w:rStyle w:val="Lienhypertexte"/>
          </w:rPr>
          <w:t>1.8.</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rPr>
          <w:t>Flux 4b – Demande de consultation de rendez-vous</w:t>
        </w:r>
        <w:r w:rsidR="007D714A">
          <w:rPr>
            <w:webHidden/>
          </w:rPr>
          <w:tab/>
        </w:r>
        <w:r w:rsidR="007D714A">
          <w:rPr>
            <w:webHidden/>
          </w:rPr>
          <w:fldChar w:fldCharType="begin"/>
        </w:r>
        <w:r w:rsidR="007D714A">
          <w:rPr>
            <w:webHidden/>
          </w:rPr>
          <w:instrText xml:space="preserve"> PAGEREF _Toc142042209 \h </w:instrText>
        </w:r>
        <w:r w:rsidR="007D714A">
          <w:rPr>
            <w:webHidden/>
          </w:rPr>
        </w:r>
        <w:r w:rsidR="007D714A">
          <w:rPr>
            <w:webHidden/>
          </w:rPr>
          <w:fldChar w:fldCharType="separate"/>
        </w:r>
        <w:r w:rsidR="007D714A">
          <w:rPr>
            <w:webHidden/>
          </w:rPr>
          <w:t>11</w:t>
        </w:r>
        <w:r w:rsidR="007D714A">
          <w:rPr>
            <w:webHidden/>
          </w:rPr>
          <w:fldChar w:fldCharType="end"/>
        </w:r>
      </w:hyperlink>
    </w:p>
    <w:p w14:paraId="2753FF69" w14:textId="493802A7" w:rsidR="007D714A" w:rsidRDefault="00000000">
      <w:pPr>
        <w:pStyle w:val="TM2"/>
        <w:rPr>
          <w:rFonts w:asciiTheme="minorHAnsi" w:eastAsiaTheme="minorEastAsia" w:hAnsiTheme="minorHAnsi"/>
          <w:b w:val="0"/>
          <w:color w:val="auto"/>
          <w:kern w:val="2"/>
          <w:sz w:val="24"/>
          <w:szCs w:val="24"/>
          <w:lang w:eastAsia="fr-FR"/>
          <w14:ligatures w14:val="standardContextual"/>
        </w:rPr>
      </w:pPr>
      <w:hyperlink w:anchor="_Toc142042210" w:history="1">
        <w:r w:rsidR="007D714A" w:rsidRPr="00377B29">
          <w:rPr>
            <w:rStyle w:val="Lienhypertexte"/>
          </w:rPr>
          <w:t>1.9.</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rPr>
          <w:t>Flux 5a – Réponse à la demande de consultation de disponibilités</w:t>
        </w:r>
        <w:r w:rsidR="007D714A">
          <w:rPr>
            <w:webHidden/>
          </w:rPr>
          <w:tab/>
        </w:r>
        <w:r w:rsidR="007D714A">
          <w:rPr>
            <w:webHidden/>
          </w:rPr>
          <w:fldChar w:fldCharType="begin"/>
        </w:r>
        <w:r w:rsidR="007D714A">
          <w:rPr>
            <w:webHidden/>
          </w:rPr>
          <w:instrText xml:space="preserve"> PAGEREF _Toc142042210 \h </w:instrText>
        </w:r>
        <w:r w:rsidR="007D714A">
          <w:rPr>
            <w:webHidden/>
          </w:rPr>
        </w:r>
        <w:r w:rsidR="007D714A">
          <w:rPr>
            <w:webHidden/>
          </w:rPr>
          <w:fldChar w:fldCharType="separate"/>
        </w:r>
        <w:r w:rsidR="007D714A">
          <w:rPr>
            <w:webHidden/>
          </w:rPr>
          <w:t>12</w:t>
        </w:r>
        <w:r w:rsidR="007D714A">
          <w:rPr>
            <w:webHidden/>
          </w:rPr>
          <w:fldChar w:fldCharType="end"/>
        </w:r>
      </w:hyperlink>
    </w:p>
    <w:p w14:paraId="5C7A2700" w14:textId="2CD45B8C" w:rsidR="007D714A" w:rsidRDefault="00000000">
      <w:pPr>
        <w:pStyle w:val="TM2"/>
        <w:rPr>
          <w:rFonts w:asciiTheme="minorHAnsi" w:eastAsiaTheme="minorEastAsia" w:hAnsiTheme="minorHAnsi"/>
          <w:b w:val="0"/>
          <w:color w:val="auto"/>
          <w:kern w:val="2"/>
          <w:sz w:val="24"/>
          <w:szCs w:val="24"/>
          <w:lang w:eastAsia="fr-FR"/>
          <w14:ligatures w14:val="standardContextual"/>
        </w:rPr>
      </w:pPr>
      <w:hyperlink w:anchor="_Toc142042211" w:history="1">
        <w:r w:rsidR="007D714A" w:rsidRPr="00377B29">
          <w:rPr>
            <w:rStyle w:val="Lienhypertexte"/>
          </w:rPr>
          <w:t>1.10.</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rPr>
          <w:t>Flux 5b – Réponse à la demande de consultation de rendez-vous</w:t>
        </w:r>
        <w:r w:rsidR="007D714A">
          <w:rPr>
            <w:webHidden/>
          </w:rPr>
          <w:tab/>
        </w:r>
        <w:r w:rsidR="007D714A">
          <w:rPr>
            <w:webHidden/>
          </w:rPr>
          <w:fldChar w:fldCharType="begin"/>
        </w:r>
        <w:r w:rsidR="007D714A">
          <w:rPr>
            <w:webHidden/>
          </w:rPr>
          <w:instrText xml:space="preserve"> PAGEREF _Toc142042211 \h </w:instrText>
        </w:r>
        <w:r w:rsidR="007D714A">
          <w:rPr>
            <w:webHidden/>
          </w:rPr>
        </w:r>
        <w:r w:rsidR="007D714A">
          <w:rPr>
            <w:webHidden/>
          </w:rPr>
          <w:fldChar w:fldCharType="separate"/>
        </w:r>
        <w:r w:rsidR="007D714A">
          <w:rPr>
            <w:webHidden/>
          </w:rPr>
          <w:t>16</w:t>
        </w:r>
        <w:r w:rsidR="007D714A">
          <w:rPr>
            <w:webHidden/>
          </w:rPr>
          <w:fldChar w:fldCharType="end"/>
        </w:r>
      </w:hyperlink>
    </w:p>
    <w:p w14:paraId="55370C42" w14:textId="1082CF3A" w:rsidR="007D714A" w:rsidRDefault="00000000">
      <w:pPr>
        <w:pStyle w:val="TM2"/>
        <w:rPr>
          <w:rFonts w:asciiTheme="minorHAnsi" w:eastAsiaTheme="minorEastAsia" w:hAnsiTheme="minorHAnsi"/>
          <w:b w:val="0"/>
          <w:color w:val="auto"/>
          <w:kern w:val="2"/>
          <w:sz w:val="24"/>
          <w:szCs w:val="24"/>
          <w:lang w:eastAsia="fr-FR"/>
          <w14:ligatures w14:val="standardContextual"/>
        </w:rPr>
      </w:pPr>
      <w:hyperlink w:anchor="_Toc142042212" w:history="1">
        <w:r w:rsidR="007D714A" w:rsidRPr="00377B29">
          <w:rPr>
            <w:rStyle w:val="Lienhypertexte"/>
          </w:rPr>
          <w:t>1.11.</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rPr>
          <w:t>Flux 6a – Création de rendez-vous</w:t>
        </w:r>
        <w:r w:rsidR="007D714A">
          <w:rPr>
            <w:webHidden/>
          </w:rPr>
          <w:tab/>
        </w:r>
        <w:r w:rsidR="007D714A">
          <w:rPr>
            <w:webHidden/>
          </w:rPr>
          <w:fldChar w:fldCharType="begin"/>
        </w:r>
        <w:r w:rsidR="007D714A">
          <w:rPr>
            <w:webHidden/>
          </w:rPr>
          <w:instrText xml:space="preserve"> PAGEREF _Toc142042212 \h </w:instrText>
        </w:r>
        <w:r w:rsidR="007D714A">
          <w:rPr>
            <w:webHidden/>
          </w:rPr>
        </w:r>
        <w:r w:rsidR="007D714A">
          <w:rPr>
            <w:webHidden/>
          </w:rPr>
          <w:fldChar w:fldCharType="separate"/>
        </w:r>
        <w:r w:rsidR="007D714A">
          <w:rPr>
            <w:webHidden/>
          </w:rPr>
          <w:t>18</w:t>
        </w:r>
        <w:r w:rsidR="007D714A">
          <w:rPr>
            <w:webHidden/>
          </w:rPr>
          <w:fldChar w:fldCharType="end"/>
        </w:r>
      </w:hyperlink>
    </w:p>
    <w:p w14:paraId="3BDE10FA" w14:textId="7F13FBD2" w:rsidR="007D714A" w:rsidRDefault="00000000">
      <w:pPr>
        <w:pStyle w:val="TM1"/>
        <w:rPr>
          <w:rFonts w:asciiTheme="minorHAnsi" w:eastAsiaTheme="minorEastAsia" w:hAnsiTheme="minorHAnsi"/>
          <w:b w:val="0"/>
          <w:color w:val="auto"/>
          <w:kern w:val="2"/>
          <w:sz w:val="24"/>
          <w:szCs w:val="24"/>
          <w:lang w:eastAsia="fr-FR"/>
          <w14:ligatures w14:val="standardContextual"/>
        </w:rPr>
      </w:pPr>
      <w:hyperlink w:anchor="_Toc142042213" w:history="1">
        <w:r w:rsidR="007D714A" w:rsidRPr="00377B29">
          <w:rPr>
            <w:rStyle w:val="Lienhypertexte"/>
          </w:rPr>
          <w:t>2.</w:t>
        </w:r>
        <w:r w:rsidR="007D714A">
          <w:rPr>
            <w:rFonts w:asciiTheme="minorHAnsi" w:eastAsiaTheme="minorEastAsia" w:hAnsiTheme="minorHAnsi"/>
            <w:b w:val="0"/>
            <w:color w:val="auto"/>
            <w:kern w:val="2"/>
            <w:sz w:val="24"/>
            <w:szCs w:val="24"/>
            <w:lang w:eastAsia="fr-FR"/>
            <w14:ligatures w14:val="standardContextual"/>
          </w:rPr>
          <w:tab/>
        </w:r>
        <w:r w:rsidR="007D714A" w:rsidRPr="00377B29">
          <w:rPr>
            <w:rStyle w:val="Lienhypertexte"/>
          </w:rPr>
          <w:t>Mise en correspondance avec iCalendar</w:t>
        </w:r>
        <w:r w:rsidR="007D714A">
          <w:rPr>
            <w:webHidden/>
          </w:rPr>
          <w:tab/>
        </w:r>
        <w:r w:rsidR="007D714A">
          <w:rPr>
            <w:webHidden/>
          </w:rPr>
          <w:fldChar w:fldCharType="begin"/>
        </w:r>
        <w:r w:rsidR="007D714A">
          <w:rPr>
            <w:webHidden/>
          </w:rPr>
          <w:instrText xml:space="preserve"> PAGEREF _Toc142042213 \h </w:instrText>
        </w:r>
        <w:r w:rsidR="007D714A">
          <w:rPr>
            <w:webHidden/>
          </w:rPr>
        </w:r>
        <w:r w:rsidR="007D714A">
          <w:rPr>
            <w:webHidden/>
          </w:rPr>
          <w:fldChar w:fldCharType="separate"/>
        </w:r>
        <w:r w:rsidR="007D714A">
          <w:rPr>
            <w:webHidden/>
          </w:rPr>
          <w:t>22</w:t>
        </w:r>
        <w:r w:rsidR="007D714A">
          <w:rPr>
            <w:webHidden/>
          </w:rPr>
          <w:fldChar w:fldCharType="end"/>
        </w:r>
      </w:hyperlink>
    </w:p>
    <w:p w14:paraId="513E07DB" w14:textId="048DEDB5" w:rsidR="007D714A" w:rsidRDefault="00000000">
      <w:pPr>
        <w:pStyle w:val="TM1"/>
        <w:rPr>
          <w:rFonts w:asciiTheme="minorHAnsi" w:eastAsiaTheme="minorEastAsia" w:hAnsiTheme="minorHAnsi"/>
          <w:b w:val="0"/>
          <w:color w:val="auto"/>
          <w:kern w:val="2"/>
          <w:sz w:val="24"/>
          <w:szCs w:val="24"/>
          <w:lang w:eastAsia="fr-FR"/>
          <w14:ligatures w14:val="standardContextual"/>
        </w:rPr>
      </w:pPr>
      <w:hyperlink w:anchor="_Toc142042214" w:history="1">
        <w:r w:rsidR="007D714A" w:rsidRPr="00377B29">
          <w:rPr>
            <w:rStyle w:val="Lienhypertexte"/>
          </w:rPr>
          <w:t>Annexe 3 : Exemples</w:t>
        </w:r>
        <w:r w:rsidR="007D714A">
          <w:rPr>
            <w:webHidden/>
          </w:rPr>
          <w:tab/>
        </w:r>
        <w:r w:rsidR="007D714A">
          <w:rPr>
            <w:webHidden/>
          </w:rPr>
          <w:fldChar w:fldCharType="begin"/>
        </w:r>
        <w:r w:rsidR="007D714A">
          <w:rPr>
            <w:webHidden/>
          </w:rPr>
          <w:instrText xml:space="preserve"> PAGEREF _Toc142042214 \h </w:instrText>
        </w:r>
        <w:r w:rsidR="007D714A">
          <w:rPr>
            <w:webHidden/>
          </w:rPr>
        </w:r>
        <w:r w:rsidR="007D714A">
          <w:rPr>
            <w:webHidden/>
          </w:rPr>
          <w:fldChar w:fldCharType="separate"/>
        </w:r>
        <w:r w:rsidR="007D714A">
          <w:rPr>
            <w:webHidden/>
          </w:rPr>
          <w:t>27</w:t>
        </w:r>
        <w:r w:rsidR="007D714A">
          <w:rPr>
            <w:webHidden/>
          </w:rPr>
          <w:fldChar w:fldCharType="end"/>
        </w:r>
      </w:hyperlink>
    </w:p>
    <w:p w14:paraId="42C91ABF" w14:textId="53C04FDF" w:rsidR="0085742F" w:rsidRPr="00155F88" w:rsidRDefault="0085742F" w:rsidP="0085742F">
      <w:pPr>
        <w:pStyle w:val="Pgarde-TitreN3"/>
        <w:ind w:left="0"/>
        <w:rPr>
          <w:rFonts w:cs="Arial"/>
          <w:b/>
          <w:bCs/>
          <w:caps/>
        </w:rPr>
      </w:pPr>
      <w:r w:rsidRPr="00D520BD">
        <w:rPr>
          <w:rFonts w:cs="Arial"/>
          <w:b/>
          <w:bCs/>
          <w:caps/>
          <w:color w:val="006AB2"/>
        </w:rPr>
        <w:fldChar w:fldCharType="end"/>
      </w:r>
    </w:p>
    <w:p w14:paraId="3813F3EB" w14:textId="77777777" w:rsidR="0085742F" w:rsidRPr="00155F88" w:rsidRDefault="0085742F" w:rsidP="0085742F">
      <w:pPr>
        <w:rPr>
          <w:rFonts w:cs="Arial"/>
          <w:b/>
          <w:bCs/>
          <w:caps/>
        </w:rPr>
      </w:pPr>
    </w:p>
    <w:p w14:paraId="708152BD" w14:textId="77777777" w:rsidR="0085742F" w:rsidRPr="00155F88" w:rsidRDefault="0085742F" w:rsidP="0085742F">
      <w:pPr>
        <w:spacing w:after="160" w:line="259" w:lineRule="auto"/>
        <w:rPr>
          <w:rFonts w:cs="Arial"/>
          <w:b/>
          <w:bCs/>
          <w:caps/>
        </w:rPr>
      </w:pPr>
      <w:r w:rsidRPr="00155F88">
        <w:rPr>
          <w:rFonts w:cs="Arial"/>
          <w:b/>
          <w:bCs/>
          <w:caps/>
        </w:rPr>
        <w:br w:type="page"/>
      </w:r>
    </w:p>
    <w:p w14:paraId="7AFD2DFE" w14:textId="31AE1D64" w:rsidR="00635C70" w:rsidRDefault="00635C70" w:rsidP="000C562A">
      <w:pPr>
        <w:pStyle w:val="Titre1"/>
      </w:pPr>
      <w:bookmarkStart w:id="0" w:name="_Toc142042201"/>
      <w:bookmarkStart w:id="1" w:name="_Toc34751948"/>
      <w:r>
        <w:lastRenderedPageBreak/>
        <w:t>Mise en correspondance entre objets métiers et ressources FHIR</w:t>
      </w:r>
      <w:bookmarkEnd w:id="0"/>
    </w:p>
    <w:p w14:paraId="044D5C85" w14:textId="0BF96DFD" w:rsidR="002206AD" w:rsidRPr="009D1A11" w:rsidRDefault="002206AD" w:rsidP="00635C70">
      <w:pPr>
        <w:pStyle w:val="Titre2"/>
      </w:pPr>
      <w:bookmarkStart w:id="2" w:name="_Toc142042202"/>
      <w:r w:rsidRPr="00882790">
        <w:t>Flux 1a – Création d’une ressource</w:t>
      </w:r>
      <w:bookmarkEnd w:id="1"/>
      <w:bookmarkEnd w:id="2"/>
    </w:p>
    <w:tbl>
      <w:tblPr>
        <w:tblStyle w:val="Tableaustandard"/>
        <w:tblW w:w="5000" w:type="pct"/>
        <w:tblLayout w:type="fixed"/>
        <w:tblLook w:val="04A0" w:firstRow="1" w:lastRow="0" w:firstColumn="1" w:lastColumn="0" w:noHBand="0" w:noVBand="1"/>
      </w:tblPr>
      <w:tblGrid>
        <w:gridCol w:w="1823"/>
        <w:gridCol w:w="3214"/>
        <w:gridCol w:w="2173"/>
        <w:gridCol w:w="2980"/>
      </w:tblGrid>
      <w:tr w:rsidR="002206AD" w:rsidRPr="00EB5561" w14:paraId="195E2ECF" w14:textId="77777777" w:rsidTr="002206AD">
        <w:trPr>
          <w:cnfStyle w:val="100000000000" w:firstRow="1" w:lastRow="0" w:firstColumn="0" w:lastColumn="0" w:oddVBand="0" w:evenVBand="0" w:oddHBand="0" w:evenHBand="0" w:firstRowFirstColumn="0" w:firstRowLastColumn="0" w:lastRowFirstColumn="0" w:lastRowLastColumn="0"/>
          <w:trHeight w:val="435"/>
        </w:trPr>
        <w:tc>
          <w:tcPr>
            <w:tcW w:w="2472" w:type="pct"/>
            <w:gridSpan w:val="2"/>
            <w:noWrap/>
            <w:hideMark/>
          </w:tcPr>
          <w:p w14:paraId="26E30D6B" w14:textId="77777777" w:rsidR="002206AD" w:rsidRPr="00A75037" w:rsidRDefault="002206AD" w:rsidP="004A5E9E">
            <w:pPr>
              <w:pStyle w:val="TBLTitrecolonne"/>
            </w:pPr>
            <w:bookmarkStart w:id="3" w:name="_Hlk86761533"/>
            <w:proofErr w:type="spellStart"/>
            <w:r w:rsidRPr="00C30AD8">
              <w:t>Eléments</w:t>
            </w:r>
            <w:proofErr w:type="spellEnd"/>
            <w:r w:rsidRPr="00C30AD8">
              <w:t xml:space="preserve"> métier</w:t>
            </w:r>
          </w:p>
        </w:tc>
        <w:tc>
          <w:tcPr>
            <w:tcW w:w="2528" w:type="pct"/>
            <w:gridSpan w:val="2"/>
            <w:noWrap/>
            <w:hideMark/>
          </w:tcPr>
          <w:p w14:paraId="6F869710" w14:textId="688B62DB" w:rsidR="002206AD" w:rsidRPr="00A75037" w:rsidRDefault="002206AD" w:rsidP="004A5E9E">
            <w:pPr>
              <w:pStyle w:val="TBLTitrecolonne"/>
              <w:rPr>
                <w:bCs/>
              </w:rPr>
            </w:pPr>
            <w:proofErr w:type="spellStart"/>
            <w:r w:rsidRPr="00A75037">
              <w:t>Eléments</w:t>
            </w:r>
            <w:proofErr w:type="spellEnd"/>
            <w:r w:rsidRPr="00A75037">
              <w:t xml:space="preserve"> </w:t>
            </w:r>
            <w:r w:rsidR="006B1477">
              <w:t>des ressources et profils FHIR identifiés</w:t>
            </w:r>
          </w:p>
        </w:tc>
      </w:tr>
      <w:tr w:rsidR="002206AD" w:rsidRPr="00EB5561" w14:paraId="0D039372" w14:textId="77777777" w:rsidTr="00CD650F">
        <w:trPr>
          <w:trHeight w:val="198"/>
        </w:trPr>
        <w:tc>
          <w:tcPr>
            <w:tcW w:w="0" w:type="pct"/>
            <w:tcBorders>
              <w:bottom w:val="single" w:sz="6" w:space="0" w:color="808080" w:themeColor="background1" w:themeShade="80"/>
            </w:tcBorders>
            <w:noWrap/>
            <w:hideMark/>
          </w:tcPr>
          <w:p w14:paraId="4D36878D" w14:textId="77777777" w:rsidR="002206AD" w:rsidRPr="008724E8" w:rsidRDefault="002206AD" w:rsidP="004A5E9E">
            <w:pPr>
              <w:pStyle w:val="TBLTitrecolonne"/>
            </w:pPr>
            <w:r w:rsidRPr="008724E8">
              <w:t>Classe</w:t>
            </w:r>
          </w:p>
        </w:tc>
        <w:tc>
          <w:tcPr>
            <w:tcW w:w="0" w:type="pct"/>
            <w:tcBorders>
              <w:bottom w:val="single" w:sz="6" w:space="0" w:color="808080" w:themeColor="background1" w:themeShade="80"/>
            </w:tcBorders>
            <w:noWrap/>
            <w:hideMark/>
          </w:tcPr>
          <w:p w14:paraId="3FFB0995" w14:textId="77777777" w:rsidR="002206AD" w:rsidRPr="008724E8" w:rsidRDefault="002206AD" w:rsidP="004A5E9E">
            <w:pPr>
              <w:pStyle w:val="TBLTitrecolonne"/>
            </w:pPr>
            <w:r w:rsidRPr="008724E8">
              <w:t>Attribut</w:t>
            </w:r>
          </w:p>
        </w:tc>
        <w:tc>
          <w:tcPr>
            <w:tcW w:w="0" w:type="pct"/>
            <w:tcBorders>
              <w:bottom w:val="single" w:sz="6" w:space="0" w:color="808080" w:themeColor="background1" w:themeShade="80"/>
            </w:tcBorders>
            <w:noWrap/>
            <w:hideMark/>
          </w:tcPr>
          <w:p w14:paraId="1CAB7F69" w14:textId="77777777" w:rsidR="002206AD" w:rsidRPr="008724E8" w:rsidRDefault="002206AD" w:rsidP="004A5E9E">
            <w:pPr>
              <w:pStyle w:val="TBLTitrecolonne"/>
            </w:pPr>
            <w:r w:rsidRPr="008724E8">
              <w:t>Ressource</w:t>
            </w:r>
          </w:p>
        </w:tc>
        <w:tc>
          <w:tcPr>
            <w:tcW w:w="0" w:type="pct"/>
            <w:tcBorders>
              <w:bottom w:val="single" w:sz="6" w:space="0" w:color="808080" w:themeColor="background1" w:themeShade="80"/>
            </w:tcBorders>
            <w:noWrap/>
            <w:hideMark/>
          </w:tcPr>
          <w:p w14:paraId="7A43904B" w14:textId="77777777" w:rsidR="002206AD" w:rsidRPr="008724E8" w:rsidRDefault="002206AD" w:rsidP="004A5E9E">
            <w:pPr>
              <w:pStyle w:val="TBLTitrecolonne"/>
            </w:pPr>
            <w:proofErr w:type="spellStart"/>
            <w:r w:rsidRPr="008724E8">
              <w:t>Elément</w:t>
            </w:r>
            <w:proofErr w:type="spellEnd"/>
          </w:p>
        </w:tc>
      </w:tr>
      <w:tr w:rsidR="00FC25F3" w:rsidRPr="00475E67" w14:paraId="59BE62DC" w14:textId="77777777" w:rsidTr="00E01169">
        <w:trPr>
          <w:trHeight w:val="288"/>
        </w:trPr>
        <w:tc>
          <w:tcPr>
            <w:tcW w:w="895" w:type="pct"/>
            <w:vMerge w:val="restart"/>
            <w:noWrap/>
          </w:tcPr>
          <w:p w14:paraId="2326EE84" w14:textId="542AB50B" w:rsidR="00FC25F3" w:rsidRPr="00B43FD0" w:rsidRDefault="00FC25F3" w:rsidP="00FC25F3">
            <w:pPr>
              <w:pStyle w:val="TBLContenu"/>
              <w:rPr>
                <w:lang w:bidi="en-US"/>
              </w:rPr>
            </w:pPr>
            <w:proofErr w:type="spellStart"/>
            <w:r w:rsidRPr="00B43FD0">
              <w:rPr>
                <w:lang w:bidi="en-US"/>
              </w:rPr>
              <w:t>PersonnePriseCharge</w:t>
            </w:r>
            <w:proofErr w:type="spellEnd"/>
          </w:p>
        </w:tc>
        <w:tc>
          <w:tcPr>
            <w:tcW w:w="1577" w:type="pct"/>
            <w:noWrap/>
          </w:tcPr>
          <w:p w14:paraId="7EC58DF2" w14:textId="18467AEB" w:rsidR="00F35B0A" w:rsidRPr="003E23AB" w:rsidRDefault="00F35B0A" w:rsidP="00F35B0A">
            <w:pPr>
              <w:pStyle w:val="TBLContenu"/>
            </w:pPr>
            <w:r w:rsidRPr="000A1E27">
              <w:t>INS</w:t>
            </w:r>
            <w:r w:rsidRPr="00C5317A">
              <w:t> : [</w:t>
            </w:r>
            <w:proofErr w:type="gramStart"/>
            <w:r>
              <w:t>0</w:t>
            </w:r>
            <w:r w:rsidRPr="00C5317A">
              <w:t>..</w:t>
            </w:r>
            <w:proofErr w:type="gramEnd"/>
            <w:r w:rsidRPr="00C5317A">
              <w:t>1] INS</w:t>
            </w:r>
            <w:r>
              <w:rPr>
                <w:rStyle w:val="Appelnotedebasdep"/>
              </w:rPr>
              <w:footnoteReference w:id="1"/>
            </w:r>
          </w:p>
          <w:p w14:paraId="7BE37C5D" w14:textId="77777777" w:rsidR="00F35B0A" w:rsidRDefault="00F35B0A" w:rsidP="00F35B0A">
            <w:pPr>
              <w:pStyle w:val="TBLListepuces"/>
            </w:pPr>
            <w:proofErr w:type="spellStart"/>
            <w:proofErr w:type="gramStart"/>
            <w:r w:rsidRPr="001212EC">
              <w:t>matriculeINS</w:t>
            </w:r>
            <w:proofErr w:type="spellEnd"/>
            <w:proofErr w:type="gramEnd"/>
            <w:r w:rsidRPr="001212EC">
              <w:t> : [1..1] Identifiant</w:t>
            </w:r>
          </w:p>
          <w:p w14:paraId="6126FAF0" w14:textId="77777777" w:rsidR="00F35B0A" w:rsidRPr="00C5317A" w:rsidRDefault="00F35B0A" w:rsidP="00F35B0A">
            <w:pPr>
              <w:pStyle w:val="TBLListepuces"/>
              <w:numPr>
                <w:ilvl w:val="0"/>
                <w:numId w:val="0"/>
              </w:numPr>
              <w:ind w:left="357"/>
            </w:pPr>
          </w:p>
          <w:p w14:paraId="2F75AC78" w14:textId="77777777" w:rsidR="00F35B0A" w:rsidRPr="00C5317A" w:rsidRDefault="00F35B0A" w:rsidP="00F35B0A">
            <w:pPr>
              <w:pStyle w:val="TBLListepuces"/>
            </w:pPr>
            <w:proofErr w:type="spellStart"/>
            <w:proofErr w:type="gramStart"/>
            <w:r w:rsidRPr="001212EC">
              <w:t>nomFamille</w:t>
            </w:r>
            <w:proofErr w:type="spellEnd"/>
            <w:proofErr w:type="gramEnd"/>
            <w:r w:rsidRPr="001212EC">
              <w:t> : [1..1] Texte</w:t>
            </w:r>
          </w:p>
          <w:p w14:paraId="506644EB" w14:textId="77777777" w:rsidR="00F35B0A" w:rsidRPr="00C5317A" w:rsidRDefault="00F35B0A" w:rsidP="00F35B0A">
            <w:pPr>
              <w:pStyle w:val="TBLListepuces"/>
            </w:pPr>
            <w:proofErr w:type="spellStart"/>
            <w:proofErr w:type="gramStart"/>
            <w:r w:rsidRPr="001212EC">
              <w:t>prenomActeNaissance</w:t>
            </w:r>
            <w:proofErr w:type="spellEnd"/>
            <w:proofErr w:type="gramEnd"/>
            <w:r w:rsidRPr="001212EC">
              <w:t> : [1..1] Texte</w:t>
            </w:r>
          </w:p>
          <w:p w14:paraId="7E6ED697" w14:textId="77777777" w:rsidR="00F35B0A" w:rsidRDefault="00F35B0A" w:rsidP="00F35B0A">
            <w:pPr>
              <w:pStyle w:val="TBLListepuces"/>
            </w:pPr>
            <w:proofErr w:type="spellStart"/>
            <w:proofErr w:type="gramStart"/>
            <w:r w:rsidRPr="001212EC">
              <w:t>premierPrenomActeNaissance</w:t>
            </w:r>
            <w:proofErr w:type="spellEnd"/>
            <w:proofErr w:type="gramEnd"/>
            <w:r w:rsidRPr="001212EC">
              <w:t xml:space="preserve"> : [1..1] Texte</w:t>
            </w:r>
          </w:p>
          <w:p w14:paraId="7D2B5C48" w14:textId="77777777" w:rsidR="00F35B0A" w:rsidRDefault="00F35B0A" w:rsidP="00F35B0A">
            <w:pPr>
              <w:pStyle w:val="TBLListepuces"/>
              <w:numPr>
                <w:ilvl w:val="0"/>
                <w:numId w:val="0"/>
              </w:numPr>
            </w:pPr>
          </w:p>
          <w:p w14:paraId="0380390F" w14:textId="77777777" w:rsidR="00F35B0A" w:rsidRPr="000A1E27" w:rsidRDefault="00F35B0A" w:rsidP="00F35B0A">
            <w:pPr>
              <w:pStyle w:val="TBLListepuces"/>
              <w:numPr>
                <w:ilvl w:val="0"/>
                <w:numId w:val="0"/>
              </w:numPr>
              <w:ind w:left="357" w:hanging="357"/>
            </w:pPr>
          </w:p>
          <w:p w14:paraId="6919B483" w14:textId="77777777" w:rsidR="00F35B0A" w:rsidRPr="00C5317A" w:rsidRDefault="00F35B0A" w:rsidP="00F35B0A">
            <w:pPr>
              <w:pStyle w:val="TBLListepuces"/>
            </w:pPr>
            <w:proofErr w:type="spellStart"/>
            <w:proofErr w:type="gramStart"/>
            <w:r w:rsidRPr="001212EC">
              <w:t>nomUtilise</w:t>
            </w:r>
            <w:proofErr w:type="spellEnd"/>
            <w:proofErr w:type="gramEnd"/>
            <w:r w:rsidRPr="001212EC">
              <w:t xml:space="preserve"> : [1..1] Texte</w:t>
            </w:r>
          </w:p>
          <w:p w14:paraId="1A2EEB0C" w14:textId="77777777" w:rsidR="00F35B0A" w:rsidRDefault="00F35B0A" w:rsidP="00F35B0A">
            <w:pPr>
              <w:pStyle w:val="TBLListepuces"/>
            </w:pPr>
            <w:proofErr w:type="spellStart"/>
            <w:proofErr w:type="gramStart"/>
            <w:r w:rsidRPr="001212EC">
              <w:t>prenomUtilise</w:t>
            </w:r>
            <w:proofErr w:type="spellEnd"/>
            <w:proofErr w:type="gramEnd"/>
            <w:r w:rsidRPr="001212EC">
              <w:t xml:space="preserve"> : [1..1] Texte</w:t>
            </w:r>
          </w:p>
          <w:p w14:paraId="14FBDC97" w14:textId="77777777" w:rsidR="00F35B0A" w:rsidRDefault="00F35B0A" w:rsidP="00F35B0A">
            <w:pPr>
              <w:pStyle w:val="TBLListepuces"/>
              <w:numPr>
                <w:ilvl w:val="0"/>
                <w:numId w:val="0"/>
              </w:numPr>
            </w:pPr>
          </w:p>
          <w:p w14:paraId="1D4A4D4C" w14:textId="77777777" w:rsidR="00F35B0A" w:rsidRPr="000A1E27" w:rsidRDefault="00F35B0A" w:rsidP="00F35B0A">
            <w:pPr>
              <w:pStyle w:val="TBLListepuces"/>
              <w:numPr>
                <w:ilvl w:val="0"/>
                <w:numId w:val="0"/>
              </w:numPr>
            </w:pPr>
          </w:p>
          <w:p w14:paraId="4684182D" w14:textId="77777777" w:rsidR="00F35B0A" w:rsidRPr="00C5317A" w:rsidRDefault="00F35B0A" w:rsidP="00F35B0A">
            <w:pPr>
              <w:pStyle w:val="TBLListepuces"/>
            </w:pPr>
            <w:proofErr w:type="gramStart"/>
            <w:r w:rsidRPr="001212EC">
              <w:t>sexe</w:t>
            </w:r>
            <w:proofErr w:type="gramEnd"/>
            <w:r w:rsidRPr="001212EC">
              <w:t xml:space="preserve"> : [1..1] Code</w:t>
            </w:r>
          </w:p>
          <w:p w14:paraId="5E3E8C9E" w14:textId="77777777" w:rsidR="006440A1" w:rsidRDefault="00F35B0A" w:rsidP="00F35B0A">
            <w:pPr>
              <w:pStyle w:val="TBLListepuces"/>
            </w:pPr>
            <w:proofErr w:type="spellStart"/>
            <w:proofErr w:type="gramStart"/>
            <w:r w:rsidRPr="001212EC">
              <w:t>dateNaissance</w:t>
            </w:r>
            <w:proofErr w:type="spellEnd"/>
            <w:proofErr w:type="gramEnd"/>
            <w:r w:rsidRPr="001212EC">
              <w:t xml:space="preserve"> : [1..1] </w:t>
            </w:r>
            <w:proofErr w:type="spellStart"/>
            <w:r w:rsidRPr="001212EC">
              <w:t>DateHeure</w:t>
            </w:r>
            <w:proofErr w:type="spellEnd"/>
          </w:p>
          <w:p w14:paraId="279914F2" w14:textId="35C94240" w:rsidR="00FC25F3" w:rsidRPr="00951411" w:rsidRDefault="00F35B0A" w:rsidP="00CD650F">
            <w:pPr>
              <w:pStyle w:val="TBLListepuces"/>
            </w:pPr>
            <w:proofErr w:type="spellStart"/>
            <w:proofErr w:type="gramStart"/>
            <w:r w:rsidRPr="00492BF5">
              <w:rPr>
                <w:szCs w:val="20"/>
              </w:rPr>
              <w:t>lieuNaissance</w:t>
            </w:r>
            <w:proofErr w:type="spellEnd"/>
            <w:proofErr w:type="gramEnd"/>
            <w:r w:rsidRPr="00492BF5">
              <w:rPr>
                <w:szCs w:val="20"/>
              </w:rPr>
              <w:t xml:space="preserve"> : [1..1] Texte</w:t>
            </w:r>
          </w:p>
        </w:tc>
        <w:tc>
          <w:tcPr>
            <w:tcW w:w="1066" w:type="pct"/>
            <w:noWrap/>
          </w:tcPr>
          <w:p w14:paraId="50167C54" w14:textId="77777777" w:rsidR="00FC25F3" w:rsidRPr="002B07CD" w:rsidRDefault="00FC25F3" w:rsidP="00FC25F3">
            <w:pPr>
              <w:pStyle w:val="TBLContenu"/>
              <w:rPr>
                <w:lang w:bidi="en-US"/>
              </w:rPr>
            </w:pPr>
            <w:r w:rsidRPr="003218D6">
              <w:rPr>
                <w:lang w:bidi="en-US"/>
              </w:rPr>
              <w:t>Patient</w:t>
            </w:r>
          </w:p>
          <w:p w14:paraId="36C55D55" w14:textId="09AC7983" w:rsidR="00FC25F3" w:rsidRPr="003218D6" w:rsidRDefault="00FC25F3" w:rsidP="00FC25F3">
            <w:pPr>
              <w:pStyle w:val="TBLContenu"/>
              <w:rPr>
                <w:lang w:bidi="en-US"/>
              </w:rPr>
            </w:pPr>
            <w:proofErr w:type="spellStart"/>
            <w:r w:rsidRPr="00536A7F">
              <w:rPr>
                <w:color w:val="F79646" w:themeColor="accent6"/>
                <w:lang w:bidi="en-US"/>
              </w:rPr>
              <w:t>FrPatient</w:t>
            </w:r>
            <w:proofErr w:type="spellEnd"/>
          </w:p>
        </w:tc>
        <w:tc>
          <w:tcPr>
            <w:tcW w:w="1462" w:type="pct"/>
            <w:noWrap/>
          </w:tcPr>
          <w:p w14:paraId="7A08449E" w14:textId="77777777" w:rsidR="00FC25F3" w:rsidRPr="00CD650F" w:rsidRDefault="00FC25F3" w:rsidP="00CD650F">
            <w:pPr>
              <w:pStyle w:val="TBLListepuces"/>
              <w:rPr>
                <w:lang w:bidi="en-US"/>
              </w:rPr>
            </w:pPr>
            <w:r w:rsidRPr="00CD650F">
              <w:rPr>
                <w:lang w:bidi="en-US"/>
              </w:rPr>
              <w:t>Identifier : Identifier [</w:t>
            </w:r>
            <w:proofErr w:type="gramStart"/>
            <w:r w:rsidRPr="00CD650F">
              <w:rPr>
                <w:lang w:bidi="en-US"/>
              </w:rPr>
              <w:t>0..</w:t>
            </w:r>
            <w:proofErr w:type="gramEnd"/>
            <w:r w:rsidRPr="00CD650F">
              <w:rPr>
                <w:lang w:bidi="en-US"/>
              </w:rPr>
              <w:t>*]</w:t>
            </w:r>
          </w:p>
          <w:p w14:paraId="3E2185EE" w14:textId="466457DD" w:rsidR="000A2E82" w:rsidRPr="00CD650F" w:rsidRDefault="000A2E82" w:rsidP="00CD650F">
            <w:pPr>
              <w:pStyle w:val="TBLListepuce2"/>
              <w:rPr>
                <w:lang w:bidi="en-US"/>
              </w:rPr>
            </w:pPr>
            <w:r w:rsidRPr="00CD650F">
              <w:rPr>
                <w:lang w:bidi="en-US"/>
              </w:rPr>
              <w:t>Slice « INS-NIR »</w:t>
            </w:r>
          </w:p>
          <w:p w14:paraId="1996DB14" w14:textId="01FC0941" w:rsidR="000A2E82" w:rsidRPr="00CD650F" w:rsidRDefault="000A2E82" w:rsidP="00CD650F">
            <w:pPr>
              <w:pStyle w:val="TBLListepuce2"/>
              <w:rPr>
                <w:lang w:bidi="en-US"/>
              </w:rPr>
            </w:pPr>
            <w:r w:rsidRPr="00CD650F">
              <w:rPr>
                <w:lang w:bidi="en-US"/>
              </w:rPr>
              <w:t xml:space="preserve">Slice « INS-NIA » </w:t>
            </w:r>
          </w:p>
          <w:p w14:paraId="4B276C09" w14:textId="1701CD46" w:rsidR="00F35B0A" w:rsidRPr="00CD650F" w:rsidRDefault="000A2E82" w:rsidP="00F35B0A">
            <w:pPr>
              <w:pStyle w:val="TBLListepuce2"/>
              <w:rPr>
                <w:lang w:bidi="en-US"/>
              </w:rPr>
            </w:pPr>
            <w:r w:rsidRPr="00CD650F">
              <w:rPr>
                <w:lang w:bidi="en-US"/>
              </w:rPr>
              <w:t>Slice « INS-C »</w:t>
            </w:r>
          </w:p>
          <w:p w14:paraId="3B2CABDB" w14:textId="77777777" w:rsidR="003373A5" w:rsidRPr="00CD650F" w:rsidRDefault="003373A5" w:rsidP="00CD650F">
            <w:pPr>
              <w:pStyle w:val="TBLListepuce2"/>
              <w:numPr>
                <w:ilvl w:val="0"/>
                <w:numId w:val="0"/>
              </w:numPr>
              <w:ind w:left="714"/>
              <w:rPr>
                <w:lang w:bidi="en-US"/>
              </w:rPr>
            </w:pPr>
          </w:p>
          <w:p w14:paraId="42687554" w14:textId="14052A2E" w:rsidR="00F35B0A" w:rsidRPr="00CD650F" w:rsidRDefault="00F35B0A" w:rsidP="00F35B0A">
            <w:pPr>
              <w:pStyle w:val="TBLListepuces"/>
              <w:rPr>
                <w:lang w:bidi="en-US"/>
              </w:rPr>
            </w:pPr>
            <w:proofErr w:type="spellStart"/>
            <w:proofErr w:type="gramStart"/>
            <w:r w:rsidRPr="00CD650F">
              <w:rPr>
                <w:lang w:bidi="en-US"/>
              </w:rPr>
              <w:t>name</w:t>
            </w:r>
            <w:proofErr w:type="spellEnd"/>
            <w:r w:rsidRPr="00CD650F">
              <w:rPr>
                <w:lang w:bidi="en-US"/>
              </w:rPr>
              <w:t>[</w:t>
            </w:r>
            <w:proofErr w:type="gramEnd"/>
            <w:r w:rsidRPr="00CD650F">
              <w:rPr>
                <w:lang w:bidi="en-US"/>
              </w:rPr>
              <w:t>1..*].</w:t>
            </w:r>
            <w:proofErr w:type="spellStart"/>
            <w:r w:rsidRPr="00CD650F">
              <w:rPr>
                <w:lang w:bidi="en-US"/>
              </w:rPr>
              <w:t>family</w:t>
            </w:r>
            <w:proofErr w:type="spellEnd"/>
            <w:r w:rsidRPr="00CD650F">
              <w:rPr>
                <w:lang w:bidi="en-US"/>
              </w:rPr>
              <w:t> : string [1..1] (</w:t>
            </w:r>
            <w:proofErr w:type="spellStart"/>
            <w:r w:rsidRPr="00CD650F">
              <w:rPr>
                <w:lang w:bidi="en-US"/>
              </w:rPr>
              <w:t>FrHumanName</w:t>
            </w:r>
            <w:proofErr w:type="spellEnd"/>
            <w:r w:rsidRPr="00CD650F">
              <w:rPr>
                <w:lang w:bidi="en-US"/>
              </w:rPr>
              <w:t>)</w:t>
            </w:r>
          </w:p>
          <w:p w14:paraId="3C69EC1C" w14:textId="2A4675B1" w:rsidR="00F35B0A" w:rsidRPr="00CD650F" w:rsidRDefault="00F35B0A" w:rsidP="00F35B0A">
            <w:pPr>
              <w:pStyle w:val="TBLListepuces"/>
              <w:rPr>
                <w:lang w:bidi="en-US"/>
              </w:rPr>
            </w:pPr>
            <w:proofErr w:type="spellStart"/>
            <w:proofErr w:type="gramStart"/>
            <w:r w:rsidRPr="00CD650F">
              <w:rPr>
                <w:lang w:bidi="en-US"/>
              </w:rPr>
              <w:t>name</w:t>
            </w:r>
            <w:proofErr w:type="spellEnd"/>
            <w:r w:rsidRPr="00CD650F">
              <w:rPr>
                <w:lang w:bidi="en-US"/>
              </w:rPr>
              <w:t>[</w:t>
            </w:r>
            <w:proofErr w:type="gramEnd"/>
            <w:r w:rsidRPr="00CD650F">
              <w:rPr>
                <w:lang w:bidi="en-US"/>
              </w:rPr>
              <w:t>1..*].</w:t>
            </w:r>
            <w:proofErr w:type="spellStart"/>
            <w:r w:rsidRPr="00CD650F">
              <w:rPr>
                <w:lang w:bidi="en-US"/>
              </w:rPr>
              <w:t>text</w:t>
            </w:r>
            <w:proofErr w:type="spellEnd"/>
            <w:r w:rsidRPr="00CD650F">
              <w:rPr>
                <w:lang w:bidi="en-US"/>
              </w:rPr>
              <w:t> : string [0..1] (</w:t>
            </w:r>
            <w:proofErr w:type="spellStart"/>
            <w:r w:rsidRPr="00CD650F">
              <w:rPr>
                <w:lang w:bidi="en-US"/>
              </w:rPr>
              <w:t>FrHumanName</w:t>
            </w:r>
            <w:proofErr w:type="spellEnd"/>
            <w:r w:rsidRPr="00CD650F">
              <w:rPr>
                <w:lang w:bidi="en-US"/>
              </w:rPr>
              <w:t>)</w:t>
            </w:r>
          </w:p>
          <w:p w14:paraId="13F11C30" w14:textId="308E6C5B" w:rsidR="00F35B0A" w:rsidRPr="00CD650F" w:rsidRDefault="00F35B0A" w:rsidP="003373A5">
            <w:pPr>
              <w:pStyle w:val="TBLListepuces"/>
              <w:rPr>
                <w:lang w:bidi="en-US"/>
              </w:rPr>
            </w:pPr>
            <w:proofErr w:type="spellStart"/>
            <w:proofErr w:type="gramStart"/>
            <w:r w:rsidRPr="00CD650F">
              <w:rPr>
                <w:lang w:bidi="en-US"/>
              </w:rPr>
              <w:t>name</w:t>
            </w:r>
            <w:proofErr w:type="spellEnd"/>
            <w:r w:rsidRPr="00CD650F">
              <w:rPr>
                <w:lang w:bidi="en-US"/>
              </w:rPr>
              <w:t>[</w:t>
            </w:r>
            <w:proofErr w:type="gramEnd"/>
            <w:r w:rsidRPr="00CD650F">
              <w:rPr>
                <w:lang w:bidi="en-US"/>
              </w:rPr>
              <w:t>1..*].</w:t>
            </w:r>
            <w:proofErr w:type="spellStart"/>
            <w:r w:rsidRPr="00CD650F">
              <w:rPr>
                <w:lang w:bidi="en-US"/>
              </w:rPr>
              <w:t>given</w:t>
            </w:r>
            <w:proofErr w:type="spellEnd"/>
            <w:r w:rsidRPr="00CD650F">
              <w:rPr>
                <w:lang w:bidi="en-US"/>
              </w:rPr>
              <w:t> : string [1..1] (</w:t>
            </w:r>
            <w:proofErr w:type="spellStart"/>
            <w:r w:rsidRPr="00CD650F">
              <w:rPr>
                <w:lang w:bidi="en-US"/>
              </w:rPr>
              <w:t>FrHumanName</w:t>
            </w:r>
            <w:proofErr w:type="spellEnd"/>
            <w:r w:rsidRPr="00CD650F">
              <w:rPr>
                <w:lang w:bidi="en-US"/>
              </w:rPr>
              <w:t>)</w:t>
            </w:r>
          </w:p>
          <w:p w14:paraId="62DFA3EA" w14:textId="77777777" w:rsidR="003373A5" w:rsidRPr="00CD650F" w:rsidRDefault="003373A5" w:rsidP="00CD650F">
            <w:pPr>
              <w:pStyle w:val="TBLListepuces"/>
              <w:numPr>
                <w:ilvl w:val="0"/>
                <w:numId w:val="0"/>
              </w:numPr>
              <w:ind w:left="357"/>
              <w:rPr>
                <w:lang w:bidi="en-US"/>
              </w:rPr>
            </w:pPr>
          </w:p>
          <w:p w14:paraId="25E72F84" w14:textId="3BC9B797" w:rsidR="003373A5" w:rsidRPr="00CD650F" w:rsidRDefault="003373A5" w:rsidP="003373A5">
            <w:pPr>
              <w:pStyle w:val="TBLListepuces"/>
              <w:numPr>
                <w:ilvl w:val="0"/>
                <w:numId w:val="0"/>
              </w:numPr>
              <w:rPr>
                <w:lang w:bidi="en-US"/>
              </w:rPr>
            </w:pPr>
            <w:r w:rsidRPr="00CD650F">
              <w:rPr>
                <w:lang w:bidi="en-US"/>
              </w:rPr>
              <w:t xml:space="preserve">Slice </w:t>
            </w:r>
            <w:proofErr w:type="spellStart"/>
            <w:r w:rsidRPr="00CD650F">
              <w:rPr>
                <w:lang w:bidi="en-US"/>
              </w:rPr>
              <w:t>officialName</w:t>
            </w:r>
            <w:proofErr w:type="spellEnd"/>
            <w:r w:rsidRPr="00CD650F">
              <w:rPr>
                <w:lang w:bidi="en-US"/>
              </w:rPr>
              <w:t xml:space="preserve">, </w:t>
            </w:r>
            <w:proofErr w:type="spellStart"/>
            <w:r w:rsidRPr="00CD650F">
              <w:rPr>
                <w:lang w:bidi="en-US"/>
              </w:rPr>
              <w:t>Patient.name.use</w:t>
            </w:r>
            <w:proofErr w:type="spellEnd"/>
            <w:r w:rsidRPr="00CD650F">
              <w:rPr>
                <w:lang w:bidi="en-US"/>
              </w:rPr>
              <w:t xml:space="preserve"> prenant la valeur « official »)</w:t>
            </w:r>
          </w:p>
          <w:p w14:paraId="4494FD30" w14:textId="22C1F268" w:rsidR="003373A5" w:rsidRPr="00CD650F" w:rsidRDefault="003373A5" w:rsidP="003373A5">
            <w:pPr>
              <w:pStyle w:val="TBLListepuces"/>
              <w:numPr>
                <w:ilvl w:val="0"/>
                <w:numId w:val="0"/>
              </w:numPr>
              <w:rPr>
                <w:lang w:bidi="en-US"/>
              </w:rPr>
            </w:pPr>
          </w:p>
          <w:p w14:paraId="057D3CB4" w14:textId="77777777" w:rsidR="003373A5" w:rsidRPr="00CD650F" w:rsidRDefault="003373A5" w:rsidP="00CD650F">
            <w:pPr>
              <w:pStyle w:val="TBLListepuces"/>
              <w:numPr>
                <w:ilvl w:val="0"/>
                <w:numId w:val="0"/>
              </w:numPr>
              <w:rPr>
                <w:lang w:bidi="en-US"/>
              </w:rPr>
            </w:pPr>
          </w:p>
          <w:p w14:paraId="23D3132A" w14:textId="77777777" w:rsidR="00F35B0A" w:rsidRPr="00CD650F" w:rsidRDefault="00F35B0A" w:rsidP="00CD650F">
            <w:pPr>
              <w:pStyle w:val="TBLListepuces"/>
              <w:rPr>
                <w:lang w:bidi="en-US"/>
              </w:rPr>
            </w:pPr>
            <w:proofErr w:type="spellStart"/>
            <w:proofErr w:type="gramStart"/>
            <w:r w:rsidRPr="00CD650F">
              <w:rPr>
                <w:lang w:bidi="en-US"/>
              </w:rPr>
              <w:t>name</w:t>
            </w:r>
            <w:proofErr w:type="spellEnd"/>
            <w:r w:rsidRPr="00CD650F">
              <w:rPr>
                <w:lang w:bidi="en-US"/>
              </w:rPr>
              <w:t>[</w:t>
            </w:r>
            <w:proofErr w:type="gramEnd"/>
            <w:r w:rsidRPr="00CD650F">
              <w:rPr>
                <w:lang w:bidi="en-US"/>
              </w:rPr>
              <w:t>1..*].</w:t>
            </w:r>
            <w:proofErr w:type="spellStart"/>
            <w:r w:rsidRPr="00CD650F">
              <w:rPr>
                <w:lang w:bidi="en-US"/>
              </w:rPr>
              <w:t>family</w:t>
            </w:r>
            <w:proofErr w:type="spellEnd"/>
            <w:r w:rsidRPr="00CD650F">
              <w:rPr>
                <w:lang w:bidi="en-US"/>
              </w:rPr>
              <w:t> : string [0..1] (</w:t>
            </w:r>
            <w:proofErr w:type="spellStart"/>
            <w:r w:rsidRPr="00CD650F">
              <w:rPr>
                <w:lang w:bidi="en-US"/>
              </w:rPr>
              <w:t>FrHumanName</w:t>
            </w:r>
            <w:proofErr w:type="spellEnd"/>
            <w:r w:rsidRPr="00CD650F">
              <w:rPr>
                <w:lang w:bidi="en-US"/>
              </w:rPr>
              <w:t>)</w:t>
            </w:r>
          </w:p>
          <w:p w14:paraId="7392EECC" w14:textId="1F19CF52" w:rsidR="00F35B0A" w:rsidRPr="00CD650F" w:rsidRDefault="00F35B0A" w:rsidP="00F35B0A">
            <w:pPr>
              <w:pStyle w:val="TBLListepuces"/>
              <w:rPr>
                <w:lang w:bidi="en-US"/>
              </w:rPr>
            </w:pPr>
            <w:proofErr w:type="spellStart"/>
            <w:proofErr w:type="gramStart"/>
            <w:r w:rsidRPr="00CD650F">
              <w:rPr>
                <w:lang w:bidi="en-US"/>
              </w:rPr>
              <w:t>name</w:t>
            </w:r>
            <w:proofErr w:type="spellEnd"/>
            <w:r w:rsidRPr="00CD650F">
              <w:rPr>
                <w:lang w:bidi="en-US"/>
              </w:rPr>
              <w:t>[</w:t>
            </w:r>
            <w:proofErr w:type="gramEnd"/>
            <w:r w:rsidRPr="00CD650F">
              <w:rPr>
                <w:lang w:bidi="en-US"/>
              </w:rPr>
              <w:t>1..*].</w:t>
            </w:r>
            <w:proofErr w:type="spellStart"/>
            <w:r w:rsidRPr="00CD650F">
              <w:rPr>
                <w:lang w:bidi="en-US"/>
              </w:rPr>
              <w:t>given</w:t>
            </w:r>
            <w:proofErr w:type="spellEnd"/>
            <w:r w:rsidRPr="00CD650F">
              <w:rPr>
                <w:lang w:bidi="en-US"/>
              </w:rPr>
              <w:t> : string [0..*] (</w:t>
            </w:r>
            <w:proofErr w:type="spellStart"/>
            <w:r w:rsidRPr="00CD650F">
              <w:rPr>
                <w:lang w:bidi="en-US"/>
              </w:rPr>
              <w:t>FrHumanName</w:t>
            </w:r>
            <w:proofErr w:type="spellEnd"/>
            <w:r w:rsidRPr="00CD650F">
              <w:rPr>
                <w:lang w:bidi="en-US"/>
              </w:rPr>
              <w:t>)</w:t>
            </w:r>
          </w:p>
          <w:p w14:paraId="3C333D27" w14:textId="77777777" w:rsidR="003373A5" w:rsidRPr="00CD650F" w:rsidRDefault="003373A5" w:rsidP="00CD650F">
            <w:pPr>
              <w:pStyle w:val="TBLListepuces"/>
              <w:numPr>
                <w:ilvl w:val="0"/>
                <w:numId w:val="0"/>
              </w:numPr>
              <w:ind w:left="357"/>
              <w:rPr>
                <w:lang w:bidi="en-US"/>
              </w:rPr>
            </w:pPr>
          </w:p>
          <w:p w14:paraId="3A52C654" w14:textId="14BDDC22" w:rsidR="00F35B0A" w:rsidRPr="00CD650F" w:rsidRDefault="00F35B0A" w:rsidP="003373A5">
            <w:pPr>
              <w:pStyle w:val="TBLListepuce2"/>
              <w:numPr>
                <w:ilvl w:val="0"/>
                <w:numId w:val="0"/>
              </w:numPr>
              <w:rPr>
                <w:lang w:bidi="en-US"/>
              </w:rPr>
            </w:pPr>
            <w:r w:rsidRPr="00CD650F">
              <w:rPr>
                <w:lang w:bidi="en-US"/>
              </w:rPr>
              <w:t xml:space="preserve">Slice </w:t>
            </w:r>
            <w:proofErr w:type="spellStart"/>
            <w:r w:rsidRPr="00CD650F">
              <w:rPr>
                <w:lang w:bidi="en-US"/>
              </w:rPr>
              <w:t>usualName</w:t>
            </w:r>
            <w:proofErr w:type="spellEnd"/>
            <w:r w:rsidRPr="00CD650F">
              <w:rPr>
                <w:lang w:bidi="en-US"/>
              </w:rPr>
              <w:t xml:space="preserve">, </w:t>
            </w:r>
            <w:proofErr w:type="spellStart"/>
            <w:r w:rsidRPr="00CD650F">
              <w:rPr>
                <w:lang w:bidi="en-US"/>
              </w:rPr>
              <w:t>Patient.name.use</w:t>
            </w:r>
            <w:proofErr w:type="spellEnd"/>
            <w:r w:rsidRPr="00CD650F">
              <w:rPr>
                <w:lang w:bidi="en-US"/>
              </w:rPr>
              <w:t xml:space="preserve"> prenant la valeur « </w:t>
            </w:r>
            <w:proofErr w:type="spellStart"/>
            <w:r w:rsidRPr="00CD650F">
              <w:rPr>
                <w:lang w:bidi="en-US"/>
              </w:rPr>
              <w:t>usual</w:t>
            </w:r>
            <w:proofErr w:type="spellEnd"/>
            <w:r w:rsidRPr="00CD650F">
              <w:rPr>
                <w:lang w:bidi="en-US"/>
              </w:rPr>
              <w:t xml:space="preserve"> »</w:t>
            </w:r>
          </w:p>
          <w:p w14:paraId="52B2CB75" w14:textId="30342FCE" w:rsidR="003373A5" w:rsidRPr="00CD650F" w:rsidRDefault="003373A5" w:rsidP="003373A5">
            <w:pPr>
              <w:pStyle w:val="TBLListepuce2"/>
              <w:numPr>
                <w:ilvl w:val="0"/>
                <w:numId w:val="0"/>
              </w:numPr>
              <w:rPr>
                <w:lang w:bidi="en-US"/>
              </w:rPr>
            </w:pPr>
          </w:p>
          <w:p w14:paraId="5D1AC5AE" w14:textId="77777777" w:rsidR="003373A5" w:rsidRPr="00CD650F" w:rsidRDefault="003373A5" w:rsidP="00CD650F">
            <w:pPr>
              <w:pStyle w:val="TBLListepuce2"/>
              <w:numPr>
                <w:ilvl w:val="0"/>
                <w:numId w:val="0"/>
              </w:numPr>
              <w:rPr>
                <w:lang w:bidi="en-US"/>
              </w:rPr>
            </w:pPr>
          </w:p>
          <w:p w14:paraId="148F60AE" w14:textId="77777777" w:rsidR="00F35B0A" w:rsidRPr="00CD650F" w:rsidRDefault="00F35B0A" w:rsidP="00CD650F">
            <w:pPr>
              <w:pStyle w:val="TBLListepuces"/>
              <w:rPr>
                <w:lang w:bidi="en-US"/>
              </w:rPr>
            </w:pPr>
            <w:proofErr w:type="spellStart"/>
            <w:proofErr w:type="gramStart"/>
            <w:r w:rsidRPr="00CD650F">
              <w:rPr>
                <w:lang w:bidi="en-US"/>
              </w:rPr>
              <w:t>gender</w:t>
            </w:r>
            <w:proofErr w:type="spellEnd"/>
            <w:proofErr w:type="gramEnd"/>
            <w:r w:rsidRPr="00CD650F">
              <w:rPr>
                <w:lang w:bidi="en-US"/>
              </w:rPr>
              <w:t xml:space="preserve"> : code [1..1]</w:t>
            </w:r>
          </w:p>
          <w:p w14:paraId="5B7CB6B8" w14:textId="77777777" w:rsidR="00F35B0A" w:rsidRPr="00CD650F" w:rsidRDefault="00F35B0A" w:rsidP="00CD650F">
            <w:pPr>
              <w:pStyle w:val="TBLListepuces"/>
              <w:rPr>
                <w:lang w:bidi="en-US"/>
              </w:rPr>
            </w:pPr>
            <w:proofErr w:type="spellStart"/>
            <w:proofErr w:type="gramStart"/>
            <w:r w:rsidRPr="00CD650F">
              <w:rPr>
                <w:lang w:bidi="en-US"/>
              </w:rPr>
              <w:t>birthDate</w:t>
            </w:r>
            <w:proofErr w:type="spellEnd"/>
            <w:proofErr w:type="gramEnd"/>
            <w:r w:rsidRPr="00CD650F">
              <w:rPr>
                <w:lang w:bidi="en-US"/>
              </w:rPr>
              <w:t xml:space="preserve"> : date [1..1]</w:t>
            </w:r>
          </w:p>
          <w:p w14:paraId="5A7AA3EF" w14:textId="77777777" w:rsidR="00F35B0A" w:rsidRPr="00CD650F" w:rsidRDefault="00F35B0A" w:rsidP="00CD650F">
            <w:pPr>
              <w:pStyle w:val="TBLListepuces"/>
              <w:rPr>
                <w:color w:val="FF0000"/>
                <w:szCs w:val="20"/>
              </w:rPr>
            </w:pPr>
            <w:proofErr w:type="spellStart"/>
            <w:proofErr w:type="gramStart"/>
            <w:r w:rsidRPr="00CD650F">
              <w:rPr>
                <w:color w:val="FF0000"/>
                <w:szCs w:val="20"/>
              </w:rPr>
              <w:t>birthPlace</w:t>
            </w:r>
            <w:proofErr w:type="spellEnd"/>
            <w:proofErr w:type="gramEnd"/>
            <w:r w:rsidRPr="00CD650F">
              <w:rPr>
                <w:color w:val="FF0000"/>
                <w:szCs w:val="20"/>
              </w:rPr>
              <w:t xml:space="preserve"> : Extension(</w:t>
            </w:r>
            <w:proofErr w:type="spellStart"/>
            <w:r w:rsidRPr="00CD650F">
              <w:rPr>
                <w:color w:val="FF0000"/>
                <w:szCs w:val="20"/>
              </w:rPr>
              <w:t>Address</w:t>
            </w:r>
            <w:proofErr w:type="spellEnd"/>
            <w:r w:rsidRPr="00CD650F">
              <w:rPr>
                <w:color w:val="FF0000"/>
                <w:szCs w:val="20"/>
              </w:rPr>
              <w:t>) [0..1]</w:t>
            </w:r>
          </w:p>
          <w:p w14:paraId="4C9A626A" w14:textId="3E4D57ED" w:rsidR="00F35B0A" w:rsidRPr="00CD650F" w:rsidRDefault="00F35B0A" w:rsidP="00CD650F">
            <w:pPr>
              <w:pStyle w:val="TBLListepuces"/>
              <w:numPr>
                <w:ilvl w:val="0"/>
                <w:numId w:val="0"/>
              </w:numPr>
              <w:ind w:left="357"/>
              <w:rPr>
                <w:lang w:bidi="en-US"/>
              </w:rPr>
            </w:pPr>
            <w:r w:rsidRPr="00CD650F">
              <w:rPr>
                <w:color w:val="FF0000"/>
                <w:szCs w:val="20"/>
              </w:rPr>
              <w:t xml:space="preserve">Extension </w:t>
            </w:r>
            <w:r w:rsidR="00E85C83" w:rsidRPr="00CD650F">
              <w:rPr>
                <w:color w:val="FF0000"/>
                <w:szCs w:val="20"/>
              </w:rPr>
              <w:t>(</w:t>
            </w:r>
            <w:proofErr w:type="spellStart"/>
            <w:r w:rsidRPr="00CD650F">
              <w:rPr>
                <w:color w:val="FF0000"/>
                <w:szCs w:val="20"/>
              </w:rPr>
              <w:t>BirthPlace</w:t>
            </w:r>
            <w:proofErr w:type="spellEnd"/>
            <w:r w:rsidR="00E85C83" w:rsidRPr="00CD650F">
              <w:rPr>
                <w:color w:val="FF0000"/>
                <w:szCs w:val="20"/>
              </w:rPr>
              <w:t>)</w:t>
            </w:r>
          </w:p>
        </w:tc>
      </w:tr>
      <w:tr w:rsidR="00FC25F3" w:rsidRPr="00475E67" w14:paraId="69294725" w14:textId="77777777" w:rsidTr="00E01169">
        <w:trPr>
          <w:trHeight w:val="288"/>
        </w:trPr>
        <w:tc>
          <w:tcPr>
            <w:tcW w:w="895" w:type="pct"/>
            <w:vMerge/>
            <w:noWrap/>
            <w:hideMark/>
          </w:tcPr>
          <w:p w14:paraId="48057B04" w14:textId="169E8AA0" w:rsidR="00FC25F3" w:rsidRPr="00B43FD0" w:rsidRDefault="00FC25F3" w:rsidP="002206AD">
            <w:pPr>
              <w:pStyle w:val="TBLContenu"/>
              <w:rPr>
                <w:lang w:bidi="en-US"/>
              </w:rPr>
            </w:pPr>
          </w:p>
        </w:tc>
        <w:tc>
          <w:tcPr>
            <w:tcW w:w="1577" w:type="pct"/>
            <w:noWrap/>
            <w:hideMark/>
          </w:tcPr>
          <w:p w14:paraId="154D34CD" w14:textId="3DD04AC9" w:rsidR="00FC25F3" w:rsidRPr="001365DE" w:rsidRDefault="00FC25F3" w:rsidP="002206AD">
            <w:pPr>
              <w:pStyle w:val="TBLContenu"/>
              <w:rPr>
                <w:lang w:bidi="en-US"/>
              </w:rPr>
            </w:pPr>
            <w:proofErr w:type="spellStart"/>
            <w:proofErr w:type="gramStart"/>
            <w:r w:rsidRPr="001365DE">
              <w:rPr>
                <w:lang w:bidi="en-US"/>
              </w:rPr>
              <w:t>idPersonnePriseCharge</w:t>
            </w:r>
            <w:proofErr w:type="spellEnd"/>
            <w:proofErr w:type="gramEnd"/>
            <w:r w:rsidRPr="001365DE">
              <w:rPr>
                <w:lang w:bidi="en-US"/>
              </w:rPr>
              <w:t xml:space="preserve"> : [0..</w:t>
            </w:r>
            <w:r>
              <w:rPr>
                <w:lang w:bidi="en-US"/>
              </w:rPr>
              <w:t>*</w:t>
            </w:r>
            <w:r w:rsidRPr="001365DE">
              <w:rPr>
                <w:lang w:bidi="en-US"/>
              </w:rPr>
              <w:t>] Identifiant</w:t>
            </w:r>
          </w:p>
        </w:tc>
        <w:tc>
          <w:tcPr>
            <w:tcW w:w="1066" w:type="pct"/>
            <w:noWrap/>
            <w:hideMark/>
          </w:tcPr>
          <w:p w14:paraId="4DEF68F9" w14:textId="77777777" w:rsidR="00FC25F3" w:rsidRPr="002B07CD" w:rsidRDefault="00FC25F3" w:rsidP="002206AD">
            <w:pPr>
              <w:pStyle w:val="TBLContenu"/>
              <w:rPr>
                <w:lang w:bidi="en-US"/>
              </w:rPr>
            </w:pPr>
            <w:r w:rsidRPr="003218D6">
              <w:rPr>
                <w:lang w:bidi="en-US"/>
              </w:rPr>
              <w:t>Patient</w:t>
            </w:r>
          </w:p>
          <w:p w14:paraId="749B03C0" w14:textId="77777777" w:rsidR="00FC25F3" w:rsidRPr="00536A7F" w:rsidRDefault="00FC25F3" w:rsidP="002206AD">
            <w:pPr>
              <w:pStyle w:val="TBLContenu"/>
              <w:rPr>
                <w:lang w:bidi="en-US"/>
              </w:rPr>
            </w:pPr>
            <w:proofErr w:type="spellStart"/>
            <w:r w:rsidRPr="00536A7F">
              <w:rPr>
                <w:color w:val="F79646" w:themeColor="accent6"/>
                <w:lang w:bidi="en-US"/>
              </w:rPr>
              <w:t>FrPatient</w:t>
            </w:r>
            <w:proofErr w:type="spellEnd"/>
          </w:p>
        </w:tc>
        <w:tc>
          <w:tcPr>
            <w:tcW w:w="1462" w:type="pct"/>
            <w:noWrap/>
          </w:tcPr>
          <w:p w14:paraId="79EBE125" w14:textId="77777777" w:rsidR="00FC25F3" w:rsidRPr="00E72683" w:rsidRDefault="00FC25F3" w:rsidP="002206AD">
            <w:pPr>
              <w:pStyle w:val="TBLContenu"/>
              <w:rPr>
                <w:lang w:bidi="en-US"/>
              </w:rPr>
            </w:pPr>
            <w:proofErr w:type="gramStart"/>
            <w:r w:rsidRPr="000C77AE">
              <w:rPr>
                <w:lang w:bidi="en-US"/>
              </w:rPr>
              <w:t>i</w:t>
            </w:r>
            <w:r w:rsidRPr="00E72683">
              <w:rPr>
                <w:lang w:bidi="en-US"/>
              </w:rPr>
              <w:t>dentifier</w:t>
            </w:r>
            <w:proofErr w:type="gramEnd"/>
            <w:r w:rsidRPr="00E72683">
              <w:rPr>
                <w:lang w:bidi="en-US"/>
              </w:rPr>
              <w:t xml:space="preserve"> : </w:t>
            </w:r>
            <w:r w:rsidRPr="00E72683">
              <w:t>Identifier [0..*]</w:t>
            </w:r>
          </w:p>
        </w:tc>
      </w:tr>
      <w:tr w:rsidR="00FC25F3" w:rsidRPr="00475E67" w14:paraId="66FFD065" w14:textId="77777777" w:rsidTr="00E01169">
        <w:trPr>
          <w:trHeight w:val="288"/>
        </w:trPr>
        <w:tc>
          <w:tcPr>
            <w:tcW w:w="895" w:type="pct"/>
            <w:vMerge/>
            <w:noWrap/>
          </w:tcPr>
          <w:p w14:paraId="6F9B3646" w14:textId="77777777" w:rsidR="00FC25F3" w:rsidRPr="00B43FD0" w:rsidRDefault="00FC25F3" w:rsidP="002206AD">
            <w:pPr>
              <w:pStyle w:val="TBLContenu"/>
              <w:rPr>
                <w:lang w:bidi="en-US"/>
              </w:rPr>
            </w:pPr>
          </w:p>
        </w:tc>
        <w:tc>
          <w:tcPr>
            <w:tcW w:w="1577" w:type="pct"/>
            <w:noWrap/>
          </w:tcPr>
          <w:p w14:paraId="307E017C" w14:textId="3FF3E15E" w:rsidR="00FC25F3" w:rsidRPr="00B43FD0" w:rsidRDefault="00FC25F3" w:rsidP="002206AD">
            <w:pPr>
              <w:pStyle w:val="TBLContenu"/>
              <w:rPr>
                <w:lang w:bidi="en-US"/>
              </w:rPr>
            </w:pPr>
            <w:proofErr w:type="spellStart"/>
            <w:proofErr w:type="gramStart"/>
            <w:r w:rsidRPr="00B43FD0">
              <w:rPr>
                <w:lang w:bidi="en-US"/>
              </w:rPr>
              <w:t>adresse</w:t>
            </w:r>
            <w:r>
              <w:rPr>
                <w:lang w:bidi="en-US"/>
              </w:rPr>
              <w:t>Correspondance</w:t>
            </w:r>
            <w:proofErr w:type="spellEnd"/>
            <w:proofErr w:type="gramEnd"/>
            <w:r w:rsidRPr="00B43FD0">
              <w:rPr>
                <w:lang w:bidi="en-US"/>
              </w:rPr>
              <w:t xml:space="preserve"> : [0..*] Adresse</w:t>
            </w:r>
          </w:p>
        </w:tc>
        <w:tc>
          <w:tcPr>
            <w:tcW w:w="1066" w:type="pct"/>
            <w:noWrap/>
          </w:tcPr>
          <w:p w14:paraId="6D0BB4CE" w14:textId="77777777" w:rsidR="00FC25F3" w:rsidRPr="00B43FD0" w:rsidRDefault="00FC25F3" w:rsidP="002206AD">
            <w:pPr>
              <w:pStyle w:val="TBLContenu"/>
              <w:rPr>
                <w:lang w:bidi="en-US"/>
              </w:rPr>
            </w:pPr>
            <w:r w:rsidRPr="00B43FD0">
              <w:rPr>
                <w:lang w:bidi="en-US"/>
              </w:rPr>
              <w:t>Patient</w:t>
            </w:r>
          </w:p>
          <w:p w14:paraId="75243CF7" w14:textId="77777777" w:rsidR="00FC25F3" w:rsidRPr="00B43FD0" w:rsidRDefault="00FC25F3" w:rsidP="002206AD">
            <w:pPr>
              <w:pStyle w:val="TBLContenu"/>
              <w:rPr>
                <w:lang w:bidi="en-US"/>
              </w:rPr>
            </w:pPr>
            <w:proofErr w:type="spellStart"/>
            <w:r w:rsidRPr="00B43FD0">
              <w:rPr>
                <w:color w:val="F79646" w:themeColor="accent6"/>
                <w:lang w:bidi="en-US"/>
              </w:rPr>
              <w:t>FrPatient</w:t>
            </w:r>
            <w:proofErr w:type="spellEnd"/>
          </w:p>
        </w:tc>
        <w:tc>
          <w:tcPr>
            <w:tcW w:w="1462" w:type="pct"/>
            <w:noWrap/>
          </w:tcPr>
          <w:p w14:paraId="0A43D2EF" w14:textId="77777777" w:rsidR="00FC25F3" w:rsidRPr="00B43FD0" w:rsidRDefault="00FC25F3" w:rsidP="002206AD">
            <w:pPr>
              <w:pStyle w:val="TBLContenu"/>
              <w:rPr>
                <w:lang w:bidi="en-US"/>
              </w:rPr>
            </w:pPr>
            <w:proofErr w:type="spellStart"/>
            <w:proofErr w:type="gramStart"/>
            <w:r w:rsidRPr="00B43FD0">
              <w:rPr>
                <w:lang w:bidi="en-US"/>
              </w:rPr>
              <w:t>address</w:t>
            </w:r>
            <w:proofErr w:type="spellEnd"/>
            <w:proofErr w:type="gramEnd"/>
            <w:r w:rsidRPr="00B43FD0">
              <w:rPr>
                <w:lang w:bidi="en-US"/>
              </w:rPr>
              <w:t xml:space="preserve"> : </w:t>
            </w:r>
            <w:proofErr w:type="spellStart"/>
            <w:r w:rsidRPr="00B43FD0">
              <w:rPr>
                <w:color w:val="F79646" w:themeColor="accent6"/>
              </w:rPr>
              <w:t>FrAddress</w:t>
            </w:r>
            <w:proofErr w:type="spellEnd"/>
            <w:r w:rsidRPr="00B43FD0">
              <w:rPr>
                <w:color w:val="F79646" w:themeColor="accent6"/>
              </w:rPr>
              <w:t xml:space="preserve"> </w:t>
            </w:r>
            <w:r w:rsidRPr="00B43FD0">
              <w:t>[0..*]</w:t>
            </w:r>
          </w:p>
        </w:tc>
      </w:tr>
      <w:tr w:rsidR="00FC25F3" w:rsidRPr="00475E67" w14:paraId="15FF124C" w14:textId="77777777" w:rsidTr="00CD650F">
        <w:trPr>
          <w:trHeight w:val="288"/>
        </w:trPr>
        <w:tc>
          <w:tcPr>
            <w:tcW w:w="0" w:type="pct"/>
            <w:vMerge/>
            <w:tcBorders>
              <w:bottom w:val="single" w:sz="4" w:space="0" w:color="808080" w:themeColor="background1" w:themeShade="80"/>
            </w:tcBorders>
            <w:noWrap/>
          </w:tcPr>
          <w:p w14:paraId="7EEAAE05" w14:textId="77777777" w:rsidR="00FC25F3" w:rsidRPr="00B43FD0" w:rsidRDefault="00FC25F3" w:rsidP="002206AD">
            <w:pPr>
              <w:pStyle w:val="TBLContenu"/>
              <w:rPr>
                <w:lang w:bidi="en-US"/>
              </w:rPr>
            </w:pPr>
          </w:p>
        </w:tc>
        <w:tc>
          <w:tcPr>
            <w:tcW w:w="0" w:type="pct"/>
            <w:tcBorders>
              <w:bottom w:val="single" w:sz="4" w:space="0" w:color="808080" w:themeColor="background1" w:themeShade="80"/>
            </w:tcBorders>
            <w:noWrap/>
          </w:tcPr>
          <w:p w14:paraId="0C22F546" w14:textId="77777777" w:rsidR="00FC25F3" w:rsidRPr="00B43FD0" w:rsidRDefault="00FC25F3" w:rsidP="002206AD">
            <w:pPr>
              <w:pStyle w:val="TBLContenu"/>
              <w:rPr>
                <w:lang w:bidi="en-US"/>
              </w:rPr>
            </w:pPr>
            <w:proofErr w:type="spellStart"/>
            <w:proofErr w:type="gramStart"/>
            <w:r w:rsidRPr="00B43FD0">
              <w:rPr>
                <w:lang w:bidi="en-US"/>
              </w:rPr>
              <w:t>telecommunication</w:t>
            </w:r>
            <w:proofErr w:type="spellEnd"/>
            <w:proofErr w:type="gramEnd"/>
            <w:r w:rsidRPr="00B43FD0">
              <w:rPr>
                <w:lang w:bidi="en-US"/>
              </w:rPr>
              <w:t xml:space="preserve"> : [0..*] </w:t>
            </w:r>
            <w:proofErr w:type="spellStart"/>
            <w:r w:rsidRPr="00B43FD0">
              <w:rPr>
                <w:lang w:bidi="en-US"/>
              </w:rPr>
              <w:t>Telecommunication</w:t>
            </w:r>
            <w:proofErr w:type="spellEnd"/>
          </w:p>
        </w:tc>
        <w:tc>
          <w:tcPr>
            <w:tcW w:w="0" w:type="pct"/>
            <w:tcBorders>
              <w:bottom w:val="single" w:sz="4" w:space="0" w:color="808080" w:themeColor="background1" w:themeShade="80"/>
            </w:tcBorders>
            <w:noWrap/>
          </w:tcPr>
          <w:p w14:paraId="342830DC" w14:textId="77777777" w:rsidR="00FC25F3" w:rsidRPr="00B43FD0" w:rsidRDefault="00FC25F3" w:rsidP="002206AD">
            <w:pPr>
              <w:pStyle w:val="TBLContenu"/>
              <w:rPr>
                <w:lang w:bidi="en-US"/>
              </w:rPr>
            </w:pPr>
            <w:r w:rsidRPr="00B43FD0">
              <w:rPr>
                <w:lang w:bidi="en-US"/>
              </w:rPr>
              <w:t>Patient</w:t>
            </w:r>
          </w:p>
          <w:p w14:paraId="04E724C5" w14:textId="77777777" w:rsidR="00FC25F3" w:rsidRPr="00B43FD0" w:rsidRDefault="00FC25F3" w:rsidP="002206AD">
            <w:pPr>
              <w:pStyle w:val="TBLContenu"/>
              <w:rPr>
                <w:lang w:bidi="en-US"/>
              </w:rPr>
            </w:pPr>
            <w:proofErr w:type="spellStart"/>
            <w:r w:rsidRPr="00B43FD0">
              <w:rPr>
                <w:color w:val="F79646" w:themeColor="accent6"/>
                <w:lang w:bidi="en-US"/>
              </w:rPr>
              <w:t>FrPatient</w:t>
            </w:r>
            <w:proofErr w:type="spellEnd"/>
          </w:p>
        </w:tc>
        <w:tc>
          <w:tcPr>
            <w:tcW w:w="0" w:type="pct"/>
            <w:tcBorders>
              <w:bottom w:val="single" w:sz="4" w:space="0" w:color="808080" w:themeColor="background1" w:themeShade="80"/>
            </w:tcBorders>
            <w:noWrap/>
          </w:tcPr>
          <w:p w14:paraId="327A3990" w14:textId="77777777" w:rsidR="00FC25F3" w:rsidRPr="00B43FD0" w:rsidRDefault="00FC25F3" w:rsidP="002206AD">
            <w:pPr>
              <w:pStyle w:val="TBLContenu"/>
              <w:rPr>
                <w:lang w:bidi="en-US"/>
              </w:rPr>
            </w:pPr>
            <w:proofErr w:type="spellStart"/>
            <w:proofErr w:type="gramStart"/>
            <w:r w:rsidRPr="00B43FD0">
              <w:rPr>
                <w:lang w:bidi="en-US"/>
              </w:rPr>
              <w:t>telecom</w:t>
            </w:r>
            <w:proofErr w:type="spellEnd"/>
            <w:proofErr w:type="gramEnd"/>
            <w:r w:rsidRPr="00B43FD0">
              <w:rPr>
                <w:lang w:bidi="en-US"/>
              </w:rPr>
              <w:t xml:space="preserve"> : </w:t>
            </w:r>
            <w:proofErr w:type="spellStart"/>
            <w:r w:rsidRPr="0039032C">
              <w:rPr>
                <w:color w:val="F79646" w:themeColor="accent6"/>
              </w:rPr>
              <w:t>FrContactPoint</w:t>
            </w:r>
            <w:proofErr w:type="spellEnd"/>
            <w:r w:rsidRPr="00F467C9">
              <w:rPr>
                <w:color w:val="FF0000"/>
              </w:rPr>
              <w:t xml:space="preserve"> </w:t>
            </w:r>
            <w:r w:rsidRPr="00B43FD0">
              <w:t>[0..*]</w:t>
            </w:r>
          </w:p>
        </w:tc>
      </w:tr>
      <w:tr w:rsidR="002206AD" w:rsidRPr="00A0706E" w14:paraId="6047EBAA" w14:textId="77777777" w:rsidTr="00CD650F">
        <w:trPr>
          <w:trHeight w:val="288"/>
        </w:trPr>
        <w:tc>
          <w:tcPr>
            <w:tcW w:w="0" w:type="pct"/>
            <w:vMerge w:val="restart"/>
            <w:tcBorders>
              <w:top w:val="single" w:sz="4" w:space="0" w:color="808080" w:themeColor="background1" w:themeShade="80"/>
              <w:bottom w:val="dashSmallGap" w:sz="4" w:space="0" w:color="auto"/>
            </w:tcBorders>
            <w:noWrap/>
          </w:tcPr>
          <w:p w14:paraId="19FCF0B1" w14:textId="77777777" w:rsidR="002206AD" w:rsidRPr="00B43FD0" w:rsidRDefault="002206AD" w:rsidP="002206AD">
            <w:pPr>
              <w:pStyle w:val="TBLContenu"/>
              <w:rPr>
                <w:b/>
                <w:bCs/>
                <w:lang w:bidi="en-US"/>
              </w:rPr>
            </w:pPr>
            <w:proofErr w:type="spellStart"/>
            <w:r w:rsidRPr="00B43FD0">
              <w:rPr>
                <w:lang w:bidi="en-US"/>
              </w:rPr>
              <w:t>PersonnePhysique</w:t>
            </w:r>
            <w:proofErr w:type="spellEnd"/>
          </w:p>
        </w:tc>
        <w:tc>
          <w:tcPr>
            <w:tcW w:w="0" w:type="pct"/>
            <w:tcBorders>
              <w:top w:val="single" w:sz="4" w:space="0" w:color="808080" w:themeColor="background1" w:themeShade="80"/>
              <w:bottom w:val="single" w:sz="6" w:space="0" w:color="808080" w:themeColor="background1" w:themeShade="80"/>
            </w:tcBorders>
            <w:noWrap/>
          </w:tcPr>
          <w:p w14:paraId="17AA6FD9" w14:textId="7AD1DF20" w:rsidR="002206AD" w:rsidRPr="001365DE" w:rsidRDefault="002206AD" w:rsidP="002206AD">
            <w:pPr>
              <w:pStyle w:val="TBLContenu"/>
              <w:rPr>
                <w:lang w:bidi="en-US"/>
              </w:rPr>
            </w:pPr>
            <w:proofErr w:type="spellStart"/>
            <w:proofErr w:type="gramStart"/>
            <w:r w:rsidRPr="001365DE">
              <w:rPr>
                <w:lang w:bidi="en-US"/>
              </w:rPr>
              <w:t>nomFamille</w:t>
            </w:r>
            <w:proofErr w:type="spellEnd"/>
            <w:proofErr w:type="gramEnd"/>
            <w:r w:rsidRPr="001365DE">
              <w:rPr>
                <w:lang w:bidi="en-US"/>
              </w:rPr>
              <w:t xml:space="preserve"> : [0..</w:t>
            </w:r>
            <w:r w:rsidR="00FC25F3">
              <w:rPr>
                <w:lang w:bidi="en-US"/>
              </w:rPr>
              <w:t>1</w:t>
            </w:r>
            <w:r w:rsidRPr="001365DE">
              <w:rPr>
                <w:lang w:bidi="en-US"/>
              </w:rPr>
              <w:t>] Texte</w:t>
            </w:r>
          </w:p>
        </w:tc>
        <w:tc>
          <w:tcPr>
            <w:tcW w:w="0" w:type="pct"/>
            <w:tcBorders>
              <w:top w:val="single" w:sz="4" w:space="0" w:color="808080" w:themeColor="background1" w:themeShade="80"/>
              <w:bottom w:val="single" w:sz="6" w:space="0" w:color="808080" w:themeColor="background1" w:themeShade="80"/>
            </w:tcBorders>
            <w:noWrap/>
          </w:tcPr>
          <w:p w14:paraId="00919E7E" w14:textId="77777777" w:rsidR="002206AD" w:rsidRPr="002B07CD" w:rsidRDefault="002206AD" w:rsidP="002206AD">
            <w:pPr>
              <w:pStyle w:val="TBLContenu"/>
              <w:rPr>
                <w:lang w:bidi="en-US"/>
              </w:rPr>
            </w:pPr>
            <w:r w:rsidRPr="003218D6">
              <w:rPr>
                <w:lang w:bidi="en-US"/>
              </w:rPr>
              <w:t>Patient</w:t>
            </w:r>
          </w:p>
          <w:p w14:paraId="6D7A0643" w14:textId="77777777" w:rsidR="002206AD" w:rsidRPr="00536A7F" w:rsidRDefault="002206AD" w:rsidP="002206AD">
            <w:pPr>
              <w:pStyle w:val="TBLContenu"/>
              <w:rPr>
                <w:lang w:bidi="en-US"/>
              </w:rPr>
            </w:pPr>
            <w:proofErr w:type="spellStart"/>
            <w:r w:rsidRPr="00536A7F">
              <w:rPr>
                <w:color w:val="F79646" w:themeColor="accent6"/>
                <w:lang w:bidi="en-US"/>
              </w:rPr>
              <w:t>FrPatient</w:t>
            </w:r>
            <w:proofErr w:type="spellEnd"/>
          </w:p>
        </w:tc>
        <w:tc>
          <w:tcPr>
            <w:tcW w:w="0" w:type="pct"/>
            <w:tcBorders>
              <w:top w:val="single" w:sz="4" w:space="0" w:color="808080" w:themeColor="background1" w:themeShade="80"/>
              <w:bottom w:val="single" w:sz="6" w:space="0" w:color="808080" w:themeColor="background1" w:themeShade="80"/>
            </w:tcBorders>
            <w:noWrap/>
          </w:tcPr>
          <w:p w14:paraId="4EDFA65E" w14:textId="7D05601D" w:rsidR="002206AD" w:rsidRPr="004A5E9E" w:rsidRDefault="002206AD" w:rsidP="002206AD">
            <w:pPr>
              <w:pStyle w:val="TBLContenu"/>
              <w:rPr>
                <w:lang w:val="en-US"/>
              </w:rPr>
            </w:pPr>
            <w:proofErr w:type="gramStart"/>
            <w:r w:rsidRPr="004A5E9E">
              <w:rPr>
                <w:lang w:val="en-US" w:bidi="en-US"/>
              </w:rPr>
              <w:t>name</w:t>
            </w:r>
            <w:r w:rsidRPr="004A5E9E">
              <w:rPr>
                <w:color w:val="7F7F7F" w:themeColor="text1" w:themeTint="80"/>
                <w:lang w:val="en-US" w:bidi="en-US"/>
              </w:rPr>
              <w:t>[</w:t>
            </w:r>
            <w:proofErr w:type="gramEnd"/>
            <w:r w:rsidR="006464F8" w:rsidRPr="004A5E9E">
              <w:rPr>
                <w:color w:val="7F7F7F" w:themeColor="text1" w:themeTint="80"/>
                <w:lang w:val="en-US" w:bidi="en-US"/>
              </w:rPr>
              <w:t>1</w:t>
            </w:r>
            <w:r w:rsidRPr="004A5E9E">
              <w:rPr>
                <w:color w:val="7F7F7F" w:themeColor="text1" w:themeTint="80"/>
                <w:lang w:val="en-US" w:bidi="en-US"/>
              </w:rPr>
              <w:t>..*]</w:t>
            </w:r>
            <w:r w:rsidRPr="004A5E9E">
              <w:rPr>
                <w:lang w:val="en-US" w:bidi="en-US"/>
              </w:rPr>
              <w:t xml:space="preserve">.family : </w:t>
            </w:r>
            <w:r w:rsidRPr="004A5E9E">
              <w:rPr>
                <w:lang w:val="en-US"/>
              </w:rPr>
              <w:t>string [0..1]</w:t>
            </w:r>
          </w:p>
          <w:p w14:paraId="524540E7" w14:textId="2FF4C7D8" w:rsidR="00F439DE" w:rsidRPr="004A5E9E" w:rsidRDefault="00F439DE" w:rsidP="002206AD">
            <w:pPr>
              <w:pStyle w:val="TBLContenu"/>
              <w:rPr>
                <w:lang w:val="en-US"/>
              </w:rPr>
            </w:pPr>
            <w:r w:rsidRPr="004A5E9E">
              <w:rPr>
                <w:lang w:val="en-US"/>
              </w:rPr>
              <w:t>(</w:t>
            </w:r>
            <w:proofErr w:type="spellStart"/>
            <w:r w:rsidRPr="004A5E9E">
              <w:rPr>
                <w:color w:val="F79646" w:themeColor="accent6"/>
                <w:lang w:val="en-US" w:bidi="en-US"/>
              </w:rPr>
              <w:t>FrHumanName</w:t>
            </w:r>
            <w:proofErr w:type="spellEnd"/>
            <w:r w:rsidRPr="004A5E9E">
              <w:rPr>
                <w:lang w:val="en-US"/>
              </w:rPr>
              <w:t>)</w:t>
            </w:r>
          </w:p>
          <w:p w14:paraId="5CA36E7A" w14:textId="02950676" w:rsidR="00F2059E" w:rsidRPr="004A5E9E" w:rsidRDefault="00F2059E" w:rsidP="002206AD">
            <w:pPr>
              <w:pStyle w:val="TBLContenu"/>
              <w:rPr>
                <w:lang w:val="en-US"/>
              </w:rPr>
            </w:pPr>
            <w:r w:rsidRPr="004A5E9E">
              <w:rPr>
                <w:lang w:val="en-US"/>
              </w:rPr>
              <w:lastRenderedPageBreak/>
              <w:t xml:space="preserve">Slice </w:t>
            </w:r>
            <w:r w:rsidR="00D51ECD" w:rsidRPr="004A5E9E">
              <w:rPr>
                <w:lang w:val="en-US"/>
              </w:rPr>
              <w:t>« </w:t>
            </w:r>
            <w:proofErr w:type="spellStart"/>
            <w:r w:rsidRPr="004A5E9E">
              <w:rPr>
                <w:lang w:val="en-US"/>
              </w:rPr>
              <w:t>usualName</w:t>
            </w:r>
            <w:proofErr w:type="spellEnd"/>
            <w:r w:rsidR="00D51ECD" w:rsidRPr="004A5E9E">
              <w:rPr>
                <w:lang w:val="en-US"/>
              </w:rPr>
              <w:t> »</w:t>
            </w:r>
            <w:r w:rsidR="00674FC1" w:rsidRPr="004A5E9E">
              <w:rPr>
                <w:lang w:val="en-US"/>
              </w:rPr>
              <w:t xml:space="preserve">, </w:t>
            </w:r>
            <w:proofErr w:type="spellStart"/>
            <w:r w:rsidR="00674FC1" w:rsidRPr="004A5E9E">
              <w:rPr>
                <w:lang w:val="en-US" w:bidi="en-US"/>
              </w:rPr>
              <w:t>Patient.name.use</w:t>
            </w:r>
            <w:proofErr w:type="spellEnd"/>
            <w:r w:rsidR="00674FC1" w:rsidRPr="004A5E9E">
              <w:rPr>
                <w:lang w:val="en-US" w:bidi="en-US"/>
              </w:rPr>
              <w:t xml:space="preserve"> </w:t>
            </w:r>
            <w:proofErr w:type="spellStart"/>
            <w:r w:rsidR="00674FC1" w:rsidRPr="004A5E9E">
              <w:rPr>
                <w:lang w:val="en-US" w:bidi="en-US"/>
              </w:rPr>
              <w:t>prenant</w:t>
            </w:r>
            <w:proofErr w:type="spellEnd"/>
            <w:r w:rsidR="00674FC1" w:rsidRPr="004A5E9E">
              <w:rPr>
                <w:lang w:val="en-US" w:bidi="en-US"/>
              </w:rPr>
              <w:t xml:space="preserve"> la </w:t>
            </w:r>
            <w:proofErr w:type="spellStart"/>
            <w:r w:rsidR="00674FC1" w:rsidRPr="004A5E9E">
              <w:rPr>
                <w:lang w:val="en-US" w:bidi="en-US"/>
              </w:rPr>
              <w:t>valeur</w:t>
            </w:r>
            <w:proofErr w:type="spellEnd"/>
            <w:r w:rsidR="00674FC1" w:rsidRPr="004A5E9E">
              <w:rPr>
                <w:lang w:val="en-US" w:bidi="en-US"/>
              </w:rPr>
              <w:t xml:space="preserve"> « usual »</w:t>
            </w:r>
          </w:p>
          <w:p w14:paraId="7D4F24E9" w14:textId="6ED1465C" w:rsidR="00F52127" w:rsidRPr="004A5E9E" w:rsidRDefault="00F52127" w:rsidP="002206AD">
            <w:pPr>
              <w:pStyle w:val="TBLContenu"/>
              <w:rPr>
                <w:lang w:val="en-US" w:bidi="en-US"/>
              </w:rPr>
            </w:pPr>
          </w:p>
        </w:tc>
      </w:tr>
      <w:tr w:rsidR="002206AD" w:rsidRPr="003479FB" w14:paraId="184E56CE" w14:textId="77777777" w:rsidTr="00E01169">
        <w:trPr>
          <w:trHeight w:val="288"/>
        </w:trPr>
        <w:tc>
          <w:tcPr>
            <w:tcW w:w="895" w:type="pct"/>
            <w:vMerge/>
            <w:tcBorders>
              <w:top w:val="dashSmallGap" w:sz="4" w:space="0" w:color="auto"/>
            </w:tcBorders>
            <w:noWrap/>
          </w:tcPr>
          <w:p w14:paraId="4228BDB0" w14:textId="77777777" w:rsidR="002206AD" w:rsidRPr="004A5E9E" w:rsidRDefault="002206AD" w:rsidP="002206AD">
            <w:pPr>
              <w:pStyle w:val="TBLContenu"/>
              <w:rPr>
                <w:lang w:val="en-US" w:bidi="en-US"/>
              </w:rPr>
            </w:pPr>
          </w:p>
        </w:tc>
        <w:tc>
          <w:tcPr>
            <w:tcW w:w="1577" w:type="pct"/>
            <w:tcBorders>
              <w:top w:val="single" w:sz="6" w:space="0" w:color="808080" w:themeColor="background1" w:themeShade="80"/>
            </w:tcBorders>
            <w:noWrap/>
          </w:tcPr>
          <w:p w14:paraId="3001D61D" w14:textId="6069D438" w:rsidR="002206AD" w:rsidRPr="00EB5561" w:rsidRDefault="002206AD" w:rsidP="002206AD">
            <w:pPr>
              <w:pStyle w:val="TBLContenu"/>
              <w:rPr>
                <w:lang w:bidi="en-US"/>
              </w:rPr>
            </w:pPr>
            <w:proofErr w:type="spellStart"/>
            <w:proofErr w:type="gramStart"/>
            <w:r w:rsidRPr="00EB5561">
              <w:rPr>
                <w:lang w:bidi="en-US"/>
              </w:rPr>
              <w:t>prenomUsuel</w:t>
            </w:r>
            <w:proofErr w:type="spellEnd"/>
            <w:proofErr w:type="gramEnd"/>
            <w:r w:rsidRPr="00EB5561">
              <w:rPr>
                <w:lang w:bidi="en-US"/>
              </w:rPr>
              <w:t xml:space="preserve"> : [0..</w:t>
            </w:r>
            <w:r w:rsidR="00FC25F3">
              <w:rPr>
                <w:lang w:bidi="en-US"/>
              </w:rPr>
              <w:t>1</w:t>
            </w:r>
            <w:r w:rsidRPr="00EB5561">
              <w:rPr>
                <w:lang w:bidi="en-US"/>
              </w:rPr>
              <w:t>] Texte</w:t>
            </w:r>
          </w:p>
        </w:tc>
        <w:tc>
          <w:tcPr>
            <w:tcW w:w="1066" w:type="pct"/>
            <w:tcBorders>
              <w:top w:val="single" w:sz="6" w:space="0" w:color="808080" w:themeColor="background1" w:themeShade="80"/>
            </w:tcBorders>
            <w:noWrap/>
          </w:tcPr>
          <w:p w14:paraId="517FF3D2" w14:textId="77777777" w:rsidR="002206AD" w:rsidRDefault="002206AD" w:rsidP="002206AD">
            <w:pPr>
              <w:pStyle w:val="TBLContenu"/>
              <w:rPr>
                <w:lang w:bidi="en-US"/>
              </w:rPr>
            </w:pPr>
            <w:r>
              <w:rPr>
                <w:lang w:bidi="en-US"/>
              </w:rPr>
              <w:t>Patient</w:t>
            </w:r>
          </w:p>
          <w:p w14:paraId="34B99E99" w14:textId="77777777" w:rsidR="002206AD" w:rsidRPr="002A3ED8" w:rsidRDefault="002206AD" w:rsidP="002206AD">
            <w:pPr>
              <w:pStyle w:val="TBLContenu"/>
              <w:rPr>
                <w:lang w:bidi="en-US"/>
              </w:rPr>
            </w:pPr>
            <w:proofErr w:type="spellStart"/>
            <w:r>
              <w:rPr>
                <w:color w:val="F79646" w:themeColor="accent6"/>
                <w:lang w:bidi="en-US"/>
              </w:rPr>
              <w:t>FrP</w:t>
            </w:r>
            <w:r w:rsidRPr="00E73B77">
              <w:rPr>
                <w:color w:val="F79646" w:themeColor="accent6"/>
                <w:lang w:bidi="en-US"/>
              </w:rPr>
              <w:t>atient</w:t>
            </w:r>
            <w:proofErr w:type="spellEnd"/>
          </w:p>
        </w:tc>
        <w:tc>
          <w:tcPr>
            <w:tcW w:w="1462" w:type="pct"/>
            <w:tcBorders>
              <w:top w:val="single" w:sz="6" w:space="0" w:color="808080" w:themeColor="background1" w:themeShade="80"/>
            </w:tcBorders>
            <w:noWrap/>
          </w:tcPr>
          <w:p w14:paraId="585C1FB7" w14:textId="56FF6373" w:rsidR="002206AD" w:rsidRPr="003A6905" w:rsidRDefault="002206AD" w:rsidP="002206AD">
            <w:pPr>
              <w:pStyle w:val="TBLContenu"/>
              <w:rPr>
                <w:color w:val="auto"/>
                <w:lang w:val="en-US" w:bidi="en-US"/>
              </w:rPr>
            </w:pPr>
            <w:proofErr w:type="gramStart"/>
            <w:r w:rsidRPr="003A6905">
              <w:rPr>
                <w:color w:val="auto"/>
                <w:lang w:val="en-US" w:bidi="en-US"/>
              </w:rPr>
              <w:t>name</w:t>
            </w:r>
            <w:r w:rsidRPr="003A6905">
              <w:rPr>
                <w:color w:val="7F7F7F" w:themeColor="text1" w:themeTint="80"/>
                <w:lang w:val="en-US" w:bidi="en-US"/>
              </w:rPr>
              <w:t>[</w:t>
            </w:r>
            <w:proofErr w:type="gramEnd"/>
            <w:r w:rsidR="006464F8" w:rsidRPr="003A6905">
              <w:rPr>
                <w:color w:val="7F7F7F" w:themeColor="text1" w:themeTint="80"/>
                <w:lang w:val="en-US" w:bidi="en-US"/>
              </w:rPr>
              <w:t>1</w:t>
            </w:r>
            <w:r w:rsidRPr="003A6905">
              <w:rPr>
                <w:color w:val="7F7F7F" w:themeColor="text1" w:themeTint="80"/>
                <w:lang w:val="en-US" w:bidi="en-US"/>
              </w:rPr>
              <w:t>..*]</w:t>
            </w:r>
            <w:r w:rsidRPr="003A6905">
              <w:rPr>
                <w:color w:val="auto"/>
                <w:lang w:val="en-US" w:bidi="en-US"/>
              </w:rPr>
              <w:t>.given : string [</w:t>
            </w:r>
            <w:r w:rsidR="00695799" w:rsidRPr="003A6905">
              <w:rPr>
                <w:color w:val="auto"/>
                <w:lang w:val="en-US" w:bidi="en-US"/>
              </w:rPr>
              <w:t>0</w:t>
            </w:r>
            <w:r w:rsidRPr="003A6905">
              <w:rPr>
                <w:color w:val="auto"/>
                <w:lang w:val="en-US" w:bidi="en-US"/>
              </w:rPr>
              <w:t>..*]</w:t>
            </w:r>
          </w:p>
          <w:p w14:paraId="27DA3ED1" w14:textId="7E1C7106" w:rsidR="00D51ECD" w:rsidRPr="004A5E9E" w:rsidRDefault="00D51ECD" w:rsidP="00D51ECD">
            <w:pPr>
              <w:pStyle w:val="TBLContenu"/>
              <w:rPr>
                <w:lang w:val="en-US"/>
              </w:rPr>
            </w:pPr>
            <w:r w:rsidRPr="004A5E9E">
              <w:rPr>
                <w:color w:val="auto"/>
                <w:lang w:val="en-US" w:bidi="en-US"/>
              </w:rPr>
              <w:t>(</w:t>
            </w:r>
            <w:proofErr w:type="spellStart"/>
            <w:r w:rsidRPr="004A5E9E">
              <w:rPr>
                <w:color w:val="F79646" w:themeColor="accent6"/>
                <w:lang w:val="en-US" w:bidi="en-US"/>
              </w:rPr>
              <w:t>FrHumanName</w:t>
            </w:r>
            <w:proofErr w:type="spellEnd"/>
            <w:r w:rsidRPr="004A5E9E">
              <w:rPr>
                <w:lang w:val="en-US"/>
              </w:rPr>
              <w:t>)</w:t>
            </w:r>
          </w:p>
          <w:p w14:paraId="50062F38" w14:textId="69E5123B" w:rsidR="00F52127" w:rsidRPr="004A5E9E" w:rsidRDefault="00D51ECD" w:rsidP="002206AD">
            <w:pPr>
              <w:pStyle w:val="TBLContenu"/>
              <w:rPr>
                <w:lang w:val="en-US"/>
              </w:rPr>
            </w:pPr>
            <w:r w:rsidRPr="004A5E9E">
              <w:rPr>
                <w:lang w:val="en-US"/>
              </w:rPr>
              <w:t>Slice « </w:t>
            </w:r>
            <w:proofErr w:type="spellStart"/>
            <w:r w:rsidRPr="004A5E9E">
              <w:rPr>
                <w:lang w:val="en-US"/>
              </w:rPr>
              <w:t>usualName</w:t>
            </w:r>
            <w:proofErr w:type="spellEnd"/>
            <w:r w:rsidRPr="004A5E9E">
              <w:rPr>
                <w:lang w:val="en-US"/>
              </w:rPr>
              <w:t> »</w:t>
            </w:r>
            <w:r w:rsidR="00674FC1" w:rsidRPr="004A5E9E">
              <w:rPr>
                <w:lang w:val="en-US"/>
              </w:rPr>
              <w:t xml:space="preserve">, </w:t>
            </w:r>
            <w:proofErr w:type="spellStart"/>
            <w:r w:rsidR="00674FC1" w:rsidRPr="004A5E9E">
              <w:rPr>
                <w:lang w:val="en-US" w:bidi="en-US"/>
              </w:rPr>
              <w:t>Patient.name.use</w:t>
            </w:r>
            <w:proofErr w:type="spellEnd"/>
            <w:r w:rsidR="00674FC1" w:rsidRPr="004A5E9E">
              <w:rPr>
                <w:lang w:val="en-US" w:bidi="en-US"/>
              </w:rPr>
              <w:t xml:space="preserve"> </w:t>
            </w:r>
            <w:proofErr w:type="spellStart"/>
            <w:r w:rsidR="00674FC1" w:rsidRPr="004A5E9E">
              <w:rPr>
                <w:lang w:val="en-US" w:bidi="en-US"/>
              </w:rPr>
              <w:t>prenant</w:t>
            </w:r>
            <w:proofErr w:type="spellEnd"/>
            <w:r w:rsidR="00674FC1" w:rsidRPr="004A5E9E">
              <w:rPr>
                <w:lang w:val="en-US" w:bidi="en-US"/>
              </w:rPr>
              <w:t xml:space="preserve"> la </w:t>
            </w:r>
            <w:proofErr w:type="spellStart"/>
            <w:r w:rsidR="00674FC1" w:rsidRPr="004A5E9E">
              <w:rPr>
                <w:lang w:val="en-US" w:bidi="en-US"/>
              </w:rPr>
              <w:t>valeur</w:t>
            </w:r>
            <w:proofErr w:type="spellEnd"/>
            <w:r w:rsidR="00674FC1" w:rsidRPr="004A5E9E">
              <w:rPr>
                <w:lang w:val="en-US" w:bidi="en-US"/>
              </w:rPr>
              <w:t xml:space="preserve"> « usual »</w:t>
            </w:r>
          </w:p>
        </w:tc>
      </w:tr>
      <w:tr w:rsidR="00E62BD8" w:rsidRPr="008F7A55" w14:paraId="5959CDD2" w14:textId="77777777" w:rsidTr="00E01169">
        <w:trPr>
          <w:trHeight w:val="288"/>
        </w:trPr>
        <w:tc>
          <w:tcPr>
            <w:tcW w:w="895" w:type="pct"/>
            <w:noWrap/>
            <w:hideMark/>
          </w:tcPr>
          <w:p w14:paraId="1064E00D" w14:textId="77777777" w:rsidR="00E62BD8" w:rsidRPr="008F7A55" w:rsidRDefault="00E62BD8" w:rsidP="002206AD">
            <w:pPr>
              <w:pStyle w:val="TBLContenu"/>
              <w:rPr>
                <w:b/>
                <w:bCs/>
                <w:lang w:val="en-US" w:bidi="en-US"/>
              </w:rPr>
            </w:pPr>
            <w:proofErr w:type="spellStart"/>
            <w:r w:rsidRPr="008F7A55">
              <w:rPr>
                <w:lang w:val="en-US" w:bidi="en-US"/>
              </w:rPr>
              <w:t>Professionnel</w:t>
            </w:r>
            <w:proofErr w:type="spellEnd"/>
          </w:p>
        </w:tc>
        <w:tc>
          <w:tcPr>
            <w:tcW w:w="1577" w:type="pct"/>
            <w:noWrap/>
            <w:hideMark/>
          </w:tcPr>
          <w:p w14:paraId="08F40394" w14:textId="77777777" w:rsidR="00E62BD8" w:rsidRPr="008F7A55" w:rsidRDefault="00E62BD8" w:rsidP="002206AD">
            <w:pPr>
              <w:pStyle w:val="TBLContenu"/>
              <w:rPr>
                <w:lang w:val="en-US" w:bidi="en-US"/>
              </w:rPr>
            </w:pPr>
            <w:proofErr w:type="spellStart"/>
            <w:proofErr w:type="gramStart"/>
            <w:r w:rsidRPr="008F7A55">
              <w:rPr>
                <w:lang w:val="en-US" w:bidi="en-US"/>
              </w:rPr>
              <w:t>idPP</w:t>
            </w:r>
            <w:proofErr w:type="spellEnd"/>
            <w:r w:rsidRPr="008F7A55">
              <w:rPr>
                <w:lang w:val="en-US" w:bidi="en-US"/>
              </w:rPr>
              <w:t xml:space="preserve"> :</w:t>
            </w:r>
            <w:proofErr w:type="gramEnd"/>
            <w:r w:rsidRPr="008F7A55">
              <w:rPr>
                <w:lang w:val="en-US" w:bidi="en-US"/>
              </w:rPr>
              <w:t xml:space="preserve"> [</w:t>
            </w:r>
            <w:r>
              <w:rPr>
                <w:lang w:val="en-US" w:bidi="en-US"/>
              </w:rPr>
              <w:t>1</w:t>
            </w:r>
            <w:r w:rsidRPr="008F7A55">
              <w:rPr>
                <w:lang w:val="en-US" w:bidi="en-US"/>
              </w:rPr>
              <w:t xml:space="preserve">..1] </w:t>
            </w:r>
            <w:proofErr w:type="spellStart"/>
            <w:r w:rsidRPr="008F7A55">
              <w:rPr>
                <w:lang w:val="en-US" w:bidi="en-US"/>
              </w:rPr>
              <w:t>Identifiant</w:t>
            </w:r>
            <w:proofErr w:type="spellEnd"/>
          </w:p>
        </w:tc>
        <w:tc>
          <w:tcPr>
            <w:tcW w:w="1066" w:type="pct"/>
            <w:noWrap/>
          </w:tcPr>
          <w:p w14:paraId="143A08BB" w14:textId="77777777" w:rsidR="00E62BD8" w:rsidRDefault="00E62BD8" w:rsidP="002206AD">
            <w:pPr>
              <w:pStyle w:val="TBLContenu"/>
              <w:rPr>
                <w:lang w:val="en-US" w:bidi="en-US"/>
              </w:rPr>
            </w:pPr>
            <w:r w:rsidRPr="008F7A55">
              <w:rPr>
                <w:lang w:val="en-US" w:bidi="en-US"/>
              </w:rPr>
              <w:t>Practitioner</w:t>
            </w:r>
          </w:p>
          <w:p w14:paraId="116D97BF" w14:textId="77777777" w:rsidR="00E62BD8" w:rsidRPr="008F7A55" w:rsidRDefault="00E62BD8" w:rsidP="002206AD">
            <w:pPr>
              <w:pStyle w:val="TBLContenu"/>
              <w:rPr>
                <w:lang w:val="en-US" w:bidi="en-US"/>
              </w:rPr>
            </w:pPr>
            <w:proofErr w:type="spellStart"/>
            <w:r>
              <w:rPr>
                <w:color w:val="F79646" w:themeColor="accent6"/>
                <w:lang w:bidi="en-US"/>
              </w:rPr>
              <w:t>FrPractitioner</w:t>
            </w:r>
            <w:proofErr w:type="spellEnd"/>
          </w:p>
        </w:tc>
        <w:tc>
          <w:tcPr>
            <w:tcW w:w="1462" w:type="pct"/>
            <w:noWrap/>
          </w:tcPr>
          <w:p w14:paraId="1F82007F" w14:textId="5DE6A633" w:rsidR="00E62BD8" w:rsidRPr="001359B4" w:rsidRDefault="00E62BD8" w:rsidP="002206AD">
            <w:pPr>
              <w:pStyle w:val="TBLContenu"/>
              <w:rPr>
                <w:lang w:bidi="en-US"/>
              </w:rPr>
            </w:pPr>
            <w:proofErr w:type="gramStart"/>
            <w:r w:rsidRPr="001359B4">
              <w:rPr>
                <w:lang w:bidi="en-US"/>
              </w:rPr>
              <w:t>identifier</w:t>
            </w:r>
            <w:proofErr w:type="gramEnd"/>
            <w:r w:rsidRPr="001359B4">
              <w:rPr>
                <w:lang w:bidi="en-US"/>
              </w:rPr>
              <w:t xml:space="preserve"> </w:t>
            </w:r>
            <w:r>
              <w:rPr>
                <w:lang w:bidi="en-US"/>
              </w:rPr>
              <w:t xml:space="preserve">: </w:t>
            </w:r>
            <w:r>
              <w:t>Identifier [0..*]</w:t>
            </w:r>
          </w:p>
        </w:tc>
      </w:tr>
      <w:tr w:rsidR="003F66B4" w:rsidRPr="008F2953" w14:paraId="258FBA27" w14:textId="77777777" w:rsidTr="00E01169">
        <w:trPr>
          <w:trHeight w:val="288"/>
        </w:trPr>
        <w:tc>
          <w:tcPr>
            <w:tcW w:w="895" w:type="pct"/>
            <w:vMerge w:val="restart"/>
            <w:noWrap/>
          </w:tcPr>
          <w:p w14:paraId="6539C847" w14:textId="77777777" w:rsidR="003F66B4" w:rsidRPr="00EB5561" w:rsidRDefault="003F66B4" w:rsidP="00E62BD8">
            <w:pPr>
              <w:pStyle w:val="TBLContenu"/>
              <w:rPr>
                <w:lang w:bidi="en-US"/>
              </w:rPr>
            </w:pPr>
            <w:proofErr w:type="spellStart"/>
            <w:r w:rsidRPr="008F7A55">
              <w:rPr>
                <w:lang w:val="en-US" w:bidi="en-US"/>
              </w:rPr>
              <w:t>Exercic</w:t>
            </w:r>
            <w:r>
              <w:rPr>
                <w:lang w:bidi="en-US"/>
              </w:rPr>
              <w:t>eProfessionnel</w:t>
            </w:r>
            <w:proofErr w:type="spellEnd"/>
          </w:p>
        </w:tc>
        <w:tc>
          <w:tcPr>
            <w:tcW w:w="1577" w:type="pct"/>
            <w:noWrap/>
          </w:tcPr>
          <w:p w14:paraId="74C54792" w14:textId="77777777" w:rsidR="003F66B4" w:rsidRPr="00EB5561" w:rsidRDefault="003F66B4" w:rsidP="00E62BD8">
            <w:pPr>
              <w:pStyle w:val="TBLContenu"/>
              <w:rPr>
                <w:lang w:bidi="en-US"/>
              </w:rPr>
            </w:pPr>
            <w:proofErr w:type="spellStart"/>
            <w:proofErr w:type="gramStart"/>
            <w:r>
              <w:rPr>
                <w:lang w:bidi="en-US"/>
              </w:rPr>
              <w:t>nomExercice</w:t>
            </w:r>
            <w:proofErr w:type="spellEnd"/>
            <w:proofErr w:type="gramEnd"/>
            <w:r>
              <w:rPr>
                <w:lang w:bidi="en-US"/>
              </w:rPr>
              <w:t> : [0..1] Texte</w:t>
            </w:r>
          </w:p>
        </w:tc>
        <w:tc>
          <w:tcPr>
            <w:tcW w:w="1066" w:type="pct"/>
            <w:noWrap/>
          </w:tcPr>
          <w:p w14:paraId="3100F35D" w14:textId="77777777" w:rsidR="00A71A67" w:rsidRPr="004A5E9E" w:rsidRDefault="00A71A67" w:rsidP="00A71A67">
            <w:pPr>
              <w:pStyle w:val="TBLContenu"/>
              <w:rPr>
                <w:lang w:bidi="en-US"/>
              </w:rPr>
            </w:pPr>
            <w:proofErr w:type="spellStart"/>
            <w:r w:rsidRPr="004A5E9E">
              <w:rPr>
                <w:lang w:bidi="en-US"/>
              </w:rPr>
              <w:t>PractitionerRole</w:t>
            </w:r>
            <w:proofErr w:type="spellEnd"/>
          </w:p>
          <w:p w14:paraId="71DF139D" w14:textId="1806BF41" w:rsidR="003F66B4" w:rsidRPr="004A5E9E" w:rsidRDefault="00842E2E" w:rsidP="00E62BD8">
            <w:pPr>
              <w:pStyle w:val="TBLContenu"/>
              <w:rPr>
                <w:lang w:bidi="en-US"/>
              </w:rPr>
            </w:pPr>
            <w:proofErr w:type="spellStart"/>
            <w:r>
              <w:rPr>
                <w:color w:val="F79646" w:themeColor="accent6"/>
                <w:lang w:bidi="en-US"/>
              </w:rPr>
              <w:t>AsPractitionerRolePRofile</w:t>
            </w:r>
            <w:proofErr w:type="spellEnd"/>
          </w:p>
        </w:tc>
        <w:tc>
          <w:tcPr>
            <w:tcW w:w="1462" w:type="pct"/>
            <w:noWrap/>
          </w:tcPr>
          <w:p w14:paraId="50B018BE" w14:textId="77777777" w:rsidR="003F66B4" w:rsidRPr="004A5E9E" w:rsidRDefault="003F66B4" w:rsidP="00E62BD8">
            <w:pPr>
              <w:pStyle w:val="TBLContenu"/>
              <w:rPr>
                <w:color w:val="FF0000"/>
                <w:lang w:val="en-US" w:bidi="en-US"/>
              </w:rPr>
            </w:pPr>
            <w:proofErr w:type="gramStart"/>
            <w:r w:rsidRPr="004A5E9E">
              <w:rPr>
                <w:color w:val="FF0000"/>
                <w:lang w:val="en-US" w:bidi="en-US"/>
              </w:rPr>
              <w:t>name[</w:t>
            </w:r>
            <w:proofErr w:type="gramEnd"/>
            <w:r w:rsidRPr="004A5E9E">
              <w:rPr>
                <w:color w:val="FF0000"/>
                <w:lang w:val="en-US" w:bidi="en-US"/>
              </w:rPr>
              <w:t>0..*].family : string [0..1]</w:t>
            </w:r>
          </w:p>
          <w:p w14:paraId="44A6E151" w14:textId="77777777" w:rsidR="00582638" w:rsidRPr="004A5E9E" w:rsidRDefault="00582638" w:rsidP="00E62BD8">
            <w:pPr>
              <w:pStyle w:val="TBLContenu"/>
              <w:rPr>
                <w:color w:val="FF0000"/>
                <w:lang w:val="en-US" w:bidi="en-US"/>
              </w:rPr>
            </w:pPr>
            <w:r w:rsidRPr="004A5E9E">
              <w:rPr>
                <w:color w:val="FF0000"/>
                <w:lang w:val="en-US" w:bidi="en-US"/>
              </w:rPr>
              <w:t>(</w:t>
            </w:r>
            <w:proofErr w:type="spellStart"/>
            <w:r w:rsidRPr="004A5E9E">
              <w:rPr>
                <w:color w:val="FF0000"/>
                <w:lang w:val="en-US" w:bidi="en-US"/>
              </w:rPr>
              <w:t>FrHumanName</w:t>
            </w:r>
            <w:proofErr w:type="spellEnd"/>
            <w:r w:rsidRPr="004A5E9E">
              <w:rPr>
                <w:color w:val="FF0000"/>
                <w:lang w:val="en-US" w:bidi="en-US"/>
              </w:rPr>
              <w:t>)</w:t>
            </w:r>
          </w:p>
          <w:p w14:paraId="1600537E" w14:textId="511EB791" w:rsidR="00B94C07" w:rsidRPr="004A5E9E" w:rsidRDefault="00B94C07" w:rsidP="00E62BD8">
            <w:pPr>
              <w:pStyle w:val="TBLContenu"/>
              <w:rPr>
                <w:lang w:val="en-US"/>
              </w:rPr>
            </w:pPr>
            <w:r w:rsidRPr="004A5E9E">
              <w:rPr>
                <w:color w:val="FF0000"/>
                <w:lang w:val="en-US" w:bidi="en-US"/>
              </w:rPr>
              <w:t>Extension française (</w:t>
            </w:r>
            <w:proofErr w:type="spellStart"/>
            <w:r w:rsidRPr="004A5E9E">
              <w:rPr>
                <w:color w:val="FF0000"/>
                <w:lang w:val="en-US" w:bidi="en-US"/>
              </w:rPr>
              <w:t>PractitionerRoleName</w:t>
            </w:r>
            <w:proofErr w:type="spellEnd"/>
            <w:r w:rsidRPr="004A5E9E">
              <w:rPr>
                <w:color w:val="FF0000"/>
                <w:lang w:val="en-US" w:bidi="en-US"/>
              </w:rPr>
              <w:t>)</w:t>
            </w:r>
          </w:p>
        </w:tc>
      </w:tr>
      <w:tr w:rsidR="003F66B4" w:rsidRPr="008F2953" w14:paraId="76CB662B" w14:textId="77777777" w:rsidTr="00E01169">
        <w:trPr>
          <w:trHeight w:val="288"/>
        </w:trPr>
        <w:tc>
          <w:tcPr>
            <w:tcW w:w="895" w:type="pct"/>
            <w:vMerge/>
            <w:noWrap/>
          </w:tcPr>
          <w:p w14:paraId="15E5388C" w14:textId="77777777" w:rsidR="003F66B4" w:rsidRPr="004A5E9E" w:rsidRDefault="003F66B4" w:rsidP="00E62BD8">
            <w:pPr>
              <w:pStyle w:val="TBLContenu"/>
              <w:rPr>
                <w:lang w:val="en-US" w:bidi="en-US"/>
              </w:rPr>
            </w:pPr>
          </w:p>
        </w:tc>
        <w:tc>
          <w:tcPr>
            <w:tcW w:w="1577" w:type="pct"/>
            <w:noWrap/>
          </w:tcPr>
          <w:p w14:paraId="15B70630" w14:textId="77777777" w:rsidR="003F66B4" w:rsidRDefault="003F66B4" w:rsidP="00E62BD8">
            <w:pPr>
              <w:pStyle w:val="TBLContenu"/>
              <w:rPr>
                <w:lang w:bidi="en-US"/>
              </w:rPr>
            </w:pPr>
            <w:proofErr w:type="spellStart"/>
            <w:proofErr w:type="gramStart"/>
            <w:r>
              <w:rPr>
                <w:lang w:bidi="en-US"/>
              </w:rPr>
              <w:t>prenomExercice</w:t>
            </w:r>
            <w:proofErr w:type="spellEnd"/>
            <w:proofErr w:type="gramEnd"/>
            <w:r>
              <w:rPr>
                <w:lang w:bidi="en-US"/>
              </w:rPr>
              <w:t> : [0..1] Texte</w:t>
            </w:r>
          </w:p>
        </w:tc>
        <w:tc>
          <w:tcPr>
            <w:tcW w:w="1066" w:type="pct"/>
            <w:noWrap/>
          </w:tcPr>
          <w:p w14:paraId="160EEBAF" w14:textId="77777777" w:rsidR="00A71A67" w:rsidRPr="006709DF" w:rsidRDefault="00A71A67" w:rsidP="00A71A67">
            <w:pPr>
              <w:pStyle w:val="TBLContenu"/>
              <w:rPr>
                <w:lang w:bidi="en-US"/>
              </w:rPr>
            </w:pPr>
            <w:proofErr w:type="spellStart"/>
            <w:r w:rsidRPr="006709DF">
              <w:rPr>
                <w:lang w:bidi="en-US"/>
              </w:rPr>
              <w:t>PractitionerRole</w:t>
            </w:r>
            <w:proofErr w:type="spellEnd"/>
          </w:p>
          <w:p w14:paraId="0DD3309F" w14:textId="0AE47140" w:rsidR="003F66B4" w:rsidRPr="006709DF" w:rsidRDefault="00842E2E" w:rsidP="00E62BD8">
            <w:pPr>
              <w:pStyle w:val="TBLContenu"/>
              <w:rPr>
                <w:lang w:bidi="en-US"/>
              </w:rPr>
            </w:pPr>
            <w:proofErr w:type="spellStart"/>
            <w:r>
              <w:rPr>
                <w:color w:val="F79646" w:themeColor="accent6"/>
                <w:lang w:bidi="en-US"/>
              </w:rPr>
              <w:t>AsPractitionerRolePRofile</w:t>
            </w:r>
            <w:proofErr w:type="spellEnd"/>
          </w:p>
        </w:tc>
        <w:tc>
          <w:tcPr>
            <w:tcW w:w="1462" w:type="pct"/>
            <w:noWrap/>
          </w:tcPr>
          <w:p w14:paraId="7BE549AC" w14:textId="77777777" w:rsidR="003F66B4" w:rsidRPr="006709DF" w:rsidRDefault="003F66B4" w:rsidP="00E62BD8">
            <w:pPr>
              <w:pStyle w:val="TBLContenu"/>
              <w:rPr>
                <w:color w:val="FF0000"/>
                <w:lang w:val="en-US" w:bidi="en-US"/>
              </w:rPr>
            </w:pPr>
            <w:proofErr w:type="gramStart"/>
            <w:r w:rsidRPr="006709DF">
              <w:rPr>
                <w:color w:val="FF0000"/>
                <w:lang w:val="en-US" w:bidi="en-US"/>
              </w:rPr>
              <w:t>name[</w:t>
            </w:r>
            <w:proofErr w:type="gramEnd"/>
            <w:r w:rsidRPr="006709DF">
              <w:rPr>
                <w:color w:val="FF0000"/>
                <w:lang w:val="en-US" w:bidi="en-US"/>
              </w:rPr>
              <w:t>0..*].given : string [0..*]</w:t>
            </w:r>
          </w:p>
          <w:p w14:paraId="12358CC2" w14:textId="77777777" w:rsidR="00373087" w:rsidRPr="006709DF" w:rsidRDefault="00582638" w:rsidP="00E62BD8">
            <w:pPr>
              <w:pStyle w:val="TBLContenu"/>
              <w:rPr>
                <w:color w:val="FF0000"/>
                <w:lang w:val="en-US" w:bidi="en-US"/>
              </w:rPr>
            </w:pPr>
            <w:r w:rsidRPr="006709DF">
              <w:rPr>
                <w:color w:val="FF0000"/>
                <w:lang w:val="en-US" w:bidi="en-US"/>
              </w:rPr>
              <w:t>(</w:t>
            </w:r>
            <w:proofErr w:type="spellStart"/>
            <w:r w:rsidRPr="006709DF">
              <w:rPr>
                <w:color w:val="FF0000"/>
                <w:lang w:val="en-US" w:bidi="en-US"/>
              </w:rPr>
              <w:t>FrHumanName</w:t>
            </w:r>
            <w:proofErr w:type="spellEnd"/>
            <w:r w:rsidRPr="006709DF">
              <w:rPr>
                <w:color w:val="FF0000"/>
                <w:lang w:val="en-US" w:bidi="en-US"/>
              </w:rPr>
              <w:t>)</w:t>
            </w:r>
          </w:p>
          <w:p w14:paraId="79FCEADF" w14:textId="17D5DBEC" w:rsidR="00582638" w:rsidRPr="006709DF" w:rsidRDefault="00373087" w:rsidP="00E62BD8">
            <w:pPr>
              <w:pStyle w:val="TBLContenu"/>
              <w:rPr>
                <w:lang w:val="en-US"/>
              </w:rPr>
            </w:pPr>
            <w:r w:rsidRPr="006709DF">
              <w:rPr>
                <w:color w:val="FF0000"/>
                <w:lang w:val="en-US" w:bidi="en-US"/>
              </w:rPr>
              <w:t>Extension française (</w:t>
            </w:r>
            <w:proofErr w:type="spellStart"/>
            <w:r w:rsidRPr="006709DF">
              <w:rPr>
                <w:color w:val="FF0000"/>
                <w:lang w:val="en-US" w:bidi="en-US"/>
              </w:rPr>
              <w:t>PractitionerRoleName</w:t>
            </w:r>
            <w:proofErr w:type="spellEnd"/>
            <w:r w:rsidRPr="006709DF">
              <w:rPr>
                <w:color w:val="FF0000"/>
                <w:lang w:val="en-US" w:bidi="en-US"/>
              </w:rPr>
              <w:t>)</w:t>
            </w:r>
          </w:p>
        </w:tc>
      </w:tr>
      <w:tr w:rsidR="003F66B4" w:rsidRPr="00EB5561" w14:paraId="3177F0C2" w14:textId="77777777" w:rsidTr="00E01169">
        <w:trPr>
          <w:trHeight w:val="288"/>
        </w:trPr>
        <w:tc>
          <w:tcPr>
            <w:tcW w:w="895" w:type="pct"/>
            <w:vMerge/>
            <w:noWrap/>
          </w:tcPr>
          <w:p w14:paraId="741B74E2" w14:textId="77777777" w:rsidR="003F66B4" w:rsidRPr="004A5E9E" w:rsidRDefault="003F66B4" w:rsidP="00E62BD8">
            <w:pPr>
              <w:pStyle w:val="TBLContenu"/>
              <w:rPr>
                <w:lang w:val="en-US" w:bidi="en-US"/>
              </w:rPr>
            </w:pPr>
          </w:p>
        </w:tc>
        <w:tc>
          <w:tcPr>
            <w:tcW w:w="1577" w:type="pct"/>
            <w:noWrap/>
          </w:tcPr>
          <w:p w14:paraId="5C5FE647" w14:textId="264CDE3C" w:rsidR="003F66B4" w:rsidRPr="00EB5561" w:rsidRDefault="003F66B4" w:rsidP="00E62BD8">
            <w:pPr>
              <w:pStyle w:val="TBLContenu"/>
              <w:rPr>
                <w:lang w:bidi="en-US"/>
              </w:rPr>
            </w:pPr>
            <w:proofErr w:type="gramStart"/>
            <w:r>
              <w:rPr>
                <w:lang w:bidi="en-US"/>
              </w:rPr>
              <w:t>profession</w:t>
            </w:r>
            <w:proofErr w:type="gramEnd"/>
            <w:r>
              <w:rPr>
                <w:lang w:bidi="en-US"/>
              </w:rPr>
              <w:t xml:space="preserve"> : [0</w:t>
            </w:r>
            <w:r w:rsidRPr="00EB5561">
              <w:rPr>
                <w:lang w:bidi="en-US"/>
              </w:rPr>
              <w:t>..</w:t>
            </w:r>
            <w:r>
              <w:rPr>
                <w:lang w:bidi="en-US"/>
              </w:rPr>
              <w:t>1</w:t>
            </w:r>
            <w:r w:rsidRPr="00EB5561">
              <w:rPr>
                <w:lang w:bidi="en-US"/>
              </w:rPr>
              <w:t>] Code</w:t>
            </w:r>
          </w:p>
        </w:tc>
        <w:tc>
          <w:tcPr>
            <w:tcW w:w="1066" w:type="pct"/>
            <w:noWrap/>
          </w:tcPr>
          <w:p w14:paraId="66122C73" w14:textId="77777777" w:rsidR="003F66B4" w:rsidRPr="006709DF" w:rsidRDefault="003F66B4" w:rsidP="00E62BD8">
            <w:pPr>
              <w:pStyle w:val="TBLContenu"/>
              <w:rPr>
                <w:lang w:bidi="en-US"/>
              </w:rPr>
            </w:pPr>
            <w:proofErr w:type="spellStart"/>
            <w:r w:rsidRPr="006709DF">
              <w:rPr>
                <w:lang w:bidi="en-US"/>
              </w:rPr>
              <w:t>PractitionerRole</w:t>
            </w:r>
            <w:proofErr w:type="spellEnd"/>
          </w:p>
          <w:p w14:paraId="62401EE0" w14:textId="36F88257" w:rsidR="003F66B4" w:rsidRPr="006709DF" w:rsidRDefault="008E5132" w:rsidP="007A1E66">
            <w:pPr>
              <w:pStyle w:val="TBLContenu"/>
              <w:rPr>
                <w:rFonts w:ascii="Times New Roman" w:hAnsi="Times New Roman"/>
              </w:rPr>
            </w:pPr>
            <w:proofErr w:type="spellStart"/>
            <w:r>
              <w:rPr>
                <w:color w:val="F79646" w:themeColor="accent6"/>
                <w:lang w:bidi="en-US"/>
              </w:rPr>
              <w:t>AsPractitionerRoleProfile</w:t>
            </w:r>
            <w:proofErr w:type="spellEnd"/>
          </w:p>
        </w:tc>
        <w:tc>
          <w:tcPr>
            <w:tcW w:w="1462" w:type="pct"/>
            <w:noWrap/>
          </w:tcPr>
          <w:p w14:paraId="40B53E94" w14:textId="6A5BF4DC" w:rsidR="003F66B4" w:rsidRPr="006709DF" w:rsidRDefault="00F44366" w:rsidP="00E62BD8">
            <w:pPr>
              <w:pStyle w:val="TBLContenu"/>
              <w:rPr>
                <w:lang w:bidi="en-US"/>
              </w:rPr>
            </w:pPr>
            <w:proofErr w:type="gramStart"/>
            <w:r w:rsidRPr="006709DF">
              <w:rPr>
                <w:lang w:bidi="en-US"/>
              </w:rPr>
              <w:t>c</w:t>
            </w:r>
            <w:r w:rsidR="003F66B4" w:rsidRPr="006709DF">
              <w:rPr>
                <w:lang w:bidi="en-US"/>
              </w:rPr>
              <w:t>ode</w:t>
            </w:r>
            <w:proofErr w:type="gramEnd"/>
            <w:r w:rsidRPr="006709DF">
              <w:rPr>
                <w:lang w:bidi="en-US"/>
              </w:rPr>
              <w:t xml:space="preserve"> </w:t>
            </w:r>
            <w:r w:rsidR="003F66B4" w:rsidRPr="006709DF">
              <w:rPr>
                <w:lang w:bidi="en-US"/>
              </w:rPr>
              <w:t xml:space="preserve">: </w:t>
            </w:r>
            <w:proofErr w:type="spellStart"/>
            <w:r w:rsidR="003F66B4" w:rsidRPr="006709DF">
              <w:rPr>
                <w:lang w:bidi="en-US"/>
              </w:rPr>
              <w:t>CodeableConcept</w:t>
            </w:r>
            <w:proofErr w:type="spellEnd"/>
            <w:r w:rsidR="003F66B4" w:rsidRPr="006709DF">
              <w:rPr>
                <w:lang w:bidi="en-US"/>
              </w:rPr>
              <w:t xml:space="preserve"> [0..*]</w:t>
            </w:r>
          </w:p>
          <w:p w14:paraId="7A427D3B" w14:textId="44FD3EDD" w:rsidR="005E1FFC" w:rsidRPr="006709DF" w:rsidRDefault="00237053" w:rsidP="004A5E9E">
            <w:pPr>
              <w:pStyle w:val="TBLContenu"/>
              <w:numPr>
                <w:ilvl w:val="0"/>
                <w:numId w:val="29"/>
              </w:numPr>
              <w:spacing w:after="0"/>
            </w:pPr>
            <w:r w:rsidRPr="006709DF">
              <w:t>Slice « </w:t>
            </w:r>
            <w:r w:rsidR="005E1FFC" w:rsidRPr="006709DF">
              <w:t>professionG15</w:t>
            </w:r>
            <w:r w:rsidRPr="006709DF">
              <w:t> »</w:t>
            </w:r>
          </w:p>
          <w:p w14:paraId="34827BD9" w14:textId="1B9B4DD0" w:rsidR="00F44366" w:rsidRPr="006709DF" w:rsidRDefault="00237053" w:rsidP="004A5E9E">
            <w:pPr>
              <w:pStyle w:val="TBLContenu"/>
              <w:numPr>
                <w:ilvl w:val="0"/>
                <w:numId w:val="29"/>
              </w:numPr>
              <w:spacing w:before="0" w:after="0"/>
            </w:pPr>
            <w:r w:rsidRPr="006709DF">
              <w:t xml:space="preserve">Slice </w:t>
            </w:r>
            <w:proofErr w:type="gramStart"/>
            <w:r w:rsidRPr="006709DF">
              <w:t xml:space="preserve">«  </w:t>
            </w:r>
            <w:r w:rsidR="00F44366" w:rsidRPr="006709DF">
              <w:t>professionR</w:t>
            </w:r>
            <w:proofErr w:type="gramEnd"/>
            <w:r w:rsidR="00F44366" w:rsidRPr="006709DF">
              <w:t>94</w:t>
            </w:r>
            <w:r w:rsidRPr="006709DF">
              <w:t> »</w:t>
            </w:r>
          </w:p>
          <w:p w14:paraId="0C617B98" w14:textId="6773FF94" w:rsidR="00F44366" w:rsidRPr="006709DF" w:rsidRDefault="00237053" w:rsidP="004A5E9E">
            <w:pPr>
              <w:pStyle w:val="TBLContenu"/>
              <w:numPr>
                <w:ilvl w:val="0"/>
                <w:numId w:val="29"/>
              </w:numPr>
              <w:spacing w:before="0" w:after="0"/>
            </w:pPr>
            <w:r w:rsidRPr="006709DF">
              <w:t xml:space="preserve">Slice </w:t>
            </w:r>
            <w:proofErr w:type="gramStart"/>
            <w:r w:rsidRPr="006709DF">
              <w:t xml:space="preserve">«  </w:t>
            </w:r>
            <w:r w:rsidR="00F44366" w:rsidRPr="006709DF">
              <w:t>professionR</w:t>
            </w:r>
            <w:proofErr w:type="gramEnd"/>
            <w:r w:rsidR="00F44366" w:rsidRPr="006709DF">
              <w:t>95</w:t>
            </w:r>
            <w:r w:rsidRPr="006709DF">
              <w:t> »</w:t>
            </w:r>
          </w:p>
          <w:p w14:paraId="32B8EEBD" w14:textId="061B9C40" w:rsidR="00F44366" w:rsidRPr="006709DF" w:rsidRDefault="00237053" w:rsidP="004A5E9E">
            <w:pPr>
              <w:pStyle w:val="TBLContenu"/>
              <w:numPr>
                <w:ilvl w:val="0"/>
                <w:numId w:val="29"/>
              </w:numPr>
              <w:spacing w:before="0" w:after="0"/>
            </w:pPr>
            <w:r w:rsidRPr="006709DF">
              <w:t xml:space="preserve">Slice </w:t>
            </w:r>
            <w:proofErr w:type="gramStart"/>
            <w:r w:rsidRPr="006709DF">
              <w:t>«  p</w:t>
            </w:r>
            <w:r w:rsidR="00F44366" w:rsidRPr="006709DF">
              <w:t>rofessionR</w:t>
            </w:r>
            <w:proofErr w:type="gramEnd"/>
            <w:r w:rsidR="00F44366" w:rsidRPr="006709DF">
              <w:t>291</w:t>
            </w:r>
            <w:r w:rsidRPr="006709DF">
              <w:t> »</w:t>
            </w:r>
          </w:p>
          <w:p w14:paraId="7AD3FC03" w14:textId="40743550" w:rsidR="003F66B4" w:rsidRPr="006709DF" w:rsidRDefault="003F66B4" w:rsidP="00E62BD8">
            <w:pPr>
              <w:pStyle w:val="TBLContenu"/>
              <w:rPr>
                <w:lang w:bidi="en-US"/>
              </w:rPr>
            </w:pPr>
          </w:p>
        </w:tc>
      </w:tr>
      <w:tr w:rsidR="001578C3" w:rsidRPr="00A97F53" w14:paraId="3243F8A2" w14:textId="77777777" w:rsidTr="00E01169">
        <w:trPr>
          <w:trHeight w:val="288"/>
        </w:trPr>
        <w:tc>
          <w:tcPr>
            <w:tcW w:w="895" w:type="pct"/>
            <w:vMerge w:val="restart"/>
            <w:noWrap/>
          </w:tcPr>
          <w:p w14:paraId="615C0B15" w14:textId="77777777" w:rsidR="001578C3" w:rsidRDefault="001578C3" w:rsidP="00E62BD8">
            <w:pPr>
              <w:pStyle w:val="TBLContenu"/>
              <w:rPr>
                <w:lang w:bidi="en-US"/>
              </w:rPr>
            </w:pPr>
            <w:proofErr w:type="spellStart"/>
            <w:r>
              <w:rPr>
                <w:lang w:bidi="en-US"/>
              </w:rPr>
              <w:t>SituationExercice</w:t>
            </w:r>
            <w:proofErr w:type="spellEnd"/>
          </w:p>
        </w:tc>
        <w:tc>
          <w:tcPr>
            <w:tcW w:w="1577" w:type="pct"/>
            <w:noWrap/>
          </w:tcPr>
          <w:p w14:paraId="2321FED8" w14:textId="77777777" w:rsidR="001578C3" w:rsidRPr="00EB5561" w:rsidRDefault="001578C3" w:rsidP="00E62BD8">
            <w:pPr>
              <w:pStyle w:val="TBLContenu"/>
              <w:rPr>
                <w:lang w:bidi="en-US"/>
              </w:rPr>
            </w:pPr>
            <w:proofErr w:type="spellStart"/>
            <w:proofErr w:type="gramStart"/>
            <w:r>
              <w:rPr>
                <w:lang w:bidi="en-US"/>
              </w:rPr>
              <w:t>adresseSE</w:t>
            </w:r>
            <w:proofErr w:type="spellEnd"/>
            <w:proofErr w:type="gramEnd"/>
            <w:r>
              <w:rPr>
                <w:lang w:bidi="en-US"/>
              </w:rPr>
              <w:t xml:space="preserve"> : [1..*] Adresse</w:t>
            </w:r>
          </w:p>
        </w:tc>
        <w:tc>
          <w:tcPr>
            <w:tcW w:w="1066" w:type="pct"/>
            <w:noWrap/>
          </w:tcPr>
          <w:p w14:paraId="6A3A729E" w14:textId="77777777" w:rsidR="001578C3" w:rsidRPr="006709DF" w:rsidRDefault="001578C3" w:rsidP="00E62BD8">
            <w:pPr>
              <w:pStyle w:val="TBLContenu"/>
              <w:rPr>
                <w:lang w:bidi="en-US"/>
              </w:rPr>
            </w:pPr>
            <w:proofErr w:type="spellStart"/>
            <w:r w:rsidRPr="006709DF">
              <w:rPr>
                <w:lang w:bidi="en-US"/>
              </w:rPr>
              <w:t>PractitionerRole</w:t>
            </w:r>
            <w:proofErr w:type="spellEnd"/>
          </w:p>
          <w:p w14:paraId="5F4C028B" w14:textId="6A0D530F" w:rsidR="001578C3" w:rsidRPr="006709DF" w:rsidRDefault="008E5132" w:rsidP="00E62BD8">
            <w:pPr>
              <w:pStyle w:val="TBLContenu"/>
              <w:rPr>
                <w:lang w:bidi="en-US"/>
              </w:rPr>
            </w:pPr>
            <w:proofErr w:type="spellStart"/>
            <w:r>
              <w:rPr>
                <w:color w:val="F79646" w:themeColor="accent6"/>
                <w:lang w:bidi="en-US"/>
              </w:rPr>
              <w:t>AsPractitionerRoleProfile</w:t>
            </w:r>
            <w:proofErr w:type="spellEnd"/>
          </w:p>
        </w:tc>
        <w:tc>
          <w:tcPr>
            <w:tcW w:w="1462" w:type="pct"/>
            <w:noWrap/>
          </w:tcPr>
          <w:p w14:paraId="37CFD3CB" w14:textId="04686B89" w:rsidR="00A97F53" w:rsidRPr="006709DF" w:rsidRDefault="00681AB2" w:rsidP="00E62BD8">
            <w:pPr>
              <w:pStyle w:val="TBLContenu"/>
              <w:rPr>
                <w:lang w:val="en-US" w:bidi="en-US"/>
              </w:rPr>
            </w:pPr>
            <w:proofErr w:type="gramStart"/>
            <w:r w:rsidRPr="006709DF">
              <w:rPr>
                <w:lang w:val="en-US" w:bidi="en-US"/>
              </w:rPr>
              <w:t>l</w:t>
            </w:r>
            <w:r w:rsidR="001578C3" w:rsidRPr="006709DF">
              <w:rPr>
                <w:lang w:val="en-US" w:bidi="en-US"/>
              </w:rPr>
              <w:t>ocation</w:t>
            </w:r>
            <w:r w:rsidR="00A97F53" w:rsidRPr="006709DF">
              <w:rPr>
                <w:color w:val="808080" w:themeColor="background1" w:themeShade="80"/>
                <w:lang w:val="en-US" w:bidi="en-US"/>
              </w:rPr>
              <w:t>[</w:t>
            </w:r>
            <w:proofErr w:type="gramEnd"/>
            <w:r w:rsidR="00A97F53" w:rsidRPr="006709DF">
              <w:rPr>
                <w:color w:val="808080" w:themeColor="background1" w:themeShade="80"/>
                <w:lang w:val="en-US" w:bidi="en-US"/>
              </w:rPr>
              <w:t>0..*]</w:t>
            </w:r>
            <w:r w:rsidR="00A97F53" w:rsidRPr="006709DF">
              <w:rPr>
                <w:lang w:val="en-US" w:bidi="en-US"/>
              </w:rPr>
              <w:t xml:space="preserve">.address : </w:t>
            </w:r>
            <w:proofErr w:type="spellStart"/>
            <w:r w:rsidR="001B33AE" w:rsidRPr="006709DF">
              <w:rPr>
                <w:color w:val="F79646" w:themeColor="accent6"/>
                <w:lang w:bidi="en-US"/>
              </w:rPr>
              <w:t>FrAddressExtended</w:t>
            </w:r>
            <w:proofErr w:type="spellEnd"/>
            <w:r w:rsidR="001B33AE" w:rsidRPr="006709DF" w:rsidDel="001B33AE">
              <w:rPr>
                <w:color w:val="F79646" w:themeColor="accent6"/>
                <w:lang w:bidi="en-US"/>
              </w:rPr>
              <w:t xml:space="preserve"> </w:t>
            </w:r>
            <w:r w:rsidR="001578C3" w:rsidRPr="006709DF">
              <w:rPr>
                <w:lang w:val="en-US" w:bidi="en-US"/>
              </w:rPr>
              <w:t>[0..</w:t>
            </w:r>
            <w:r w:rsidR="00A97F53" w:rsidRPr="006709DF">
              <w:rPr>
                <w:lang w:val="en-US" w:bidi="en-US"/>
              </w:rPr>
              <w:t>1</w:t>
            </w:r>
            <w:r w:rsidR="001578C3" w:rsidRPr="006709DF">
              <w:rPr>
                <w:lang w:val="en-US" w:bidi="en-US"/>
              </w:rPr>
              <w:t>]</w:t>
            </w:r>
          </w:p>
          <w:p w14:paraId="689B8B82" w14:textId="6F89B946" w:rsidR="001578C3" w:rsidRPr="006709DF" w:rsidRDefault="001578C3" w:rsidP="00E62BD8">
            <w:pPr>
              <w:pStyle w:val="TBLContenu"/>
              <w:rPr>
                <w:lang w:val="en-US" w:bidi="en-US"/>
              </w:rPr>
            </w:pPr>
            <w:r w:rsidRPr="006709DF">
              <w:rPr>
                <w:lang w:val="en-US" w:bidi="en-US"/>
              </w:rPr>
              <w:t>(</w:t>
            </w:r>
            <w:proofErr w:type="spellStart"/>
            <w:r w:rsidR="008E5132">
              <w:rPr>
                <w:color w:val="F79646" w:themeColor="accent6"/>
                <w:lang w:val="en-US" w:bidi="en-US"/>
              </w:rPr>
              <w:t>AsL</w:t>
            </w:r>
            <w:r w:rsidR="001B33AE" w:rsidRPr="006709DF">
              <w:rPr>
                <w:color w:val="F79646" w:themeColor="accent6"/>
                <w:lang w:val="en-US" w:bidi="en-US"/>
              </w:rPr>
              <w:t>ocation</w:t>
            </w:r>
            <w:r w:rsidR="008E5132">
              <w:rPr>
                <w:color w:val="F79646" w:themeColor="accent6"/>
                <w:lang w:val="en-US" w:bidi="en-US"/>
              </w:rPr>
              <w:t>Profile</w:t>
            </w:r>
            <w:proofErr w:type="spellEnd"/>
            <w:r w:rsidRPr="006709DF">
              <w:rPr>
                <w:lang w:val="en-US" w:bidi="en-US"/>
              </w:rPr>
              <w:t>)</w:t>
            </w:r>
          </w:p>
        </w:tc>
      </w:tr>
      <w:tr w:rsidR="001578C3" w:rsidRPr="00AA787B" w14:paraId="5BCBD54C" w14:textId="77777777" w:rsidTr="00E01169">
        <w:trPr>
          <w:trHeight w:val="288"/>
        </w:trPr>
        <w:tc>
          <w:tcPr>
            <w:tcW w:w="895" w:type="pct"/>
            <w:vMerge/>
            <w:noWrap/>
          </w:tcPr>
          <w:p w14:paraId="74A639BD" w14:textId="77777777" w:rsidR="001578C3" w:rsidRPr="00E72F3A" w:rsidRDefault="001578C3" w:rsidP="00E62BD8">
            <w:pPr>
              <w:pStyle w:val="TBLContenu"/>
              <w:rPr>
                <w:lang w:val="en-US" w:bidi="en-US"/>
              </w:rPr>
            </w:pPr>
          </w:p>
        </w:tc>
        <w:tc>
          <w:tcPr>
            <w:tcW w:w="1577" w:type="pct"/>
            <w:noWrap/>
          </w:tcPr>
          <w:p w14:paraId="2801EE2A" w14:textId="77777777" w:rsidR="001578C3" w:rsidRPr="00E72F3A" w:rsidRDefault="001578C3" w:rsidP="00E62BD8">
            <w:pPr>
              <w:pStyle w:val="TBLContenu"/>
              <w:rPr>
                <w:lang w:val="en-US" w:bidi="en-US"/>
              </w:rPr>
            </w:pPr>
            <w:proofErr w:type="gramStart"/>
            <w:r w:rsidRPr="00E72F3A">
              <w:rPr>
                <w:lang w:val="en-US" w:bidi="en-US"/>
              </w:rPr>
              <w:t>telecommunication :</w:t>
            </w:r>
            <w:proofErr w:type="gramEnd"/>
            <w:r w:rsidRPr="00E72F3A">
              <w:rPr>
                <w:lang w:val="en-US" w:bidi="en-US"/>
              </w:rPr>
              <w:t xml:space="preserve"> [0..*] Telecommunication</w:t>
            </w:r>
          </w:p>
        </w:tc>
        <w:tc>
          <w:tcPr>
            <w:tcW w:w="1066" w:type="pct"/>
            <w:noWrap/>
          </w:tcPr>
          <w:p w14:paraId="6D1A8750" w14:textId="77777777" w:rsidR="001578C3" w:rsidRPr="006709DF" w:rsidRDefault="001578C3" w:rsidP="00E62BD8">
            <w:pPr>
              <w:pStyle w:val="TBLContenu"/>
              <w:rPr>
                <w:lang w:val="en-US" w:bidi="en-US"/>
              </w:rPr>
            </w:pPr>
            <w:proofErr w:type="spellStart"/>
            <w:r w:rsidRPr="006709DF">
              <w:rPr>
                <w:lang w:val="en-US" w:bidi="en-US"/>
              </w:rPr>
              <w:t>PractitionerRole</w:t>
            </w:r>
            <w:proofErr w:type="spellEnd"/>
          </w:p>
          <w:p w14:paraId="2DC601E6" w14:textId="37AD8A09" w:rsidR="001578C3" w:rsidRPr="006709DF" w:rsidRDefault="008E5132" w:rsidP="00E62BD8">
            <w:pPr>
              <w:pStyle w:val="TBLContenu"/>
              <w:rPr>
                <w:lang w:val="en-US" w:bidi="en-US"/>
              </w:rPr>
            </w:pPr>
            <w:proofErr w:type="spellStart"/>
            <w:r>
              <w:rPr>
                <w:color w:val="F79646" w:themeColor="accent6"/>
                <w:lang w:bidi="en-US"/>
              </w:rPr>
              <w:t>AsPractitionerRoleProfile</w:t>
            </w:r>
            <w:proofErr w:type="spellEnd"/>
          </w:p>
        </w:tc>
        <w:tc>
          <w:tcPr>
            <w:tcW w:w="1462" w:type="pct"/>
            <w:noWrap/>
          </w:tcPr>
          <w:p w14:paraId="20439585" w14:textId="77777777" w:rsidR="001578C3" w:rsidRPr="006709DF" w:rsidRDefault="001578C3" w:rsidP="00E62BD8">
            <w:pPr>
              <w:pStyle w:val="TBLContenu"/>
              <w:rPr>
                <w:lang w:val="en-US" w:bidi="en-US"/>
              </w:rPr>
            </w:pPr>
            <w:proofErr w:type="gramStart"/>
            <w:r w:rsidRPr="006709DF">
              <w:rPr>
                <w:lang w:val="en-US" w:bidi="en-US"/>
              </w:rPr>
              <w:t>telecom :</w:t>
            </w:r>
            <w:proofErr w:type="gramEnd"/>
            <w:r w:rsidRPr="006709DF">
              <w:rPr>
                <w:lang w:val="en-US" w:bidi="en-US"/>
              </w:rPr>
              <w:t xml:space="preserve"> </w:t>
            </w:r>
            <w:proofErr w:type="spellStart"/>
            <w:r w:rsidRPr="006709DF">
              <w:rPr>
                <w:color w:val="F79646" w:themeColor="accent6"/>
                <w:lang w:val="en-US" w:bidi="en-US"/>
              </w:rPr>
              <w:t>FrContactPoint</w:t>
            </w:r>
            <w:proofErr w:type="spellEnd"/>
            <w:r w:rsidRPr="006709DF">
              <w:rPr>
                <w:lang w:val="en-US" w:bidi="en-US"/>
              </w:rPr>
              <w:t xml:space="preserve"> </w:t>
            </w:r>
            <w:r w:rsidRPr="006709DF">
              <w:rPr>
                <w:lang w:val="en-US"/>
              </w:rPr>
              <w:t>[0..*]</w:t>
            </w:r>
          </w:p>
        </w:tc>
      </w:tr>
      <w:tr w:rsidR="00E62BD8" w:rsidRPr="00550919" w14:paraId="1763A511" w14:textId="77777777" w:rsidTr="00E01169">
        <w:trPr>
          <w:trHeight w:val="288"/>
        </w:trPr>
        <w:tc>
          <w:tcPr>
            <w:tcW w:w="895" w:type="pct"/>
            <w:vMerge w:val="restart"/>
            <w:noWrap/>
          </w:tcPr>
          <w:p w14:paraId="35C2B77A" w14:textId="77777777" w:rsidR="00E62BD8" w:rsidRPr="00E72F3A" w:rsidRDefault="00E62BD8" w:rsidP="00E62BD8">
            <w:pPr>
              <w:pStyle w:val="TBLContenu"/>
              <w:rPr>
                <w:lang w:val="en-US" w:bidi="en-US"/>
              </w:rPr>
            </w:pPr>
            <w:proofErr w:type="spellStart"/>
            <w:r>
              <w:rPr>
                <w:lang w:val="en-US" w:bidi="en-US"/>
              </w:rPr>
              <w:t>SavoirFaire</w:t>
            </w:r>
            <w:proofErr w:type="spellEnd"/>
          </w:p>
        </w:tc>
        <w:tc>
          <w:tcPr>
            <w:tcW w:w="1577" w:type="pct"/>
            <w:noWrap/>
          </w:tcPr>
          <w:p w14:paraId="0A058842" w14:textId="1EAFC7E8" w:rsidR="00E62BD8" w:rsidRDefault="00E62BD8" w:rsidP="00E62BD8">
            <w:pPr>
              <w:pStyle w:val="TBLContenu"/>
              <w:rPr>
                <w:lang w:bidi="en-US"/>
              </w:rPr>
            </w:pPr>
            <w:proofErr w:type="spellStart"/>
            <w:proofErr w:type="gramStart"/>
            <w:r>
              <w:t>s</w:t>
            </w:r>
            <w:r w:rsidRPr="000A3314">
              <w:t>pecialite</w:t>
            </w:r>
            <w:proofErr w:type="spellEnd"/>
            <w:proofErr w:type="gramEnd"/>
            <w:r>
              <w:t xml:space="preserve"> </w:t>
            </w:r>
            <w:r w:rsidRPr="0036685F">
              <w:t xml:space="preserve">: [0..1] </w:t>
            </w:r>
            <w:r>
              <w:t>Code</w:t>
            </w:r>
          </w:p>
        </w:tc>
        <w:tc>
          <w:tcPr>
            <w:tcW w:w="1066" w:type="pct"/>
            <w:noWrap/>
            <w:vAlign w:val="top"/>
          </w:tcPr>
          <w:p w14:paraId="114903A7" w14:textId="77777777" w:rsidR="00E62BD8" w:rsidRPr="006709DF" w:rsidRDefault="00E62BD8" w:rsidP="00E62BD8">
            <w:pPr>
              <w:pStyle w:val="TBLContenu"/>
              <w:rPr>
                <w:lang w:val="en-US" w:bidi="en-US"/>
              </w:rPr>
            </w:pPr>
            <w:proofErr w:type="spellStart"/>
            <w:r w:rsidRPr="006709DF">
              <w:rPr>
                <w:lang w:val="en-US" w:bidi="en-US"/>
              </w:rPr>
              <w:t>PractitionerRole</w:t>
            </w:r>
            <w:proofErr w:type="spellEnd"/>
          </w:p>
          <w:p w14:paraId="391DCF92" w14:textId="54D83CE6" w:rsidR="00E62BD8" w:rsidRPr="006709DF" w:rsidRDefault="008E5132" w:rsidP="00E62BD8">
            <w:pPr>
              <w:pStyle w:val="TBLContenu"/>
              <w:rPr>
                <w:lang w:bidi="en-US"/>
              </w:rPr>
            </w:pPr>
            <w:proofErr w:type="spellStart"/>
            <w:r>
              <w:rPr>
                <w:color w:val="F79646" w:themeColor="accent6"/>
                <w:lang w:bidi="en-US"/>
              </w:rPr>
              <w:t>AsPractitionerRoleProfile</w:t>
            </w:r>
            <w:proofErr w:type="spellEnd"/>
          </w:p>
        </w:tc>
        <w:tc>
          <w:tcPr>
            <w:tcW w:w="1462" w:type="pct"/>
            <w:noWrap/>
          </w:tcPr>
          <w:p w14:paraId="47B0ECD4" w14:textId="59046986" w:rsidR="00E62BD8" w:rsidRPr="006709DF" w:rsidRDefault="00D66CDD" w:rsidP="00E62BD8">
            <w:pPr>
              <w:pStyle w:val="TBLContenu"/>
              <w:rPr>
                <w:lang w:val="en-US" w:bidi="en-US"/>
              </w:rPr>
            </w:pPr>
            <w:proofErr w:type="gramStart"/>
            <w:r w:rsidRPr="006709DF">
              <w:rPr>
                <w:lang w:val="en-US" w:bidi="en-US"/>
              </w:rPr>
              <w:t>s</w:t>
            </w:r>
            <w:r w:rsidR="00E62BD8" w:rsidRPr="006709DF">
              <w:rPr>
                <w:lang w:val="en-US" w:bidi="en-US"/>
              </w:rPr>
              <w:t>pecialty :</w:t>
            </w:r>
            <w:proofErr w:type="gramEnd"/>
            <w:r w:rsidR="00E62BD8" w:rsidRPr="006709DF">
              <w:rPr>
                <w:lang w:val="en-US" w:bidi="en-US"/>
              </w:rPr>
              <w:t xml:space="preserve"> </w:t>
            </w:r>
            <w:proofErr w:type="spellStart"/>
            <w:r w:rsidR="00E62BD8" w:rsidRPr="006709DF">
              <w:rPr>
                <w:lang w:val="en-US" w:bidi="en-US"/>
              </w:rPr>
              <w:t>CodeableConcept</w:t>
            </w:r>
            <w:r w:rsidRPr="006709DF">
              <w:rPr>
                <w:lang w:val="en-US" w:bidi="en-US"/>
              </w:rPr>
              <w:t>Timed</w:t>
            </w:r>
            <w:proofErr w:type="spellEnd"/>
            <w:r w:rsidR="00E62BD8" w:rsidRPr="006709DF">
              <w:rPr>
                <w:lang w:val="en-US" w:bidi="en-US"/>
              </w:rPr>
              <w:t xml:space="preserve"> [0..*]</w:t>
            </w:r>
          </w:p>
          <w:p w14:paraId="697A6438" w14:textId="13671690" w:rsidR="00E62BD8" w:rsidRPr="006709DF" w:rsidRDefault="00D66CDD" w:rsidP="0079064F">
            <w:pPr>
              <w:pStyle w:val="TBLContenu"/>
              <w:rPr>
                <w:lang w:val="en-US" w:bidi="en-US"/>
              </w:rPr>
            </w:pPr>
            <w:r w:rsidRPr="006709DF">
              <w:rPr>
                <w:lang w:val="en-US" w:bidi="en-US"/>
              </w:rPr>
              <w:t xml:space="preserve">Slice </w:t>
            </w:r>
            <w:r w:rsidRPr="006709DF">
              <w:t>« </w:t>
            </w:r>
            <w:r w:rsidRPr="006709DF">
              <w:rPr>
                <w:lang w:val="en-US" w:bidi="en-US"/>
              </w:rPr>
              <w:t>savoirFaireR38</w:t>
            </w:r>
            <w:r w:rsidRPr="006709DF">
              <w:t> »</w:t>
            </w:r>
          </w:p>
        </w:tc>
      </w:tr>
      <w:tr w:rsidR="00E62BD8" w:rsidRPr="00550919" w14:paraId="0125E4E3" w14:textId="77777777" w:rsidTr="00E01169">
        <w:trPr>
          <w:trHeight w:val="288"/>
        </w:trPr>
        <w:tc>
          <w:tcPr>
            <w:tcW w:w="895" w:type="pct"/>
            <w:vMerge/>
            <w:noWrap/>
          </w:tcPr>
          <w:p w14:paraId="64C04627" w14:textId="77777777" w:rsidR="00E62BD8" w:rsidRPr="00E72F3A" w:rsidRDefault="00E62BD8" w:rsidP="00E62BD8">
            <w:pPr>
              <w:pStyle w:val="TBLContenu"/>
              <w:rPr>
                <w:lang w:val="en-US" w:bidi="en-US"/>
              </w:rPr>
            </w:pPr>
          </w:p>
        </w:tc>
        <w:tc>
          <w:tcPr>
            <w:tcW w:w="1577" w:type="pct"/>
            <w:noWrap/>
          </w:tcPr>
          <w:p w14:paraId="3F504339" w14:textId="5894C90D" w:rsidR="00E62BD8" w:rsidRDefault="00E62BD8" w:rsidP="00E62BD8">
            <w:pPr>
              <w:pStyle w:val="TBLContenu"/>
              <w:rPr>
                <w:lang w:bidi="en-US"/>
              </w:rPr>
            </w:pPr>
            <w:proofErr w:type="spellStart"/>
            <w:proofErr w:type="gramStart"/>
            <w:r>
              <w:t>c</w:t>
            </w:r>
            <w:r w:rsidRPr="000A3314">
              <w:t>ompetence</w:t>
            </w:r>
            <w:proofErr w:type="spellEnd"/>
            <w:proofErr w:type="gramEnd"/>
            <w:r>
              <w:t xml:space="preserve"> </w:t>
            </w:r>
            <w:r w:rsidRPr="0036685F">
              <w:t>: [0</w:t>
            </w:r>
            <w:r>
              <w:t>..1</w:t>
            </w:r>
            <w:r w:rsidRPr="0036685F">
              <w:t xml:space="preserve">] </w:t>
            </w:r>
            <w:r>
              <w:t>Code</w:t>
            </w:r>
          </w:p>
        </w:tc>
        <w:tc>
          <w:tcPr>
            <w:tcW w:w="1066" w:type="pct"/>
            <w:noWrap/>
            <w:vAlign w:val="top"/>
          </w:tcPr>
          <w:p w14:paraId="052FC19F" w14:textId="77777777" w:rsidR="00E62BD8" w:rsidRPr="006709DF" w:rsidRDefault="00E62BD8" w:rsidP="00E62BD8">
            <w:pPr>
              <w:pStyle w:val="TBLContenu"/>
              <w:rPr>
                <w:lang w:val="en-US" w:bidi="en-US"/>
              </w:rPr>
            </w:pPr>
            <w:proofErr w:type="spellStart"/>
            <w:r w:rsidRPr="006709DF">
              <w:rPr>
                <w:lang w:val="en-US" w:bidi="en-US"/>
              </w:rPr>
              <w:t>PractitionerRole</w:t>
            </w:r>
            <w:proofErr w:type="spellEnd"/>
          </w:p>
          <w:p w14:paraId="1423910F" w14:textId="07377F70" w:rsidR="00E62BD8" w:rsidRPr="006709DF" w:rsidRDefault="008E5132" w:rsidP="00E62BD8">
            <w:pPr>
              <w:pStyle w:val="TBLContenu"/>
              <w:rPr>
                <w:lang w:bidi="en-US"/>
              </w:rPr>
            </w:pPr>
            <w:proofErr w:type="spellStart"/>
            <w:r>
              <w:rPr>
                <w:color w:val="F79646" w:themeColor="accent6"/>
                <w:lang w:bidi="en-US"/>
              </w:rPr>
              <w:t>AsPractitionerRoleProfile</w:t>
            </w:r>
            <w:proofErr w:type="spellEnd"/>
          </w:p>
        </w:tc>
        <w:tc>
          <w:tcPr>
            <w:tcW w:w="1462" w:type="pct"/>
            <w:noWrap/>
          </w:tcPr>
          <w:p w14:paraId="10951765" w14:textId="346A2B1A" w:rsidR="00D66CDD" w:rsidRPr="006709DF" w:rsidRDefault="00D66CDD" w:rsidP="00D66CDD">
            <w:pPr>
              <w:pStyle w:val="TBLContenu"/>
              <w:rPr>
                <w:lang w:val="en-US" w:bidi="en-US"/>
              </w:rPr>
            </w:pPr>
            <w:proofErr w:type="gramStart"/>
            <w:r w:rsidRPr="006709DF">
              <w:rPr>
                <w:lang w:val="en-US" w:bidi="en-US"/>
              </w:rPr>
              <w:t>specialty :</w:t>
            </w:r>
            <w:proofErr w:type="gramEnd"/>
            <w:r w:rsidRPr="006709DF">
              <w:rPr>
                <w:lang w:val="en-US" w:bidi="en-US"/>
              </w:rPr>
              <w:t xml:space="preserve"> </w:t>
            </w:r>
            <w:proofErr w:type="spellStart"/>
            <w:r w:rsidRPr="006709DF">
              <w:rPr>
                <w:lang w:val="en-US" w:bidi="en-US"/>
              </w:rPr>
              <w:t>CodeableConceptTimed</w:t>
            </w:r>
            <w:proofErr w:type="spellEnd"/>
            <w:r w:rsidRPr="006709DF">
              <w:rPr>
                <w:lang w:val="en-US" w:bidi="en-US"/>
              </w:rPr>
              <w:t xml:space="preserve"> [0..*]</w:t>
            </w:r>
          </w:p>
          <w:p w14:paraId="6A2AA5C2" w14:textId="265C3A4A" w:rsidR="00E62BD8" w:rsidRPr="006709DF" w:rsidRDefault="00E33D0E" w:rsidP="007A1E66">
            <w:pPr>
              <w:pStyle w:val="TBLContenu"/>
              <w:rPr>
                <w:lang w:val="en-US"/>
              </w:rPr>
            </w:pPr>
            <w:r w:rsidRPr="006709DF">
              <w:rPr>
                <w:lang w:val="en-US" w:bidi="en-US"/>
              </w:rPr>
              <w:t>Slice « savoirFaireR39 »</w:t>
            </w:r>
          </w:p>
        </w:tc>
      </w:tr>
      <w:tr w:rsidR="00E62BD8" w:rsidRPr="00EB5561" w14:paraId="1B1DD887" w14:textId="77777777" w:rsidTr="004A5E9E">
        <w:trPr>
          <w:trHeight w:val="1111"/>
        </w:trPr>
        <w:tc>
          <w:tcPr>
            <w:tcW w:w="0" w:type="pct"/>
            <w:vMerge/>
            <w:noWrap/>
          </w:tcPr>
          <w:p w14:paraId="25CA910A" w14:textId="77777777" w:rsidR="00E62BD8" w:rsidRPr="00E72F3A" w:rsidRDefault="00E62BD8" w:rsidP="00E62BD8">
            <w:pPr>
              <w:pStyle w:val="TBLContenu"/>
              <w:rPr>
                <w:lang w:val="en-US" w:bidi="en-US"/>
              </w:rPr>
            </w:pPr>
          </w:p>
        </w:tc>
        <w:tc>
          <w:tcPr>
            <w:tcW w:w="0" w:type="pct"/>
            <w:noWrap/>
          </w:tcPr>
          <w:p w14:paraId="672AE56D" w14:textId="5EF1D349" w:rsidR="00E62BD8" w:rsidRDefault="00E62BD8" w:rsidP="00E62BD8">
            <w:pPr>
              <w:pStyle w:val="TBLContenu"/>
              <w:rPr>
                <w:lang w:bidi="en-US"/>
              </w:rPr>
            </w:pPr>
            <w:proofErr w:type="spellStart"/>
            <w:proofErr w:type="gramStart"/>
            <w:r>
              <w:t>c</w:t>
            </w:r>
            <w:r w:rsidRPr="000A3314">
              <w:t>ompetenceExclusive</w:t>
            </w:r>
            <w:proofErr w:type="spellEnd"/>
            <w:proofErr w:type="gramEnd"/>
            <w:r>
              <w:t xml:space="preserve"> </w:t>
            </w:r>
            <w:r w:rsidRPr="0036685F">
              <w:t>: [0</w:t>
            </w:r>
            <w:r>
              <w:t>..1</w:t>
            </w:r>
            <w:r w:rsidRPr="0036685F">
              <w:t xml:space="preserve">] </w:t>
            </w:r>
            <w:r>
              <w:t>Code</w:t>
            </w:r>
          </w:p>
        </w:tc>
        <w:tc>
          <w:tcPr>
            <w:tcW w:w="0" w:type="pct"/>
            <w:noWrap/>
            <w:vAlign w:val="top"/>
          </w:tcPr>
          <w:p w14:paraId="73B08629" w14:textId="77777777" w:rsidR="00E62BD8" w:rsidRPr="006709DF" w:rsidRDefault="00E62BD8" w:rsidP="00E62BD8">
            <w:pPr>
              <w:pStyle w:val="TBLContenu"/>
              <w:rPr>
                <w:lang w:val="en-US" w:bidi="en-US"/>
              </w:rPr>
            </w:pPr>
            <w:proofErr w:type="spellStart"/>
            <w:r w:rsidRPr="006709DF">
              <w:rPr>
                <w:lang w:val="en-US" w:bidi="en-US"/>
              </w:rPr>
              <w:t>PractitionerRole</w:t>
            </w:r>
            <w:proofErr w:type="spellEnd"/>
          </w:p>
          <w:p w14:paraId="5617C948" w14:textId="37D7B354" w:rsidR="00E62BD8" w:rsidRPr="006709DF" w:rsidRDefault="008E5132" w:rsidP="00E62BD8">
            <w:pPr>
              <w:pStyle w:val="TBLContenu"/>
              <w:rPr>
                <w:lang w:bidi="en-US"/>
              </w:rPr>
            </w:pPr>
            <w:proofErr w:type="spellStart"/>
            <w:r>
              <w:rPr>
                <w:color w:val="F79646" w:themeColor="accent6"/>
                <w:lang w:bidi="en-US"/>
              </w:rPr>
              <w:t>AsPractitionerRoleProfile</w:t>
            </w:r>
            <w:proofErr w:type="spellEnd"/>
          </w:p>
        </w:tc>
        <w:tc>
          <w:tcPr>
            <w:tcW w:w="0" w:type="pct"/>
            <w:noWrap/>
          </w:tcPr>
          <w:p w14:paraId="63643900" w14:textId="77777777" w:rsidR="00D66CDD" w:rsidRPr="006709DF" w:rsidRDefault="00D66CDD" w:rsidP="00D66CDD">
            <w:pPr>
              <w:pStyle w:val="TBLContenu"/>
              <w:rPr>
                <w:lang w:val="en-US" w:bidi="en-US"/>
              </w:rPr>
            </w:pPr>
            <w:proofErr w:type="gramStart"/>
            <w:r w:rsidRPr="006709DF">
              <w:rPr>
                <w:lang w:val="en-US" w:bidi="en-US"/>
              </w:rPr>
              <w:t>specialty :</w:t>
            </w:r>
            <w:proofErr w:type="gramEnd"/>
            <w:r w:rsidRPr="006709DF">
              <w:rPr>
                <w:lang w:val="en-US" w:bidi="en-US"/>
              </w:rPr>
              <w:t xml:space="preserve"> </w:t>
            </w:r>
            <w:proofErr w:type="spellStart"/>
            <w:r w:rsidRPr="006709DF">
              <w:rPr>
                <w:lang w:val="en-US" w:bidi="en-US"/>
              </w:rPr>
              <w:t>CodeableConceptTimed</w:t>
            </w:r>
            <w:proofErr w:type="spellEnd"/>
            <w:r w:rsidRPr="006709DF">
              <w:rPr>
                <w:lang w:val="en-US" w:bidi="en-US"/>
              </w:rPr>
              <w:t xml:space="preserve"> [0..*]</w:t>
            </w:r>
          </w:p>
          <w:p w14:paraId="140190D4" w14:textId="40023EE3" w:rsidR="00E62BD8" w:rsidRPr="006709DF" w:rsidRDefault="00D66CDD" w:rsidP="00E62BD8">
            <w:pPr>
              <w:pStyle w:val="TBLContenu"/>
            </w:pPr>
            <w:r w:rsidRPr="006709DF">
              <w:rPr>
                <w:lang w:val="en-US" w:bidi="en-US"/>
              </w:rPr>
              <w:t xml:space="preserve">Slice </w:t>
            </w:r>
            <w:r w:rsidRPr="006709DF">
              <w:t>« </w:t>
            </w:r>
            <w:r w:rsidRPr="006709DF">
              <w:rPr>
                <w:lang w:val="en-US" w:bidi="en-US"/>
              </w:rPr>
              <w:t>savoirFaireR</w:t>
            </w:r>
            <w:r w:rsidR="00E435CE" w:rsidRPr="006709DF">
              <w:rPr>
                <w:lang w:val="en-US" w:bidi="en-US"/>
              </w:rPr>
              <w:t>40</w:t>
            </w:r>
            <w:r w:rsidRPr="006709DF">
              <w:t> »</w:t>
            </w:r>
          </w:p>
        </w:tc>
      </w:tr>
      <w:tr w:rsidR="00E62BD8" w:rsidRPr="00EB5561" w14:paraId="79709D9A" w14:textId="77777777" w:rsidTr="00E01169">
        <w:trPr>
          <w:trHeight w:val="288"/>
        </w:trPr>
        <w:tc>
          <w:tcPr>
            <w:tcW w:w="895" w:type="pct"/>
            <w:vMerge/>
            <w:noWrap/>
          </w:tcPr>
          <w:p w14:paraId="63087FC5" w14:textId="77777777" w:rsidR="00E62BD8" w:rsidRPr="00E72F3A" w:rsidRDefault="00E62BD8" w:rsidP="00E62BD8">
            <w:pPr>
              <w:pStyle w:val="TBLContenu"/>
              <w:rPr>
                <w:lang w:val="en-US" w:bidi="en-US"/>
              </w:rPr>
            </w:pPr>
          </w:p>
        </w:tc>
        <w:tc>
          <w:tcPr>
            <w:tcW w:w="1577" w:type="pct"/>
            <w:noWrap/>
          </w:tcPr>
          <w:p w14:paraId="581A8267" w14:textId="7E437002" w:rsidR="00E62BD8" w:rsidRDefault="00E62BD8" w:rsidP="00E62BD8">
            <w:pPr>
              <w:pStyle w:val="TBLContenu"/>
              <w:rPr>
                <w:lang w:bidi="en-US"/>
              </w:rPr>
            </w:pPr>
            <w:proofErr w:type="spellStart"/>
            <w:proofErr w:type="gramStart"/>
            <w:r>
              <w:t>o</w:t>
            </w:r>
            <w:r w:rsidRPr="000A3314">
              <w:t>rientationParticuliere</w:t>
            </w:r>
            <w:proofErr w:type="spellEnd"/>
            <w:proofErr w:type="gramEnd"/>
            <w:r>
              <w:t xml:space="preserve"> </w:t>
            </w:r>
            <w:r w:rsidRPr="0036685F">
              <w:t>: [0</w:t>
            </w:r>
            <w:r>
              <w:t>..1</w:t>
            </w:r>
            <w:r w:rsidRPr="0036685F">
              <w:t xml:space="preserve">] </w:t>
            </w:r>
            <w:r>
              <w:t>Code</w:t>
            </w:r>
          </w:p>
        </w:tc>
        <w:tc>
          <w:tcPr>
            <w:tcW w:w="1066" w:type="pct"/>
            <w:noWrap/>
            <w:vAlign w:val="top"/>
          </w:tcPr>
          <w:p w14:paraId="0C09A175" w14:textId="5F102901" w:rsidR="00E62BD8" w:rsidRPr="006709DF" w:rsidRDefault="00E62BD8" w:rsidP="00E62BD8">
            <w:pPr>
              <w:pStyle w:val="TBLContenu"/>
              <w:rPr>
                <w:lang w:bidi="en-US"/>
              </w:rPr>
            </w:pPr>
            <w:proofErr w:type="spellStart"/>
            <w:r w:rsidRPr="006709DF">
              <w:rPr>
                <w:lang w:val="en-US" w:bidi="en-US"/>
              </w:rPr>
              <w:t>PractitionerRole</w:t>
            </w:r>
            <w:proofErr w:type="spellEnd"/>
            <w:r w:rsidRPr="006709DF">
              <w:rPr>
                <w:color w:val="F79646" w:themeColor="accent6"/>
                <w:lang w:bidi="en-US"/>
              </w:rPr>
              <w:t xml:space="preserve"> </w:t>
            </w:r>
            <w:proofErr w:type="spellStart"/>
            <w:r w:rsidR="008E5132">
              <w:rPr>
                <w:color w:val="F79646" w:themeColor="accent6"/>
                <w:lang w:bidi="en-US"/>
              </w:rPr>
              <w:t>AsPractitionerRoleProfile</w:t>
            </w:r>
            <w:proofErr w:type="spellEnd"/>
          </w:p>
        </w:tc>
        <w:tc>
          <w:tcPr>
            <w:tcW w:w="1462" w:type="pct"/>
            <w:noWrap/>
          </w:tcPr>
          <w:p w14:paraId="508B5E55" w14:textId="77777777" w:rsidR="00D66CDD" w:rsidRPr="006709DF" w:rsidRDefault="00D66CDD" w:rsidP="00D66CDD">
            <w:pPr>
              <w:pStyle w:val="TBLContenu"/>
              <w:rPr>
                <w:lang w:val="en-US" w:bidi="en-US"/>
              </w:rPr>
            </w:pPr>
            <w:proofErr w:type="gramStart"/>
            <w:r w:rsidRPr="006709DF">
              <w:rPr>
                <w:lang w:val="en-US" w:bidi="en-US"/>
              </w:rPr>
              <w:t>specialty :</w:t>
            </w:r>
            <w:proofErr w:type="gramEnd"/>
            <w:r w:rsidRPr="006709DF">
              <w:rPr>
                <w:lang w:val="en-US" w:bidi="en-US"/>
              </w:rPr>
              <w:t xml:space="preserve"> </w:t>
            </w:r>
            <w:proofErr w:type="spellStart"/>
            <w:r w:rsidRPr="006709DF">
              <w:rPr>
                <w:lang w:val="en-US" w:bidi="en-US"/>
              </w:rPr>
              <w:t>CodeableConceptTimed</w:t>
            </w:r>
            <w:proofErr w:type="spellEnd"/>
            <w:r w:rsidRPr="006709DF">
              <w:rPr>
                <w:lang w:val="en-US" w:bidi="en-US"/>
              </w:rPr>
              <w:t xml:space="preserve"> [0..*]</w:t>
            </w:r>
          </w:p>
          <w:p w14:paraId="204B07A2" w14:textId="1BA23AA6" w:rsidR="00E62BD8" w:rsidRPr="006709DF" w:rsidRDefault="00D66CDD" w:rsidP="00E62BD8">
            <w:pPr>
              <w:pStyle w:val="TBLContenu"/>
            </w:pPr>
            <w:r w:rsidRPr="006709DF">
              <w:rPr>
                <w:lang w:val="en-US" w:bidi="en-US"/>
              </w:rPr>
              <w:t xml:space="preserve">Slice </w:t>
            </w:r>
            <w:r w:rsidRPr="006709DF">
              <w:t>« </w:t>
            </w:r>
            <w:r w:rsidRPr="006709DF">
              <w:rPr>
                <w:lang w:val="en-US" w:bidi="en-US"/>
              </w:rPr>
              <w:t>savoirFaire</w:t>
            </w:r>
            <w:r w:rsidR="00E435CE" w:rsidRPr="006709DF">
              <w:rPr>
                <w:lang w:val="en-US" w:bidi="en-US"/>
              </w:rPr>
              <w:t>G13</w:t>
            </w:r>
            <w:r w:rsidRPr="006709DF">
              <w:t> »</w:t>
            </w:r>
          </w:p>
        </w:tc>
      </w:tr>
      <w:tr w:rsidR="00E62BD8" w:rsidRPr="00EB5561" w14:paraId="41E65195" w14:textId="77777777" w:rsidTr="00E01169">
        <w:trPr>
          <w:trHeight w:val="288"/>
        </w:trPr>
        <w:tc>
          <w:tcPr>
            <w:tcW w:w="895" w:type="pct"/>
            <w:vMerge/>
            <w:noWrap/>
          </w:tcPr>
          <w:p w14:paraId="705B0F49" w14:textId="77777777" w:rsidR="00E62BD8" w:rsidRPr="00E72F3A" w:rsidRDefault="00E62BD8" w:rsidP="00E62BD8">
            <w:pPr>
              <w:pStyle w:val="TBLContenu"/>
              <w:rPr>
                <w:lang w:val="en-US" w:bidi="en-US"/>
              </w:rPr>
            </w:pPr>
          </w:p>
        </w:tc>
        <w:tc>
          <w:tcPr>
            <w:tcW w:w="1577" w:type="pct"/>
            <w:noWrap/>
          </w:tcPr>
          <w:p w14:paraId="7066448D" w14:textId="7C2CEA6B" w:rsidR="00E62BD8" w:rsidRDefault="00E62BD8" w:rsidP="00E62BD8">
            <w:pPr>
              <w:pStyle w:val="TBLContenu"/>
              <w:rPr>
                <w:lang w:bidi="en-US"/>
              </w:rPr>
            </w:pPr>
            <w:proofErr w:type="spellStart"/>
            <w:proofErr w:type="gramStart"/>
            <w:r>
              <w:t>c</w:t>
            </w:r>
            <w:r w:rsidRPr="000A3314">
              <w:t>apaciteSavoirfaire</w:t>
            </w:r>
            <w:proofErr w:type="spellEnd"/>
            <w:proofErr w:type="gramEnd"/>
            <w:r>
              <w:t xml:space="preserve"> </w:t>
            </w:r>
            <w:r w:rsidRPr="0036685F">
              <w:t>: [0</w:t>
            </w:r>
            <w:r>
              <w:t>..1</w:t>
            </w:r>
            <w:r w:rsidRPr="0036685F">
              <w:t xml:space="preserve">] </w:t>
            </w:r>
            <w:r>
              <w:t>Code</w:t>
            </w:r>
          </w:p>
        </w:tc>
        <w:tc>
          <w:tcPr>
            <w:tcW w:w="1066" w:type="pct"/>
            <w:noWrap/>
            <w:vAlign w:val="top"/>
          </w:tcPr>
          <w:p w14:paraId="1E60B7C1" w14:textId="77777777" w:rsidR="00E62BD8" w:rsidRPr="006709DF" w:rsidRDefault="00E62BD8" w:rsidP="00E62BD8">
            <w:pPr>
              <w:pStyle w:val="TBLContenu"/>
              <w:rPr>
                <w:lang w:val="en-US" w:bidi="en-US"/>
              </w:rPr>
            </w:pPr>
            <w:proofErr w:type="spellStart"/>
            <w:r w:rsidRPr="006709DF">
              <w:rPr>
                <w:lang w:val="en-US" w:bidi="en-US"/>
              </w:rPr>
              <w:t>PractitionerRole</w:t>
            </w:r>
            <w:proofErr w:type="spellEnd"/>
          </w:p>
          <w:p w14:paraId="7F763B8E" w14:textId="0812F2ED" w:rsidR="00E62BD8" w:rsidRPr="006709DF" w:rsidRDefault="008E5132" w:rsidP="00E62BD8">
            <w:pPr>
              <w:pStyle w:val="TBLContenu"/>
              <w:rPr>
                <w:lang w:bidi="en-US"/>
              </w:rPr>
            </w:pPr>
            <w:proofErr w:type="spellStart"/>
            <w:r>
              <w:rPr>
                <w:color w:val="F79646" w:themeColor="accent6"/>
                <w:lang w:bidi="en-US"/>
              </w:rPr>
              <w:lastRenderedPageBreak/>
              <w:t>AsPractitionerRoleProfile</w:t>
            </w:r>
            <w:proofErr w:type="spellEnd"/>
          </w:p>
        </w:tc>
        <w:tc>
          <w:tcPr>
            <w:tcW w:w="1462" w:type="pct"/>
            <w:noWrap/>
          </w:tcPr>
          <w:p w14:paraId="68DC137C" w14:textId="77777777" w:rsidR="00D66CDD" w:rsidRPr="006709DF" w:rsidRDefault="00D66CDD" w:rsidP="00D66CDD">
            <w:pPr>
              <w:pStyle w:val="TBLContenu"/>
              <w:rPr>
                <w:lang w:val="en-US" w:bidi="en-US"/>
              </w:rPr>
            </w:pPr>
            <w:proofErr w:type="gramStart"/>
            <w:r w:rsidRPr="006709DF">
              <w:rPr>
                <w:lang w:val="en-US" w:bidi="en-US"/>
              </w:rPr>
              <w:lastRenderedPageBreak/>
              <w:t>specialty :</w:t>
            </w:r>
            <w:proofErr w:type="gramEnd"/>
            <w:r w:rsidRPr="006709DF">
              <w:rPr>
                <w:lang w:val="en-US" w:bidi="en-US"/>
              </w:rPr>
              <w:t xml:space="preserve"> </w:t>
            </w:r>
            <w:proofErr w:type="spellStart"/>
            <w:r w:rsidRPr="006709DF">
              <w:rPr>
                <w:lang w:val="en-US" w:bidi="en-US"/>
              </w:rPr>
              <w:t>CodeableConceptTimed</w:t>
            </w:r>
            <w:proofErr w:type="spellEnd"/>
            <w:r w:rsidRPr="006709DF">
              <w:rPr>
                <w:lang w:val="en-US" w:bidi="en-US"/>
              </w:rPr>
              <w:t xml:space="preserve"> [0..*]</w:t>
            </w:r>
          </w:p>
          <w:p w14:paraId="6DDFE879" w14:textId="7AAAA4EE" w:rsidR="00E62BD8" w:rsidRPr="006709DF" w:rsidRDefault="00D66CDD" w:rsidP="00E62BD8">
            <w:pPr>
              <w:pStyle w:val="TBLContenu"/>
            </w:pPr>
            <w:r w:rsidRPr="006709DF">
              <w:rPr>
                <w:lang w:val="en-US" w:bidi="en-US"/>
              </w:rPr>
              <w:lastRenderedPageBreak/>
              <w:t xml:space="preserve">Slice </w:t>
            </w:r>
            <w:r w:rsidRPr="006709DF">
              <w:t>« </w:t>
            </w:r>
            <w:r w:rsidRPr="006709DF">
              <w:rPr>
                <w:lang w:val="en-US" w:bidi="en-US"/>
              </w:rPr>
              <w:t>savoirFaireR</w:t>
            </w:r>
            <w:r w:rsidR="00E435CE" w:rsidRPr="006709DF">
              <w:rPr>
                <w:lang w:val="en-US" w:bidi="en-US"/>
              </w:rPr>
              <w:t>43</w:t>
            </w:r>
            <w:r w:rsidRPr="006709DF">
              <w:t> »</w:t>
            </w:r>
          </w:p>
        </w:tc>
      </w:tr>
      <w:tr w:rsidR="00E62BD8" w:rsidRPr="00EB5561" w14:paraId="5118BB25" w14:textId="77777777" w:rsidTr="00E01169">
        <w:trPr>
          <w:trHeight w:val="288"/>
        </w:trPr>
        <w:tc>
          <w:tcPr>
            <w:tcW w:w="895" w:type="pct"/>
            <w:vMerge/>
            <w:noWrap/>
          </w:tcPr>
          <w:p w14:paraId="3BD4A310" w14:textId="77777777" w:rsidR="00E62BD8" w:rsidRPr="001359B4" w:rsidRDefault="00E62BD8" w:rsidP="00E62BD8">
            <w:pPr>
              <w:pStyle w:val="TBLContenu"/>
              <w:rPr>
                <w:lang w:bidi="en-US"/>
              </w:rPr>
            </w:pPr>
          </w:p>
        </w:tc>
        <w:tc>
          <w:tcPr>
            <w:tcW w:w="1577" w:type="pct"/>
            <w:noWrap/>
          </w:tcPr>
          <w:p w14:paraId="67805FCC" w14:textId="622A0813" w:rsidR="00E62BD8" w:rsidRDefault="00E62BD8" w:rsidP="00E62BD8">
            <w:pPr>
              <w:pStyle w:val="TBLContenu"/>
              <w:rPr>
                <w:lang w:bidi="en-US"/>
              </w:rPr>
            </w:pPr>
            <w:proofErr w:type="spellStart"/>
            <w:proofErr w:type="gramStart"/>
            <w:r>
              <w:t>q</w:t>
            </w:r>
            <w:r w:rsidRPr="000A3314">
              <w:t>ualificationPAC</w:t>
            </w:r>
            <w:proofErr w:type="spellEnd"/>
            <w:proofErr w:type="gramEnd"/>
            <w:r>
              <w:t xml:space="preserve"> </w:t>
            </w:r>
            <w:r w:rsidRPr="0036685F">
              <w:t>: [0</w:t>
            </w:r>
            <w:r>
              <w:t>..1</w:t>
            </w:r>
            <w:r w:rsidRPr="0036685F">
              <w:t xml:space="preserve">] </w:t>
            </w:r>
            <w:r>
              <w:t>Code</w:t>
            </w:r>
          </w:p>
        </w:tc>
        <w:tc>
          <w:tcPr>
            <w:tcW w:w="1066" w:type="pct"/>
            <w:noWrap/>
            <w:vAlign w:val="top"/>
          </w:tcPr>
          <w:p w14:paraId="42E7FDC9" w14:textId="77777777" w:rsidR="00E62BD8" w:rsidRPr="006709DF" w:rsidRDefault="00E62BD8" w:rsidP="00E62BD8">
            <w:pPr>
              <w:pStyle w:val="TBLContenu"/>
              <w:rPr>
                <w:lang w:val="en-US" w:bidi="en-US"/>
              </w:rPr>
            </w:pPr>
            <w:proofErr w:type="spellStart"/>
            <w:r w:rsidRPr="006709DF">
              <w:rPr>
                <w:lang w:val="en-US" w:bidi="en-US"/>
              </w:rPr>
              <w:t>PractitionerRole</w:t>
            </w:r>
            <w:proofErr w:type="spellEnd"/>
          </w:p>
          <w:p w14:paraId="58FFD857" w14:textId="048BDF64" w:rsidR="00E62BD8" w:rsidRPr="006709DF" w:rsidRDefault="008E5132" w:rsidP="00E62BD8">
            <w:pPr>
              <w:pStyle w:val="TBLContenu"/>
              <w:rPr>
                <w:lang w:bidi="en-US"/>
              </w:rPr>
            </w:pPr>
            <w:proofErr w:type="spellStart"/>
            <w:r>
              <w:rPr>
                <w:color w:val="F79646" w:themeColor="accent6"/>
                <w:lang w:bidi="en-US"/>
              </w:rPr>
              <w:t>AsPractitionerRoleProfile</w:t>
            </w:r>
            <w:proofErr w:type="spellEnd"/>
          </w:p>
        </w:tc>
        <w:tc>
          <w:tcPr>
            <w:tcW w:w="1462" w:type="pct"/>
            <w:noWrap/>
          </w:tcPr>
          <w:p w14:paraId="29D6A121" w14:textId="77777777" w:rsidR="00D66CDD" w:rsidRPr="006709DF" w:rsidRDefault="00D66CDD" w:rsidP="00D66CDD">
            <w:pPr>
              <w:pStyle w:val="TBLContenu"/>
              <w:rPr>
                <w:lang w:val="en-US" w:bidi="en-US"/>
              </w:rPr>
            </w:pPr>
            <w:proofErr w:type="gramStart"/>
            <w:r w:rsidRPr="006709DF">
              <w:rPr>
                <w:lang w:val="en-US" w:bidi="en-US"/>
              </w:rPr>
              <w:t>specialty :</w:t>
            </w:r>
            <w:proofErr w:type="gramEnd"/>
            <w:r w:rsidRPr="006709DF">
              <w:rPr>
                <w:lang w:val="en-US" w:bidi="en-US"/>
              </w:rPr>
              <w:t xml:space="preserve"> </w:t>
            </w:r>
            <w:proofErr w:type="spellStart"/>
            <w:r w:rsidRPr="006709DF">
              <w:rPr>
                <w:lang w:val="en-US" w:bidi="en-US"/>
              </w:rPr>
              <w:t>CodeableConceptTimed</w:t>
            </w:r>
            <w:proofErr w:type="spellEnd"/>
            <w:r w:rsidRPr="006709DF">
              <w:rPr>
                <w:lang w:val="en-US" w:bidi="en-US"/>
              </w:rPr>
              <w:t xml:space="preserve"> [0..*]</w:t>
            </w:r>
          </w:p>
          <w:p w14:paraId="3AB1C67F" w14:textId="55A9C5C9" w:rsidR="00E62BD8" w:rsidRPr="006709DF" w:rsidRDefault="00D66CDD" w:rsidP="00E62BD8">
            <w:pPr>
              <w:pStyle w:val="TBLContenu"/>
              <w:rPr>
                <w:lang w:bidi="en-US"/>
              </w:rPr>
            </w:pPr>
            <w:r w:rsidRPr="006709DF">
              <w:rPr>
                <w:lang w:val="en-US" w:bidi="en-US"/>
              </w:rPr>
              <w:t xml:space="preserve">Slice </w:t>
            </w:r>
            <w:r w:rsidRPr="006709DF">
              <w:t>« </w:t>
            </w:r>
            <w:r w:rsidRPr="006709DF">
              <w:rPr>
                <w:lang w:val="en-US" w:bidi="en-US"/>
              </w:rPr>
              <w:t>savoirFaireR</w:t>
            </w:r>
            <w:r w:rsidR="00E435CE" w:rsidRPr="006709DF">
              <w:rPr>
                <w:lang w:val="en-US" w:bidi="en-US"/>
              </w:rPr>
              <w:t>44</w:t>
            </w:r>
            <w:r w:rsidRPr="006709DF">
              <w:t> »</w:t>
            </w:r>
          </w:p>
        </w:tc>
      </w:tr>
      <w:tr w:rsidR="00E62BD8" w:rsidRPr="00EB5561" w14:paraId="2D219A4B" w14:textId="77777777" w:rsidTr="00E01169">
        <w:trPr>
          <w:trHeight w:val="288"/>
        </w:trPr>
        <w:tc>
          <w:tcPr>
            <w:tcW w:w="895" w:type="pct"/>
            <w:vMerge/>
            <w:noWrap/>
          </w:tcPr>
          <w:p w14:paraId="3CD05F72" w14:textId="77777777" w:rsidR="00E62BD8" w:rsidRPr="00E72F3A" w:rsidRDefault="00E62BD8" w:rsidP="00E62BD8">
            <w:pPr>
              <w:pStyle w:val="TBLContenu"/>
              <w:rPr>
                <w:lang w:val="en-US" w:bidi="en-US"/>
              </w:rPr>
            </w:pPr>
          </w:p>
        </w:tc>
        <w:tc>
          <w:tcPr>
            <w:tcW w:w="1577" w:type="pct"/>
            <w:noWrap/>
          </w:tcPr>
          <w:p w14:paraId="20EA6C90" w14:textId="0184AED4" w:rsidR="00E62BD8" w:rsidRDefault="00E62BD8" w:rsidP="00E62BD8">
            <w:pPr>
              <w:pStyle w:val="TBLContenu"/>
              <w:rPr>
                <w:lang w:bidi="en-US"/>
              </w:rPr>
            </w:pPr>
            <w:proofErr w:type="spellStart"/>
            <w:proofErr w:type="gramStart"/>
            <w:r>
              <w:t>f</w:t>
            </w:r>
            <w:r w:rsidRPr="000A3314">
              <w:t>onctionQualifiee</w:t>
            </w:r>
            <w:proofErr w:type="spellEnd"/>
            <w:r w:rsidRPr="0036685F">
              <w:t>:</w:t>
            </w:r>
            <w:proofErr w:type="gramEnd"/>
            <w:r w:rsidRPr="0036685F">
              <w:t xml:space="preserve"> [0</w:t>
            </w:r>
            <w:r>
              <w:t>..1</w:t>
            </w:r>
            <w:r w:rsidRPr="0036685F">
              <w:t xml:space="preserve">] </w:t>
            </w:r>
            <w:r>
              <w:t>Code</w:t>
            </w:r>
          </w:p>
        </w:tc>
        <w:tc>
          <w:tcPr>
            <w:tcW w:w="1066" w:type="pct"/>
            <w:noWrap/>
            <w:vAlign w:val="top"/>
          </w:tcPr>
          <w:p w14:paraId="5C53831D" w14:textId="77777777" w:rsidR="00E62BD8" w:rsidRPr="006709DF" w:rsidRDefault="00E62BD8" w:rsidP="00E62BD8">
            <w:pPr>
              <w:pStyle w:val="TBLContenu"/>
              <w:rPr>
                <w:lang w:val="en-US" w:bidi="en-US"/>
              </w:rPr>
            </w:pPr>
            <w:proofErr w:type="spellStart"/>
            <w:r w:rsidRPr="006709DF">
              <w:rPr>
                <w:lang w:val="en-US" w:bidi="en-US"/>
              </w:rPr>
              <w:t>PractitionerRole</w:t>
            </w:r>
            <w:proofErr w:type="spellEnd"/>
          </w:p>
          <w:p w14:paraId="0AD9CF39" w14:textId="45112CDF" w:rsidR="00E62BD8" w:rsidRPr="006709DF" w:rsidRDefault="008E5132" w:rsidP="00E62BD8">
            <w:pPr>
              <w:pStyle w:val="TBLContenu"/>
              <w:rPr>
                <w:lang w:bidi="en-US"/>
              </w:rPr>
            </w:pPr>
            <w:proofErr w:type="spellStart"/>
            <w:r>
              <w:rPr>
                <w:color w:val="F79646" w:themeColor="accent6"/>
                <w:lang w:bidi="en-US"/>
              </w:rPr>
              <w:t>AsPractitionerRoleProfile</w:t>
            </w:r>
            <w:proofErr w:type="spellEnd"/>
          </w:p>
        </w:tc>
        <w:tc>
          <w:tcPr>
            <w:tcW w:w="1462" w:type="pct"/>
            <w:noWrap/>
          </w:tcPr>
          <w:p w14:paraId="04232F1A" w14:textId="77777777" w:rsidR="00D66CDD" w:rsidRPr="006709DF" w:rsidRDefault="00D66CDD" w:rsidP="00D66CDD">
            <w:pPr>
              <w:pStyle w:val="TBLContenu"/>
              <w:rPr>
                <w:lang w:val="en-US" w:bidi="en-US"/>
              </w:rPr>
            </w:pPr>
            <w:proofErr w:type="gramStart"/>
            <w:r w:rsidRPr="006709DF">
              <w:rPr>
                <w:lang w:val="en-US" w:bidi="en-US"/>
              </w:rPr>
              <w:t>specialty :</w:t>
            </w:r>
            <w:proofErr w:type="gramEnd"/>
            <w:r w:rsidRPr="006709DF">
              <w:rPr>
                <w:lang w:val="en-US" w:bidi="en-US"/>
              </w:rPr>
              <w:t xml:space="preserve"> </w:t>
            </w:r>
            <w:proofErr w:type="spellStart"/>
            <w:r w:rsidRPr="006709DF">
              <w:rPr>
                <w:lang w:val="en-US" w:bidi="en-US"/>
              </w:rPr>
              <w:t>CodeableConceptTimed</w:t>
            </w:r>
            <w:proofErr w:type="spellEnd"/>
            <w:r w:rsidRPr="006709DF">
              <w:rPr>
                <w:lang w:val="en-US" w:bidi="en-US"/>
              </w:rPr>
              <w:t xml:space="preserve"> [0..*]</w:t>
            </w:r>
          </w:p>
          <w:p w14:paraId="5C93CCB8" w14:textId="46693983" w:rsidR="00E62BD8" w:rsidRPr="006709DF" w:rsidRDefault="00D66CDD" w:rsidP="00E62BD8">
            <w:pPr>
              <w:pStyle w:val="TBLContenu"/>
            </w:pPr>
            <w:r w:rsidRPr="006709DF">
              <w:rPr>
                <w:lang w:val="en-US" w:bidi="en-US"/>
              </w:rPr>
              <w:t xml:space="preserve">Slice </w:t>
            </w:r>
            <w:r w:rsidRPr="006709DF">
              <w:t>« </w:t>
            </w:r>
            <w:r w:rsidRPr="006709DF">
              <w:rPr>
                <w:lang w:val="en-US" w:bidi="en-US"/>
              </w:rPr>
              <w:t>savoirFaireR</w:t>
            </w:r>
            <w:r w:rsidR="00E435CE" w:rsidRPr="006709DF">
              <w:rPr>
                <w:lang w:val="en-US" w:bidi="en-US"/>
              </w:rPr>
              <w:t>45</w:t>
            </w:r>
            <w:r w:rsidRPr="006709DF">
              <w:t> »</w:t>
            </w:r>
          </w:p>
        </w:tc>
      </w:tr>
      <w:tr w:rsidR="00E62BD8" w:rsidRPr="00EB5561" w14:paraId="2CC221B1" w14:textId="77777777" w:rsidTr="00E01169">
        <w:trPr>
          <w:trHeight w:val="288"/>
        </w:trPr>
        <w:tc>
          <w:tcPr>
            <w:tcW w:w="895" w:type="pct"/>
            <w:vMerge/>
            <w:noWrap/>
          </w:tcPr>
          <w:p w14:paraId="7D28F4DA" w14:textId="77777777" w:rsidR="00E62BD8" w:rsidRPr="001359B4" w:rsidRDefault="00E62BD8" w:rsidP="00E62BD8">
            <w:pPr>
              <w:pStyle w:val="TBLContenu"/>
              <w:rPr>
                <w:lang w:bidi="en-US"/>
              </w:rPr>
            </w:pPr>
          </w:p>
        </w:tc>
        <w:tc>
          <w:tcPr>
            <w:tcW w:w="1577" w:type="pct"/>
            <w:noWrap/>
          </w:tcPr>
          <w:p w14:paraId="27464595" w14:textId="5A339A09" w:rsidR="00E62BD8" w:rsidRDefault="00E62BD8" w:rsidP="00E62BD8">
            <w:pPr>
              <w:pStyle w:val="TBLContenu"/>
              <w:rPr>
                <w:lang w:bidi="en-US"/>
              </w:rPr>
            </w:pPr>
            <w:proofErr w:type="spellStart"/>
            <w:proofErr w:type="gramStart"/>
            <w:r>
              <w:t>desc</w:t>
            </w:r>
            <w:r w:rsidRPr="000A3314">
              <w:t>NonQualifiant</w:t>
            </w:r>
            <w:proofErr w:type="spellEnd"/>
            <w:proofErr w:type="gramEnd"/>
            <w:r>
              <w:t xml:space="preserve"> </w:t>
            </w:r>
            <w:r w:rsidRPr="0036685F">
              <w:t>: [0</w:t>
            </w:r>
            <w:r>
              <w:t>..1</w:t>
            </w:r>
            <w:r w:rsidRPr="0036685F">
              <w:t xml:space="preserve">] </w:t>
            </w:r>
            <w:r>
              <w:t>Code</w:t>
            </w:r>
          </w:p>
        </w:tc>
        <w:tc>
          <w:tcPr>
            <w:tcW w:w="1066" w:type="pct"/>
            <w:noWrap/>
            <w:vAlign w:val="top"/>
          </w:tcPr>
          <w:p w14:paraId="4DE83EAB" w14:textId="77777777" w:rsidR="00E62BD8" w:rsidRPr="006709DF" w:rsidRDefault="00E62BD8" w:rsidP="00E62BD8">
            <w:pPr>
              <w:pStyle w:val="TBLContenu"/>
              <w:rPr>
                <w:lang w:val="en-US" w:bidi="en-US"/>
              </w:rPr>
            </w:pPr>
            <w:proofErr w:type="spellStart"/>
            <w:r w:rsidRPr="006709DF">
              <w:rPr>
                <w:lang w:val="en-US" w:bidi="en-US"/>
              </w:rPr>
              <w:t>PractitionerRole</w:t>
            </w:r>
            <w:proofErr w:type="spellEnd"/>
          </w:p>
          <w:p w14:paraId="61B90248" w14:textId="16702CD5" w:rsidR="00E62BD8" w:rsidRPr="006709DF" w:rsidRDefault="008E5132" w:rsidP="00E62BD8">
            <w:pPr>
              <w:pStyle w:val="TBLContenu"/>
              <w:rPr>
                <w:lang w:bidi="en-US"/>
              </w:rPr>
            </w:pPr>
            <w:proofErr w:type="spellStart"/>
            <w:r>
              <w:rPr>
                <w:color w:val="F79646" w:themeColor="accent6"/>
                <w:lang w:bidi="en-US"/>
              </w:rPr>
              <w:t>AsPractitionerRoleProfile</w:t>
            </w:r>
            <w:proofErr w:type="spellEnd"/>
          </w:p>
        </w:tc>
        <w:tc>
          <w:tcPr>
            <w:tcW w:w="1462" w:type="pct"/>
            <w:noWrap/>
          </w:tcPr>
          <w:p w14:paraId="13E82031" w14:textId="77777777" w:rsidR="00D66CDD" w:rsidRPr="006709DF" w:rsidRDefault="00D66CDD" w:rsidP="00D66CDD">
            <w:pPr>
              <w:pStyle w:val="TBLContenu"/>
              <w:rPr>
                <w:lang w:val="en-US" w:bidi="en-US"/>
              </w:rPr>
            </w:pPr>
            <w:proofErr w:type="gramStart"/>
            <w:r w:rsidRPr="006709DF">
              <w:rPr>
                <w:lang w:val="en-US" w:bidi="en-US"/>
              </w:rPr>
              <w:t>specialty :</w:t>
            </w:r>
            <w:proofErr w:type="gramEnd"/>
            <w:r w:rsidRPr="006709DF">
              <w:rPr>
                <w:lang w:val="en-US" w:bidi="en-US"/>
              </w:rPr>
              <w:t xml:space="preserve"> </w:t>
            </w:r>
            <w:proofErr w:type="spellStart"/>
            <w:r w:rsidRPr="006709DF">
              <w:rPr>
                <w:lang w:val="en-US" w:bidi="en-US"/>
              </w:rPr>
              <w:t>CodeableConceptTimed</w:t>
            </w:r>
            <w:proofErr w:type="spellEnd"/>
            <w:r w:rsidRPr="006709DF">
              <w:rPr>
                <w:lang w:val="en-US" w:bidi="en-US"/>
              </w:rPr>
              <w:t xml:space="preserve"> [0..*]</w:t>
            </w:r>
          </w:p>
          <w:p w14:paraId="461EF5A2" w14:textId="0C58E46D" w:rsidR="00E62BD8" w:rsidRPr="006709DF" w:rsidRDefault="00D66CDD" w:rsidP="00E62BD8">
            <w:pPr>
              <w:pStyle w:val="TBLContenu"/>
            </w:pPr>
            <w:r w:rsidRPr="006709DF">
              <w:rPr>
                <w:lang w:val="en-US" w:bidi="en-US"/>
              </w:rPr>
              <w:t xml:space="preserve">Slice </w:t>
            </w:r>
            <w:r w:rsidRPr="006709DF">
              <w:t>« </w:t>
            </w:r>
            <w:r w:rsidRPr="006709DF">
              <w:rPr>
                <w:lang w:val="en-US" w:bidi="en-US"/>
              </w:rPr>
              <w:t>savoirFaireR</w:t>
            </w:r>
            <w:r w:rsidR="00E435CE" w:rsidRPr="006709DF">
              <w:rPr>
                <w:lang w:val="en-US" w:bidi="en-US"/>
              </w:rPr>
              <w:t>42</w:t>
            </w:r>
            <w:r w:rsidRPr="006709DF">
              <w:t> »</w:t>
            </w:r>
          </w:p>
        </w:tc>
      </w:tr>
      <w:tr w:rsidR="00E62BD8" w:rsidRPr="00EB5561" w14:paraId="0E0BD9B1" w14:textId="77777777" w:rsidTr="00E01169">
        <w:trPr>
          <w:trHeight w:val="288"/>
        </w:trPr>
        <w:tc>
          <w:tcPr>
            <w:tcW w:w="895" w:type="pct"/>
            <w:vMerge/>
            <w:noWrap/>
          </w:tcPr>
          <w:p w14:paraId="2E9354F9" w14:textId="77777777" w:rsidR="00E62BD8" w:rsidRPr="001359B4" w:rsidRDefault="00E62BD8" w:rsidP="00E62BD8">
            <w:pPr>
              <w:pStyle w:val="TBLContenu"/>
              <w:rPr>
                <w:lang w:bidi="en-US"/>
              </w:rPr>
            </w:pPr>
          </w:p>
        </w:tc>
        <w:tc>
          <w:tcPr>
            <w:tcW w:w="1577" w:type="pct"/>
            <w:noWrap/>
          </w:tcPr>
          <w:p w14:paraId="652FADD8" w14:textId="08A92CC2" w:rsidR="00E62BD8" w:rsidRDefault="00E62BD8" w:rsidP="00E62BD8">
            <w:pPr>
              <w:pStyle w:val="TBLContenu"/>
              <w:rPr>
                <w:lang w:bidi="en-US"/>
              </w:rPr>
            </w:pPr>
            <w:proofErr w:type="spellStart"/>
            <w:proofErr w:type="gramStart"/>
            <w:r>
              <w:t>d</w:t>
            </w:r>
            <w:r w:rsidRPr="000A3314">
              <w:t>roitExerciceComplementaire</w:t>
            </w:r>
            <w:proofErr w:type="spellEnd"/>
            <w:r w:rsidRPr="0036685F">
              <w:t>:</w:t>
            </w:r>
            <w:proofErr w:type="gramEnd"/>
            <w:r w:rsidRPr="0036685F">
              <w:t xml:space="preserve"> [0</w:t>
            </w:r>
            <w:r>
              <w:t>..1</w:t>
            </w:r>
            <w:r w:rsidRPr="0036685F">
              <w:t xml:space="preserve">] </w:t>
            </w:r>
            <w:r>
              <w:t>Code</w:t>
            </w:r>
          </w:p>
        </w:tc>
        <w:tc>
          <w:tcPr>
            <w:tcW w:w="1066" w:type="pct"/>
            <w:noWrap/>
            <w:vAlign w:val="top"/>
          </w:tcPr>
          <w:p w14:paraId="712D2C0E" w14:textId="77777777" w:rsidR="00E62BD8" w:rsidRPr="006709DF" w:rsidRDefault="00E62BD8" w:rsidP="00E62BD8">
            <w:pPr>
              <w:pStyle w:val="TBLContenu"/>
              <w:rPr>
                <w:lang w:val="en-US" w:bidi="en-US"/>
              </w:rPr>
            </w:pPr>
            <w:proofErr w:type="spellStart"/>
            <w:r w:rsidRPr="006709DF">
              <w:rPr>
                <w:lang w:val="en-US" w:bidi="en-US"/>
              </w:rPr>
              <w:t>PractitionerRole</w:t>
            </w:r>
            <w:proofErr w:type="spellEnd"/>
          </w:p>
          <w:p w14:paraId="6D000733" w14:textId="603CA900" w:rsidR="00E62BD8" w:rsidRPr="006709DF" w:rsidRDefault="008E5132" w:rsidP="00E62BD8">
            <w:pPr>
              <w:pStyle w:val="TBLContenu"/>
              <w:rPr>
                <w:lang w:bidi="en-US"/>
              </w:rPr>
            </w:pPr>
            <w:proofErr w:type="spellStart"/>
            <w:r>
              <w:rPr>
                <w:color w:val="F79646" w:themeColor="accent6"/>
                <w:lang w:bidi="en-US"/>
              </w:rPr>
              <w:t>AsPractitionerRoleProfile</w:t>
            </w:r>
            <w:proofErr w:type="spellEnd"/>
          </w:p>
        </w:tc>
        <w:tc>
          <w:tcPr>
            <w:tcW w:w="1462" w:type="pct"/>
            <w:noWrap/>
          </w:tcPr>
          <w:p w14:paraId="0F8BA5F5" w14:textId="77777777" w:rsidR="00D66CDD" w:rsidRPr="006709DF" w:rsidRDefault="00D66CDD" w:rsidP="00D66CDD">
            <w:pPr>
              <w:pStyle w:val="TBLContenu"/>
              <w:rPr>
                <w:lang w:val="en-US" w:bidi="en-US"/>
              </w:rPr>
            </w:pPr>
            <w:proofErr w:type="gramStart"/>
            <w:r w:rsidRPr="006709DF">
              <w:rPr>
                <w:lang w:val="en-US" w:bidi="en-US"/>
              </w:rPr>
              <w:t>specialty :</w:t>
            </w:r>
            <w:proofErr w:type="gramEnd"/>
            <w:r w:rsidRPr="006709DF">
              <w:rPr>
                <w:lang w:val="en-US" w:bidi="en-US"/>
              </w:rPr>
              <w:t xml:space="preserve"> </w:t>
            </w:r>
            <w:proofErr w:type="spellStart"/>
            <w:r w:rsidRPr="006709DF">
              <w:rPr>
                <w:lang w:val="en-US" w:bidi="en-US"/>
              </w:rPr>
              <w:t>CodeableConceptTimed</w:t>
            </w:r>
            <w:proofErr w:type="spellEnd"/>
            <w:r w:rsidRPr="006709DF">
              <w:rPr>
                <w:lang w:val="en-US" w:bidi="en-US"/>
              </w:rPr>
              <w:t xml:space="preserve"> [0..*]</w:t>
            </w:r>
          </w:p>
          <w:p w14:paraId="5320027A" w14:textId="386A5B91" w:rsidR="00E62BD8" w:rsidRPr="006709DF" w:rsidRDefault="00D66CDD" w:rsidP="00E62BD8">
            <w:pPr>
              <w:pStyle w:val="TBLContenu"/>
            </w:pPr>
            <w:r w:rsidRPr="006709DF">
              <w:rPr>
                <w:lang w:val="en-US" w:bidi="en-US"/>
              </w:rPr>
              <w:t xml:space="preserve">Slice </w:t>
            </w:r>
            <w:r w:rsidRPr="006709DF">
              <w:t>« </w:t>
            </w:r>
            <w:r w:rsidRPr="006709DF">
              <w:rPr>
                <w:lang w:val="en-US" w:bidi="en-US"/>
              </w:rPr>
              <w:t>savoirFaireR</w:t>
            </w:r>
            <w:r w:rsidR="00E435CE" w:rsidRPr="006709DF">
              <w:rPr>
                <w:lang w:val="en-US" w:bidi="en-US"/>
              </w:rPr>
              <w:t>97</w:t>
            </w:r>
            <w:r w:rsidRPr="006709DF">
              <w:t> »</w:t>
            </w:r>
          </w:p>
        </w:tc>
      </w:tr>
      <w:tr w:rsidR="00E62BD8" w:rsidRPr="00EB5561" w14:paraId="22ED782D" w14:textId="77777777" w:rsidTr="00E01169">
        <w:trPr>
          <w:trHeight w:val="288"/>
        </w:trPr>
        <w:tc>
          <w:tcPr>
            <w:tcW w:w="895" w:type="pct"/>
            <w:vMerge w:val="restart"/>
            <w:noWrap/>
          </w:tcPr>
          <w:p w14:paraId="01BEFB01" w14:textId="77777777" w:rsidR="00E62BD8" w:rsidRDefault="00E62BD8" w:rsidP="00E62BD8">
            <w:pPr>
              <w:pStyle w:val="TBLContenu"/>
              <w:rPr>
                <w:lang w:bidi="en-US"/>
              </w:rPr>
            </w:pPr>
            <w:proofErr w:type="spellStart"/>
            <w:r>
              <w:rPr>
                <w:lang w:bidi="en-US"/>
              </w:rPr>
              <w:t>EntiteGeographique</w:t>
            </w:r>
            <w:proofErr w:type="spellEnd"/>
          </w:p>
        </w:tc>
        <w:tc>
          <w:tcPr>
            <w:tcW w:w="1577" w:type="pct"/>
            <w:noWrap/>
          </w:tcPr>
          <w:p w14:paraId="16B01594" w14:textId="77777777" w:rsidR="00E62BD8" w:rsidRPr="00CD26FE" w:rsidRDefault="00E62BD8" w:rsidP="00E62BD8">
            <w:pPr>
              <w:pStyle w:val="TBLContenu"/>
              <w:rPr>
                <w:lang w:bidi="en-US"/>
              </w:rPr>
            </w:pPr>
            <w:proofErr w:type="spellStart"/>
            <w:proofErr w:type="gramStart"/>
            <w:r>
              <w:rPr>
                <w:lang w:bidi="en-US"/>
              </w:rPr>
              <w:t>idNat</w:t>
            </w:r>
            <w:proofErr w:type="gramEnd"/>
            <w:r>
              <w:rPr>
                <w:lang w:bidi="en-US"/>
              </w:rPr>
              <w:t>_Struct</w:t>
            </w:r>
            <w:proofErr w:type="spellEnd"/>
            <w:r>
              <w:rPr>
                <w:lang w:bidi="en-US"/>
              </w:rPr>
              <w:t xml:space="preserve"> : [1..1] </w:t>
            </w:r>
            <w:r w:rsidRPr="00AB33ED">
              <w:rPr>
                <w:lang w:bidi="en-US"/>
              </w:rPr>
              <w:t>Identifiant</w:t>
            </w:r>
          </w:p>
        </w:tc>
        <w:tc>
          <w:tcPr>
            <w:tcW w:w="1066" w:type="pct"/>
            <w:noWrap/>
          </w:tcPr>
          <w:p w14:paraId="7C389BCA" w14:textId="77777777" w:rsidR="00E62BD8" w:rsidRDefault="00E62BD8" w:rsidP="00E62BD8">
            <w:pPr>
              <w:pStyle w:val="TBLContenu"/>
              <w:rPr>
                <w:lang w:bidi="en-US"/>
              </w:rPr>
            </w:pPr>
            <w:proofErr w:type="spellStart"/>
            <w:r>
              <w:rPr>
                <w:lang w:bidi="en-US"/>
              </w:rPr>
              <w:t>Organization</w:t>
            </w:r>
            <w:proofErr w:type="spellEnd"/>
          </w:p>
          <w:p w14:paraId="22BDA11A" w14:textId="77777777" w:rsidR="00E62BD8" w:rsidRDefault="00E62BD8" w:rsidP="00E62BD8">
            <w:pPr>
              <w:pStyle w:val="TBLContenu"/>
              <w:rPr>
                <w:lang w:bidi="en-US"/>
              </w:rPr>
            </w:pPr>
            <w:proofErr w:type="spellStart"/>
            <w:r>
              <w:rPr>
                <w:color w:val="F79646" w:themeColor="accent6"/>
                <w:lang w:bidi="en-US"/>
              </w:rPr>
              <w:t>FrO</w:t>
            </w:r>
            <w:r w:rsidRPr="007311F4">
              <w:rPr>
                <w:color w:val="F79646" w:themeColor="accent6"/>
                <w:lang w:bidi="en-US"/>
              </w:rPr>
              <w:t>rganization</w:t>
            </w:r>
            <w:proofErr w:type="spellEnd"/>
          </w:p>
        </w:tc>
        <w:tc>
          <w:tcPr>
            <w:tcW w:w="1462" w:type="pct"/>
            <w:noWrap/>
          </w:tcPr>
          <w:p w14:paraId="4D3FC821" w14:textId="276D5C5E" w:rsidR="00E62BD8" w:rsidRDefault="00E62BD8" w:rsidP="004A5E9E">
            <w:pPr>
              <w:pStyle w:val="TBLContenu"/>
              <w:spacing w:before="0" w:after="0"/>
              <w:rPr>
                <w:lang w:bidi="en-US"/>
              </w:rPr>
            </w:pPr>
            <w:proofErr w:type="gramStart"/>
            <w:r>
              <w:rPr>
                <w:lang w:bidi="en-US"/>
              </w:rPr>
              <w:t>identifier</w:t>
            </w:r>
            <w:proofErr w:type="gramEnd"/>
            <w:r>
              <w:rPr>
                <w:lang w:bidi="en-US"/>
              </w:rPr>
              <w:t xml:space="preserve"> : </w:t>
            </w:r>
            <w:r>
              <w:t>Identifier [0..*]</w:t>
            </w:r>
          </w:p>
        </w:tc>
      </w:tr>
      <w:tr w:rsidR="00E62BD8" w:rsidRPr="00EB5561" w14:paraId="02F720E9" w14:textId="77777777" w:rsidTr="00E01169">
        <w:trPr>
          <w:trHeight w:val="288"/>
        </w:trPr>
        <w:tc>
          <w:tcPr>
            <w:tcW w:w="895" w:type="pct"/>
            <w:vMerge/>
            <w:noWrap/>
          </w:tcPr>
          <w:p w14:paraId="0B281631" w14:textId="77777777" w:rsidR="00E62BD8" w:rsidRDefault="00E62BD8" w:rsidP="00E62BD8">
            <w:pPr>
              <w:pStyle w:val="TBLContenu"/>
              <w:rPr>
                <w:lang w:bidi="en-US"/>
              </w:rPr>
            </w:pPr>
          </w:p>
        </w:tc>
        <w:tc>
          <w:tcPr>
            <w:tcW w:w="1577" w:type="pct"/>
            <w:noWrap/>
          </w:tcPr>
          <w:p w14:paraId="1BE7FFFD" w14:textId="77777777" w:rsidR="00E62BD8" w:rsidRPr="00CD26FE" w:rsidRDefault="00E62BD8" w:rsidP="00E62BD8">
            <w:pPr>
              <w:pStyle w:val="TBLContenu"/>
              <w:rPr>
                <w:lang w:bidi="en-US"/>
              </w:rPr>
            </w:pPr>
            <w:proofErr w:type="spellStart"/>
            <w:proofErr w:type="gramStart"/>
            <w:r>
              <w:rPr>
                <w:lang w:bidi="en-US"/>
              </w:rPr>
              <w:t>denominationEG</w:t>
            </w:r>
            <w:proofErr w:type="spellEnd"/>
            <w:proofErr w:type="gramEnd"/>
            <w:r>
              <w:rPr>
                <w:lang w:bidi="en-US"/>
              </w:rPr>
              <w:t xml:space="preserve"> : [0..1] </w:t>
            </w:r>
            <w:r w:rsidRPr="00AB33ED">
              <w:rPr>
                <w:lang w:bidi="en-US"/>
              </w:rPr>
              <w:t>Texte</w:t>
            </w:r>
          </w:p>
        </w:tc>
        <w:tc>
          <w:tcPr>
            <w:tcW w:w="1066" w:type="pct"/>
            <w:noWrap/>
          </w:tcPr>
          <w:p w14:paraId="2E544A81" w14:textId="77777777" w:rsidR="00E62BD8" w:rsidRDefault="00E62BD8" w:rsidP="00E62BD8">
            <w:pPr>
              <w:pStyle w:val="TBLContenu"/>
              <w:rPr>
                <w:lang w:bidi="en-US"/>
              </w:rPr>
            </w:pPr>
            <w:proofErr w:type="spellStart"/>
            <w:r>
              <w:rPr>
                <w:lang w:bidi="en-US"/>
              </w:rPr>
              <w:t>Organization</w:t>
            </w:r>
            <w:proofErr w:type="spellEnd"/>
          </w:p>
          <w:p w14:paraId="72BAF62D" w14:textId="77777777" w:rsidR="00E62BD8" w:rsidRDefault="00E62BD8" w:rsidP="00E62BD8">
            <w:pPr>
              <w:pStyle w:val="TBLContenu"/>
              <w:rPr>
                <w:lang w:bidi="en-US"/>
              </w:rPr>
            </w:pPr>
            <w:proofErr w:type="spellStart"/>
            <w:r>
              <w:rPr>
                <w:color w:val="F79646" w:themeColor="accent6"/>
                <w:lang w:bidi="en-US"/>
              </w:rPr>
              <w:t>FrO</w:t>
            </w:r>
            <w:r w:rsidRPr="007311F4">
              <w:rPr>
                <w:color w:val="F79646" w:themeColor="accent6"/>
                <w:lang w:bidi="en-US"/>
              </w:rPr>
              <w:t>rganization</w:t>
            </w:r>
            <w:proofErr w:type="spellEnd"/>
          </w:p>
        </w:tc>
        <w:tc>
          <w:tcPr>
            <w:tcW w:w="1462" w:type="pct"/>
            <w:noWrap/>
          </w:tcPr>
          <w:p w14:paraId="098308D9" w14:textId="77777777" w:rsidR="00E62BD8" w:rsidRDefault="00E62BD8" w:rsidP="00E62BD8">
            <w:pPr>
              <w:pStyle w:val="TBLContenu"/>
              <w:rPr>
                <w:lang w:bidi="en-US"/>
              </w:rPr>
            </w:pPr>
            <w:proofErr w:type="spellStart"/>
            <w:proofErr w:type="gramStart"/>
            <w:r>
              <w:rPr>
                <w:lang w:bidi="en-US"/>
              </w:rPr>
              <w:t>name</w:t>
            </w:r>
            <w:proofErr w:type="spellEnd"/>
            <w:proofErr w:type="gramEnd"/>
            <w:r>
              <w:rPr>
                <w:lang w:bidi="en-US"/>
              </w:rPr>
              <w:t xml:space="preserve"> : </w:t>
            </w:r>
            <w:r>
              <w:t>string [0..1]</w:t>
            </w:r>
          </w:p>
        </w:tc>
      </w:tr>
      <w:tr w:rsidR="00E62BD8" w:rsidRPr="00EB5561" w14:paraId="4A6A8F72" w14:textId="77777777" w:rsidTr="00E01169">
        <w:trPr>
          <w:trHeight w:val="288"/>
        </w:trPr>
        <w:tc>
          <w:tcPr>
            <w:tcW w:w="895" w:type="pct"/>
            <w:vMerge/>
            <w:noWrap/>
          </w:tcPr>
          <w:p w14:paraId="5DB64756" w14:textId="77777777" w:rsidR="00E62BD8" w:rsidRDefault="00E62BD8" w:rsidP="00E62BD8">
            <w:pPr>
              <w:pStyle w:val="TBLContenu"/>
              <w:rPr>
                <w:lang w:bidi="en-US"/>
              </w:rPr>
            </w:pPr>
          </w:p>
        </w:tc>
        <w:tc>
          <w:tcPr>
            <w:tcW w:w="1577" w:type="pct"/>
            <w:noWrap/>
          </w:tcPr>
          <w:p w14:paraId="34DB8D08" w14:textId="77777777" w:rsidR="00E62BD8" w:rsidRPr="00CD26FE" w:rsidRDefault="00E62BD8" w:rsidP="00E62BD8">
            <w:pPr>
              <w:pStyle w:val="TBLContenu"/>
              <w:rPr>
                <w:lang w:bidi="en-US"/>
              </w:rPr>
            </w:pPr>
            <w:proofErr w:type="spellStart"/>
            <w:proofErr w:type="gramStart"/>
            <w:r>
              <w:rPr>
                <w:lang w:bidi="en-US"/>
              </w:rPr>
              <w:t>adresseEG</w:t>
            </w:r>
            <w:proofErr w:type="spellEnd"/>
            <w:proofErr w:type="gramEnd"/>
            <w:r>
              <w:rPr>
                <w:lang w:bidi="en-US"/>
              </w:rPr>
              <w:t xml:space="preserve"> : [0..*] </w:t>
            </w:r>
            <w:r w:rsidRPr="00AB33ED">
              <w:rPr>
                <w:lang w:bidi="en-US"/>
              </w:rPr>
              <w:t>Adresse</w:t>
            </w:r>
          </w:p>
        </w:tc>
        <w:tc>
          <w:tcPr>
            <w:tcW w:w="1066" w:type="pct"/>
            <w:noWrap/>
          </w:tcPr>
          <w:p w14:paraId="65BE2DC4" w14:textId="77777777" w:rsidR="00E62BD8" w:rsidRDefault="00E62BD8" w:rsidP="00E62BD8">
            <w:pPr>
              <w:pStyle w:val="TBLContenu"/>
              <w:rPr>
                <w:lang w:bidi="en-US"/>
              </w:rPr>
            </w:pPr>
            <w:proofErr w:type="spellStart"/>
            <w:r>
              <w:rPr>
                <w:lang w:bidi="en-US"/>
              </w:rPr>
              <w:t>Organization</w:t>
            </w:r>
            <w:proofErr w:type="spellEnd"/>
          </w:p>
          <w:p w14:paraId="4BEEAB71" w14:textId="77777777" w:rsidR="00E62BD8" w:rsidRDefault="00E62BD8" w:rsidP="00E62BD8">
            <w:pPr>
              <w:pStyle w:val="TBLContenu"/>
              <w:rPr>
                <w:lang w:bidi="en-US"/>
              </w:rPr>
            </w:pPr>
            <w:proofErr w:type="spellStart"/>
            <w:r>
              <w:rPr>
                <w:color w:val="F79646" w:themeColor="accent6"/>
                <w:lang w:bidi="en-US"/>
              </w:rPr>
              <w:t>FrO</w:t>
            </w:r>
            <w:r w:rsidRPr="007311F4">
              <w:rPr>
                <w:color w:val="F79646" w:themeColor="accent6"/>
                <w:lang w:bidi="en-US"/>
              </w:rPr>
              <w:t>rganization</w:t>
            </w:r>
            <w:proofErr w:type="spellEnd"/>
          </w:p>
        </w:tc>
        <w:tc>
          <w:tcPr>
            <w:tcW w:w="1462" w:type="pct"/>
            <w:noWrap/>
          </w:tcPr>
          <w:p w14:paraId="1E33F5D4" w14:textId="54BBB0E5" w:rsidR="00E62BD8" w:rsidRDefault="00E62BD8" w:rsidP="00E62BD8">
            <w:pPr>
              <w:pStyle w:val="TBLContenu"/>
              <w:rPr>
                <w:lang w:bidi="en-US"/>
              </w:rPr>
            </w:pPr>
            <w:proofErr w:type="spellStart"/>
            <w:proofErr w:type="gramStart"/>
            <w:r>
              <w:rPr>
                <w:lang w:bidi="en-US"/>
              </w:rPr>
              <w:t>address</w:t>
            </w:r>
            <w:proofErr w:type="spellEnd"/>
            <w:proofErr w:type="gramEnd"/>
            <w:r>
              <w:rPr>
                <w:lang w:bidi="en-US"/>
              </w:rPr>
              <w:t xml:space="preserve"> : </w:t>
            </w:r>
            <w:proofErr w:type="spellStart"/>
            <w:r w:rsidR="00710BA0">
              <w:rPr>
                <w:lang w:bidi="en-US"/>
              </w:rPr>
              <w:t>Fr</w:t>
            </w:r>
            <w:r>
              <w:t>Address</w:t>
            </w:r>
            <w:proofErr w:type="spellEnd"/>
            <w:r>
              <w:t xml:space="preserve"> [0..</w:t>
            </w:r>
            <w:r w:rsidR="000C6B8A">
              <w:t>*</w:t>
            </w:r>
            <w:r>
              <w:t>]</w:t>
            </w:r>
          </w:p>
        </w:tc>
      </w:tr>
      <w:tr w:rsidR="001578C3" w:rsidRPr="00475E67" w14:paraId="068327F8" w14:textId="77777777" w:rsidTr="000E6C1F">
        <w:trPr>
          <w:trHeight w:val="288"/>
        </w:trPr>
        <w:tc>
          <w:tcPr>
            <w:tcW w:w="895" w:type="pct"/>
            <w:vMerge w:val="restart"/>
            <w:noWrap/>
          </w:tcPr>
          <w:p w14:paraId="335C9FF3" w14:textId="2155B51A" w:rsidR="001578C3" w:rsidRPr="00B43FD0" w:rsidRDefault="001578C3" w:rsidP="00E62BD8">
            <w:pPr>
              <w:pStyle w:val="TBLContenu"/>
              <w:rPr>
                <w:lang w:bidi="en-US"/>
              </w:rPr>
            </w:pPr>
            <w:r>
              <w:rPr>
                <w:lang w:bidi="en-US"/>
              </w:rPr>
              <w:t>Lieu</w:t>
            </w:r>
          </w:p>
        </w:tc>
        <w:tc>
          <w:tcPr>
            <w:tcW w:w="1577" w:type="pct"/>
            <w:noWrap/>
          </w:tcPr>
          <w:p w14:paraId="0371053F" w14:textId="77777777" w:rsidR="001578C3" w:rsidRPr="00B43FD0" w:rsidRDefault="001578C3" w:rsidP="00E62BD8">
            <w:pPr>
              <w:pStyle w:val="TBLContenu"/>
              <w:rPr>
                <w:lang w:bidi="en-US"/>
              </w:rPr>
            </w:pPr>
            <w:proofErr w:type="gramStart"/>
            <w:r w:rsidRPr="00B43FD0">
              <w:rPr>
                <w:lang w:bidi="en-US"/>
              </w:rPr>
              <w:t>nom</w:t>
            </w:r>
            <w:proofErr w:type="gramEnd"/>
            <w:r w:rsidRPr="00B43FD0">
              <w:rPr>
                <w:lang w:bidi="en-US"/>
              </w:rPr>
              <w:t xml:space="preserve"> : [0..1] Texte</w:t>
            </w:r>
          </w:p>
        </w:tc>
        <w:tc>
          <w:tcPr>
            <w:tcW w:w="1066" w:type="pct"/>
            <w:noWrap/>
          </w:tcPr>
          <w:p w14:paraId="21E2FECE" w14:textId="77777777" w:rsidR="001578C3" w:rsidRPr="00B43FD0" w:rsidRDefault="001578C3" w:rsidP="00E62BD8">
            <w:pPr>
              <w:pStyle w:val="TBLContenu"/>
              <w:rPr>
                <w:lang w:bidi="en-US"/>
              </w:rPr>
            </w:pPr>
            <w:r w:rsidRPr="00B43FD0">
              <w:rPr>
                <w:lang w:bidi="en-US"/>
              </w:rPr>
              <w:t>Location</w:t>
            </w:r>
          </w:p>
          <w:p w14:paraId="1C55F22A" w14:textId="77777777" w:rsidR="001578C3" w:rsidRPr="00B43FD0" w:rsidRDefault="001578C3" w:rsidP="00E62BD8">
            <w:pPr>
              <w:pStyle w:val="TBLContenu"/>
              <w:rPr>
                <w:lang w:bidi="en-US"/>
              </w:rPr>
            </w:pPr>
            <w:proofErr w:type="spellStart"/>
            <w:r w:rsidRPr="00B43FD0">
              <w:rPr>
                <w:color w:val="F79646" w:themeColor="accent6"/>
                <w:lang w:bidi="en-US"/>
              </w:rPr>
              <w:t>FrLocation</w:t>
            </w:r>
            <w:proofErr w:type="spellEnd"/>
          </w:p>
        </w:tc>
        <w:tc>
          <w:tcPr>
            <w:tcW w:w="1462" w:type="pct"/>
            <w:noWrap/>
          </w:tcPr>
          <w:p w14:paraId="2837FA1E" w14:textId="77777777" w:rsidR="001578C3" w:rsidRPr="00B43FD0" w:rsidRDefault="001578C3" w:rsidP="00E62BD8">
            <w:pPr>
              <w:pStyle w:val="TBLContenu"/>
              <w:rPr>
                <w:lang w:bidi="en-US"/>
              </w:rPr>
            </w:pPr>
            <w:proofErr w:type="spellStart"/>
            <w:proofErr w:type="gramStart"/>
            <w:r w:rsidRPr="00B43FD0">
              <w:rPr>
                <w:lang w:bidi="en-US"/>
              </w:rPr>
              <w:t>name</w:t>
            </w:r>
            <w:proofErr w:type="spellEnd"/>
            <w:proofErr w:type="gramEnd"/>
            <w:r w:rsidRPr="00B43FD0">
              <w:rPr>
                <w:lang w:bidi="en-US"/>
              </w:rPr>
              <w:t> : string [0..1]</w:t>
            </w:r>
          </w:p>
        </w:tc>
      </w:tr>
      <w:tr w:rsidR="001578C3" w:rsidRPr="00475E67" w14:paraId="55D368E1" w14:textId="77777777" w:rsidTr="000E6C1F">
        <w:trPr>
          <w:trHeight w:val="288"/>
        </w:trPr>
        <w:tc>
          <w:tcPr>
            <w:tcW w:w="895" w:type="pct"/>
            <w:vMerge/>
            <w:noWrap/>
            <w:hideMark/>
          </w:tcPr>
          <w:p w14:paraId="70A10B1D" w14:textId="77777777" w:rsidR="001578C3" w:rsidRPr="00B43FD0" w:rsidRDefault="001578C3" w:rsidP="00E62BD8">
            <w:pPr>
              <w:pStyle w:val="TBLContenu"/>
              <w:rPr>
                <w:lang w:bidi="en-US"/>
              </w:rPr>
            </w:pPr>
          </w:p>
        </w:tc>
        <w:tc>
          <w:tcPr>
            <w:tcW w:w="1577" w:type="pct"/>
            <w:noWrap/>
            <w:hideMark/>
          </w:tcPr>
          <w:p w14:paraId="6D345650" w14:textId="77777777" w:rsidR="001578C3" w:rsidRPr="00B43FD0" w:rsidRDefault="001578C3" w:rsidP="00E62BD8">
            <w:pPr>
              <w:pStyle w:val="TBLContenu"/>
              <w:rPr>
                <w:lang w:bidi="en-US"/>
              </w:rPr>
            </w:pPr>
            <w:proofErr w:type="gramStart"/>
            <w:r w:rsidRPr="00B43FD0">
              <w:rPr>
                <w:lang w:bidi="en-US"/>
              </w:rPr>
              <w:t>description</w:t>
            </w:r>
            <w:proofErr w:type="gramEnd"/>
            <w:r w:rsidRPr="00B43FD0">
              <w:rPr>
                <w:lang w:bidi="en-US"/>
              </w:rPr>
              <w:t xml:space="preserve"> : [0..1] Texte</w:t>
            </w:r>
          </w:p>
        </w:tc>
        <w:tc>
          <w:tcPr>
            <w:tcW w:w="1066" w:type="pct"/>
            <w:noWrap/>
          </w:tcPr>
          <w:p w14:paraId="0BE021CB" w14:textId="77777777" w:rsidR="001578C3" w:rsidRPr="00B43FD0" w:rsidRDefault="001578C3" w:rsidP="00E62BD8">
            <w:pPr>
              <w:pStyle w:val="TBLContenu"/>
              <w:rPr>
                <w:lang w:bidi="en-US"/>
              </w:rPr>
            </w:pPr>
            <w:r w:rsidRPr="00B43FD0">
              <w:rPr>
                <w:lang w:bidi="en-US"/>
              </w:rPr>
              <w:t>Location</w:t>
            </w:r>
          </w:p>
          <w:p w14:paraId="307D1D6C" w14:textId="77777777" w:rsidR="001578C3" w:rsidRPr="00B43FD0" w:rsidRDefault="001578C3" w:rsidP="00E62BD8">
            <w:pPr>
              <w:pStyle w:val="TBLContenu"/>
              <w:rPr>
                <w:lang w:bidi="en-US"/>
              </w:rPr>
            </w:pPr>
            <w:proofErr w:type="spellStart"/>
            <w:r w:rsidRPr="00B43FD0">
              <w:rPr>
                <w:color w:val="F79646" w:themeColor="accent6"/>
                <w:lang w:bidi="en-US"/>
              </w:rPr>
              <w:t>FrLocation</w:t>
            </w:r>
            <w:proofErr w:type="spellEnd"/>
          </w:p>
        </w:tc>
        <w:tc>
          <w:tcPr>
            <w:tcW w:w="1462" w:type="pct"/>
            <w:noWrap/>
          </w:tcPr>
          <w:p w14:paraId="4ADE864F" w14:textId="77777777" w:rsidR="001578C3" w:rsidRPr="00B43FD0" w:rsidRDefault="001578C3" w:rsidP="00E62BD8">
            <w:pPr>
              <w:pStyle w:val="TBLContenu"/>
              <w:rPr>
                <w:lang w:bidi="en-US"/>
              </w:rPr>
            </w:pPr>
            <w:proofErr w:type="gramStart"/>
            <w:r w:rsidRPr="00B43FD0">
              <w:rPr>
                <w:lang w:bidi="en-US"/>
              </w:rPr>
              <w:t>description</w:t>
            </w:r>
            <w:proofErr w:type="gramEnd"/>
            <w:r w:rsidRPr="00B43FD0">
              <w:rPr>
                <w:lang w:bidi="en-US"/>
              </w:rPr>
              <w:t xml:space="preserve"> : string [0..1]</w:t>
            </w:r>
          </w:p>
        </w:tc>
      </w:tr>
      <w:tr w:rsidR="001578C3" w:rsidRPr="00475E67" w14:paraId="15B5CCD2" w14:textId="77777777" w:rsidTr="000E6C1F">
        <w:trPr>
          <w:trHeight w:val="288"/>
        </w:trPr>
        <w:tc>
          <w:tcPr>
            <w:tcW w:w="895" w:type="pct"/>
            <w:vMerge/>
            <w:noWrap/>
            <w:hideMark/>
          </w:tcPr>
          <w:p w14:paraId="2A6B53F6" w14:textId="77777777" w:rsidR="001578C3" w:rsidRPr="00B43FD0" w:rsidRDefault="001578C3" w:rsidP="00E62BD8">
            <w:pPr>
              <w:pStyle w:val="TBLContenu"/>
              <w:rPr>
                <w:lang w:bidi="en-US"/>
              </w:rPr>
            </w:pPr>
          </w:p>
        </w:tc>
        <w:tc>
          <w:tcPr>
            <w:tcW w:w="1577" w:type="pct"/>
            <w:noWrap/>
            <w:hideMark/>
          </w:tcPr>
          <w:p w14:paraId="7280BE22" w14:textId="5D26B31D" w:rsidR="001578C3" w:rsidRPr="00B43FD0" w:rsidRDefault="001578C3" w:rsidP="00E62BD8">
            <w:pPr>
              <w:pStyle w:val="TBLContenu"/>
              <w:rPr>
                <w:lang w:bidi="en-US"/>
              </w:rPr>
            </w:pPr>
            <w:proofErr w:type="gramStart"/>
            <w:r>
              <w:rPr>
                <w:lang w:bidi="en-US"/>
              </w:rPr>
              <w:t>identifiant</w:t>
            </w:r>
            <w:proofErr w:type="gramEnd"/>
            <w:r>
              <w:rPr>
                <w:lang w:bidi="en-US"/>
              </w:rPr>
              <w:t> : [</w:t>
            </w:r>
            <w:r w:rsidR="0044051A">
              <w:rPr>
                <w:lang w:bidi="en-US"/>
              </w:rPr>
              <w:t>1</w:t>
            </w:r>
            <w:r>
              <w:rPr>
                <w:lang w:bidi="en-US"/>
              </w:rPr>
              <w:t xml:space="preserve">..1] Identifiant </w:t>
            </w:r>
          </w:p>
        </w:tc>
        <w:tc>
          <w:tcPr>
            <w:tcW w:w="1066" w:type="pct"/>
            <w:noWrap/>
          </w:tcPr>
          <w:p w14:paraId="500B2047" w14:textId="77777777" w:rsidR="001578C3" w:rsidRPr="00B43FD0" w:rsidRDefault="001578C3" w:rsidP="00E62BD8">
            <w:pPr>
              <w:pStyle w:val="TBLContenu"/>
              <w:rPr>
                <w:lang w:bidi="en-US"/>
              </w:rPr>
            </w:pPr>
            <w:r w:rsidRPr="00B43FD0">
              <w:rPr>
                <w:lang w:bidi="en-US"/>
              </w:rPr>
              <w:t>Location</w:t>
            </w:r>
          </w:p>
          <w:p w14:paraId="55E21C6F" w14:textId="77777777" w:rsidR="001578C3" w:rsidRPr="00B43FD0" w:rsidRDefault="001578C3" w:rsidP="00E62BD8">
            <w:pPr>
              <w:pStyle w:val="TBLContenu"/>
              <w:rPr>
                <w:lang w:bidi="en-US"/>
              </w:rPr>
            </w:pPr>
            <w:proofErr w:type="spellStart"/>
            <w:r w:rsidRPr="00B43FD0">
              <w:rPr>
                <w:color w:val="F79646" w:themeColor="accent6"/>
                <w:lang w:bidi="en-US"/>
              </w:rPr>
              <w:t>FrLocation</w:t>
            </w:r>
            <w:proofErr w:type="spellEnd"/>
          </w:p>
        </w:tc>
        <w:tc>
          <w:tcPr>
            <w:tcW w:w="1462" w:type="pct"/>
            <w:noWrap/>
          </w:tcPr>
          <w:p w14:paraId="5E69A397" w14:textId="450A131A" w:rsidR="001578C3" w:rsidRPr="00B43FD0" w:rsidRDefault="001578C3" w:rsidP="00E62BD8">
            <w:pPr>
              <w:pStyle w:val="TBLContenu"/>
              <w:rPr>
                <w:lang w:bidi="en-US"/>
              </w:rPr>
            </w:pPr>
            <w:proofErr w:type="gramStart"/>
            <w:r>
              <w:rPr>
                <w:lang w:bidi="en-US"/>
              </w:rPr>
              <w:t>identifier</w:t>
            </w:r>
            <w:proofErr w:type="gramEnd"/>
            <w:r>
              <w:rPr>
                <w:lang w:bidi="en-US"/>
              </w:rPr>
              <w:t> : Identifier [1..*]</w:t>
            </w:r>
          </w:p>
        </w:tc>
      </w:tr>
      <w:tr w:rsidR="001578C3" w:rsidRPr="00475E67" w14:paraId="2682830B" w14:textId="77777777" w:rsidTr="000E6C1F">
        <w:trPr>
          <w:trHeight w:val="288"/>
        </w:trPr>
        <w:tc>
          <w:tcPr>
            <w:tcW w:w="895" w:type="pct"/>
            <w:vMerge/>
            <w:noWrap/>
            <w:hideMark/>
          </w:tcPr>
          <w:p w14:paraId="7A7F5C84" w14:textId="77777777" w:rsidR="001578C3" w:rsidRPr="00B43FD0" w:rsidRDefault="001578C3" w:rsidP="00E62BD8">
            <w:pPr>
              <w:pStyle w:val="TBLContenu"/>
              <w:rPr>
                <w:lang w:bidi="en-US"/>
              </w:rPr>
            </w:pPr>
          </w:p>
        </w:tc>
        <w:tc>
          <w:tcPr>
            <w:tcW w:w="1577" w:type="pct"/>
            <w:noWrap/>
            <w:hideMark/>
          </w:tcPr>
          <w:p w14:paraId="030D380E" w14:textId="43E99A7E" w:rsidR="001578C3" w:rsidRPr="00B43FD0" w:rsidRDefault="001578C3" w:rsidP="00E62BD8">
            <w:pPr>
              <w:pStyle w:val="TBLContenu"/>
              <w:rPr>
                <w:lang w:bidi="en-US"/>
              </w:rPr>
            </w:pPr>
            <w:proofErr w:type="gramStart"/>
            <w:r>
              <w:rPr>
                <w:lang w:bidi="en-US"/>
              </w:rPr>
              <w:t>a</w:t>
            </w:r>
            <w:r w:rsidRPr="00B43FD0">
              <w:rPr>
                <w:lang w:bidi="en-US"/>
              </w:rPr>
              <w:t>dresse</w:t>
            </w:r>
            <w:proofErr w:type="gramEnd"/>
            <w:r w:rsidRPr="00B43FD0">
              <w:rPr>
                <w:lang w:bidi="en-US"/>
              </w:rPr>
              <w:t xml:space="preserve"> : [0..</w:t>
            </w:r>
            <w:r>
              <w:rPr>
                <w:lang w:bidi="en-US"/>
              </w:rPr>
              <w:t>1</w:t>
            </w:r>
            <w:r w:rsidRPr="00B43FD0">
              <w:rPr>
                <w:lang w:bidi="en-US"/>
              </w:rPr>
              <w:t xml:space="preserve">] </w:t>
            </w:r>
            <w:r>
              <w:rPr>
                <w:lang w:bidi="en-US"/>
              </w:rPr>
              <w:t>Adresse</w:t>
            </w:r>
          </w:p>
        </w:tc>
        <w:tc>
          <w:tcPr>
            <w:tcW w:w="1066" w:type="pct"/>
            <w:noWrap/>
          </w:tcPr>
          <w:p w14:paraId="2D2C2D8E" w14:textId="77777777" w:rsidR="001578C3" w:rsidRPr="00B43FD0" w:rsidRDefault="001578C3" w:rsidP="00E62BD8">
            <w:pPr>
              <w:pStyle w:val="TBLContenu"/>
              <w:rPr>
                <w:lang w:bidi="en-US"/>
              </w:rPr>
            </w:pPr>
            <w:r w:rsidRPr="00B43FD0">
              <w:rPr>
                <w:lang w:bidi="en-US"/>
              </w:rPr>
              <w:t>Location</w:t>
            </w:r>
          </w:p>
          <w:p w14:paraId="12DC6A78" w14:textId="77777777" w:rsidR="001578C3" w:rsidRPr="00B43FD0" w:rsidRDefault="001578C3" w:rsidP="00E62BD8">
            <w:pPr>
              <w:pStyle w:val="TBLContenu"/>
              <w:rPr>
                <w:lang w:bidi="en-US"/>
              </w:rPr>
            </w:pPr>
            <w:proofErr w:type="spellStart"/>
            <w:r w:rsidRPr="00B43FD0">
              <w:rPr>
                <w:color w:val="F79646" w:themeColor="accent6"/>
                <w:lang w:bidi="en-US"/>
              </w:rPr>
              <w:t>FrLocation</w:t>
            </w:r>
            <w:proofErr w:type="spellEnd"/>
          </w:p>
        </w:tc>
        <w:tc>
          <w:tcPr>
            <w:tcW w:w="1462" w:type="pct"/>
            <w:noWrap/>
          </w:tcPr>
          <w:p w14:paraId="2CED4BD2" w14:textId="590AE2E8" w:rsidR="001578C3" w:rsidRPr="00B43FD0" w:rsidRDefault="001578C3" w:rsidP="00E62BD8">
            <w:pPr>
              <w:pStyle w:val="TBLContenu"/>
              <w:rPr>
                <w:lang w:bidi="en-US"/>
              </w:rPr>
            </w:pPr>
            <w:proofErr w:type="spellStart"/>
            <w:proofErr w:type="gramStart"/>
            <w:r w:rsidRPr="00B43FD0">
              <w:rPr>
                <w:lang w:bidi="en-US"/>
              </w:rPr>
              <w:t>address</w:t>
            </w:r>
            <w:proofErr w:type="spellEnd"/>
            <w:proofErr w:type="gramEnd"/>
            <w:r>
              <w:rPr>
                <w:lang w:bidi="en-US"/>
              </w:rPr>
              <w:t xml:space="preserve"> : </w:t>
            </w:r>
            <w:proofErr w:type="spellStart"/>
            <w:r>
              <w:rPr>
                <w:lang w:bidi="en-US"/>
              </w:rPr>
              <w:t>Address</w:t>
            </w:r>
            <w:proofErr w:type="spellEnd"/>
            <w:r>
              <w:rPr>
                <w:lang w:bidi="en-US"/>
              </w:rPr>
              <w:t xml:space="preserve"> [0..1]</w:t>
            </w:r>
          </w:p>
        </w:tc>
      </w:tr>
      <w:tr w:rsidR="0068490B" w:rsidRPr="00475E67" w14:paraId="2169179F" w14:textId="77777777" w:rsidTr="00D86670">
        <w:trPr>
          <w:trHeight w:val="288"/>
        </w:trPr>
        <w:tc>
          <w:tcPr>
            <w:tcW w:w="895" w:type="pct"/>
            <w:vMerge w:val="restart"/>
            <w:noWrap/>
            <w:hideMark/>
          </w:tcPr>
          <w:p w14:paraId="0CFE112B" w14:textId="0EF60900" w:rsidR="0068490B" w:rsidRPr="00B43FD0" w:rsidRDefault="0068490B" w:rsidP="001578C3">
            <w:pPr>
              <w:pStyle w:val="TBLContenu"/>
              <w:rPr>
                <w:lang w:bidi="en-US"/>
              </w:rPr>
            </w:pPr>
            <w:proofErr w:type="spellStart"/>
            <w:r w:rsidRPr="00B43FD0">
              <w:rPr>
                <w:lang w:bidi="en-US"/>
              </w:rPr>
              <w:t>Equipement</w:t>
            </w:r>
            <w:r>
              <w:rPr>
                <w:lang w:bidi="en-US"/>
              </w:rPr>
              <w:t>Operationnel</w:t>
            </w:r>
            <w:proofErr w:type="spellEnd"/>
          </w:p>
        </w:tc>
        <w:tc>
          <w:tcPr>
            <w:tcW w:w="1577" w:type="pct"/>
            <w:noWrap/>
          </w:tcPr>
          <w:p w14:paraId="09E5559F" w14:textId="1ECF7C92" w:rsidR="0068490B" w:rsidRPr="001365DE" w:rsidRDefault="0068490B" w:rsidP="001578C3">
            <w:pPr>
              <w:pStyle w:val="TBLContenu"/>
              <w:rPr>
                <w:lang w:bidi="en-US"/>
              </w:rPr>
            </w:pPr>
            <w:proofErr w:type="spellStart"/>
            <w:proofErr w:type="gramStart"/>
            <w:r w:rsidRPr="001365DE">
              <w:rPr>
                <w:lang w:bidi="en-US"/>
              </w:rPr>
              <w:t>i</w:t>
            </w:r>
            <w:r>
              <w:rPr>
                <w:lang w:bidi="en-US"/>
              </w:rPr>
              <w:t>dRessourseMaterielle</w:t>
            </w:r>
            <w:proofErr w:type="spellEnd"/>
            <w:proofErr w:type="gramEnd"/>
            <w:r w:rsidRPr="001365DE">
              <w:rPr>
                <w:lang w:bidi="en-US"/>
              </w:rPr>
              <w:t xml:space="preserve"> : [</w:t>
            </w:r>
            <w:r>
              <w:rPr>
                <w:lang w:bidi="en-US"/>
              </w:rPr>
              <w:t>1</w:t>
            </w:r>
            <w:r w:rsidRPr="001365DE">
              <w:rPr>
                <w:lang w:bidi="en-US"/>
              </w:rPr>
              <w:t>..1] Identifiant</w:t>
            </w:r>
          </w:p>
        </w:tc>
        <w:tc>
          <w:tcPr>
            <w:tcW w:w="1066" w:type="pct"/>
            <w:noWrap/>
          </w:tcPr>
          <w:p w14:paraId="3E1274AD" w14:textId="77777777" w:rsidR="0068490B" w:rsidRPr="003218D6" w:rsidRDefault="0068490B" w:rsidP="001578C3">
            <w:pPr>
              <w:pStyle w:val="TBLContenu"/>
              <w:rPr>
                <w:lang w:bidi="en-US"/>
              </w:rPr>
            </w:pPr>
            <w:proofErr w:type="spellStart"/>
            <w:r w:rsidRPr="003218D6">
              <w:rPr>
                <w:lang w:bidi="en-US"/>
              </w:rPr>
              <w:t>Device</w:t>
            </w:r>
            <w:proofErr w:type="spellEnd"/>
          </w:p>
        </w:tc>
        <w:tc>
          <w:tcPr>
            <w:tcW w:w="1462" w:type="pct"/>
            <w:noWrap/>
          </w:tcPr>
          <w:p w14:paraId="6512E85D" w14:textId="77777777" w:rsidR="0068490B" w:rsidRPr="00E72683" w:rsidRDefault="0068490B" w:rsidP="001578C3">
            <w:pPr>
              <w:pStyle w:val="TBLContenu"/>
              <w:rPr>
                <w:lang w:bidi="en-US"/>
              </w:rPr>
            </w:pPr>
            <w:proofErr w:type="gramStart"/>
            <w:r w:rsidRPr="008E7DBB">
              <w:rPr>
                <w:lang w:bidi="en-US"/>
              </w:rPr>
              <w:t>i</w:t>
            </w:r>
            <w:r w:rsidRPr="00536A7F">
              <w:rPr>
                <w:lang w:bidi="en-US"/>
              </w:rPr>
              <w:t>dentifier</w:t>
            </w:r>
            <w:proofErr w:type="gramEnd"/>
            <w:r w:rsidRPr="000C77AE">
              <w:rPr>
                <w:lang w:bidi="en-US"/>
              </w:rPr>
              <w:t> : Identifier [0..*]</w:t>
            </w:r>
          </w:p>
        </w:tc>
      </w:tr>
      <w:tr w:rsidR="0068490B" w:rsidRPr="00475E67" w14:paraId="2F47AEA5" w14:textId="77777777" w:rsidTr="00D86670">
        <w:trPr>
          <w:trHeight w:val="288"/>
        </w:trPr>
        <w:tc>
          <w:tcPr>
            <w:tcW w:w="895" w:type="pct"/>
            <w:vMerge/>
            <w:noWrap/>
          </w:tcPr>
          <w:p w14:paraId="57BBEE73" w14:textId="77777777" w:rsidR="0068490B" w:rsidRPr="00B43FD0" w:rsidRDefault="0068490B" w:rsidP="001578C3">
            <w:pPr>
              <w:pStyle w:val="TBLContenu"/>
              <w:rPr>
                <w:lang w:bidi="en-US"/>
              </w:rPr>
            </w:pPr>
          </w:p>
        </w:tc>
        <w:tc>
          <w:tcPr>
            <w:tcW w:w="1577" w:type="pct"/>
            <w:noWrap/>
          </w:tcPr>
          <w:p w14:paraId="5FB79AC0" w14:textId="77777777" w:rsidR="0068490B" w:rsidRPr="00B43FD0" w:rsidRDefault="0068490B" w:rsidP="001578C3">
            <w:pPr>
              <w:pStyle w:val="TBLContenu"/>
              <w:rPr>
                <w:lang w:bidi="en-US"/>
              </w:rPr>
            </w:pPr>
            <w:proofErr w:type="spellStart"/>
            <w:proofErr w:type="gramStart"/>
            <w:r w:rsidRPr="00B43FD0">
              <w:rPr>
                <w:lang w:bidi="en-US"/>
              </w:rPr>
              <w:t>typeEquipement</w:t>
            </w:r>
            <w:proofErr w:type="spellEnd"/>
            <w:proofErr w:type="gramEnd"/>
            <w:r w:rsidRPr="00B43FD0">
              <w:rPr>
                <w:lang w:bidi="en-US"/>
              </w:rPr>
              <w:t xml:space="preserve"> : [0..1] Code</w:t>
            </w:r>
          </w:p>
        </w:tc>
        <w:tc>
          <w:tcPr>
            <w:tcW w:w="1066" w:type="pct"/>
            <w:noWrap/>
          </w:tcPr>
          <w:p w14:paraId="21B8A3F3" w14:textId="77777777" w:rsidR="0068490B" w:rsidRPr="00B43FD0" w:rsidRDefault="0068490B" w:rsidP="001578C3">
            <w:pPr>
              <w:pStyle w:val="TBLContenu"/>
              <w:rPr>
                <w:lang w:bidi="en-US"/>
              </w:rPr>
            </w:pPr>
            <w:proofErr w:type="spellStart"/>
            <w:r w:rsidRPr="00B43FD0">
              <w:rPr>
                <w:lang w:bidi="en-US"/>
              </w:rPr>
              <w:t>Device</w:t>
            </w:r>
            <w:proofErr w:type="spellEnd"/>
          </w:p>
        </w:tc>
        <w:tc>
          <w:tcPr>
            <w:tcW w:w="1462" w:type="pct"/>
            <w:noWrap/>
          </w:tcPr>
          <w:p w14:paraId="43765FD8" w14:textId="77777777" w:rsidR="0068490B" w:rsidRPr="00B43FD0" w:rsidRDefault="0068490B" w:rsidP="001578C3">
            <w:pPr>
              <w:pStyle w:val="TBLContenu"/>
              <w:rPr>
                <w:lang w:bidi="en-US"/>
              </w:rPr>
            </w:pPr>
            <w:proofErr w:type="gramStart"/>
            <w:r w:rsidRPr="00B43FD0">
              <w:rPr>
                <w:lang w:bidi="en-US"/>
              </w:rPr>
              <w:t>type</w:t>
            </w:r>
            <w:proofErr w:type="gramEnd"/>
            <w:r w:rsidRPr="00B43FD0">
              <w:rPr>
                <w:lang w:bidi="en-US"/>
              </w:rPr>
              <w:t xml:space="preserve"> : </w:t>
            </w:r>
            <w:proofErr w:type="spellStart"/>
            <w:r w:rsidRPr="00B43FD0">
              <w:rPr>
                <w:lang w:bidi="en-US"/>
              </w:rPr>
              <w:t>CodeableConcept</w:t>
            </w:r>
            <w:proofErr w:type="spellEnd"/>
            <w:r w:rsidRPr="00B43FD0">
              <w:rPr>
                <w:rStyle w:val="Appelnotedebasdep"/>
                <w:lang w:bidi="en-US"/>
              </w:rPr>
              <w:footnoteReference w:id="2"/>
            </w:r>
            <w:r w:rsidRPr="00B43FD0">
              <w:rPr>
                <w:lang w:bidi="en-US"/>
              </w:rPr>
              <w:t xml:space="preserve"> [0..1]</w:t>
            </w:r>
          </w:p>
        </w:tc>
      </w:tr>
      <w:tr w:rsidR="0068490B" w:rsidRPr="00475E67" w14:paraId="638235F3" w14:textId="77777777" w:rsidTr="00D86670">
        <w:trPr>
          <w:trHeight w:val="288"/>
        </w:trPr>
        <w:tc>
          <w:tcPr>
            <w:tcW w:w="895" w:type="pct"/>
            <w:vMerge/>
            <w:noWrap/>
            <w:hideMark/>
          </w:tcPr>
          <w:p w14:paraId="6C03CD3A" w14:textId="77777777" w:rsidR="0068490B" w:rsidRPr="00B43FD0" w:rsidRDefault="0068490B" w:rsidP="001578C3">
            <w:pPr>
              <w:pStyle w:val="TBLContenu"/>
              <w:rPr>
                <w:lang w:bidi="en-US"/>
              </w:rPr>
            </w:pPr>
          </w:p>
        </w:tc>
        <w:tc>
          <w:tcPr>
            <w:tcW w:w="1577" w:type="pct"/>
            <w:noWrap/>
            <w:hideMark/>
          </w:tcPr>
          <w:p w14:paraId="68E50960" w14:textId="77777777" w:rsidR="0068490B" w:rsidRPr="00B43FD0" w:rsidRDefault="0068490B" w:rsidP="001578C3">
            <w:pPr>
              <w:pStyle w:val="TBLContenu"/>
              <w:rPr>
                <w:lang w:bidi="en-US"/>
              </w:rPr>
            </w:pPr>
            <w:proofErr w:type="gramStart"/>
            <w:r w:rsidRPr="00B43FD0">
              <w:rPr>
                <w:lang w:bidi="en-US"/>
              </w:rPr>
              <w:t>libelle</w:t>
            </w:r>
            <w:proofErr w:type="gramEnd"/>
            <w:r w:rsidRPr="00B43FD0">
              <w:rPr>
                <w:lang w:bidi="en-US"/>
              </w:rPr>
              <w:t xml:space="preserve"> : [0..1] Texte</w:t>
            </w:r>
          </w:p>
        </w:tc>
        <w:tc>
          <w:tcPr>
            <w:tcW w:w="1066" w:type="pct"/>
            <w:noWrap/>
          </w:tcPr>
          <w:p w14:paraId="35A5A9E0" w14:textId="77777777" w:rsidR="0068490B" w:rsidRPr="00B43FD0" w:rsidRDefault="0068490B" w:rsidP="001578C3">
            <w:pPr>
              <w:pStyle w:val="TBLContenu"/>
              <w:rPr>
                <w:lang w:bidi="en-US"/>
              </w:rPr>
            </w:pPr>
            <w:proofErr w:type="spellStart"/>
            <w:r w:rsidRPr="00B43FD0">
              <w:rPr>
                <w:lang w:bidi="en-US"/>
              </w:rPr>
              <w:t>Device</w:t>
            </w:r>
            <w:proofErr w:type="spellEnd"/>
          </w:p>
        </w:tc>
        <w:tc>
          <w:tcPr>
            <w:tcW w:w="1462" w:type="pct"/>
            <w:noWrap/>
          </w:tcPr>
          <w:p w14:paraId="2F72D5D6" w14:textId="77777777" w:rsidR="0068490B" w:rsidRPr="00C65ADC" w:rsidRDefault="0068490B" w:rsidP="001578C3">
            <w:pPr>
              <w:pStyle w:val="TBLContenu"/>
              <w:rPr>
                <w:lang w:bidi="en-US"/>
              </w:rPr>
            </w:pPr>
            <w:proofErr w:type="spellStart"/>
            <w:proofErr w:type="gramStart"/>
            <w:r w:rsidRPr="00B43FD0">
              <w:rPr>
                <w:lang w:bidi="en-US"/>
              </w:rPr>
              <w:t>deviceName</w:t>
            </w:r>
            <w:proofErr w:type="spellEnd"/>
            <w:r w:rsidRPr="00B43FD0">
              <w:rPr>
                <w:color w:val="7F7F7F" w:themeColor="text1" w:themeTint="80"/>
                <w:lang w:bidi="en-US"/>
              </w:rPr>
              <w:t>[</w:t>
            </w:r>
            <w:proofErr w:type="gramEnd"/>
            <w:r w:rsidRPr="00B43FD0">
              <w:rPr>
                <w:color w:val="7F7F7F" w:themeColor="text1" w:themeTint="80"/>
                <w:lang w:bidi="en-US"/>
              </w:rPr>
              <w:t>0..*]</w:t>
            </w:r>
            <w:r w:rsidRPr="00B43FD0">
              <w:rPr>
                <w:lang w:bidi="en-US"/>
              </w:rPr>
              <w:t>.</w:t>
            </w:r>
            <w:proofErr w:type="spellStart"/>
            <w:r w:rsidRPr="00B43FD0">
              <w:rPr>
                <w:lang w:bidi="en-US"/>
              </w:rPr>
              <w:t>name</w:t>
            </w:r>
            <w:proofErr w:type="spellEnd"/>
            <w:r w:rsidRPr="00B43FD0">
              <w:rPr>
                <w:lang w:bidi="en-US"/>
              </w:rPr>
              <w:t> : string [1..1]</w:t>
            </w:r>
          </w:p>
        </w:tc>
      </w:tr>
      <w:tr w:rsidR="0068490B" w:rsidRPr="00EB5561" w14:paraId="26DD5934" w14:textId="77777777" w:rsidTr="004A5E9E">
        <w:trPr>
          <w:trHeight w:val="288"/>
        </w:trPr>
        <w:tc>
          <w:tcPr>
            <w:tcW w:w="0" w:type="pct"/>
            <w:vMerge/>
            <w:tcBorders>
              <w:bottom w:val="single" w:sz="4" w:space="0" w:color="808080" w:themeColor="background1" w:themeShade="80"/>
            </w:tcBorders>
            <w:noWrap/>
            <w:hideMark/>
          </w:tcPr>
          <w:p w14:paraId="155CA8DC" w14:textId="77777777" w:rsidR="0068490B" w:rsidRPr="00B43FD0" w:rsidRDefault="0068490B" w:rsidP="001578C3">
            <w:pPr>
              <w:pStyle w:val="TBLContenu"/>
              <w:rPr>
                <w:lang w:bidi="en-US"/>
              </w:rPr>
            </w:pPr>
          </w:p>
        </w:tc>
        <w:tc>
          <w:tcPr>
            <w:tcW w:w="0" w:type="pct"/>
            <w:tcBorders>
              <w:bottom w:val="single" w:sz="4" w:space="0" w:color="808080" w:themeColor="background1" w:themeShade="80"/>
            </w:tcBorders>
            <w:noWrap/>
            <w:hideMark/>
          </w:tcPr>
          <w:p w14:paraId="1EC6C3E2" w14:textId="77777777" w:rsidR="0068490B" w:rsidRPr="00B43FD0" w:rsidRDefault="0068490B" w:rsidP="001578C3">
            <w:pPr>
              <w:pStyle w:val="TBLContenu"/>
              <w:rPr>
                <w:lang w:bidi="en-US"/>
              </w:rPr>
            </w:pPr>
            <w:proofErr w:type="gramStart"/>
            <w:r w:rsidRPr="00B43FD0">
              <w:rPr>
                <w:lang w:bidi="en-US"/>
              </w:rPr>
              <w:t>reference</w:t>
            </w:r>
            <w:proofErr w:type="gramEnd"/>
            <w:r w:rsidRPr="00B43FD0">
              <w:rPr>
                <w:lang w:bidi="en-US"/>
              </w:rPr>
              <w:t xml:space="preserve"> : [0..1] Code</w:t>
            </w:r>
          </w:p>
        </w:tc>
        <w:tc>
          <w:tcPr>
            <w:tcW w:w="0" w:type="pct"/>
            <w:tcBorders>
              <w:bottom w:val="single" w:sz="4" w:space="0" w:color="808080" w:themeColor="background1" w:themeShade="80"/>
            </w:tcBorders>
            <w:noWrap/>
            <w:hideMark/>
          </w:tcPr>
          <w:p w14:paraId="4A558546" w14:textId="77777777" w:rsidR="0068490B" w:rsidRPr="00B43FD0" w:rsidRDefault="0068490B" w:rsidP="001578C3">
            <w:pPr>
              <w:pStyle w:val="TBLContenu"/>
              <w:rPr>
                <w:lang w:bidi="en-US"/>
              </w:rPr>
            </w:pPr>
            <w:proofErr w:type="spellStart"/>
            <w:r w:rsidRPr="00B43FD0">
              <w:rPr>
                <w:lang w:bidi="en-US"/>
              </w:rPr>
              <w:t>Device</w:t>
            </w:r>
            <w:proofErr w:type="spellEnd"/>
          </w:p>
        </w:tc>
        <w:tc>
          <w:tcPr>
            <w:tcW w:w="0" w:type="pct"/>
            <w:tcBorders>
              <w:bottom w:val="single" w:sz="4" w:space="0" w:color="808080" w:themeColor="background1" w:themeShade="80"/>
            </w:tcBorders>
            <w:noWrap/>
            <w:hideMark/>
          </w:tcPr>
          <w:p w14:paraId="4DE6B5E8" w14:textId="77777777" w:rsidR="0068490B" w:rsidRPr="00C65ADC" w:rsidRDefault="0068490B" w:rsidP="001578C3">
            <w:pPr>
              <w:pStyle w:val="TBLContenu"/>
              <w:rPr>
                <w:lang w:bidi="en-US"/>
              </w:rPr>
            </w:pPr>
            <w:proofErr w:type="spellStart"/>
            <w:proofErr w:type="gramStart"/>
            <w:r w:rsidRPr="00B43FD0">
              <w:rPr>
                <w:lang w:bidi="en-US"/>
              </w:rPr>
              <w:t>modelNumber</w:t>
            </w:r>
            <w:proofErr w:type="spellEnd"/>
            <w:proofErr w:type="gramEnd"/>
            <w:r w:rsidRPr="00B43FD0">
              <w:rPr>
                <w:lang w:bidi="en-US"/>
              </w:rPr>
              <w:t> : string [0..1]</w:t>
            </w:r>
          </w:p>
        </w:tc>
      </w:tr>
      <w:tr w:rsidR="00AB6D0B" w:rsidRPr="00475E67" w14:paraId="18AB2319" w14:textId="77777777" w:rsidTr="004A5E9E">
        <w:trPr>
          <w:trHeight w:val="288"/>
        </w:trPr>
        <w:tc>
          <w:tcPr>
            <w:tcW w:w="0"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4B3E427" w14:textId="18EABCB1" w:rsidR="00AB6D0B" w:rsidRPr="00B43FD0" w:rsidRDefault="00AB6D0B" w:rsidP="001578C3">
            <w:pPr>
              <w:pStyle w:val="TBLContenu"/>
              <w:rPr>
                <w:b/>
                <w:bCs/>
                <w:lang w:bidi="en-US"/>
              </w:rPr>
            </w:pPr>
            <w:r>
              <w:rPr>
                <w:lang w:bidi="en-US"/>
              </w:rPr>
              <w:t>Contact</w:t>
            </w:r>
          </w:p>
        </w:tc>
        <w:tc>
          <w:tcPr>
            <w:tcW w:w="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44471DA" w14:textId="6C758F67" w:rsidR="00AB6D0B" w:rsidRPr="001365DE" w:rsidRDefault="00AB6D0B" w:rsidP="001578C3">
            <w:pPr>
              <w:pStyle w:val="TBLContenu"/>
              <w:rPr>
                <w:lang w:bidi="en-US"/>
              </w:rPr>
            </w:pPr>
            <w:proofErr w:type="spellStart"/>
            <w:proofErr w:type="gramStart"/>
            <w:r w:rsidRPr="001365DE">
              <w:rPr>
                <w:lang w:bidi="en-US"/>
              </w:rPr>
              <w:t>id</w:t>
            </w:r>
            <w:r>
              <w:rPr>
                <w:lang w:bidi="en-US"/>
              </w:rPr>
              <w:t>Contact</w:t>
            </w:r>
            <w:proofErr w:type="spellEnd"/>
            <w:proofErr w:type="gramEnd"/>
            <w:r w:rsidRPr="001365DE">
              <w:rPr>
                <w:lang w:bidi="en-US"/>
              </w:rPr>
              <w:t xml:space="preserve"> : [</w:t>
            </w:r>
            <w:r>
              <w:rPr>
                <w:lang w:bidi="en-US"/>
              </w:rPr>
              <w:t>1</w:t>
            </w:r>
            <w:r w:rsidRPr="001365DE">
              <w:rPr>
                <w:lang w:bidi="en-US"/>
              </w:rPr>
              <w:t>..1] Identifiant</w:t>
            </w:r>
          </w:p>
        </w:tc>
        <w:tc>
          <w:tcPr>
            <w:tcW w:w="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09C4083" w14:textId="56DC30CA" w:rsidR="00712E51" w:rsidRPr="006709DF" w:rsidRDefault="00AB6D0B" w:rsidP="00712E51">
            <w:pPr>
              <w:pStyle w:val="TBLContenu"/>
              <w:rPr>
                <w:color w:val="F79646" w:themeColor="accent6"/>
                <w:lang w:bidi="en-US"/>
              </w:rPr>
            </w:pPr>
            <w:proofErr w:type="spellStart"/>
            <w:r w:rsidRPr="006709DF">
              <w:rPr>
                <w:lang w:bidi="en-US"/>
              </w:rPr>
              <w:t>RelatedPerson</w:t>
            </w:r>
            <w:proofErr w:type="spellEnd"/>
            <w:r w:rsidR="00712E51" w:rsidRPr="006709DF">
              <w:rPr>
                <w:color w:val="F79646" w:themeColor="accent6"/>
                <w:lang w:bidi="en-US"/>
              </w:rPr>
              <w:t xml:space="preserve"> </w:t>
            </w:r>
          </w:p>
          <w:p w14:paraId="60D08F2F" w14:textId="3C304EEF" w:rsidR="00AB6D0B" w:rsidRPr="006709DF" w:rsidRDefault="00712E51" w:rsidP="007A1E66">
            <w:pPr>
              <w:pStyle w:val="TBLContenu"/>
              <w:rPr>
                <w:color w:val="F79646" w:themeColor="accent6"/>
                <w:lang w:bidi="en-US"/>
              </w:rPr>
            </w:pPr>
            <w:proofErr w:type="spellStart"/>
            <w:r w:rsidRPr="006709DF">
              <w:rPr>
                <w:color w:val="F79646" w:themeColor="accent6"/>
                <w:lang w:bidi="en-US"/>
              </w:rPr>
              <w:t>FrRelatedPerson</w:t>
            </w:r>
            <w:proofErr w:type="spellEnd"/>
          </w:p>
        </w:tc>
        <w:tc>
          <w:tcPr>
            <w:tcW w:w="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C11F9DB" w14:textId="4D32D797" w:rsidR="00AB6D0B" w:rsidRPr="006709DF" w:rsidRDefault="00AB6D0B" w:rsidP="001578C3">
            <w:pPr>
              <w:pStyle w:val="TBLContenu"/>
              <w:rPr>
                <w:lang w:bidi="en-US"/>
              </w:rPr>
            </w:pPr>
            <w:proofErr w:type="gramStart"/>
            <w:r w:rsidRPr="006709DF">
              <w:rPr>
                <w:lang w:bidi="en-US"/>
              </w:rPr>
              <w:t>identifier</w:t>
            </w:r>
            <w:proofErr w:type="gramEnd"/>
            <w:r w:rsidRPr="006709DF">
              <w:rPr>
                <w:lang w:bidi="en-US"/>
              </w:rPr>
              <w:t xml:space="preserve"> : Identifier [1..1]</w:t>
            </w:r>
          </w:p>
        </w:tc>
      </w:tr>
      <w:tr w:rsidR="00AB6D0B" w:rsidRPr="00475E67" w14:paraId="678FADF4" w14:textId="77777777" w:rsidTr="004A5E9E">
        <w:trPr>
          <w:trHeight w:val="288"/>
        </w:trPr>
        <w:tc>
          <w:tcPr>
            <w:tcW w:w="0"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86E3611" w14:textId="77777777" w:rsidR="00AB6D0B" w:rsidRPr="00B43FD0" w:rsidRDefault="00AB6D0B" w:rsidP="001578C3">
            <w:pPr>
              <w:pStyle w:val="TBLContenu"/>
              <w:rPr>
                <w:lang w:bidi="en-US"/>
              </w:rPr>
            </w:pPr>
          </w:p>
        </w:tc>
        <w:tc>
          <w:tcPr>
            <w:tcW w:w="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71D2F06" w14:textId="3285AB46" w:rsidR="00AB6D0B" w:rsidRPr="00B43FD0" w:rsidRDefault="00AB6D0B" w:rsidP="001578C3">
            <w:pPr>
              <w:pStyle w:val="TBLContenu"/>
              <w:rPr>
                <w:lang w:bidi="en-US"/>
              </w:rPr>
            </w:pPr>
            <w:proofErr w:type="gramStart"/>
            <w:r w:rsidRPr="00B43FD0">
              <w:rPr>
                <w:lang w:bidi="en-US"/>
              </w:rPr>
              <w:t>adresse</w:t>
            </w:r>
            <w:proofErr w:type="gramEnd"/>
            <w:r w:rsidRPr="00B43FD0">
              <w:rPr>
                <w:lang w:bidi="en-US"/>
              </w:rPr>
              <w:t xml:space="preserve"> : [0..</w:t>
            </w:r>
            <w:r>
              <w:rPr>
                <w:lang w:bidi="en-US"/>
              </w:rPr>
              <w:t>1</w:t>
            </w:r>
            <w:r w:rsidRPr="00B43FD0">
              <w:rPr>
                <w:lang w:bidi="en-US"/>
              </w:rPr>
              <w:t>] Adresse</w:t>
            </w:r>
          </w:p>
        </w:tc>
        <w:tc>
          <w:tcPr>
            <w:tcW w:w="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C091654" w14:textId="2ED73EBC" w:rsidR="00AB6D0B" w:rsidRPr="006709DF" w:rsidRDefault="00AB6D0B" w:rsidP="001578C3">
            <w:pPr>
              <w:pStyle w:val="TBLContenu"/>
              <w:rPr>
                <w:lang w:bidi="en-US"/>
              </w:rPr>
            </w:pPr>
            <w:proofErr w:type="spellStart"/>
            <w:r w:rsidRPr="006709DF">
              <w:rPr>
                <w:lang w:bidi="en-US"/>
              </w:rPr>
              <w:t>RelatedPerson</w:t>
            </w:r>
            <w:proofErr w:type="spellEnd"/>
          </w:p>
          <w:p w14:paraId="75A1D4F7" w14:textId="76CEE532" w:rsidR="00AB6D0B" w:rsidRPr="006709DF" w:rsidRDefault="00712E51" w:rsidP="007A1E66">
            <w:pPr>
              <w:pStyle w:val="TBLContenu"/>
              <w:rPr>
                <w:lang w:bidi="en-US"/>
              </w:rPr>
            </w:pPr>
            <w:proofErr w:type="spellStart"/>
            <w:r w:rsidRPr="006709DF">
              <w:rPr>
                <w:color w:val="F79646" w:themeColor="accent6"/>
                <w:lang w:bidi="en-US"/>
              </w:rPr>
              <w:t>FrRelatedPerson</w:t>
            </w:r>
            <w:proofErr w:type="spellEnd"/>
          </w:p>
        </w:tc>
        <w:tc>
          <w:tcPr>
            <w:tcW w:w="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C73F520" w14:textId="64E567CF" w:rsidR="00AB6D0B" w:rsidRPr="006709DF" w:rsidRDefault="00AB6D0B" w:rsidP="001578C3">
            <w:pPr>
              <w:pStyle w:val="TBLContenu"/>
              <w:rPr>
                <w:lang w:bidi="en-US"/>
              </w:rPr>
            </w:pPr>
            <w:proofErr w:type="spellStart"/>
            <w:proofErr w:type="gramStart"/>
            <w:r w:rsidRPr="006709DF">
              <w:rPr>
                <w:lang w:bidi="en-US"/>
              </w:rPr>
              <w:t>address</w:t>
            </w:r>
            <w:proofErr w:type="spellEnd"/>
            <w:proofErr w:type="gramEnd"/>
            <w:r w:rsidRPr="006709DF">
              <w:rPr>
                <w:lang w:bidi="en-US"/>
              </w:rPr>
              <w:t xml:space="preserve"> : </w:t>
            </w:r>
            <w:proofErr w:type="spellStart"/>
            <w:r w:rsidR="00710BA0" w:rsidRPr="006709DF">
              <w:rPr>
                <w:lang w:bidi="en-US"/>
              </w:rPr>
              <w:t>Fr</w:t>
            </w:r>
            <w:r w:rsidRPr="006709DF">
              <w:t>Address</w:t>
            </w:r>
            <w:proofErr w:type="spellEnd"/>
            <w:r w:rsidRPr="006709DF">
              <w:t xml:space="preserve"> [0..*]</w:t>
            </w:r>
          </w:p>
        </w:tc>
      </w:tr>
      <w:tr w:rsidR="00AB6D0B" w:rsidRPr="00475E67" w14:paraId="5F6C97D1" w14:textId="77777777" w:rsidTr="004A5E9E">
        <w:trPr>
          <w:trHeight w:val="288"/>
        </w:trPr>
        <w:tc>
          <w:tcPr>
            <w:tcW w:w="0"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E1167F9" w14:textId="77777777" w:rsidR="00AB6D0B" w:rsidRPr="00B43FD0" w:rsidRDefault="00AB6D0B" w:rsidP="001578C3">
            <w:pPr>
              <w:pStyle w:val="TBLContenu"/>
              <w:rPr>
                <w:lang w:bidi="en-US"/>
              </w:rPr>
            </w:pPr>
          </w:p>
        </w:tc>
        <w:tc>
          <w:tcPr>
            <w:tcW w:w="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CCE7860" w14:textId="6D62C7C9" w:rsidR="00C0353D" w:rsidRPr="00B43FD0" w:rsidRDefault="00AB6D0B" w:rsidP="001578C3">
            <w:pPr>
              <w:pStyle w:val="TBLContenu"/>
              <w:rPr>
                <w:lang w:bidi="en-US"/>
              </w:rPr>
            </w:pPr>
            <w:proofErr w:type="spellStart"/>
            <w:proofErr w:type="gramStart"/>
            <w:r w:rsidRPr="00B43FD0">
              <w:rPr>
                <w:lang w:bidi="en-US"/>
              </w:rPr>
              <w:t>telecommunication</w:t>
            </w:r>
            <w:proofErr w:type="spellEnd"/>
            <w:proofErr w:type="gramEnd"/>
            <w:r w:rsidRPr="00B43FD0">
              <w:rPr>
                <w:lang w:bidi="en-US"/>
              </w:rPr>
              <w:t xml:space="preserve"> : [0..*] </w:t>
            </w:r>
            <w:proofErr w:type="spellStart"/>
            <w:r w:rsidRPr="00B43FD0">
              <w:rPr>
                <w:lang w:bidi="en-US"/>
              </w:rPr>
              <w:t>Telecommunication</w:t>
            </w:r>
            <w:proofErr w:type="spellEnd"/>
          </w:p>
        </w:tc>
        <w:tc>
          <w:tcPr>
            <w:tcW w:w="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CEFD0D7" w14:textId="77777777" w:rsidR="00AB6D0B" w:rsidRPr="006709DF" w:rsidRDefault="00AB6D0B" w:rsidP="001578C3">
            <w:pPr>
              <w:pStyle w:val="TBLContenu"/>
              <w:rPr>
                <w:lang w:bidi="en-US"/>
              </w:rPr>
            </w:pPr>
            <w:proofErr w:type="spellStart"/>
            <w:r w:rsidRPr="006709DF">
              <w:rPr>
                <w:lang w:bidi="en-US"/>
              </w:rPr>
              <w:t>RelatedPerson</w:t>
            </w:r>
            <w:proofErr w:type="spellEnd"/>
          </w:p>
          <w:p w14:paraId="27ECC834" w14:textId="0D4DF3E1" w:rsidR="00AB6D0B" w:rsidRPr="006709DF" w:rsidRDefault="00712E51" w:rsidP="001578C3">
            <w:pPr>
              <w:pStyle w:val="TBLContenu"/>
              <w:rPr>
                <w:color w:val="F79646" w:themeColor="accent6"/>
                <w:lang w:bidi="en-US"/>
              </w:rPr>
            </w:pPr>
            <w:proofErr w:type="spellStart"/>
            <w:r w:rsidRPr="006709DF">
              <w:rPr>
                <w:color w:val="F79646" w:themeColor="accent6"/>
                <w:lang w:bidi="en-US"/>
              </w:rPr>
              <w:lastRenderedPageBreak/>
              <w:t>FrRelatedPerson</w:t>
            </w:r>
            <w:proofErr w:type="spellEnd"/>
          </w:p>
        </w:tc>
        <w:tc>
          <w:tcPr>
            <w:tcW w:w="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1C937C0" w14:textId="4D087A17" w:rsidR="00AB6D0B" w:rsidRPr="006709DF" w:rsidRDefault="00AB6D0B" w:rsidP="001578C3">
            <w:pPr>
              <w:pStyle w:val="TBLContenu"/>
              <w:rPr>
                <w:lang w:bidi="en-US"/>
              </w:rPr>
            </w:pPr>
            <w:proofErr w:type="spellStart"/>
            <w:proofErr w:type="gramStart"/>
            <w:r w:rsidRPr="006709DF">
              <w:rPr>
                <w:lang w:bidi="en-US"/>
              </w:rPr>
              <w:lastRenderedPageBreak/>
              <w:t>telecom</w:t>
            </w:r>
            <w:proofErr w:type="spellEnd"/>
            <w:proofErr w:type="gramEnd"/>
            <w:r w:rsidRPr="006709DF">
              <w:rPr>
                <w:lang w:bidi="en-US"/>
              </w:rPr>
              <w:t xml:space="preserve"> </w:t>
            </w:r>
            <w:r w:rsidRPr="006709DF">
              <w:t xml:space="preserve">: </w:t>
            </w:r>
            <w:proofErr w:type="spellStart"/>
            <w:r w:rsidRPr="006709DF">
              <w:rPr>
                <w:color w:val="F79646" w:themeColor="accent6"/>
              </w:rPr>
              <w:t>FrContactPoint</w:t>
            </w:r>
            <w:proofErr w:type="spellEnd"/>
            <w:r w:rsidRPr="006709DF">
              <w:rPr>
                <w:color w:val="F79646" w:themeColor="accent6"/>
              </w:rPr>
              <w:t xml:space="preserve"> </w:t>
            </w:r>
            <w:r w:rsidRPr="006709DF">
              <w:t>[0..*]</w:t>
            </w:r>
          </w:p>
        </w:tc>
      </w:tr>
      <w:tr w:rsidR="001578C3" w:rsidRPr="00475E67" w14:paraId="69484B42" w14:textId="77777777" w:rsidTr="004A5E9E">
        <w:trPr>
          <w:trHeight w:val="288"/>
        </w:trPr>
        <w:tc>
          <w:tcPr>
            <w:tcW w:w="0"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409094F" w14:textId="77777777" w:rsidR="001578C3" w:rsidRPr="00B43FD0" w:rsidRDefault="001578C3" w:rsidP="001578C3">
            <w:pPr>
              <w:pStyle w:val="TBLContenu"/>
              <w:rPr>
                <w:b/>
                <w:bCs/>
                <w:lang w:bidi="en-US"/>
              </w:rPr>
            </w:pPr>
            <w:proofErr w:type="spellStart"/>
            <w:r w:rsidRPr="00B43FD0">
              <w:rPr>
                <w:lang w:bidi="en-US"/>
              </w:rPr>
              <w:t>PersonnePhysique</w:t>
            </w:r>
            <w:proofErr w:type="spellEnd"/>
          </w:p>
        </w:tc>
        <w:tc>
          <w:tcPr>
            <w:tcW w:w="0" w:type="pct"/>
            <w:tcBorders>
              <w:top w:val="single" w:sz="4" w:space="0" w:color="808080" w:themeColor="background1" w:themeShade="80"/>
              <w:left w:val="single" w:sz="4" w:space="0" w:color="808080" w:themeColor="background1" w:themeShade="80"/>
              <w:bottom w:val="single" w:sz="6" w:space="0" w:color="808080" w:themeColor="background1" w:themeShade="80"/>
            </w:tcBorders>
            <w:noWrap/>
            <w:hideMark/>
          </w:tcPr>
          <w:p w14:paraId="49B71A7A" w14:textId="77777777" w:rsidR="001578C3" w:rsidRPr="001365DE" w:rsidRDefault="001578C3" w:rsidP="001578C3">
            <w:pPr>
              <w:pStyle w:val="TBLContenu"/>
              <w:rPr>
                <w:lang w:bidi="en-US"/>
              </w:rPr>
            </w:pPr>
            <w:proofErr w:type="spellStart"/>
            <w:proofErr w:type="gramStart"/>
            <w:r w:rsidRPr="001365DE">
              <w:rPr>
                <w:lang w:bidi="en-US"/>
              </w:rPr>
              <w:t>nomFamille</w:t>
            </w:r>
            <w:proofErr w:type="spellEnd"/>
            <w:proofErr w:type="gramEnd"/>
            <w:r w:rsidRPr="001365DE">
              <w:rPr>
                <w:lang w:bidi="en-US"/>
              </w:rPr>
              <w:t xml:space="preserve"> : [0..*] Texte</w:t>
            </w:r>
          </w:p>
        </w:tc>
        <w:tc>
          <w:tcPr>
            <w:tcW w:w="0" w:type="pct"/>
            <w:tcBorders>
              <w:top w:val="single" w:sz="4" w:space="0" w:color="808080" w:themeColor="background1" w:themeShade="80"/>
            </w:tcBorders>
            <w:noWrap/>
          </w:tcPr>
          <w:p w14:paraId="17C131AA" w14:textId="77777777" w:rsidR="001578C3" w:rsidRPr="006709DF" w:rsidRDefault="001578C3" w:rsidP="001578C3">
            <w:pPr>
              <w:pStyle w:val="TBLContenu"/>
              <w:rPr>
                <w:lang w:bidi="en-US"/>
              </w:rPr>
            </w:pPr>
            <w:proofErr w:type="spellStart"/>
            <w:r w:rsidRPr="006709DF">
              <w:rPr>
                <w:lang w:bidi="en-US"/>
              </w:rPr>
              <w:t>RelatedPerson</w:t>
            </w:r>
            <w:proofErr w:type="spellEnd"/>
          </w:p>
          <w:p w14:paraId="107FA10D" w14:textId="2A495B56" w:rsidR="00291E79" w:rsidRPr="006709DF" w:rsidRDefault="00712E51" w:rsidP="001578C3">
            <w:pPr>
              <w:pStyle w:val="TBLContenu"/>
              <w:rPr>
                <w:color w:val="F79646" w:themeColor="accent6"/>
                <w:lang w:bidi="en-US"/>
              </w:rPr>
            </w:pPr>
            <w:proofErr w:type="spellStart"/>
            <w:r w:rsidRPr="006709DF">
              <w:rPr>
                <w:color w:val="F79646" w:themeColor="accent6"/>
                <w:lang w:bidi="en-US"/>
              </w:rPr>
              <w:t>FrRelatedPerson</w:t>
            </w:r>
            <w:proofErr w:type="spellEnd"/>
          </w:p>
        </w:tc>
        <w:tc>
          <w:tcPr>
            <w:tcW w:w="0" w:type="pct"/>
            <w:tcBorders>
              <w:top w:val="single" w:sz="4" w:space="0" w:color="808080" w:themeColor="background1" w:themeShade="80"/>
            </w:tcBorders>
            <w:noWrap/>
          </w:tcPr>
          <w:p w14:paraId="018FB280" w14:textId="77777777" w:rsidR="001578C3" w:rsidRPr="006709DF" w:rsidRDefault="001578C3" w:rsidP="001578C3">
            <w:pPr>
              <w:pStyle w:val="TBLContenu"/>
            </w:pPr>
            <w:proofErr w:type="spellStart"/>
            <w:proofErr w:type="gramStart"/>
            <w:r w:rsidRPr="006709DF">
              <w:rPr>
                <w:lang w:bidi="en-US"/>
              </w:rPr>
              <w:t>name</w:t>
            </w:r>
            <w:proofErr w:type="spellEnd"/>
            <w:r w:rsidRPr="006709DF">
              <w:rPr>
                <w:color w:val="7F7F7F" w:themeColor="text1" w:themeTint="80"/>
                <w:lang w:bidi="en-US"/>
              </w:rPr>
              <w:t>[</w:t>
            </w:r>
            <w:proofErr w:type="gramEnd"/>
            <w:r w:rsidRPr="006709DF">
              <w:rPr>
                <w:color w:val="7F7F7F" w:themeColor="text1" w:themeTint="80"/>
                <w:lang w:bidi="en-US"/>
              </w:rPr>
              <w:t>0..*]</w:t>
            </w:r>
            <w:r w:rsidRPr="006709DF">
              <w:rPr>
                <w:lang w:bidi="en-US"/>
              </w:rPr>
              <w:t>.</w:t>
            </w:r>
            <w:proofErr w:type="spellStart"/>
            <w:r w:rsidRPr="006709DF">
              <w:rPr>
                <w:lang w:bidi="en-US"/>
              </w:rPr>
              <w:t>family</w:t>
            </w:r>
            <w:proofErr w:type="spellEnd"/>
            <w:r w:rsidRPr="006709DF">
              <w:rPr>
                <w:lang w:bidi="en-US"/>
              </w:rPr>
              <w:t xml:space="preserve"> : </w:t>
            </w:r>
            <w:r w:rsidRPr="006709DF">
              <w:t>string [0..1]</w:t>
            </w:r>
          </w:p>
          <w:p w14:paraId="0B522453" w14:textId="00BF8B88" w:rsidR="002E0F25" w:rsidRPr="006709DF" w:rsidRDefault="002E0F25" w:rsidP="001578C3">
            <w:pPr>
              <w:pStyle w:val="TBLContenu"/>
              <w:rPr>
                <w:lang w:bidi="en-US"/>
              </w:rPr>
            </w:pPr>
            <w:r w:rsidRPr="006709DF">
              <w:rPr>
                <w:lang w:bidi="en-US"/>
              </w:rPr>
              <w:t>(</w:t>
            </w:r>
            <w:proofErr w:type="spellStart"/>
            <w:r w:rsidRPr="006709DF">
              <w:rPr>
                <w:color w:val="F79646" w:themeColor="accent6"/>
                <w:lang w:bidi="en-US"/>
              </w:rPr>
              <w:t>FrHumanName</w:t>
            </w:r>
            <w:proofErr w:type="spellEnd"/>
            <w:r w:rsidRPr="006709DF">
              <w:t>)</w:t>
            </w:r>
          </w:p>
        </w:tc>
      </w:tr>
      <w:tr w:rsidR="001578C3" w:rsidRPr="00EB5561" w14:paraId="27282A8B" w14:textId="77777777" w:rsidTr="004A5E9E">
        <w:trPr>
          <w:trHeight w:val="288"/>
        </w:trPr>
        <w:tc>
          <w:tcPr>
            <w:tcW w:w="0"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57C0B48" w14:textId="77777777" w:rsidR="001578C3" w:rsidRPr="00B43FD0" w:rsidRDefault="001578C3" w:rsidP="001578C3">
            <w:pPr>
              <w:pStyle w:val="TBLContenu"/>
              <w:rPr>
                <w:lang w:bidi="en-US"/>
              </w:rPr>
            </w:pPr>
          </w:p>
        </w:tc>
        <w:tc>
          <w:tcPr>
            <w:tcW w:w="0" w:type="pct"/>
            <w:tcBorders>
              <w:left w:val="single" w:sz="4" w:space="0" w:color="808080" w:themeColor="background1" w:themeShade="80"/>
              <w:bottom w:val="single" w:sz="4" w:space="0" w:color="808080" w:themeColor="background1" w:themeShade="80"/>
            </w:tcBorders>
            <w:noWrap/>
            <w:hideMark/>
          </w:tcPr>
          <w:p w14:paraId="52C976A3" w14:textId="77777777" w:rsidR="001578C3" w:rsidRPr="00B43FD0" w:rsidRDefault="001578C3" w:rsidP="001578C3">
            <w:pPr>
              <w:pStyle w:val="TBLContenu"/>
              <w:rPr>
                <w:lang w:bidi="en-US"/>
              </w:rPr>
            </w:pPr>
            <w:proofErr w:type="spellStart"/>
            <w:proofErr w:type="gramStart"/>
            <w:r w:rsidRPr="00B43FD0">
              <w:rPr>
                <w:lang w:bidi="en-US"/>
              </w:rPr>
              <w:t>prenomUsuel</w:t>
            </w:r>
            <w:proofErr w:type="spellEnd"/>
            <w:proofErr w:type="gramEnd"/>
            <w:r w:rsidRPr="00B43FD0">
              <w:rPr>
                <w:lang w:bidi="en-US"/>
              </w:rPr>
              <w:t xml:space="preserve"> : [0..*] Texte</w:t>
            </w:r>
          </w:p>
        </w:tc>
        <w:tc>
          <w:tcPr>
            <w:tcW w:w="0" w:type="pct"/>
            <w:noWrap/>
          </w:tcPr>
          <w:p w14:paraId="20F71FDC" w14:textId="77777777" w:rsidR="001578C3" w:rsidRPr="006709DF" w:rsidRDefault="001578C3" w:rsidP="001578C3">
            <w:pPr>
              <w:pStyle w:val="TBLContenu"/>
              <w:rPr>
                <w:lang w:bidi="en-US"/>
              </w:rPr>
            </w:pPr>
            <w:proofErr w:type="spellStart"/>
            <w:r w:rsidRPr="006709DF">
              <w:rPr>
                <w:lang w:bidi="en-US"/>
              </w:rPr>
              <w:t>RelatedPerson</w:t>
            </w:r>
            <w:proofErr w:type="spellEnd"/>
          </w:p>
          <w:p w14:paraId="15D92EDF" w14:textId="02B5B30C" w:rsidR="00291E79" w:rsidRPr="006709DF" w:rsidRDefault="00712E51" w:rsidP="001578C3">
            <w:pPr>
              <w:pStyle w:val="TBLContenu"/>
              <w:rPr>
                <w:color w:val="F79646" w:themeColor="accent6"/>
                <w:lang w:bidi="en-US"/>
              </w:rPr>
            </w:pPr>
            <w:proofErr w:type="spellStart"/>
            <w:r w:rsidRPr="006709DF">
              <w:rPr>
                <w:color w:val="F79646" w:themeColor="accent6"/>
                <w:lang w:bidi="en-US"/>
              </w:rPr>
              <w:t>FrRelatedPerson</w:t>
            </w:r>
            <w:proofErr w:type="spellEnd"/>
          </w:p>
        </w:tc>
        <w:tc>
          <w:tcPr>
            <w:tcW w:w="0" w:type="pct"/>
            <w:noWrap/>
          </w:tcPr>
          <w:p w14:paraId="12709652" w14:textId="77777777" w:rsidR="001578C3" w:rsidRPr="006709DF" w:rsidRDefault="001578C3" w:rsidP="001578C3">
            <w:pPr>
              <w:pStyle w:val="TBLContenu"/>
            </w:pPr>
            <w:proofErr w:type="spellStart"/>
            <w:proofErr w:type="gramStart"/>
            <w:r w:rsidRPr="006709DF">
              <w:rPr>
                <w:lang w:bidi="en-US"/>
              </w:rPr>
              <w:t>name</w:t>
            </w:r>
            <w:proofErr w:type="spellEnd"/>
            <w:r w:rsidRPr="006709DF">
              <w:rPr>
                <w:color w:val="7F7F7F" w:themeColor="text1" w:themeTint="80"/>
                <w:lang w:bidi="en-US"/>
              </w:rPr>
              <w:t>[</w:t>
            </w:r>
            <w:proofErr w:type="gramEnd"/>
            <w:r w:rsidRPr="006709DF">
              <w:rPr>
                <w:color w:val="7F7F7F" w:themeColor="text1" w:themeTint="80"/>
                <w:lang w:bidi="en-US"/>
              </w:rPr>
              <w:t>0..*]</w:t>
            </w:r>
            <w:r w:rsidRPr="006709DF">
              <w:rPr>
                <w:lang w:bidi="en-US"/>
              </w:rPr>
              <w:t>.</w:t>
            </w:r>
            <w:proofErr w:type="spellStart"/>
            <w:r w:rsidRPr="006709DF">
              <w:rPr>
                <w:lang w:bidi="en-US"/>
              </w:rPr>
              <w:t>given</w:t>
            </w:r>
            <w:proofErr w:type="spellEnd"/>
            <w:r w:rsidRPr="006709DF">
              <w:t> : string [0..*]</w:t>
            </w:r>
          </w:p>
          <w:p w14:paraId="47E7EAD1" w14:textId="04438B74" w:rsidR="002E0F25" w:rsidRPr="006709DF" w:rsidRDefault="002E0F25" w:rsidP="001578C3">
            <w:pPr>
              <w:pStyle w:val="TBLContenu"/>
              <w:rPr>
                <w:lang w:bidi="en-US"/>
              </w:rPr>
            </w:pPr>
            <w:r w:rsidRPr="006709DF">
              <w:rPr>
                <w:lang w:bidi="en-US"/>
              </w:rPr>
              <w:t>(</w:t>
            </w:r>
            <w:proofErr w:type="spellStart"/>
            <w:r w:rsidRPr="006709DF">
              <w:rPr>
                <w:color w:val="F79646" w:themeColor="accent6"/>
                <w:lang w:bidi="en-US"/>
              </w:rPr>
              <w:t>FrHumanName</w:t>
            </w:r>
            <w:proofErr w:type="spellEnd"/>
            <w:r w:rsidRPr="006709DF">
              <w:t>)</w:t>
            </w:r>
          </w:p>
        </w:tc>
      </w:tr>
      <w:tr w:rsidR="001E55A7" w:rsidRPr="00EB5561" w14:paraId="47D39572" w14:textId="77777777" w:rsidTr="004A5E9E">
        <w:trPr>
          <w:trHeight w:val="288"/>
        </w:trPr>
        <w:tc>
          <w:tcPr>
            <w:tcW w:w="0" w:type="pct"/>
            <w:vMerge w:val="restart"/>
            <w:tcBorders>
              <w:top w:val="single" w:sz="4" w:space="0" w:color="808080" w:themeColor="background1" w:themeShade="80"/>
            </w:tcBorders>
            <w:noWrap/>
          </w:tcPr>
          <w:p w14:paraId="355F6243" w14:textId="50854F68" w:rsidR="001E55A7" w:rsidRPr="00B43FD0" w:rsidRDefault="001E55A7" w:rsidP="001E55A7">
            <w:pPr>
              <w:pStyle w:val="TBLContenu"/>
              <w:jc w:val="left"/>
              <w:rPr>
                <w:lang w:bidi="en-US"/>
              </w:rPr>
            </w:pPr>
            <w:proofErr w:type="spellStart"/>
            <w:r>
              <w:rPr>
                <w:lang w:bidi="en-US"/>
              </w:rPr>
              <w:t>OrganisationInterne</w:t>
            </w:r>
            <w:proofErr w:type="spellEnd"/>
          </w:p>
        </w:tc>
        <w:tc>
          <w:tcPr>
            <w:tcW w:w="0" w:type="pct"/>
            <w:tcBorders>
              <w:top w:val="single" w:sz="4" w:space="0" w:color="808080" w:themeColor="background1" w:themeShade="80"/>
            </w:tcBorders>
            <w:noWrap/>
          </w:tcPr>
          <w:p w14:paraId="274961B5" w14:textId="32445B56" w:rsidR="001E55A7" w:rsidRPr="00B43FD0" w:rsidRDefault="001E55A7" w:rsidP="001578C3">
            <w:pPr>
              <w:pStyle w:val="TBLContenu"/>
              <w:rPr>
                <w:lang w:bidi="en-US"/>
              </w:rPr>
            </w:pPr>
            <w:proofErr w:type="spellStart"/>
            <w:proofErr w:type="gramStart"/>
            <w:r>
              <w:rPr>
                <w:lang w:bidi="en-US"/>
              </w:rPr>
              <w:t>identifiantOI</w:t>
            </w:r>
            <w:proofErr w:type="spellEnd"/>
            <w:proofErr w:type="gramEnd"/>
            <w:r>
              <w:rPr>
                <w:lang w:bidi="en-US"/>
              </w:rPr>
              <w:t xml:space="preserve"> : [1..1] Identifiant </w:t>
            </w:r>
          </w:p>
        </w:tc>
        <w:tc>
          <w:tcPr>
            <w:tcW w:w="0" w:type="pct"/>
            <w:noWrap/>
          </w:tcPr>
          <w:p w14:paraId="27DC4A21" w14:textId="102C20FD" w:rsidR="001E55A7" w:rsidRDefault="001E55A7" w:rsidP="001578C3">
            <w:pPr>
              <w:pStyle w:val="TBLContenu"/>
              <w:rPr>
                <w:lang w:bidi="en-US"/>
              </w:rPr>
            </w:pPr>
            <w:proofErr w:type="spellStart"/>
            <w:r>
              <w:rPr>
                <w:lang w:bidi="en-US"/>
              </w:rPr>
              <w:t>HealthcareService</w:t>
            </w:r>
            <w:proofErr w:type="spellEnd"/>
          </w:p>
          <w:p w14:paraId="45362D87" w14:textId="78F446ED" w:rsidR="001E55A7" w:rsidRPr="00B43FD0" w:rsidRDefault="001E55A7" w:rsidP="001578C3">
            <w:pPr>
              <w:pStyle w:val="TBLContenu"/>
              <w:rPr>
                <w:lang w:bidi="en-US"/>
              </w:rPr>
            </w:pPr>
            <w:proofErr w:type="spellStart"/>
            <w:r w:rsidRPr="007C35EF">
              <w:rPr>
                <w:color w:val="F79646" w:themeColor="accent6"/>
                <w:lang w:bidi="en-US"/>
              </w:rPr>
              <w:t>FrHealthcareService</w:t>
            </w:r>
            <w:proofErr w:type="spellEnd"/>
          </w:p>
        </w:tc>
        <w:tc>
          <w:tcPr>
            <w:tcW w:w="0" w:type="pct"/>
            <w:noWrap/>
          </w:tcPr>
          <w:p w14:paraId="4A7D668A" w14:textId="385EE94B" w:rsidR="001E55A7" w:rsidRPr="00B43FD0" w:rsidRDefault="001E55A7" w:rsidP="001578C3">
            <w:pPr>
              <w:pStyle w:val="TBLContenu"/>
              <w:rPr>
                <w:lang w:bidi="en-US"/>
              </w:rPr>
            </w:pPr>
            <w:proofErr w:type="gramStart"/>
            <w:r>
              <w:rPr>
                <w:lang w:bidi="en-US"/>
              </w:rPr>
              <w:t>identifier</w:t>
            </w:r>
            <w:proofErr w:type="gramEnd"/>
            <w:r>
              <w:rPr>
                <w:lang w:bidi="en-US"/>
              </w:rPr>
              <w:t> : Identifier [0..*]</w:t>
            </w:r>
          </w:p>
        </w:tc>
      </w:tr>
      <w:tr w:rsidR="001E55A7" w:rsidRPr="00EB5561" w14:paraId="2AC1E3C3" w14:textId="77777777" w:rsidTr="000E6C1F">
        <w:trPr>
          <w:trHeight w:val="288"/>
        </w:trPr>
        <w:tc>
          <w:tcPr>
            <w:tcW w:w="895" w:type="pct"/>
            <w:vMerge/>
            <w:noWrap/>
          </w:tcPr>
          <w:p w14:paraId="30AD9BAB" w14:textId="77777777" w:rsidR="001E55A7" w:rsidRPr="00B43FD0" w:rsidRDefault="001E55A7" w:rsidP="001578C3">
            <w:pPr>
              <w:pStyle w:val="TBLContenu"/>
              <w:rPr>
                <w:lang w:bidi="en-US"/>
              </w:rPr>
            </w:pPr>
          </w:p>
        </w:tc>
        <w:tc>
          <w:tcPr>
            <w:tcW w:w="1577" w:type="pct"/>
            <w:noWrap/>
          </w:tcPr>
          <w:p w14:paraId="0F39CD29" w14:textId="5940A024" w:rsidR="001E55A7" w:rsidRPr="00B43FD0" w:rsidRDefault="001E55A7" w:rsidP="001578C3">
            <w:pPr>
              <w:pStyle w:val="TBLContenu"/>
              <w:rPr>
                <w:lang w:bidi="en-US"/>
              </w:rPr>
            </w:pPr>
            <w:proofErr w:type="gramStart"/>
            <w:r>
              <w:rPr>
                <w:lang w:bidi="en-US"/>
              </w:rPr>
              <w:t>nom</w:t>
            </w:r>
            <w:proofErr w:type="gramEnd"/>
            <w:r>
              <w:rPr>
                <w:lang w:bidi="en-US"/>
              </w:rPr>
              <w:t xml:space="preserve"> : [0..1] Texte </w:t>
            </w:r>
          </w:p>
        </w:tc>
        <w:tc>
          <w:tcPr>
            <w:tcW w:w="1066" w:type="pct"/>
            <w:noWrap/>
          </w:tcPr>
          <w:p w14:paraId="6D123947" w14:textId="77777777" w:rsidR="001E55A7" w:rsidRDefault="001E55A7" w:rsidP="002664DD">
            <w:pPr>
              <w:pStyle w:val="TBLContenu"/>
              <w:rPr>
                <w:lang w:bidi="en-US"/>
              </w:rPr>
            </w:pPr>
            <w:proofErr w:type="spellStart"/>
            <w:r>
              <w:rPr>
                <w:lang w:bidi="en-US"/>
              </w:rPr>
              <w:t>HealthcareService</w:t>
            </w:r>
            <w:proofErr w:type="spellEnd"/>
          </w:p>
          <w:p w14:paraId="37804FCC" w14:textId="1F4C727A" w:rsidR="001E55A7" w:rsidRPr="00B43FD0" w:rsidRDefault="001E55A7" w:rsidP="002664DD">
            <w:pPr>
              <w:pStyle w:val="TBLContenu"/>
              <w:rPr>
                <w:lang w:bidi="en-US"/>
              </w:rPr>
            </w:pPr>
            <w:proofErr w:type="spellStart"/>
            <w:r w:rsidRPr="00A23149">
              <w:rPr>
                <w:color w:val="F79646" w:themeColor="accent6"/>
                <w:lang w:bidi="en-US"/>
              </w:rPr>
              <w:t>FrHealthcareService</w:t>
            </w:r>
            <w:proofErr w:type="spellEnd"/>
          </w:p>
        </w:tc>
        <w:tc>
          <w:tcPr>
            <w:tcW w:w="1462" w:type="pct"/>
            <w:noWrap/>
          </w:tcPr>
          <w:p w14:paraId="50821DE6" w14:textId="2B16055B" w:rsidR="001E55A7" w:rsidRPr="00B43FD0" w:rsidRDefault="001E55A7" w:rsidP="001578C3">
            <w:pPr>
              <w:pStyle w:val="TBLContenu"/>
              <w:rPr>
                <w:lang w:bidi="en-US"/>
              </w:rPr>
            </w:pPr>
            <w:proofErr w:type="spellStart"/>
            <w:proofErr w:type="gramStart"/>
            <w:r>
              <w:rPr>
                <w:lang w:bidi="en-US"/>
              </w:rPr>
              <w:t>name</w:t>
            </w:r>
            <w:proofErr w:type="spellEnd"/>
            <w:proofErr w:type="gramEnd"/>
            <w:r>
              <w:rPr>
                <w:lang w:bidi="en-US"/>
              </w:rPr>
              <w:t> : string [0..1]</w:t>
            </w:r>
          </w:p>
        </w:tc>
      </w:tr>
      <w:tr w:rsidR="001E55A7" w:rsidRPr="00EB5561" w14:paraId="2077A3B7" w14:textId="77777777" w:rsidTr="000E6C1F">
        <w:trPr>
          <w:trHeight w:val="288"/>
        </w:trPr>
        <w:tc>
          <w:tcPr>
            <w:tcW w:w="895" w:type="pct"/>
            <w:vMerge/>
            <w:noWrap/>
          </w:tcPr>
          <w:p w14:paraId="6BD2D42D" w14:textId="77777777" w:rsidR="001E55A7" w:rsidRPr="00B43FD0" w:rsidRDefault="001E55A7" w:rsidP="001578C3">
            <w:pPr>
              <w:pStyle w:val="TBLContenu"/>
              <w:rPr>
                <w:lang w:bidi="en-US"/>
              </w:rPr>
            </w:pPr>
          </w:p>
        </w:tc>
        <w:tc>
          <w:tcPr>
            <w:tcW w:w="1577" w:type="pct"/>
            <w:noWrap/>
          </w:tcPr>
          <w:p w14:paraId="1222BC7C" w14:textId="577918AF" w:rsidR="001E55A7" w:rsidRPr="00B43FD0" w:rsidRDefault="001E55A7" w:rsidP="001578C3">
            <w:pPr>
              <w:pStyle w:val="TBLContenu"/>
              <w:rPr>
                <w:lang w:bidi="en-US"/>
              </w:rPr>
            </w:pPr>
            <w:proofErr w:type="spellStart"/>
            <w:proofErr w:type="gramStart"/>
            <w:r>
              <w:rPr>
                <w:lang w:bidi="en-US"/>
              </w:rPr>
              <w:t>champActivite</w:t>
            </w:r>
            <w:proofErr w:type="spellEnd"/>
            <w:proofErr w:type="gramEnd"/>
            <w:r>
              <w:rPr>
                <w:lang w:bidi="en-US"/>
              </w:rPr>
              <w:t> : [0..1] Code</w:t>
            </w:r>
          </w:p>
        </w:tc>
        <w:tc>
          <w:tcPr>
            <w:tcW w:w="1066" w:type="pct"/>
            <w:noWrap/>
          </w:tcPr>
          <w:p w14:paraId="45DF3185" w14:textId="77777777" w:rsidR="0050464E" w:rsidRDefault="0050464E" w:rsidP="0050464E">
            <w:pPr>
              <w:pStyle w:val="TBLContenu"/>
              <w:rPr>
                <w:lang w:bidi="en-US"/>
              </w:rPr>
            </w:pPr>
            <w:proofErr w:type="spellStart"/>
            <w:r>
              <w:rPr>
                <w:lang w:bidi="en-US"/>
              </w:rPr>
              <w:t>HealthcareService</w:t>
            </w:r>
            <w:proofErr w:type="spellEnd"/>
          </w:p>
          <w:p w14:paraId="59A59785" w14:textId="17FBB4F2" w:rsidR="001E55A7" w:rsidRPr="00AD49DE" w:rsidRDefault="0050464E" w:rsidP="002664DD">
            <w:pPr>
              <w:pStyle w:val="TBLContenu"/>
              <w:rPr>
                <w:lang w:bidi="en-US"/>
              </w:rPr>
            </w:pPr>
            <w:proofErr w:type="spellStart"/>
            <w:r w:rsidRPr="00A23149">
              <w:rPr>
                <w:color w:val="F79646" w:themeColor="accent6"/>
                <w:lang w:bidi="en-US"/>
              </w:rPr>
              <w:t>FrHealthcareService</w:t>
            </w:r>
            <w:proofErr w:type="spellEnd"/>
            <w:r w:rsidDel="00AD49DE">
              <w:rPr>
                <w:lang w:bidi="en-US"/>
              </w:rPr>
              <w:t xml:space="preserve"> </w:t>
            </w:r>
          </w:p>
        </w:tc>
        <w:tc>
          <w:tcPr>
            <w:tcW w:w="1462" w:type="pct"/>
            <w:noWrap/>
          </w:tcPr>
          <w:p w14:paraId="39B87C3E" w14:textId="77777777" w:rsidR="001E55A7" w:rsidRPr="00A8128F" w:rsidRDefault="001E55A7" w:rsidP="00DE6F11">
            <w:pPr>
              <w:pStyle w:val="TBLContenu"/>
              <w:rPr>
                <w:color w:val="FF0000"/>
              </w:rPr>
            </w:pPr>
            <w:proofErr w:type="spellStart"/>
            <w:proofErr w:type="gramStart"/>
            <w:r w:rsidRPr="00A8128F">
              <w:rPr>
                <w:color w:val="FF0000"/>
                <w:lang w:bidi="en-US"/>
              </w:rPr>
              <w:t>serviceTypeDuration</w:t>
            </w:r>
            <w:proofErr w:type="spellEnd"/>
            <w:r w:rsidRPr="00A8128F">
              <w:rPr>
                <w:color w:val="FF0000"/>
                <w:lang w:bidi="en-US"/>
              </w:rPr>
              <w:t>[</w:t>
            </w:r>
            <w:proofErr w:type="gramEnd"/>
            <w:r w:rsidRPr="00A8128F">
              <w:rPr>
                <w:color w:val="FF0000"/>
                <w:lang w:bidi="en-US"/>
              </w:rPr>
              <w:t>0..*].</w:t>
            </w:r>
            <w:proofErr w:type="spellStart"/>
            <w:r w:rsidRPr="00A8128F">
              <w:rPr>
                <w:color w:val="FF0000"/>
                <w:lang w:bidi="en-US"/>
              </w:rPr>
              <w:t>serviceType</w:t>
            </w:r>
            <w:proofErr w:type="spellEnd"/>
            <w:r w:rsidRPr="00A8128F">
              <w:rPr>
                <w:color w:val="FF0000"/>
                <w:lang w:bidi="en-US"/>
              </w:rPr>
              <w:t xml:space="preserve"> : </w:t>
            </w:r>
            <w:proofErr w:type="spellStart"/>
            <w:r w:rsidRPr="00A8128F">
              <w:rPr>
                <w:color w:val="FF0000"/>
              </w:rPr>
              <w:t>CodeableConcept</w:t>
            </w:r>
            <w:proofErr w:type="spellEnd"/>
            <w:r w:rsidRPr="00A8128F">
              <w:rPr>
                <w:color w:val="FF0000"/>
              </w:rPr>
              <w:t xml:space="preserve"> [1..1]</w:t>
            </w:r>
            <w:r w:rsidRPr="00A8128F">
              <w:rPr>
                <w:rStyle w:val="Appelnotedebasdep"/>
                <w:color w:val="FF0000"/>
              </w:rPr>
              <w:footnoteRef/>
            </w:r>
          </w:p>
          <w:p w14:paraId="5D21CE0D" w14:textId="77777777" w:rsidR="001E55A7" w:rsidRDefault="001E55A7" w:rsidP="004A5E9E">
            <w:pPr>
              <w:pStyle w:val="TBLContenu"/>
              <w:spacing w:after="0"/>
              <w:rPr>
                <w:i/>
                <w:color w:val="FF0000"/>
              </w:rPr>
            </w:pPr>
            <w:proofErr w:type="gramStart"/>
            <w:r w:rsidRPr="00C65ADC">
              <w:rPr>
                <w:i/>
                <w:color w:val="FF0000"/>
              </w:rPr>
              <w:t>extension</w:t>
            </w:r>
            <w:proofErr w:type="gramEnd"/>
            <w:r>
              <w:rPr>
                <w:i/>
                <w:color w:val="FF0000"/>
              </w:rPr>
              <w:t xml:space="preserve"> française</w:t>
            </w:r>
            <w:r w:rsidR="000574E5">
              <w:rPr>
                <w:i/>
                <w:color w:val="FF0000"/>
              </w:rPr>
              <w:t xml:space="preserve"> </w:t>
            </w:r>
          </w:p>
          <w:p w14:paraId="40B2A52E" w14:textId="102D17DC" w:rsidR="000574E5" w:rsidRPr="00B43FD0" w:rsidRDefault="000574E5" w:rsidP="004A5E9E">
            <w:pPr>
              <w:pStyle w:val="TBLContenu"/>
              <w:spacing w:before="0"/>
              <w:rPr>
                <w:lang w:bidi="en-US"/>
              </w:rPr>
            </w:pPr>
            <w:r>
              <w:rPr>
                <w:i/>
                <w:color w:val="FF0000"/>
              </w:rPr>
              <w:t>(</w:t>
            </w:r>
            <w:proofErr w:type="spellStart"/>
            <w:r w:rsidRPr="004A5E9E">
              <w:rPr>
                <w:iCs/>
                <w:color w:val="FF0000"/>
              </w:rPr>
              <w:t>FrServiceTypeDuration</w:t>
            </w:r>
            <w:proofErr w:type="spellEnd"/>
            <w:r>
              <w:rPr>
                <w:i/>
                <w:color w:val="FF0000"/>
              </w:rPr>
              <w:t>)</w:t>
            </w:r>
          </w:p>
        </w:tc>
      </w:tr>
      <w:tr w:rsidR="001E55A7" w:rsidRPr="00EB5561" w14:paraId="162924A8" w14:textId="77777777" w:rsidTr="000E6C1F">
        <w:trPr>
          <w:trHeight w:val="288"/>
        </w:trPr>
        <w:tc>
          <w:tcPr>
            <w:tcW w:w="895" w:type="pct"/>
            <w:vMerge/>
            <w:noWrap/>
          </w:tcPr>
          <w:p w14:paraId="3501592C" w14:textId="77777777" w:rsidR="001E55A7" w:rsidRPr="00B43FD0" w:rsidRDefault="001E55A7" w:rsidP="001578C3">
            <w:pPr>
              <w:pStyle w:val="TBLContenu"/>
              <w:rPr>
                <w:lang w:bidi="en-US"/>
              </w:rPr>
            </w:pPr>
          </w:p>
        </w:tc>
        <w:tc>
          <w:tcPr>
            <w:tcW w:w="1577" w:type="pct"/>
            <w:noWrap/>
          </w:tcPr>
          <w:p w14:paraId="0FC6B4B2" w14:textId="583708F5" w:rsidR="001E55A7" w:rsidRDefault="001E55A7" w:rsidP="001578C3">
            <w:pPr>
              <w:pStyle w:val="TBLContenu"/>
              <w:rPr>
                <w:lang w:bidi="en-US"/>
              </w:rPr>
            </w:pPr>
            <w:proofErr w:type="spellStart"/>
            <w:proofErr w:type="gramStart"/>
            <w:r w:rsidRPr="00890089">
              <w:rPr>
                <w:lang w:bidi="en-US"/>
              </w:rPr>
              <w:t>telecommunication</w:t>
            </w:r>
            <w:proofErr w:type="spellEnd"/>
            <w:proofErr w:type="gramEnd"/>
            <w:r w:rsidRPr="00890089">
              <w:rPr>
                <w:lang w:bidi="en-US"/>
              </w:rPr>
              <w:t xml:space="preserve"> : [0..*] </w:t>
            </w:r>
            <w:proofErr w:type="spellStart"/>
            <w:r w:rsidRPr="00890089">
              <w:rPr>
                <w:lang w:bidi="en-US"/>
              </w:rPr>
              <w:t>Telecommunication</w:t>
            </w:r>
            <w:proofErr w:type="spellEnd"/>
          </w:p>
        </w:tc>
        <w:tc>
          <w:tcPr>
            <w:tcW w:w="1066" w:type="pct"/>
            <w:noWrap/>
          </w:tcPr>
          <w:p w14:paraId="27606D88" w14:textId="77777777" w:rsidR="00890089" w:rsidRDefault="00890089" w:rsidP="00890089">
            <w:pPr>
              <w:pStyle w:val="TBLContenu"/>
              <w:rPr>
                <w:lang w:bidi="en-US"/>
              </w:rPr>
            </w:pPr>
            <w:proofErr w:type="spellStart"/>
            <w:r>
              <w:rPr>
                <w:lang w:bidi="en-US"/>
              </w:rPr>
              <w:t>HealthcareService</w:t>
            </w:r>
            <w:proofErr w:type="spellEnd"/>
          </w:p>
          <w:p w14:paraId="550EBD9F" w14:textId="25C19596" w:rsidR="001E55A7" w:rsidRPr="004A5E9E" w:rsidRDefault="00890089" w:rsidP="00890089">
            <w:pPr>
              <w:pStyle w:val="TBLContenu"/>
              <w:rPr>
                <w:color w:val="F79646" w:themeColor="accent6"/>
                <w:lang w:bidi="en-US"/>
              </w:rPr>
            </w:pPr>
            <w:proofErr w:type="spellStart"/>
            <w:r w:rsidRPr="00A23149">
              <w:rPr>
                <w:color w:val="F79646" w:themeColor="accent6"/>
                <w:lang w:bidi="en-US"/>
              </w:rPr>
              <w:t>FrHealthcareService</w:t>
            </w:r>
            <w:proofErr w:type="spellEnd"/>
          </w:p>
        </w:tc>
        <w:tc>
          <w:tcPr>
            <w:tcW w:w="1462" w:type="pct"/>
            <w:noWrap/>
          </w:tcPr>
          <w:p w14:paraId="318D5601" w14:textId="21B361D8" w:rsidR="001E55A7" w:rsidRPr="00A8128F" w:rsidRDefault="00890089" w:rsidP="00732069">
            <w:pPr>
              <w:pStyle w:val="TBLContenu"/>
              <w:keepNext/>
              <w:rPr>
                <w:color w:val="FF0000"/>
                <w:lang w:bidi="en-US"/>
              </w:rPr>
            </w:pPr>
            <w:proofErr w:type="spellStart"/>
            <w:proofErr w:type="gramStart"/>
            <w:r w:rsidRPr="00890089">
              <w:rPr>
                <w:color w:val="auto"/>
                <w:lang w:bidi="en-US"/>
              </w:rPr>
              <w:t>telecom</w:t>
            </w:r>
            <w:proofErr w:type="spellEnd"/>
            <w:proofErr w:type="gramEnd"/>
            <w:r w:rsidRPr="00890089">
              <w:rPr>
                <w:color w:val="auto"/>
                <w:lang w:bidi="en-US"/>
              </w:rPr>
              <w:t xml:space="preserve"> : </w:t>
            </w:r>
            <w:proofErr w:type="spellStart"/>
            <w:r w:rsidR="00C301A9" w:rsidRPr="004A5E9E">
              <w:rPr>
                <w:color w:val="F79646" w:themeColor="accent6"/>
                <w:lang w:bidi="en-US"/>
              </w:rPr>
              <w:t>Fr</w:t>
            </w:r>
            <w:r w:rsidRPr="004A5E9E">
              <w:rPr>
                <w:color w:val="F79646" w:themeColor="accent6"/>
                <w:lang w:bidi="en-US"/>
              </w:rPr>
              <w:t>ContactPoint</w:t>
            </w:r>
            <w:proofErr w:type="spellEnd"/>
            <w:r w:rsidR="00C301A9" w:rsidRPr="004A5E9E">
              <w:rPr>
                <w:color w:val="F79646" w:themeColor="accent6"/>
                <w:lang w:bidi="en-US"/>
              </w:rPr>
              <w:t xml:space="preserve"> </w:t>
            </w:r>
            <w:r w:rsidR="00C301A9">
              <w:rPr>
                <w:lang w:bidi="en-US"/>
              </w:rPr>
              <w:t>[0..*]</w:t>
            </w:r>
          </w:p>
        </w:tc>
      </w:tr>
    </w:tbl>
    <w:p w14:paraId="6AE02597" w14:textId="7914A727" w:rsidR="00732069" w:rsidRDefault="00732069" w:rsidP="00390E61">
      <w:pPr>
        <w:pStyle w:val="Lgende"/>
      </w:pPr>
      <w:bookmarkStart w:id="4" w:name="_Toc93069112"/>
      <w:bookmarkEnd w:id="3"/>
      <w:r>
        <w:t xml:space="preserve">Tableau </w:t>
      </w:r>
      <w:fldSimple w:instr=" SEQ Tableau \* ARABIC ">
        <w:r w:rsidR="00A100DC">
          <w:rPr>
            <w:noProof/>
          </w:rPr>
          <w:t>2</w:t>
        </w:r>
      </w:fldSimple>
      <w:r>
        <w:t xml:space="preserve"> </w:t>
      </w:r>
      <w:r w:rsidRPr="00732069">
        <w:t>Mise en correspondance entre éléments métier et éléments FHIR pour le flux 1a</w:t>
      </w:r>
      <w:bookmarkEnd w:id="4"/>
    </w:p>
    <w:p w14:paraId="02765376" w14:textId="59D49178" w:rsidR="002206AD" w:rsidRPr="009D1A11" w:rsidRDefault="002206AD" w:rsidP="00635C70">
      <w:pPr>
        <w:pStyle w:val="Titre2"/>
      </w:pPr>
      <w:bookmarkStart w:id="5" w:name="_Toc34751950"/>
      <w:bookmarkStart w:id="6" w:name="_Toc142042203"/>
      <w:r w:rsidRPr="00B63BB2">
        <w:t>Flux 1c – Suppression d’une ressource</w:t>
      </w:r>
      <w:bookmarkEnd w:id="5"/>
      <w:bookmarkEnd w:id="6"/>
    </w:p>
    <w:tbl>
      <w:tblPr>
        <w:tblStyle w:val="Tableaustandard"/>
        <w:tblW w:w="5120" w:type="pct"/>
        <w:tblLayout w:type="fixed"/>
        <w:tblLook w:val="04A0" w:firstRow="1" w:lastRow="0" w:firstColumn="1" w:lastColumn="0" w:noHBand="0" w:noVBand="1"/>
      </w:tblPr>
      <w:tblGrid>
        <w:gridCol w:w="2184"/>
        <w:gridCol w:w="2698"/>
        <w:gridCol w:w="1774"/>
        <w:gridCol w:w="3769"/>
        <w:gridCol w:w="10"/>
      </w:tblGrid>
      <w:tr w:rsidR="002206AD" w:rsidRPr="00EB5561" w14:paraId="752FBB3D" w14:textId="77777777" w:rsidTr="004A5E9E">
        <w:trPr>
          <w:cnfStyle w:val="100000000000" w:firstRow="1" w:lastRow="0" w:firstColumn="0" w:lastColumn="0" w:oddVBand="0" w:evenVBand="0" w:oddHBand="0" w:evenHBand="0" w:firstRowFirstColumn="0" w:firstRowLastColumn="0" w:lastRowFirstColumn="0" w:lastRowLastColumn="0"/>
          <w:trHeight w:val="400"/>
        </w:trPr>
        <w:tc>
          <w:tcPr>
            <w:tcW w:w="2339" w:type="pct"/>
            <w:gridSpan w:val="2"/>
            <w:noWrap/>
            <w:hideMark/>
          </w:tcPr>
          <w:p w14:paraId="106C94CF" w14:textId="77777777" w:rsidR="002206AD" w:rsidRPr="00C30AD8" w:rsidRDefault="002206AD" w:rsidP="004A5E9E">
            <w:pPr>
              <w:pStyle w:val="TBLTitrecolonne"/>
            </w:pPr>
            <w:bookmarkStart w:id="7" w:name="_Hlk76739945"/>
            <w:proofErr w:type="spellStart"/>
            <w:r w:rsidRPr="00C30AD8">
              <w:t>Eléments</w:t>
            </w:r>
            <w:proofErr w:type="spellEnd"/>
            <w:r w:rsidRPr="00C30AD8">
              <w:t xml:space="preserve"> métier</w:t>
            </w:r>
          </w:p>
        </w:tc>
        <w:tc>
          <w:tcPr>
            <w:tcW w:w="2661" w:type="pct"/>
            <w:gridSpan w:val="3"/>
            <w:noWrap/>
            <w:hideMark/>
          </w:tcPr>
          <w:p w14:paraId="309592DB" w14:textId="77777777" w:rsidR="002206AD" w:rsidRPr="00A75037" w:rsidRDefault="002206AD" w:rsidP="004A5E9E">
            <w:pPr>
              <w:pStyle w:val="TBLTitrecolonne"/>
            </w:pPr>
            <w:proofErr w:type="spellStart"/>
            <w:r w:rsidRPr="00A75037">
              <w:t>Eléments</w:t>
            </w:r>
            <w:proofErr w:type="spellEnd"/>
            <w:r w:rsidRPr="00A75037">
              <w:t xml:space="preserve"> FHIR</w:t>
            </w:r>
          </w:p>
        </w:tc>
      </w:tr>
      <w:tr w:rsidR="002206AD" w:rsidRPr="00EB5561" w14:paraId="243FEEE1" w14:textId="77777777" w:rsidTr="004A5E9E">
        <w:trPr>
          <w:gridAfter w:val="1"/>
          <w:wAfter w:w="5" w:type="pct"/>
          <w:trHeight w:val="136"/>
        </w:trPr>
        <w:tc>
          <w:tcPr>
            <w:tcW w:w="1046" w:type="pct"/>
            <w:noWrap/>
            <w:hideMark/>
          </w:tcPr>
          <w:p w14:paraId="432F11A4" w14:textId="77777777" w:rsidR="002206AD" w:rsidRPr="008724E8" w:rsidRDefault="002206AD" w:rsidP="004A5E9E">
            <w:pPr>
              <w:pStyle w:val="TBLTitrecolonne"/>
            </w:pPr>
            <w:r w:rsidRPr="008724E8">
              <w:t>Classe</w:t>
            </w:r>
          </w:p>
        </w:tc>
        <w:tc>
          <w:tcPr>
            <w:tcW w:w="1293" w:type="pct"/>
            <w:noWrap/>
            <w:hideMark/>
          </w:tcPr>
          <w:p w14:paraId="7FC48B6E" w14:textId="77777777" w:rsidR="002206AD" w:rsidRPr="008724E8" w:rsidRDefault="002206AD" w:rsidP="004A5E9E">
            <w:pPr>
              <w:pStyle w:val="TBLTitrecolonne"/>
            </w:pPr>
            <w:r w:rsidRPr="008724E8">
              <w:t>Attribut</w:t>
            </w:r>
          </w:p>
        </w:tc>
        <w:tc>
          <w:tcPr>
            <w:tcW w:w="850" w:type="pct"/>
            <w:noWrap/>
            <w:hideMark/>
          </w:tcPr>
          <w:p w14:paraId="3225E669" w14:textId="77777777" w:rsidR="002206AD" w:rsidRPr="008724E8" w:rsidRDefault="002206AD" w:rsidP="004A5E9E">
            <w:pPr>
              <w:pStyle w:val="TBLTitrecolonne"/>
            </w:pPr>
            <w:r w:rsidRPr="008724E8">
              <w:t>Ressource</w:t>
            </w:r>
          </w:p>
        </w:tc>
        <w:tc>
          <w:tcPr>
            <w:tcW w:w="1806" w:type="pct"/>
            <w:noWrap/>
            <w:hideMark/>
          </w:tcPr>
          <w:p w14:paraId="73050FE6" w14:textId="77777777" w:rsidR="002206AD" w:rsidRPr="008724E8" w:rsidRDefault="002206AD" w:rsidP="004A5E9E">
            <w:pPr>
              <w:pStyle w:val="TBLTitrecolonne"/>
            </w:pPr>
            <w:r>
              <w:t>Paramètre de recherche</w:t>
            </w:r>
          </w:p>
        </w:tc>
      </w:tr>
      <w:tr w:rsidR="0073262A" w:rsidRPr="00EB5561" w14:paraId="4A04D133" w14:textId="77777777" w:rsidTr="004A5E9E">
        <w:trPr>
          <w:gridAfter w:val="1"/>
          <w:wAfter w:w="5" w:type="pct"/>
          <w:trHeight w:val="681"/>
        </w:trPr>
        <w:tc>
          <w:tcPr>
            <w:tcW w:w="1046" w:type="pct"/>
            <w:vMerge w:val="restart"/>
            <w:noWrap/>
            <w:hideMark/>
          </w:tcPr>
          <w:p w14:paraId="43BBFF2F" w14:textId="4FFC3760" w:rsidR="0073262A" w:rsidRPr="009F147D" w:rsidRDefault="0073262A" w:rsidP="002206AD">
            <w:pPr>
              <w:pStyle w:val="TBLContenu"/>
              <w:rPr>
                <w:b/>
                <w:bCs/>
                <w:lang w:bidi="en-US"/>
              </w:rPr>
            </w:pPr>
            <w:proofErr w:type="spellStart"/>
            <w:r>
              <w:rPr>
                <w:lang w:bidi="en-US"/>
              </w:rPr>
              <w:t>PersonnePriseCharge</w:t>
            </w:r>
            <w:proofErr w:type="spellEnd"/>
          </w:p>
        </w:tc>
        <w:tc>
          <w:tcPr>
            <w:tcW w:w="1293" w:type="pct"/>
            <w:noWrap/>
            <w:hideMark/>
          </w:tcPr>
          <w:p w14:paraId="1E3998ED" w14:textId="3EC1EC04" w:rsidR="0073262A" w:rsidRPr="009F147D" w:rsidRDefault="0073262A" w:rsidP="002206AD">
            <w:pPr>
              <w:pStyle w:val="TBLContenu"/>
              <w:rPr>
                <w:lang w:bidi="en-US"/>
              </w:rPr>
            </w:pPr>
            <w:proofErr w:type="spellStart"/>
            <w:proofErr w:type="gramStart"/>
            <w:r w:rsidRPr="009F147D">
              <w:rPr>
                <w:lang w:bidi="en-US"/>
              </w:rPr>
              <w:t>id</w:t>
            </w:r>
            <w:r>
              <w:rPr>
                <w:lang w:bidi="en-US"/>
              </w:rPr>
              <w:t>PersonnePriseCharge</w:t>
            </w:r>
            <w:proofErr w:type="spellEnd"/>
            <w:proofErr w:type="gramEnd"/>
            <w:r w:rsidRPr="009F147D">
              <w:rPr>
                <w:lang w:bidi="en-US"/>
              </w:rPr>
              <w:t xml:space="preserve"> : [0..</w:t>
            </w:r>
            <w:r>
              <w:rPr>
                <w:lang w:bidi="en-US"/>
              </w:rPr>
              <w:t>*</w:t>
            </w:r>
            <w:r w:rsidRPr="009F147D">
              <w:rPr>
                <w:lang w:bidi="en-US"/>
              </w:rPr>
              <w:t>] Identifiant</w:t>
            </w:r>
          </w:p>
        </w:tc>
        <w:tc>
          <w:tcPr>
            <w:tcW w:w="850" w:type="pct"/>
            <w:noWrap/>
            <w:hideMark/>
          </w:tcPr>
          <w:p w14:paraId="22AC7053" w14:textId="33797F86" w:rsidR="0073262A" w:rsidRPr="001B4825" w:rsidRDefault="0073262A" w:rsidP="002206AD">
            <w:pPr>
              <w:pStyle w:val="TBLContenu"/>
              <w:rPr>
                <w:iCs/>
                <w:lang w:bidi="en-US"/>
              </w:rPr>
            </w:pPr>
            <w:r w:rsidRPr="000041D5">
              <w:rPr>
                <w:iCs/>
                <w:lang w:bidi="en-US"/>
              </w:rPr>
              <w:t>Patient</w:t>
            </w:r>
          </w:p>
        </w:tc>
        <w:tc>
          <w:tcPr>
            <w:tcW w:w="1806" w:type="pct"/>
            <w:noWrap/>
            <w:hideMark/>
          </w:tcPr>
          <w:p w14:paraId="4C5DEAC8" w14:textId="77777777" w:rsidR="0073262A" w:rsidRPr="00EB5561" w:rsidRDefault="0073262A" w:rsidP="002206AD">
            <w:pPr>
              <w:pStyle w:val="TBLContenu"/>
              <w:rPr>
                <w:lang w:bidi="en-US"/>
              </w:rPr>
            </w:pPr>
            <w:proofErr w:type="gramStart"/>
            <w:r>
              <w:rPr>
                <w:lang w:bidi="en-US"/>
              </w:rPr>
              <w:t>id</w:t>
            </w:r>
            <w:proofErr w:type="gramEnd"/>
            <w:r>
              <w:rPr>
                <w:lang w:bidi="en-US"/>
              </w:rPr>
              <w:t xml:space="preserve"> </w:t>
            </w:r>
            <w:r>
              <w:t xml:space="preserve">: </w:t>
            </w:r>
            <w:proofErr w:type="spellStart"/>
            <w:r>
              <w:t>token</w:t>
            </w:r>
            <w:proofErr w:type="spellEnd"/>
          </w:p>
        </w:tc>
      </w:tr>
      <w:tr w:rsidR="0073262A" w:rsidRPr="00EB5561" w14:paraId="5ADC396A" w14:textId="77777777" w:rsidTr="004A5E9E">
        <w:trPr>
          <w:gridAfter w:val="1"/>
          <w:wAfter w:w="5" w:type="pct"/>
          <w:trHeight w:val="681"/>
        </w:trPr>
        <w:tc>
          <w:tcPr>
            <w:tcW w:w="1046" w:type="pct"/>
            <w:vMerge/>
            <w:noWrap/>
          </w:tcPr>
          <w:p w14:paraId="28DEB5B7" w14:textId="77777777" w:rsidR="0073262A" w:rsidDel="00E14D50" w:rsidRDefault="0073262A" w:rsidP="002206AD">
            <w:pPr>
              <w:pStyle w:val="TBLContenu"/>
              <w:rPr>
                <w:lang w:bidi="en-US"/>
              </w:rPr>
            </w:pPr>
          </w:p>
        </w:tc>
        <w:tc>
          <w:tcPr>
            <w:tcW w:w="1293" w:type="pct"/>
            <w:noWrap/>
          </w:tcPr>
          <w:p w14:paraId="02EE023A" w14:textId="511DDCB2" w:rsidR="0073262A" w:rsidRPr="009F147D" w:rsidDel="00E14D50" w:rsidRDefault="0073262A" w:rsidP="002206AD">
            <w:pPr>
              <w:pStyle w:val="TBLContenu"/>
              <w:rPr>
                <w:lang w:bidi="en-US"/>
              </w:rPr>
            </w:pPr>
            <w:r>
              <w:rPr>
                <w:lang w:bidi="en-US"/>
              </w:rPr>
              <w:t>INS : INS [</w:t>
            </w:r>
            <w:proofErr w:type="gramStart"/>
            <w:r>
              <w:rPr>
                <w:lang w:bidi="en-US"/>
              </w:rPr>
              <w:t>0..</w:t>
            </w:r>
            <w:proofErr w:type="gramEnd"/>
            <w:r>
              <w:rPr>
                <w:lang w:bidi="en-US"/>
              </w:rPr>
              <w:t>1]</w:t>
            </w:r>
          </w:p>
        </w:tc>
        <w:tc>
          <w:tcPr>
            <w:tcW w:w="850" w:type="pct"/>
            <w:noWrap/>
          </w:tcPr>
          <w:p w14:paraId="7FD82F40" w14:textId="20E9ED65" w:rsidR="0073262A" w:rsidRPr="0073262A" w:rsidDel="00862F46" w:rsidRDefault="0073262A" w:rsidP="0073262A">
            <w:pPr>
              <w:pStyle w:val="TBLContenu"/>
              <w:rPr>
                <w:iCs/>
                <w:lang w:bidi="en-US"/>
              </w:rPr>
            </w:pPr>
            <w:r w:rsidRPr="000041D5">
              <w:rPr>
                <w:iCs/>
                <w:lang w:bidi="en-US"/>
              </w:rPr>
              <w:t>Patient</w:t>
            </w:r>
          </w:p>
        </w:tc>
        <w:tc>
          <w:tcPr>
            <w:tcW w:w="1806" w:type="pct"/>
            <w:noWrap/>
          </w:tcPr>
          <w:p w14:paraId="2399B5B2" w14:textId="171EA32D" w:rsidR="0073262A" w:rsidRDefault="0073262A" w:rsidP="002206AD">
            <w:pPr>
              <w:pStyle w:val="TBLContenu"/>
              <w:rPr>
                <w:lang w:bidi="en-US"/>
              </w:rPr>
            </w:pPr>
            <w:proofErr w:type="gramStart"/>
            <w:r>
              <w:rPr>
                <w:lang w:bidi="en-US"/>
              </w:rPr>
              <w:t>id</w:t>
            </w:r>
            <w:proofErr w:type="gramEnd"/>
            <w:r>
              <w:rPr>
                <w:lang w:bidi="en-US"/>
              </w:rPr>
              <w:t xml:space="preserve"> </w:t>
            </w:r>
            <w:r>
              <w:t xml:space="preserve">: </w:t>
            </w:r>
            <w:proofErr w:type="spellStart"/>
            <w:r>
              <w:t>token</w:t>
            </w:r>
            <w:proofErr w:type="spellEnd"/>
          </w:p>
        </w:tc>
      </w:tr>
      <w:tr w:rsidR="00EC0814" w:rsidRPr="00EB5561" w14:paraId="5EC63E07" w14:textId="77777777" w:rsidTr="004A5E9E">
        <w:trPr>
          <w:gridAfter w:val="1"/>
          <w:wAfter w:w="5" w:type="pct"/>
          <w:trHeight w:val="681"/>
        </w:trPr>
        <w:tc>
          <w:tcPr>
            <w:tcW w:w="1046" w:type="pct"/>
            <w:noWrap/>
          </w:tcPr>
          <w:p w14:paraId="28C864F3" w14:textId="5299B0CC" w:rsidR="00EC0814" w:rsidDel="00E14D50" w:rsidRDefault="00EC0814" w:rsidP="00EC0814">
            <w:pPr>
              <w:pStyle w:val="TBLContenu"/>
              <w:rPr>
                <w:lang w:bidi="en-US"/>
              </w:rPr>
            </w:pPr>
            <w:r>
              <w:rPr>
                <w:lang w:bidi="en-US"/>
              </w:rPr>
              <w:t>Contact</w:t>
            </w:r>
          </w:p>
        </w:tc>
        <w:tc>
          <w:tcPr>
            <w:tcW w:w="1293" w:type="pct"/>
            <w:noWrap/>
          </w:tcPr>
          <w:p w14:paraId="2AD57E31" w14:textId="1C2143F2" w:rsidR="00EC0814" w:rsidRPr="009F147D" w:rsidDel="00E14D50" w:rsidRDefault="00EC0814" w:rsidP="00EC0814">
            <w:pPr>
              <w:pStyle w:val="TBLContenu"/>
              <w:rPr>
                <w:lang w:bidi="en-US"/>
              </w:rPr>
            </w:pPr>
            <w:proofErr w:type="spellStart"/>
            <w:proofErr w:type="gramStart"/>
            <w:r>
              <w:rPr>
                <w:lang w:bidi="en-US"/>
              </w:rPr>
              <w:t>idContact</w:t>
            </w:r>
            <w:proofErr w:type="spellEnd"/>
            <w:proofErr w:type="gramEnd"/>
            <w:r>
              <w:rPr>
                <w:lang w:bidi="en-US"/>
              </w:rPr>
              <w:t xml:space="preserve"> : [1..1] Identifiant </w:t>
            </w:r>
          </w:p>
        </w:tc>
        <w:tc>
          <w:tcPr>
            <w:tcW w:w="850" w:type="pct"/>
            <w:noWrap/>
          </w:tcPr>
          <w:p w14:paraId="5B56F551" w14:textId="0A261651" w:rsidR="00291E79" w:rsidRPr="000041D5" w:rsidRDefault="00EC0814" w:rsidP="00EC0814">
            <w:pPr>
              <w:pStyle w:val="TBLContenu"/>
              <w:rPr>
                <w:lang w:bidi="en-US"/>
              </w:rPr>
            </w:pPr>
            <w:proofErr w:type="spellStart"/>
            <w:r w:rsidRPr="00B43FD0">
              <w:rPr>
                <w:lang w:bidi="en-US"/>
              </w:rPr>
              <w:t>RelatedPerson</w:t>
            </w:r>
            <w:proofErr w:type="spellEnd"/>
          </w:p>
        </w:tc>
        <w:tc>
          <w:tcPr>
            <w:tcW w:w="1806" w:type="pct"/>
            <w:noWrap/>
          </w:tcPr>
          <w:p w14:paraId="320E0443" w14:textId="3447B532" w:rsidR="00EC0814" w:rsidRDefault="00FF4220" w:rsidP="00EC0814">
            <w:pPr>
              <w:pStyle w:val="TBLContenu"/>
              <w:rPr>
                <w:lang w:bidi="en-US"/>
              </w:rPr>
            </w:pPr>
            <w:proofErr w:type="gramStart"/>
            <w:r>
              <w:rPr>
                <w:lang w:bidi="en-US"/>
              </w:rPr>
              <w:t>id</w:t>
            </w:r>
            <w:proofErr w:type="gramEnd"/>
            <w:r>
              <w:rPr>
                <w:lang w:bidi="en-US"/>
              </w:rPr>
              <w:t xml:space="preserve"> </w:t>
            </w:r>
            <w:r>
              <w:t xml:space="preserve">: </w:t>
            </w:r>
            <w:proofErr w:type="spellStart"/>
            <w:r>
              <w:t>token</w:t>
            </w:r>
            <w:proofErr w:type="spellEnd"/>
          </w:p>
        </w:tc>
      </w:tr>
      <w:tr w:rsidR="00EC0814" w:rsidRPr="00EB5561" w14:paraId="014A92FD" w14:textId="77777777" w:rsidTr="004A5E9E">
        <w:trPr>
          <w:gridAfter w:val="1"/>
          <w:wAfter w:w="5" w:type="pct"/>
          <w:trHeight w:val="681"/>
        </w:trPr>
        <w:tc>
          <w:tcPr>
            <w:tcW w:w="1046" w:type="pct"/>
            <w:noWrap/>
          </w:tcPr>
          <w:p w14:paraId="63484F6B" w14:textId="5C815CBA" w:rsidR="00EC0814" w:rsidDel="00E14D50" w:rsidRDefault="00EC0814" w:rsidP="00EC0814">
            <w:pPr>
              <w:pStyle w:val="TBLContenu"/>
              <w:rPr>
                <w:lang w:bidi="en-US"/>
              </w:rPr>
            </w:pPr>
            <w:r>
              <w:rPr>
                <w:lang w:bidi="en-US"/>
              </w:rPr>
              <w:t>Professionnel</w:t>
            </w:r>
          </w:p>
        </w:tc>
        <w:tc>
          <w:tcPr>
            <w:tcW w:w="1293" w:type="pct"/>
            <w:noWrap/>
          </w:tcPr>
          <w:p w14:paraId="681B9B08" w14:textId="4DD05F6F" w:rsidR="00EC0814" w:rsidRPr="009F147D" w:rsidDel="00E14D50" w:rsidRDefault="00EC0814" w:rsidP="00EC0814">
            <w:pPr>
              <w:pStyle w:val="TBLContenu"/>
              <w:rPr>
                <w:lang w:bidi="en-US"/>
              </w:rPr>
            </w:pPr>
            <w:proofErr w:type="spellStart"/>
            <w:proofErr w:type="gramStart"/>
            <w:r>
              <w:rPr>
                <w:lang w:bidi="en-US"/>
              </w:rPr>
              <w:t>idPP</w:t>
            </w:r>
            <w:proofErr w:type="spellEnd"/>
            <w:proofErr w:type="gramEnd"/>
            <w:r w:rsidR="008D3EFA">
              <w:rPr>
                <w:lang w:bidi="en-US"/>
              </w:rPr>
              <w:t> :</w:t>
            </w:r>
            <w:r>
              <w:rPr>
                <w:lang w:bidi="en-US"/>
              </w:rPr>
              <w:t xml:space="preserve"> [1..1] Identifiant </w:t>
            </w:r>
          </w:p>
        </w:tc>
        <w:tc>
          <w:tcPr>
            <w:tcW w:w="850" w:type="pct"/>
            <w:noWrap/>
          </w:tcPr>
          <w:p w14:paraId="0617669D" w14:textId="17411887" w:rsidR="00EC0814" w:rsidRPr="000A4A42" w:rsidRDefault="00EC0814" w:rsidP="00EC0814">
            <w:pPr>
              <w:pStyle w:val="TBLContenu"/>
              <w:rPr>
                <w:i/>
                <w:lang w:bidi="en-US"/>
              </w:rPr>
            </w:pPr>
            <w:r w:rsidRPr="008F7A55">
              <w:rPr>
                <w:lang w:val="en-US" w:bidi="en-US"/>
              </w:rPr>
              <w:t>Practitioner</w:t>
            </w:r>
          </w:p>
        </w:tc>
        <w:tc>
          <w:tcPr>
            <w:tcW w:w="1806" w:type="pct"/>
            <w:noWrap/>
          </w:tcPr>
          <w:p w14:paraId="4AC84D4E" w14:textId="303945FA" w:rsidR="00EC0814" w:rsidRDefault="00FF4220" w:rsidP="00EC0814">
            <w:pPr>
              <w:pStyle w:val="TBLContenu"/>
              <w:rPr>
                <w:lang w:bidi="en-US"/>
              </w:rPr>
            </w:pPr>
            <w:proofErr w:type="gramStart"/>
            <w:r>
              <w:rPr>
                <w:lang w:bidi="en-US"/>
              </w:rPr>
              <w:t>id</w:t>
            </w:r>
            <w:proofErr w:type="gramEnd"/>
            <w:r>
              <w:rPr>
                <w:lang w:bidi="en-US"/>
              </w:rPr>
              <w:t xml:space="preserve"> </w:t>
            </w:r>
            <w:r>
              <w:t xml:space="preserve">: </w:t>
            </w:r>
            <w:proofErr w:type="spellStart"/>
            <w:r>
              <w:t>token</w:t>
            </w:r>
            <w:proofErr w:type="spellEnd"/>
          </w:p>
        </w:tc>
      </w:tr>
      <w:tr w:rsidR="00EC0814" w:rsidRPr="00EB5561" w14:paraId="65350F47" w14:textId="77777777" w:rsidTr="004A5E9E">
        <w:trPr>
          <w:gridAfter w:val="1"/>
          <w:wAfter w:w="5" w:type="pct"/>
          <w:trHeight w:val="681"/>
        </w:trPr>
        <w:tc>
          <w:tcPr>
            <w:tcW w:w="1046" w:type="pct"/>
            <w:noWrap/>
          </w:tcPr>
          <w:p w14:paraId="20A06938" w14:textId="6465D01E" w:rsidR="00EC0814" w:rsidDel="00E14D50" w:rsidRDefault="00EC0814" w:rsidP="00EC0814">
            <w:pPr>
              <w:pStyle w:val="TBLContenu"/>
              <w:rPr>
                <w:lang w:bidi="en-US"/>
              </w:rPr>
            </w:pPr>
            <w:proofErr w:type="spellStart"/>
            <w:r>
              <w:rPr>
                <w:lang w:bidi="en-US"/>
              </w:rPr>
              <w:t>OrganisationInterne</w:t>
            </w:r>
            <w:proofErr w:type="spellEnd"/>
          </w:p>
        </w:tc>
        <w:tc>
          <w:tcPr>
            <w:tcW w:w="1293" w:type="pct"/>
            <w:noWrap/>
          </w:tcPr>
          <w:p w14:paraId="44F14FDA" w14:textId="62C22CB5" w:rsidR="00EC0814" w:rsidRPr="009F147D" w:rsidDel="00E14D50" w:rsidRDefault="00EC0814" w:rsidP="00EC0814">
            <w:pPr>
              <w:pStyle w:val="TBLContenu"/>
              <w:rPr>
                <w:lang w:bidi="en-US"/>
              </w:rPr>
            </w:pPr>
            <w:proofErr w:type="spellStart"/>
            <w:r>
              <w:rPr>
                <w:lang w:bidi="en-US"/>
              </w:rPr>
              <w:t>IdentifiantOI</w:t>
            </w:r>
            <w:proofErr w:type="spellEnd"/>
            <w:r>
              <w:rPr>
                <w:lang w:bidi="en-US"/>
              </w:rPr>
              <w:t> : [</w:t>
            </w:r>
            <w:proofErr w:type="gramStart"/>
            <w:r>
              <w:rPr>
                <w:lang w:bidi="en-US"/>
              </w:rPr>
              <w:t>1..</w:t>
            </w:r>
            <w:proofErr w:type="gramEnd"/>
            <w:r>
              <w:rPr>
                <w:lang w:bidi="en-US"/>
              </w:rPr>
              <w:t xml:space="preserve">1] Identifiant </w:t>
            </w:r>
          </w:p>
        </w:tc>
        <w:tc>
          <w:tcPr>
            <w:tcW w:w="850" w:type="pct"/>
            <w:noWrap/>
          </w:tcPr>
          <w:p w14:paraId="7891351C" w14:textId="265306ED" w:rsidR="00EC0814" w:rsidRPr="000A4A42" w:rsidRDefault="00291E79" w:rsidP="00291E79">
            <w:pPr>
              <w:pStyle w:val="TBLContenu"/>
              <w:rPr>
                <w:i/>
                <w:lang w:bidi="en-US"/>
              </w:rPr>
            </w:pPr>
            <w:proofErr w:type="spellStart"/>
            <w:r>
              <w:rPr>
                <w:lang w:bidi="en-US"/>
              </w:rPr>
              <w:t>HealthcareService</w:t>
            </w:r>
            <w:proofErr w:type="spellEnd"/>
          </w:p>
        </w:tc>
        <w:tc>
          <w:tcPr>
            <w:tcW w:w="1806" w:type="pct"/>
            <w:noWrap/>
          </w:tcPr>
          <w:p w14:paraId="75AF67FB" w14:textId="4763FCE4" w:rsidR="00EC0814" w:rsidRDefault="00FF4220" w:rsidP="00EC0814">
            <w:pPr>
              <w:pStyle w:val="TBLContenu"/>
              <w:rPr>
                <w:lang w:bidi="en-US"/>
              </w:rPr>
            </w:pPr>
            <w:proofErr w:type="gramStart"/>
            <w:r>
              <w:rPr>
                <w:lang w:bidi="en-US"/>
              </w:rPr>
              <w:t>id</w:t>
            </w:r>
            <w:proofErr w:type="gramEnd"/>
            <w:r>
              <w:rPr>
                <w:lang w:bidi="en-US"/>
              </w:rPr>
              <w:t xml:space="preserve"> </w:t>
            </w:r>
            <w:r>
              <w:t xml:space="preserve">: </w:t>
            </w:r>
            <w:proofErr w:type="spellStart"/>
            <w:r>
              <w:t>token</w:t>
            </w:r>
            <w:proofErr w:type="spellEnd"/>
          </w:p>
        </w:tc>
      </w:tr>
      <w:tr w:rsidR="000E6C1F" w:rsidRPr="00EB5561" w14:paraId="2A792632" w14:textId="77777777" w:rsidTr="004A5E9E">
        <w:trPr>
          <w:gridAfter w:val="1"/>
          <w:wAfter w:w="5" w:type="pct"/>
          <w:trHeight w:val="681"/>
        </w:trPr>
        <w:tc>
          <w:tcPr>
            <w:tcW w:w="1046" w:type="pct"/>
            <w:noWrap/>
          </w:tcPr>
          <w:p w14:paraId="6575DEFE" w14:textId="3748FD87" w:rsidR="000E6C1F" w:rsidRDefault="000E6C1F" w:rsidP="000E6C1F">
            <w:pPr>
              <w:pStyle w:val="TBLContenu"/>
              <w:rPr>
                <w:lang w:bidi="en-US"/>
              </w:rPr>
            </w:pPr>
            <w:r>
              <w:rPr>
                <w:lang w:bidi="en-US"/>
              </w:rPr>
              <w:t>Lieu</w:t>
            </w:r>
          </w:p>
        </w:tc>
        <w:tc>
          <w:tcPr>
            <w:tcW w:w="1293" w:type="pct"/>
            <w:noWrap/>
          </w:tcPr>
          <w:p w14:paraId="75F8A2B1" w14:textId="6A2B8893" w:rsidR="000E6C1F" w:rsidRPr="009F147D" w:rsidDel="00E14D50" w:rsidRDefault="000E6C1F" w:rsidP="000E6C1F">
            <w:pPr>
              <w:pStyle w:val="TBLContenu"/>
              <w:rPr>
                <w:lang w:bidi="en-US"/>
              </w:rPr>
            </w:pPr>
            <w:r>
              <w:rPr>
                <w:lang w:bidi="en-US"/>
              </w:rPr>
              <w:t>Identifiant : [</w:t>
            </w:r>
            <w:proofErr w:type="gramStart"/>
            <w:r>
              <w:rPr>
                <w:lang w:bidi="en-US"/>
              </w:rPr>
              <w:t>1..</w:t>
            </w:r>
            <w:proofErr w:type="gramEnd"/>
            <w:r>
              <w:rPr>
                <w:lang w:bidi="en-US"/>
              </w:rPr>
              <w:t xml:space="preserve">1] Identifiant </w:t>
            </w:r>
          </w:p>
        </w:tc>
        <w:tc>
          <w:tcPr>
            <w:tcW w:w="850" w:type="pct"/>
            <w:noWrap/>
          </w:tcPr>
          <w:p w14:paraId="5E865A22" w14:textId="03509999" w:rsidR="000E6C1F" w:rsidRPr="000A4A42" w:rsidRDefault="000E6C1F" w:rsidP="000E6C1F">
            <w:pPr>
              <w:pStyle w:val="TBLContenu"/>
              <w:rPr>
                <w:i/>
                <w:lang w:bidi="en-US"/>
              </w:rPr>
            </w:pPr>
            <w:r w:rsidRPr="00B43FD0">
              <w:rPr>
                <w:lang w:bidi="en-US"/>
              </w:rPr>
              <w:t>Location</w:t>
            </w:r>
          </w:p>
        </w:tc>
        <w:tc>
          <w:tcPr>
            <w:tcW w:w="1806" w:type="pct"/>
            <w:noWrap/>
          </w:tcPr>
          <w:p w14:paraId="633CB1AD" w14:textId="61E98294" w:rsidR="000E6C1F" w:rsidRDefault="000E6C1F" w:rsidP="000E6C1F">
            <w:pPr>
              <w:pStyle w:val="TBLContenu"/>
              <w:rPr>
                <w:lang w:bidi="en-US"/>
              </w:rPr>
            </w:pPr>
            <w:proofErr w:type="gramStart"/>
            <w:r>
              <w:rPr>
                <w:lang w:bidi="en-US"/>
              </w:rPr>
              <w:t>id</w:t>
            </w:r>
            <w:proofErr w:type="gramEnd"/>
            <w:r>
              <w:rPr>
                <w:lang w:bidi="en-US"/>
              </w:rPr>
              <w:t xml:space="preserve"> </w:t>
            </w:r>
            <w:r>
              <w:t xml:space="preserve">: </w:t>
            </w:r>
            <w:proofErr w:type="spellStart"/>
            <w:r>
              <w:t>token</w:t>
            </w:r>
            <w:proofErr w:type="spellEnd"/>
          </w:p>
        </w:tc>
      </w:tr>
      <w:tr w:rsidR="000E6C1F" w:rsidRPr="00EB5561" w14:paraId="40A738E6" w14:textId="77777777" w:rsidTr="004A5E9E">
        <w:trPr>
          <w:gridAfter w:val="1"/>
          <w:wAfter w:w="5" w:type="pct"/>
          <w:trHeight w:val="681"/>
        </w:trPr>
        <w:tc>
          <w:tcPr>
            <w:tcW w:w="1046" w:type="pct"/>
            <w:noWrap/>
          </w:tcPr>
          <w:p w14:paraId="1B5927A6" w14:textId="14233828" w:rsidR="000E6C1F" w:rsidRDefault="000E6C1F" w:rsidP="000E6C1F">
            <w:pPr>
              <w:pStyle w:val="TBLContenu"/>
              <w:rPr>
                <w:lang w:bidi="en-US"/>
              </w:rPr>
            </w:pPr>
            <w:proofErr w:type="spellStart"/>
            <w:r>
              <w:rPr>
                <w:lang w:bidi="en-US"/>
              </w:rPr>
              <w:t>EquipementOperationnel</w:t>
            </w:r>
            <w:proofErr w:type="spellEnd"/>
          </w:p>
        </w:tc>
        <w:tc>
          <w:tcPr>
            <w:tcW w:w="1293" w:type="pct"/>
            <w:noWrap/>
          </w:tcPr>
          <w:p w14:paraId="4652D7A8" w14:textId="37451FBF" w:rsidR="000E6C1F" w:rsidRPr="009F147D" w:rsidDel="00E14D50" w:rsidRDefault="000E6C1F" w:rsidP="000E6C1F">
            <w:pPr>
              <w:pStyle w:val="TBLContenu"/>
              <w:rPr>
                <w:lang w:bidi="en-US"/>
              </w:rPr>
            </w:pPr>
            <w:proofErr w:type="spellStart"/>
            <w:proofErr w:type="gramStart"/>
            <w:r>
              <w:rPr>
                <w:lang w:bidi="en-US"/>
              </w:rPr>
              <w:t>idRessourceMaterielle</w:t>
            </w:r>
            <w:proofErr w:type="spellEnd"/>
            <w:proofErr w:type="gramEnd"/>
            <w:r>
              <w:rPr>
                <w:lang w:bidi="en-US"/>
              </w:rPr>
              <w:t> :[1..1] Identifiant</w:t>
            </w:r>
          </w:p>
        </w:tc>
        <w:tc>
          <w:tcPr>
            <w:tcW w:w="850" w:type="pct"/>
            <w:noWrap/>
          </w:tcPr>
          <w:p w14:paraId="73282564" w14:textId="36EC817C" w:rsidR="000E6C1F" w:rsidRPr="000041D5" w:rsidRDefault="00CF046E" w:rsidP="000E6C1F">
            <w:pPr>
              <w:pStyle w:val="TBLContenu"/>
              <w:rPr>
                <w:iCs/>
                <w:lang w:bidi="en-US"/>
              </w:rPr>
            </w:pPr>
            <w:proofErr w:type="spellStart"/>
            <w:r w:rsidRPr="000041D5">
              <w:rPr>
                <w:iCs/>
                <w:lang w:bidi="en-US"/>
              </w:rPr>
              <w:t>Device</w:t>
            </w:r>
            <w:proofErr w:type="spellEnd"/>
          </w:p>
        </w:tc>
        <w:tc>
          <w:tcPr>
            <w:tcW w:w="1806" w:type="pct"/>
            <w:noWrap/>
          </w:tcPr>
          <w:p w14:paraId="662F539A" w14:textId="56435A1B" w:rsidR="000E6C1F" w:rsidRDefault="000E6C1F" w:rsidP="000E6C1F">
            <w:pPr>
              <w:pStyle w:val="TBLContenu"/>
              <w:rPr>
                <w:lang w:bidi="en-US"/>
              </w:rPr>
            </w:pPr>
            <w:proofErr w:type="gramStart"/>
            <w:r>
              <w:rPr>
                <w:lang w:bidi="en-US"/>
              </w:rPr>
              <w:t>id</w:t>
            </w:r>
            <w:proofErr w:type="gramEnd"/>
            <w:r>
              <w:rPr>
                <w:lang w:bidi="en-US"/>
              </w:rPr>
              <w:t xml:space="preserve"> </w:t>
            </w:r>
            <w:r>
              <w:t xml:space="preserve">: </w:t>
            </w:r>
            <w:proofErr w:type="spellStart"/>
            <w:r>
              <w:t>token</w:t>
            </w:r>
            <w:proofErr w:type="spellEnd"/>
          </w:p>
        </w:tc>
      </w:tr>
    </w:tbl>
    <w:p w14:paraId="35DB43CB" w14:textId="56517458" w:rsidR="000B05CB" w:rsidRDefault="002206AD" w:rsidP="00390E61">
      <w:pPr>
        <w:pStyle w:val="Lgende"/>
        <w:rPr>
          <w:sz w:val="24"/>
          <w:szCs w:val="24"/>
          <w:lang w:bidi="en-US"/>
        </w:rPr>
      </w:pPr>
      <w:bookmarkStart w:id="8" w:name="_Toc93069113"/>
      <w:bookmarkEnd w:id="7"/>
      <w:r w:rsidRPr="003627CF">
        <w:rPr>
          <w:lang w:bidi="en-US"/>
        </w:rPr>
        <w:t xml:space="preserve">Tableau </w:t>
      </w:r>
      <w:r w:rsidR="00732069">
        <w:rPr>
          <w:lang w:bidi="en-US"/>
        </w:rPr>
        <w:fldChar w:fldCharType="begin"/>
      </w:r>
      <w:r w:rsidR="00732069">
        <w:rPr>
          <w:lang w:bidi="en-US"/>
        </w:rPr>
        <w:instrText xml:space="preserve"> SEQ Tableau \* ARABIC </w:instrText>
      </w:r>
      <w:r w:rsidR="00732069">
        <w:rPr>
          <w:lang w:bidi="en-US"/>
        </w:rPr>
        <w:fldChar w:fldCharType="separate"/>
      </w:r>
      <w:r w:rsidR="00A100DC">
        <w:rPr>
          <w:noProof/>
          <w:lang w:bidi="en-US"/>
        </w:rPr>
        <w:t>3</w:t>
      </w:r>
      <w:r w:rsidR="00732069">
        <w:rPr>
          <w:lang w:bidi="en-US"/>
        </w:rPr>
        <w:fldChar w:fldCharType="end"/>
      </w:r>
      <w:r w:rsidRPr="003627CF">
        <w:rPr>
          <w:lang w:bidi="en-US"/>
        </w:rPr>
        <w:t xml:space="preserve"> Mise en correspondance entre éléments métier et éléments FHIR pour le flux 1c</w:t>
      </w:r>
      <w:bookmarkEnd w:id="8"/>
    </w:p>
    <w:p w14:paraId="27D3297E" w14:textId="1DB05604" w:rsidR="00CA0053" w:rsidRPr="003479FB" w:rsidRDefault="00EC0814" w:rsidP="00635C70">
      <w:pPr>
        <w:pStyle w:val="Titre2"/>
        <w:rPr>
          <w:sz w:val="24"/>
          <w:szCs w:val="24"/>
          <w:lang w:bidi="en-US"/>
        </w:rPr>
      </w:pPr>
      <w:bookmarkStart w:id="9" w:name="_Toc142042204"/>
      <w:r>
        <w:rPr>
          <w:lang w:bidi="en-US"/>
        </w:rPr>
        <w:t>Flux 2a – Création d’un agenda</w:t>
      </w:r>
      <w:bookmarkEnd w:id="9"/>
    </w:p>
    <w:tbl>
      <w:tblPr>
        <w:tblStyle w:val="Tableaustandard"/>
        <w:tblW w:w="5000" w:type="pct"/>
        <w:tblLayout w:type="fixed"/>
        <w:tblLook w:val="04A0" w:firstRow="1" w:lastRow="0" w:firstColumn="1" w:lastColumn="0" w:noHBand="0" w:noVBand="1"/>
      </w:tblPr>
      <w:tblGrid>
        <w:gridCol w:w="1823"/>
        <w:gridCol w:w="3214"/>
        <w:gridCol w:w="2173"/>
        <w:gridCol w:w="2980"/>
      </w:tblGrid>
      <w:tr w:rsidR="00AD75F0" w:rsidRPr="00EB5561" w14:paraId="210F127D" w14:textId="77777777" w:rsidTr="00B374ED">
        <w:trPr>
          <w:cnfStyle w:val="100000000000" w:firstRow="1" w:lastRow="0" w:firstColumn="0" w:lastColumn="0" w:oddVBand="0" w:evenVBand="0" w:oddHBand="0" w:evenHBand="0" w:firstRowFirstColumn="0" w:firstRowLastColumn="0" w:lastRowFirstColumn="0" w:lastRowLastColumn="0"/>
          <w:trHeight w:val="400"/>
        </w:trPr>
        <w:tc>
          <w:tcPr>
            <w:tcW w:w="2472" w:type="pct"/>
            <w:gridSpan w:val="2"/>
            <w:noWrap/>
            <w:hideMark/>
          </w:tcPr>
          <w:p w14:paraId="3700D5F8" w14:textId="77777777" w:rsidR="00AD75F0" w:rsidRPr="00442F70" w:rsidRDefault="00AD75F0" w:rsidP="004A5E9E">
            <w:pPr>
              <w:pStyle w:val="TBLTitrecolonne"/>
            </w:pPr>
            <w:proofErr w:type="spellStart"/>
            <w:r w:rsidRPr="00442F70">
              <w:t>Eléments</w:t>
            </w:r>
            <w:proofErr w:type="spellEnd"/>
            <w:r w:rsidRPr="00442F70">
              <w:t xml:space="preserve"> métier</w:t>
            </w:r>
          </w:p>
        </w:tc>
        <w:tc>
          <w:tcPr>
            <w:tcW w:w="2528" w:type="pct"/>
            <w:gridSpan w:val="2"/>
            <w:noWrap/>
            <w:hideMark/>
          </w:tcPr>
          <w:p w14:paraId="361D6742" w14:textId="789A89D4" w:rsidR="00AD75F0" w:rsidRPr="00442F70" w:rsidRDefault="00AD75F0" w:rsidP="004A5E9E">
            <w:pPr>
              <w:pStyle w:val="TBLTitrecolonne"/>
            </w:pPr>
            <w:proofErr w:type="spellStart"/>
            <w:r w:rsidRPr="00A75037">
              <w:t>Eléments</w:t>
            </w:r>
            <w:proofErr w:type="spellEnd"/>
            <w:r w:rsidRPr="00A75037">
              <w:t xml:space="preserve"> </w:t>
            </w:r>
            <w:r>
              <w:t>des ressources et profils FHIR identifiés</w:t>
            </w:r>
          </w:p>
        </w:tc>
      </w:tr>
      <w:tr w:rsidR="00AD75F0" w:rsidRPr="00EB5561" w14:paraId="22625873" w14:textId="77777777" w:rsidTr="00B374ED">
        <w:trPr>
          <w:trHeight w:val="136"/>
        </w:trPr>
        <w:tc>
          <w:tcPr>
            <w:tcW w:w="895" w:type="pct"/>
            <w:noWrap/>
            <w:hideMark/>
          </w:tcPr>
          <w:p w14:paraId="5A451223" w14:textId="77777777" w:rsidR="00AD75F0" w:rsidRPr="008724E8" w:rsidRDefault="00AD75F0" w:rsidP="004A5E9E">
            <w:pPr>
              <w:pStyle w:val="TBLTitrecolonne"/>
            </w:pPr>
            <w:r w:rsidRPr="008724E8">
              <w:t>Classe</w:t>
            </w:r>
          </w:p>
        </w:tc>
        <w:tc>
          <w:tcPr>
            <w:tcW w:w="1577" w:type="pct"/>
            <w:noWrap/>
            <w:hideMark/>
          </w:tcPr>
          <w:p w14:paraId="26D5A28E" w14:textId="77777777" w:rsidR="00AD75F0" w:rsidRPr="008724E8" w:rsidRDefault="00AD75F0" w:rsidP="004A5E9E">
            <w:pPr>
              <w:pStyle w:val="TBLTitrecolonne"/>
            </w:pPr>
            <w:r w:rsidRPr="008724E8">
              <w:t>Attribut</w:t>
            </w:r>
          </w:p>
        </w:tc>
        <w:tc>
          <w:tcPr>
            <w:tcW w:w="1066" w:type="pct"/>
            <w:noWrap/>
            <w:hideMark/>
          </w:tcPr>
          <w:p w14:paraId="6CC9F341" w14:textId="77777777" w:rsidR="00AD75F0" w:rsidRPr="008724E8" w:rsidRDefault="00AD75F0" w:rsidP="004A5E9E">
            <w:pPr>
              <w:pStyle w:val="TBLTitrecolonne"/>
            </w:pPr>
            <w:r w:rsidRPr="008724E8">
              <w:t>Ressource</w:t>
            </w:r>
          </w:p>
        </w:tc>
        <w:tc>
          <w:tcPr>
            <w:tcW w:w="1462" w:type="pct"/>
            <w:noWrap/>
            <w:hideMark/>
          </w:tcPr>
          <w:p w14:paraId="1A86045E" w14:textId="242B0FA1" w:rsidR="00AD75F0" w:rsidRPr="008724E8" w:rsidRDefault="00AD75F0" w:rsidP="004A5E9E">
            <w:pPr>
              <w:pStyle w:val="TBLTitrecolonne"/>
            </w:pPr>
            <w:proofErr w:type="spellStart"/>
            <w:r>
              <w:t>Element</w:t>
            </w:r>
            <w:proofErr w:type="spellEnd"/>
          </w:p>
        </w:tc>
      </w:tr>
      <w:tr w:rsidR="00AD75F0" w:rsidRPr="00EB5561" w14:paraId="7CA1C42A" w14:textId="77777777" w:rsidTr="00B374ED">
        <w:trPr>
          <w:trHeight w:val="681"/>
        </w:trPr>
        <w:tc>
          <w:tcPr>
            <w:tcW w:w="895" w:type="pct"/>
            <w:vMerge w:val="restart"/>
            <w:noWrap/>
            <w:hideMark/>
          </w:tcPr>
          <w:p w14:paraId="31E80680" w14:textId="77777777" w:rsidR="00AD75F0" w:rsidRPr="009F147D" w:rsidRDefault="00AD75F0" w:rsidP="00AD75F0">
            <w:pPr>
              <w:pStyle w:val="TBLContenu"/>
              <w:rPr>
                <w:b/>
                <w:bCs/>
                <w:lang w:bidi="en-US"/>
              </w:rPr>
            </w:pPr>
            <w:r>
              <w:rPr>
                <w:lang w:bidi="en-US"/>
              </w:rPr>
              <w:lastRenderedPageBreak/>
              <w:t>Agenda</w:t>
            </w:r>
          </w:p>
        </w:tc>
        <w:tc>
          <w:tcPr>
            <w:tcW w:w="1577" w:type="pct"/>
            <w:noWrap/>
            <w:hideMark/>
          </w:tcPr>
          <w:p w14:paraId="2D4E245C" w14:textId="77777777" w:rsidR="00AD75F0" w:rsidRPr="009F147D" w:rsidRDefault="00AD75F0" w:rsidP="00AD75F0">
            <w:pPr>
              <w:pStyle w:val="TBLContenu"/>
              <w:rPr>
                <w:lang w:bidi="en-US"/>
              </w:rPr>
            </w:pPr>
            <w:proofErr w:type="spellStart"/>
            <w:proofErr w:type="gramStart"/>
            <w:r>
              <w:rPr>
                <w:lang w:bidi="en-US"/>
              </w:rPr>
              <w:t>idAgenda</w:t>
            </w:r>
            <w:proofErr w:type="spellEnd"/>
            <w:proofErr w:type="gramEnd"/>
            <w:r>
              <w:rPr>
                <w:lang w:bidi="en-US"/>
              </w:rPr>
              <w:t> : [1..1] Identifiant</w:t>
            </w:r>
          </w:p>
        </w:tc>
        <w:tc>
          <w:tcPr>
            <w:tcW w:w="1066" w:type="pct"/>
            <w:noWrap/>
            <w:hideMark/>
          </w:tcPr>
          <w:p w14:paraId="29D59851" w14:textId="77777777" w:rsidR="00AD75F0" w:rsidRDefault="00AD75F0" w:rsidP="00AD75F0">
            <w:pPr>
              <w:pStyle w:val="TBLContenu"/>
              <w:rPr>
                <w:lang w:bidi="en-US"/>
              </w:rPr>
            </w:pPr>
            <w:r>
              <w:rPr>
                <w:lang w:bidi="en-US"/>
              </w:rPr>
              <w:t>Schedule</w:t>
            </w:r>
          </w:p>
          <w:p w14:paraId="02412C6D" w14:textId="77777777" w:rsidR="00AD75F0" w:rsidRPr="00EB5561"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462" w:type="pct"/>
            <w:noWrap/>
            <w:hideMark/>
          </w:tcPr>
          <w:p w14:paraId="195212A3" w14:textId="77777777" w:rsidR="00AD75F0" w:rsidRPr="00EB5561" w:rsidRDefault="00AD75F0" w:rsidP="00AD75F0">
            <w:pPr>
              <w:pStyle w:val="TBLContenu"/>
              <w:rPr>
                <w:lang w:bidi="en-US"/>
              </w:rPr>
            </w:pPr>
            <w:proofErr w:type="gramStart"/>
            <w:r>
              <w:rPr>
                <w:lang w:bidi="en-US"/>
              </w:rPr>
              <w:t>identifier</w:t>
            </w:r>
            <w:proofErr w:type="gramEnd"/>
            <w:r>
              <w:rPr>
                <w:lang w:bidi="en-US"/>
              </w:rPr>
              <w:t> : Identifier [0..*]</w:t>
            </w:r>
          </w:p>
        </w:tc>
      </w:tr>
      <w:tr w:rsidR="00AD75F0" w:rsidRPr="00EB5561" w14:paraId="3D13CBB1" w14:textId="77777777" w:rsidTr="00B374ED">
        <w:trPr>
          <w:trHeight w:val="681"/>
        </w:trPr>
        <w:tc>
          <w:tcPr>
            <w:tcW w:w="895" w:type="pct"/>
            <w:vMerge/>
            <w:noWrap/>
          </w:tcPr>
          <w:p w14:paraId="64EF8501" w14:textId="77777777" w:rsidR="00AD75F0" w:rsidRDefault="00AD75F0" w:rsidP="00AD75F0">
            <w:pPr>
              <w:pStyle w:val="TBLContenu"/>
              <w:rPr>
                <w:lang w:bidi="en-US"/>
              </w:rPr>
            </w:pPr>
          </w:p>
        </w:tc>
        <w:tc>
          <w:tcPr>
            <w:tcW w:w="1577" w:type="pct"/>
            <w:noWrap/>
          </w:tcPr>
          <w:p w14:paraId="53CE5A0B" w14:textId="77777777" w:rsidR="00AD75F0" w:rsidRDefault="00AD75F0" w:rsidP="00AD75F0">
            <w:pPr>
              <w:pStyle w:val="TBLContenu"/>
              <w:rPr>
                <w:lang w:bidi="en-US"/>
              </w:rPr>
            </w:pPr>
            <w:proofErr w:type="gramStart"/>
            <w:r>
              <w:rPr>
                <w:lang w:bidi="en-US"/>
              </w:rPr>
              <w:t>nom</w:t>
            </w:r>
            <w:proofErr w:type="gramEnd"/>
            <w:r>
              <w:rPr>
                <w:lang w:bidi="en-US"/>
              </w:rPr>
              <w:t xml:space="preserve"> : [0..1] Texte </w:t>
            </w:r>
          </w:p>
        </w:tc>
        <w:tc>
          <w:tcPr>
            <w:tcW w:w="1066" w:type="pct"/>
            <w:noWrap/>
          </w:tcPr>
          <w:p w14:paraId="2E613A4E" w14:textId="77777777" w:rsidR="00AD75F0" w:rsidRDefault="00AD75F0" w:rsidP="00AD75F0">
            <w:pPr>
              <w:pStyle w:val="TBLContenu"/>
              <w:rPr>
                <w:lang w:bidi="en-US"/>
              </w:rPr>
            </w:pPr>
            <w:r>
              <w:rPr>
                <w:lang w:bidi="en-US"/>
              </w:rPr>
              <w:t>Schedule</w:t>
            </w:r>
          </w:p>
          <w:p w14:paraId="630681CC" w14:textId="77777777" w:rsidR="00AD75F0"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462" w:type="pct"/>
            <w:noWrap/>
          </w:tcPr>
          <w:p w14:paraId="0BAE698C" w14:textId="77777777" w:rsidR="00AD75F0" w:rsidRPr="00EB5561" w:rsidRDefault="00AD75F0" w:rsidP="00AD75F0">
            <w:pPr>
              <w:pStyle w:val="TBLContenu"/>
              <w:rPr>
                <w:lang w:bidi="en-US"/>
              </w:rPr>
            </w:pPr>
            <w:proofErr w:type="gramStart"/>
            <w:r>
              <w:rPr>
                <w:lang w:bidi="en-US"/>
              </w:rPr>
              <w:t>comment</w:t>
            </w:r>
            <w:proofErr w:type="gramEnd"/>
            <w:r>
              <w:rPr>
                <w:lang w:bidi="en-US"/>
              </w:rPr>
              <w:t> : [0 ..1] string</w:t>
            </w:r>
          </w:p>
        </w:tc>
      </w:tr>
      <w:tr w:rsidR="00AD75F0" w:rsidRPr="00EB5561" w14:paraId="07E4DBD7" w14:textId="77777777" w:rsidTr="00B374ED">
        <w:trPr>
          <w:trHeight w:val="681"/>
        </w:trPr>
        <w:tc>
          <w:tcPr>
            <w:tcW w:w="895" w:type="pct"/>
            <w:vMerge/>
            <w:noWrap/>
          </w:tcPr>
          <w:p w14:paraId="3B7A291B" w14:textId="77777777" w:rsidR="00AD75F0" w:rsidRDefault="00AD75F0" w:rsidP="00AD75F0">
            <w:pPr>
              <w:pStyle w:val="TBLContenu"/>
              <w:rPr>
                <w:lang w:bidi="en-US"/>
              </w:rPr>
            </w:pPr>
          </w:p>
        </w:tc>
        <w:tc>
          <w:tcPr>
            <w:tcW w:w="1577" w:type="pct"/>
            <w:noWrap/>
          </w:tcPr>
          <w:p w14:paraId="5887C88C" w14:textId="77777777" w:rsidR="00AD75F0" w:rsidRDefault="00AD75F0" w:rsidP="00AD75F0">
            <w:pPr>
              <w:pStyle w:val="TBLContenu"/>
              <w:rPr>
                <w:lang w:bidi="en-US"/>
              </w:rPr>
            </w:pPr>
            <w:proofErr w:type="spellStart"/>
            <w:proofErr w:type="gramStart"/>
            <w:r>
              <w:rPr>
                <w:lang w:bidi="en-US"/>
              </w:rPr>
              <w:t>dateCreation</w:t>
            </w:r>
            <w:proofErr w:type="spellEnd"/>
            <w:proofErr w:type="gramEnd"/>
            <w:r>
              <w:rPr>
                <w:lang w:bidi="en-US"/>
              </w:rPr>
              <w:t> : [0..1] Date</w:t>
            </w:r>
          </w:p>
        </w:tc>
        <w:tc>
          <w:tcPr>
            <w:tcW w:w="1066" w:type="pct"/>
            <w:noWrap/>
          </w:tcPr>
          <w:p w14:paraId="6C259798" w14:textId="77777777" w:rsidR="00AD75F0" w:rsidRDefault="00AD75F0" w:rsidP="00AD75F0">
            <w:pPr>
              <w:pStyle w:val="TBLContenu"/>
              <w:rPr>
                <w:lang w:bidi="en-US"/>
              </w:rPr>
            </w:pPr>
            <w:r>
              <w:rPr>
                <w:lang w:bidi="en-US"/>
              </w:rPr>
              <w:t>Schedule</w:t>
            </w:r>
          </w:p>
          <w:p w14:paraId="7935A245" w14:textId="77777777" w:rsidR="00AD75F0"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462" w:type="pct"/>
            <w:noWrap/>
          </w:tcPr>
          <w:p w14:paraId="199F1B3E" w14:textId="6F419949" w:rsidR="00AD75F0" w:rsidRPr="004E6E22" w:rsidRDefault="00AD75F0" w:rsidP="00AD75F0">
            <w:pPr>
              <w:pStyle w:val="TBLContenu"/>
              <w:rPr>
                <w:lang w:bidi="en-US"/>
              </w:rPr>
            </w:pPr>
            <w:proofErr w:type="gramStart"/>
            <w:r w:rsidRPr="00442F70">
              <w:rPr>
                <w:lang w:bidi="en-US"/>
              </w:rPr>
              <w:t>Meta</w:t>
            </w:r>
            <w:r w:rsidRPr="00442F70">
              <w:rPr>
                <w:color w:val="808080" w:themeColor="background1" w:themeShade="80"/>
                <w:lang w:bidi="en-US"/>
              </w:rPr>
              <w:t>[</w:t>
            </w:r>
            <w:proofErr w:type="gramEnd"/>
            <w:r w:rsidRPr="00442F70">
              <w:rPr>
                <w:color w:val="808080" w:themeColor="background1" w:themeShade="80"/>
                <w:lang w:bidi="en-US"/>
              </w:rPr>
              <w:t>0..1].</w:t>
            </w:r>
            <w:proofErr w:type="spellStart"/>
            <w:r w:rsidRPr="00442F70">
              <w:rPr>
                <w:lang w:bidi="en-US"/>
              </w:rPr>
              <w:t>lastUpdated</w:t>
            </w:r>
            <w:proofErr w:type="spellEnd"/>
            <w:r>
              <w:rPr>
                <w:lang w:bidi="en-US"/>
              </w:rPr>
              <w:t xml:space="preserve"> : instant </w:t>
            </w:r>
            <w:r w:rsidRPr="00442F70">
              <w:rPr>
                <w:lang w:bidi="en-US"/>
              </w:rPr>
              <w:t xml:space="preserve"> [0..1] </w:t>
            </w:r>
          </w:p>
        </w:tc>
      </w:tr>
      <w:tr w:rsidR="00AD75F0" w:rsidRPr="00EB5561" w14:paraId="0E13FC09" w14:textId="77777777" w:rsidTr="00B374ED">
        <w:trPr>
          <w:trHeight w:val="681"/>
        </w:trPr>
        <w:tc>
          <w:tcPr>
            <w:tcW w:w="895" w:type="pct"/>
            <w:vMerge/>
            <w:noWrap/>
          </w:tcPr>
          <w:p w14:paraId="71D27110" w14:textId="77777777" w:rsidR="00AD75F0" w:rsidRDefault="00AD75F0" w:rsidP="00AD75F0">
            <w:pPr>
              <w:pStyle w:val="TBLContenu"/>
              <w:rPr>
                <w:lang w:bidi="en-US"/>
              </w:rPr>
            </w:pPr>
          </w:p>
        </w:tc>
        <w:tc>
          <w:tcPr>
            <w:tcW w:w="1577" w:type="pct"/>
            <w:noWrap/>
          </w:tcPr>
          <w:p w14:paraId="3148683A" w14:textId="77777777" w:rsidR="00AD75F0" w:rsidRDefault="00AD75F0" w:rsidP="00AD75F0">
            <w:pPr>
              <w:pStyle w:val="TBLContenu"/>
              <w:rPr>
                <w:lang w:bidi="en-US"/>
              </w:rPr>
            </w:pPr>
            <w:proofErr w:type="spellStart"/>
            <w:proofErr w:type="gramStart"/>
            <w:r>
              <w:rPr>
                <w:lang w:bidi="en-US"/>
              </w:rPr>
              <w:t>dateDebutValidite</w:t>
            </w:r>
            <w:proofErr w:type="spellEnd"/>
            <w:proofErr w:type="gramEnd"/>
            <w:r>
              <w:rPr>
                <w:lang w:bidi="en-US"/>
              </w:rPr>
              <w:t xml:space="preserve"> : [0..1] </w:t>
            </w:r>
            <w:proofErr w:type="spellStart"/>
            <w:r>
              <w:rPr>
                <w:lang w:bidi="en-US"/>
              </w:rPr>
              <w:t>DateHeure</w:t>
            </w:r>
            <w:proofErr w:type="spellEnd"/>
          </w:p>
        </w:tc>
        <w:tc>
          <w:tcPr>
            <w:tcW w:w="1066" w:type="pct"/>
            <w:noWrap/>
          </w:tcPr>
          <w:p w14:paraId="41D344D3" w14:textId="77777777" w:rsidR="00AD75F0" w:rsidRDefault="00AD75F0" w:rsidP="00AD75F0">
            <w:pPr>
              <w:pStyle w:val="TBLContenu"/>
              <w:rPr>
                <w:lang w:bidi="en-US"/>
              </w:rPr>
            </w:pPr>
            <w:r>
              <w:rPr>
                <w:lang w:bidi="en-US"/>
              </w:rPr>
              <w:t>Schedule</w:t>
            </w:r>
          </w:p>
          <w:p w14:paraId="61041EA1" w14:textId="77777777" w:rsidR="00AD75F0"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462" w:type="pct"/>
            <w:noWrap/>
          </w:tcPr>
          <w:p w14:paraId="7617E75E" w14:textId="53072ED9" w:rsidR="00AD75F0" w:rsidRPr="00EB5561" w:rsidRDefault="00AD75F0" w:rsidP="00AD75F0">
            <w:pPr>
              <w:pStyle w:val="TBLContenu"/>
              <w:rPr>
                <w:lang w:bidi="en-US"/>
              </w:rPr>
            </w:pPr>
            <w:proofErr w:type="spellStart"/>
            <w:proofErr w:type="gramStart"/>
            <w:r>
              <w:rPr>
                <w:lang w:bidi="en-US"/>
              </w:rPr>
              <w:t>planningHorizon</w:t>
            </w:r>
            <w:proofErr w:type="spellEnd"/>
            <w:r w:rsidRPr="000B05CB">
              <w:rPr>
                <w:color w:val="808080" w:themeColor="background1" w:themeShade="80"/>
                <w:lang w:bidi="en-US"/>
              </w:rPr>
              <w:t>[</w:t>
            </w:r>
            <w:proofErr w:type="gramEnd"/>
            <w:r w:rsidRPr="000B05CB">
              <w:rPr>
                <w:color w:val="808080" w:themeColor="background1" w:themeShade="80"/>
                <w:lang w:bidi="en-US"/>
              </w:rPr>
              <w:t>0..1].</w:t>
            </w:r>
            <w:r>
              <w:rPr>
                <w:lang w:bidi="en-US"/>
              </w:rPr>
              <w:t xml:space="preserve">start : [0..1] </w:t>
            </w:r>
            <w:proofErr w:type="spellStart"/>
            <w:r>
              <w:rPr>
                <w:lang w:bidi="en-US"/>
              </w:rPr>
              <w:t>dateTime</w:t>
            </w:r>
            <w:proofErr w:type="spellEnd"/>
          </w:p>
        </w:tc>
      </w:tr>
      <w:tr w:rsidR="00AD75F0" w:rsidRPr="00EB5561" w14:paraId="15E0FF12" w14:textId="77777777" w:rsidTr="00B374ED">
        <w:trPr>
          <w:trHeight w:val="681"/>
        </w:trPr>
        <w:tc>
          <w:tcPr>
            <w:tcW w:w="895" w:type="pct"/>
            <w:vMerge/>
            <w:noWrap/>
          </w:tcPr>
          <w:p w14:paraId="2FB8948D" w14:textId="77777777" w:rsidR="00AD75F0" w:rsidRDefault="00AD75F0" w:rsidP="00AD75F0">
            <w:pPr>
              <w:pStyle w:val="TBLContenu"/>
              <w:rPr>
                <w:lang w:bidi="en-US"/>
              </w:rPr>
            </w:pPr>
          </w:p>
        </w:tc>
        <w:tc>
          <w:tcPr>
            <w:tcW w:w="1577" w:type="pct"/>
            <w:noWrap/>
          </w:tcPr>
          <w:p w14:paraId="5727B04D" w14:textId="77777777" w:rsidR="00AD75F0" w:rsidRDefault="00AD75F0" w:rsidP="00AD75F0">
            <w:pPr>
              <w:pStyle w:val="TBLContenu"/>
              <w:rPr>
                <w:lang w:bidi="en-US"/>
              </w:rPr>
            </w:pPr>
            <w:proofErr w:type="spellStart"/>
            <w:proofErr w:type="gramStart"/>
            <w:r>
              <w:rPr>
                <w:lang w:bidi="en-US"/>
              </w:rPr>
              <w:t>dateFinValidite</w:t>
            </w:r>
            <w:proofErr w:type="spellEnd"/>
            <w:proofErr w:type="gramEnd"/>
            <w:r>
              <w:rPr>
                <w:lang w:bidi="en-US"/>
              </w:rPr>
              <w:t xml:space="preserve"> : [0..1] </w:t>
            </w:r>
            <w:proofErr w:type="spellStart"/>
            <w:r>
              <w:rPr>
                <w:lang w:bidi="en-US"/>
              </w:rPr>
              <w:t>DateHeure</w:t>
            </w:r>
            <w:proofErr w:type="spellEnd"/>
          </w:p>
        </w:tc>
        <w:tc>
          <w:tcPr>
            <w:tcW w:w="1066" w:type="pct"/>
            <w:noWrap/>
          </w:tcPr>
          <w:p w14:paraId="28A353F7" w14:textId="77777777" w:rsidR="00AD75F0" w:rsidRDefault="00AD75F0" w:rsidP="00AD75F0">
            <w:pPr>
              <w:pStyle w:val="TBLContenu"/>
              <w:rPr>
                <w:lang w:bidi="en-US"/>
              </w:rPr>
            </w:pPr>
            <w:r>
              <w:rPr>
                <w:lang w:bidi="en-US"/>
              </w:rPr>
              <w:t>Schedule</w:t>
            </w:r>
          </w:p>
          <w:p w14:paraId="1CD8E3FA" w14:textId="77777777" w:rsidR="00AD75F0"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462" w:type="pct"/>
            <w:noWrap/>
          </w:tcPr>
          <w:p w14:paraId="47AEBEF8" w14:textId="29C90E68" w:rsidR="00AD75F0" w:rsidRPr="00EB5561" w:rsidRDefault="00AD75F0" w:rsidP="00AD75F0">
            <w:pPr>
              <w:pStyle w:val="TBLContenu"/>
              <w:rPr>
                <w:lang w:bidi="en-US"/>
              </w:rPr>
            </w:pPr>
            <w:proofErr w:type="spellStart"/>
            <w:proofErr w:type="gramStart"/>
            <w:r>
              <w:rPr>
                <w:lang w:bidi="en-US"/>
              </w:rPr>
              <w:t>planningHorizon</w:t>
            </w:r>
            <w:proofErr w:type="spellEnd"/>
            <w:r w:rsidRPr="000B05CB">
              <w:rPr>
                <w:color w:val="808080" w:themeColor="background1" w:themeShade="80"/>
                <w:lang w:bidi="en-US"/>
              </w:rPr>
              <w:t>[</w:t>
            </w:r>
            <w:proofErr w:type="gramEnd"/>
            <w:r w:rsidRPr="000B05CB">
              <w:rPr>
                <w:color w:val="808080" w:themeColor="background1" w:themeShade="80"/>
                <w:lang w:bidi="en-US"/>
              </w:rPr>
              <w:t>0..1].</w:t>
            </w:r>
            <w:r>
              <w:rPr>
                <w:lang w:bidi="en-US"/>
              </w:rPr>
              <w:t xml:space="preserve">end : [0..1] </w:t>
            </w:r>
            <w:proofErr w:type="spellStart"/>
            <w:r>
              <w:rPr>
                <w:lang w:bidi="en-US"/>
              </w:rPr>
              <w:t>dateTime</w:t>
            </w:r>
            <w:proofErr w:type="spellEnd"/>
          </w:p>
        </w:tc>
      </w:tr>
      <w:tr w:rsidR="00AD75F0" w:rsidRPr="00842E2E" w14:paraId="534701A6" w14:textId="77777777" w:rsidTr="00B374ED">
        <w:trPr>
          <w:trHeight w:val="681"/>
        </w:trPr>
        <w:tc>
          <w:tcPr>
            <w:tcW w:w="895" w:type="pct"/>
            <w:vMerge/>
            <w:noWrap/>
          </w:tcPr>
          <w:p w14:paraId="2866B4E3" w14:textId="77777777" w:rsidR="00AD75F0" w:rsidRDefault="00AD75F0" w:rsidP="00AD75F0">
            <w:pPr>
              <w:pStyle w:val="TBLContenu"/>
              <w:rPr>
                <w:lang w:bidi="en-US"/>
              </w:rPr>
            </w:pPr>
          </w:p>
        </w:tc>
        <w:tc>
          <w:tcPr>
            <w:tcW w:w="1577" w:type="pct"/>
            <w:shd w:val="clear" w:color="auto" w:fill="D9D9D9" w:themeFill="background1" w:themeFillShade="D9"/>
            <w:noWrap/>
          </w:tcPr>
          <w:p w14:paraId="07364049" w14:textId="082A734E" w:rsidR="00AD75F0" w:rsidRDefault="00AD75F0" w:rsidP="00AD75F0">
            <w:pPr>
              <w:pStyle w:val="TBLContenu"/>
              <w:rPr>
                <w:lang w:bidi="en-US"/>
              </w:rPr>
            </w:pPr>
            <w:proofErr w:type="spellStart"/>
            <w:r>
              <w:rPr>
                <w:lang w:bidi="en-US"/>
              </w:rPr>
              <w:t>PersonnePriseCharge</w:t>
            </w:r>
            <w:proofErr w:type="spellEnd"/>
            <w:r>
              <w:rPr>
                <w:lang w:bidi="en-US"/>
              </w:rPr>
              <w:t xml:space="preserve"> [</w:t>
            </w:r>
            <w:proofErr w:type="gramStart"/>
            <w:r>
              <w:rPr>
                <w:lang w:bidi="en-US"/>
              </w:rPr>
              <w:t>0..</w:t>
            </w:r>
            <w:proofErr w:type="gramEnd"/>
            <w:r>
              <w:rPr>
                <w:lang w:bidi="en-US"/>
              </w:rPr>
              <w:t>*]</w:t>
            </w:r>
            <w:r>
              <w:rPr>
                <w:rStyle w:val="Appelnotedebasdep"/>
                <w:lang w:bidi="en-US"/>
              </w:rPr>
              <w:t xml:space="preserve"> </w:t>
            </w:r>
            <w:r>
              <w:rPr>
                <w:rStyle w:val="Appelnotedebasdep"/>
                <w:lang w:bidi="en-US"/>
              </w:rPr>
              <w:footnoteReference w:id="3"/>
            </w:r>
          </w:p>
        </w:tc>
        <w:tc>
          <w:tcPr>
            <w:tcW w:w="1066" w:type="pct"/>
            <w:vMerge w:val="restart"/>
            <w:shd w:val="clear" w:color="auto" w:fill="D9D9D9" w:themeFill="background1" w:themeFillShade="D9"/>
            <w:noWrap/>
          </w:tcPr>
          <w:p w14:paraId="34906B22" w14:textId="77777777" w:rsidR="00AD75F0" w:rsidRDefault="00AD75F0" w:rsidP="00AD75F0">
            <w:pPr>
              <w:pStyle w:val="TBLContenu"/>
              <w:rPr>
                <w:lang w:bidi="en-US"/>
              </w:rPr>
            </w:pPr>
            <w:r>
              <w:rPr>
                <w:lang w:bidi="en-US"/>
              </w:rPr>
              <w:t>Schedule</w:t>
            </w:r>
          </w:p>
          <w:p w14:paraId="474CDF80" w14:textId="236AC474" w:rsidR="00AD75F0"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462" w:type="pct"/>
            <w:vMerge w:val="restart"/>
            <w:shd w:val="clear" w:color="auto" w:fill="D9D9D9" w:themeFill="background1" w:themeFillShade="D9"/>
            <w:noWrap/>
          </w:tcPr>
          <w:p w14:paraId="37193643" w14:textId="77777777" w:rsidR="00AD75F0" w:rsidRPr="006709DF" w:rsidRDefault="00AD75F0" w:rsidP="00AD75F0">
            <w:pPr>
              <w:pStyle w:val="TBLContenu"/>
              <w:rPr>
                <w:lang w:val="en-US" w:bidi="en-US"/>
              </w:rPr>
            </w:pPr>
            <w:proofErr w:type="gramStart"/>
            <w:r w:rsidRPr="006709DF">
              <w:rPr>
                <w:lang w:val="en-US" w:bidi="en-US"/>
              </w:rPr>
              <w:t>actor :</w:t>
            </w:r>
            <w:proofErr w:type="gramEnd"/>
            <w:r w:rsidRPr="006709DF">
              <w:rPr>
                <w:lang w:val="en-US" w:bidi="en-US"/>
              </w:rPr>
              <w:t xml:space="preserve"> Reference [1..*]</w:t>
            </w:r>
            <w:r w:rsidRPr="006709DF">
              <w:rPr>
                <w:rStyle w:val="Appelnotedebasdep"/>
                <w:lang w:bidi="en-US"/>
              </w:rPr>
              <w:footnoteReference w:id="4"/>
            </w:r>
            <w:r w:rsidRPr="006709DF">
              <w:rPr>
                <w:lang w:val="en-US" w:bidi="en-US"/>
              </w:rPr>
              <w:t xml:space="preserve"> </w:t>
            </w:r>
          </w:p>
          <w:p w14:paraId="6B270711" w14:textId="24E2981E" w:rsidR="00AD75F0" w:rsidRPr="006709DF" w:rsidRDefault="00AD75F0" w:rsidP="00AD75F0">
            <w:pPr>
              <w:pStyle w:val="TBLContenu"/>
              <w:rPr>
                <w:lang w:val="en-US" w:bidi="en-US"/>
              </w:rPr>
            </w:pPr>
            <w:r w:rsidRPr="006709DF">
              <w:rPr>
                <w:rStyle w:val="constraints"/>
                <w:lang w:val="en-US"/>
              </w:rPr>
              <w:t>(</w:t>
            </w:r>
            <w:proofErr w:type="spellStart"/>
            <w:r w:rsidR="0050464E" w:rsidRPr="006709DF">
              <w:rPr>
                <w:color w:val="F79646" w:themeColor="accent6"/>
                <w:lang w:val="en-GB" w:bidi="en-US"/>
              </w:rPr>
              <w:t>Fr</w:t>
            </w:r>
            <w:hyperlink r:id="rId14" w:tooltip="RelatedPerson simplifier.core.r4.resources 4.0.0 StructureDefinition-RelatedPerson.json" w:history="1">
              <w:r w:rsidRPr="006709DF">
                <w:rPr>
                  <w:color w:val="F79646" w:themeColor="accent6"/>
                  <w:lang w:val="en-GB" w:bidi="en-US"/>
                </w:rPr>
                <w:t>RelatedPerson</w:t>
              </w:r>
              <w:proofErr w:type="spellEnd"/>
            </w:hyperlink>
            <w:r w:rsidRPr="006709DF">
              <w:rPr>
                <w:rStyle w:val="Lienhypertexte"/>
                <w:color w:val="auto"/>
                <w:u w:val="none"/>
                <w:lang w:val="en-US"/>
              </w:rPr>
              <w:t xml:space="preserve"> </w:t>
            </w:r>
            <w:r w:rsidRPr="006709DF">
              <w:rPr>
                <w:rStyle w:val="constraints"/>
                <w:lang w:val="en-US"/>
              </w:rPr>
              <w:t xml:space="preserve">| </w:t>
            </w:r>
            <w:hyperlink r:id="rId15" w:tooltip="Device simplifier.core.r4.resources 4.0.0 StructureDefinition-Device.json" w:history="1">
              <w:r w:rsidRPr="006709DF">
                <w:rPr>
                  <w:rStyle w:val="Lienhypertexte"/>
                  <w:color w:val="auto"/>
                  <w:u w:val="none"/>
                  <w:lang w:val="en-US"/>
                </w:rPr>
                <w:t>Device</w:t>
              </w:r>
            </w:hyperlink>
            <w:r w:rsidRPr="006709DF">
              <w:rPr>
                <w:rStyle w:val="Lienhypertexte"/>
                <w:color w:val="auto"/>
                <w:u w:val="none"/>
                <w:lang w:val="en-US"/>
              </w:rPr>
              <w:t xml:space="preserve"> </w:t>
            </w:r>
            <w:r w:rsidRPr="006709DF">
              <w:rPr>
                <w:rStyle w:val="constraints"/>
                <w:lang w:val="en-US"/>
              </w:rPr>
              <w:t xml:space="preserve">| </w:t>
            </w:r>
            <w:hyperlink r:id="rId16" w:tooltip="Profile of the HealthcareService resource for France | Profil de la ressource HealthcareService pour l'usage en France. This profile adds the element serviceTypeDuration to associate the service with the duration of this service | Ce profil ajoute l'élément se" w:history="1">
              <w:proofErr w:type="spellStart"/>
              <w:r w:rsidRPr="006709DF">
                <w:rPr>
                  <w:color w:val="F79646" w:themeColor="accent6"/>
                  <w:lang w:val="en-US" w:bidi="en-US"/>
                </w:rPr>
                <w:t>FrHealthcareService</w:t>
              </w:r>
              <w:proofErr w:type="spellEnd"/>
            </w:hyperlink>
            <w:r w:rsidRPr="006709DF">
              <w:rPr>
                <w:color w:val="F79646" w:themeColor="accent6"/>
                <w:lang w:val="en-US" w:bidi="en-US"/>
              </w:rPr>
              <w:t xml:space="preserve"> </w:t>
            </w:r>
            <w:r w:rsidRPr="006709DF">
              <w:rPr>
                <w:lang w:val="en-US" w:bidi="en-US"/>
              </w:rPr>
              <w:t xml:space="preserve">| </w:t>
            </w:r>
            <w:hyperlink r:id="rId17" w:tooltip="French profile of Location | Profil français de la ressource Location" w:history="1">
              <w:proofErr w:type="spellStart"/>
              <w:r w:rsidRPr="006709DF">
                <w:rPr>
                  <w:color w:val="F79646" w:themeColor="accent6"/>
                  <w:lang w:val="en-US" w:bidi="en-US"/>
                </w:rPr>
                <w:t>FrLocation</w:t>
              </w:r>
              <w:proofErr w:type="spellEnd"/>
            </w:hyperlink>
            <w:r w:rsidRPr="006709DF">
              <w:rPr>
                <w:color w:val="F79646" w:themeColor="accent6"/>
                <w:lang w:val="en-US" w:bidi="en-US"/>
              </w:rPr>
              <w:t xml:space="preserve"> </w:t>
            </w:r>
            <w:r w:rsidRPr="006709DF">
              <w:rPr>
                <w:lang w:val="en-US" w:bidi="en-US"/>
              </w:rPr>
              <w:t xml:space="preserve">| </w:t>
            </w:r>
            <w:r w:rsidRPr="006709DF">
              <w:rPr>
                <w:color w:val="F79646" w:themeColor="accent6"/>
                <w:lang w:val="en-US" w:bidi="en-US"/>
              </w:rPr>
              <w:t xml:space="preserve"> </w:t>
            </w:r>
            <w:hyperlink r:id="rId18" w:tooltip="Profile of the Patient resource for France | Profil de la ressource Patient pour l'usage en FranceThis profile specifies the patient's identifiers for France. It uses international extensions (birtplace and nationality) and adds specific French extensions | Ce" w:history="1">
              <w:proofErr w:type="spellStart"/>
              <w:r w:rsidRPr="006709DF">
                <w:rPr>
                  <w:color w:val="F79646" w:themeColor="accent6"/>
                  <w:lang w:val="en-US" w:bidi="en-US"/>
                </w:rPr>
                <w:t>FrPatient</w:t>
              </w:r>
              <w:proofErr w:type="spellEnd"/>
            </w:hyperlink>
            <w:r w:rsidRPr="006709DF">
              <w:rPr>
                <w:color w:val="F79646" w:themeColor="accent6"/>
                <w:lang w:val="en-US" w:bidi="en-US"/>
              </w:rPr>
              <w:t xml:space="preserve"> </w:t>
            </w:r>
            <w:r w:rsidRPr="006709DF">
              <w:rPr>
                <w:lang w:val="en-US" w:bidi="en-US"/>
              </w:rPr>
              <w:t xml:space="preserve">| </w:t>
            </w:r>
            <w:r w:rsidRPr="006709DF">
              <w:rPr>
                <w:color w:val="F79646" w:themeColor="accent6"/>
                <w:lang w:val="en-US" w:bidi="en-US"/>
              </w:rPr>
              <w:t xml:space="preserve"> </w:t>
            </w:r>
            <w:hyperlink r:id="rId19" w:tooltip="French profile of the Practitioner resource | Profil de la ressource Practitionner pour la France This profile specifies the types of identifiers for practitioners in France | Ce profil contraint les types d'identifiants du professionnel de santé en France" w:history="1">
              <w:proofErr w:type="spellStart"/>
              <w:r w:rsidRPr="006709DF">
                <w:rPr>
                  <w:color w:val="F79646" w:themeColor="accent6"/>
                  <w:lang w:val="en-US" w:bidi="en-US"/>
                </w:rPr>
                <w:t>FrPractitioner</w:t>
              </w:r>
              <w:proofErr w:type="spellEnd"/>
            </w:hyperlink>
            <w:r w:rsidRPr="006709DF">
              <w:rPr>
                <w:color w:val="F79646" w:themeColor="accent6"/>
                <w:lang w:val="en-US" w:bidi="en-US"/>
              </w:rPr>
              <w:t xml:space="preserve"> </w:t>
            </w:r>
            <w:r w:rsidRPr="006709DF">
              <w:rPr>
                <w:lang w:val="en-US" w:bidi="en-US"/>
              </w:rPr>
              <w:t>|</w:t>
            </w:r>
            <w:r w:rsidR="0050464E" w:rsidRPr="006709DF">
              <w:rPr>
                <w:lang w:val="en-US" w:bidi="en-US"/>
              </w:rPr>
              <w:t xml:space="preserve"> </w:t>
            </w:r>
            <w:proofErr w:type="spellStart"/>
            <w:r w:rsidR="004970AD" w:rsidRPr="006709DF">
              <w:rPr>
                <w:lang w:val="en-US" w:bidi="en-US"/>
              </w:rPr>
              <w:t>PractitionerRole</w:t>
            </w:r>
            <w:proofErr w:type="spellEnd"/>
            <w:r w:rsidR="004970AD" w:rsidRPr="006709DF">
              <w:rPr>
                <w:rStyle w:val="Appelnotedebasdep"/>
                <w:lang w:val="en-US" w:bidi="en-US"/>
              </w:rPr>
              <w:footnoteReference w:id="5"/>
            </w:r>
            <w:r w:rsidR="004970AD" w:rsidRPr="006709DF">
              <w:rPr>
                <w:rStyle w:val="constraints"/>
                <w:lang w:val="en-US"/>
              </w:rPr>
              <w:t>)</w:t>
            </w:r>
          </w:p>
        </w:tc>
      </w:tr>
      <w:tr w:rsidR="00AD75F0" w:rsidRPr="00EB5561" w14:paraId="65598E73" w14:textId="77777777" w:rsidTr="00B374ED">
        <w:trPr>
          <w:trHeight w:val="681"/>
        </w:trPr>
        <w:tc>
          <w:tcPr>
            <w:tcW w:w="895" w:type="pct"/>
            <w:vMerge/>
            <w:noWrap/>
          </w:tcPr>
          <w:p w14:paraId="50893B47" w14:textId="77777777" w:rsidR="00AD75F0" w:rsidRPr="000041D5" w:rsidRDefault="00AD75F0" w:rsidP="00AD75F0">
            <w:pPr>
              <w:pStyle w:val="TBLContenu"/>
              <w:rPr>
                <w:lang w:val="en-US" w:bidi="en-US"/>
              </w:rPr>
            </w:pPr>
          </w:p>
        </w:tc>
        <w:tc>
          <w:tcPr>
            <w:tcW w:w="1577" w:type="pct"/>
            <w:shd w:val="clear" w:color="auto" w:fill="D9D9D9" w:themeFill="background1" w:themeFillShade="D9"/>
            <w:noWrap/>
          </w:tcPr>
          <w:p w14:paraId="3BB3E225" w14:textId="75AF9022" w:rsidR="00AD75F0" w:rsidRDefault="00AD75F0" w:rsidP="00AD75F0">
            <w:pPr>
              <w:pStyle w:val="TBLContenu"/>
              <w:rPr>
                <w:lang w:bidi="en-US"/>
              </w:rPr>
            </w:pPr>
            <w:r>
              <w:rPr>
                <w:lang w:bidi="en-US"/>
              </w:rPr>
              <w:t>Contact [</w:t>
            </w:r>
            <w:proofErr w:type="gramStart"/>
            <w:r>
              <w:rPr>
                <w:lang w:bidi="en-US"/>
              </w:rPr>
              <w:t>0..</w:t>
            </w:r>
            <w:proofErr w:type="gramEnd"/>
            <w:r>
              <w:rPr>
                <w:lang w:bidi="en-US"/>
              </w:rPr>
              <w:t>*]</w:t>
            </w:r>
          </w:p>
        </w:tc>
        <w:tc>
          <w:tcPr>
            <w:tcW w:w="1066" w:type="pct"/>
            <w:vMerge/>
            <w:shd w:val="clear" w:color="auto" w:fill="D9D9D9" w:themeFill="background1" w:themeFillShade="D9"/>
            <w:noWrap/>
          </w:tcPr>
          <w:p w14:paraId="7EF766A0" w14:textId="77777777" w:rsidR="00AD75F0" w:rsidRDefault="00AD75F0" w:rsidP="00AD75F0">
            <w:pPr>
              <w:pStyle w:val="TBLContenu"/>
              <w:rPr>
                <w:lang w:bidi="en-US"/>
              </w:rPr>
            </w:pPr>
          </w:p>
        </w:tc>
        <w:tc>
          <w:tcPr>
            <w:tcW w:w="1462" w:type="pct"/>
            <w:vMerge/>
            <w:shd w:val="clear" w:color="auto" w:fill="D9D9D9" w:themeFill="background1" w:themeFillShade="D9"/>
            <w:noWrap/>
          </w:tcPr>
          <w:p w14:paraId="74290960" w14:textId="77777777" w:rsidR="00AD75F0" w:rsidRDefault="00AD75F0" w:rsidP="00AD75F0">
            <w:pPr>
              <w:pStyle w:val="TBLContenu"/>
              <w:rPr>
                <w:lang w:bidi="en-US"/>
              </w:rPr>
            </w:pPr>
          </w:p>
        </w:tc>
      </w:tr>
      <w:tr w:rsidR="00AD75F0" w:rsidRPr="00EB5561" w14:paraId="6884E252" w14:textId="77777777" w:rsidTr="00B374ED">
        <w:trPr>
          <w:trHeight w:val="681"/>
        </w:trPr>
        <w:tc>
          <w:tcPr>
            <w:tcW w:w="895" w:type="pct"/>
            <w:vMerge/>
            <w:noWrap/>
          </w:tcPr>
          <w:p w14:paraId="1D78AC43" w14:textId="77777777" w:rsidR="00AD75F0" w:rsidRDefault="00AD75F0" w:rsidP="00AD75F0">
            <w:pPr>
              <w:pStyle w:val="TBLContenu"/>
              <w:rPr>
                <w:lang w:bidi="en-US"/>
              </w:rPr>
            </w:pPr>
          </w:p>
        </w:tc>
        <w:tc>
          <w:tcPr>
            <w:tcW w:w="1577" w:type="pct"/>
            <w:shd w:val="clear" w:color="auto" w:fill="D9D9D9" w:themeFill="background1" w:themeFillShade="D9"/>
            <w:noWrap/>
          </w:tcPr>
          <w:p w14:paraId="39755098" w14:textId="0E070B0D" w:rsidR="00AD75F0" w:rsidRDefault="00AD75F0" w:rsidP="00AD75F0">
            <w:pPr>
              <w:pStyle w:val="TBLContenu"/>
              <w:rPr>
                <w:lang w:bidi="en-US"/>
              </w:rPr>
            </w:pPr>
            <w:r>
              <w:rPr>
                <w:lang w:bidi="en-US"/>
              </w:rPr>
              <w:t>Professionnel [</w:t>
            </w:r>
            <w:proofErr w:type="gramStart"/>
            <w:r>
              <w:rPr>
                <w:lang w:bidi="en-US"/>
              </w:rPr>
              <w:t>0..</w:t>
            </w:r>
            <w:proofErr w:type="gramEnd"/>
            <w:r>
              <w:rPr>
                <w:lang w:bidi="en-US"/>
              </w:rPr>
              <w:t>*]</w:t>
            </w:r>
          </w:p>
        </w:tc>
        <w:tc>
          <w:tcPr>
            <w:tcW w:w="1066" w:type="pct"/>
            <w:vMerge/>
            <w:shd w:val="clear" w:color="auto" w:fill="D9D9D9" w:themeFill="background1" w:themeFillShade="D9"/>
            <w:noWrap/>
          </w:tcPr>
          <w:p w14:paraId="64A1B148" w14:textId="77777777" w:rsidR="00AD75F0" w:rsidRDefault="00AD75F0" w:rsidP="00AD75F0">
            <w:pPr>
              <w:pStyle w:val="TBLContenu"/>
              <w:rPr>
                <w:lang w:bidi="en-US"/>
              </w:rPr>
            </w:pPr>
          </w:p>
        </w:tc>
        <w:tc>
          <w:tcPr>
            <w:tcW w:w="1462" w:type="pct"/>
            <w:vMerge/>
            <w:shd w:val="clear" w:color="auto" w:fill="D9D9D9" w:themeFill="background1" w:themeFillShade="D9"/>
            <w:noWrap/>
          </w:tcPr>
          <w:p w14:paraId="2A1AFDBC" w14:textId="77777777" w:rsidR="00AD75F0" w:rsidRDefault="00AD75F0" w:rsidP="00AD75F0">
            <w:pPr>
              <w:pStyle w:val="TBLContenu"/>
              <w:rPr>
                <w:lang w:bidi="en-US"/>
              </w:rPr>
            </w:pPr>
          </w:p>
        </w:tc>
      </w:tr>
      <w:tr w:rsidR="00AD75F0" w:rsidRPr="00EB5561" w14:paraId="36877582" w14:textId="77777777" w:rsidTr="00B374ED">
        <w:trPr>
          <w:trHeight w:val="681"/>
        </w:trPr>
        <w:tc>
          <w:tcPr>
            <w:tcW w:w="895" w:type="pct"/>
            <w:vMerge/>
            <w:noWrap/>
          </w:tcPr>
          <w:p w14:paraId="32BF6453" w14:textId="77777777" w:rsidR="00AD75F0" w:rsidRDefault="00AD75F0" w:rsidP="00AD75F0">
            <w:pPr>
              <w:pStyle w:val="TBLContenu"/>
              <w:rPr>
                <w:lang w:bidi="en-US"/>
              </w:rPr>
            </w:pPr>
          </w:p>
        </w:tc>
        <w:tc>
          <w:tcPr>
            <w:tcW w:w="1577" w:type="pct"/>
            <w:shd w:val="clear" w:color="auto" w:fill="D9D9D9" w:themeFill="background1" w:themeFillShade="D9"/>
            <w:noWrap/>
          </w:tcPr>
          <w:p w14:paraId="7378A555" w14:textId="0E3A415F" w:rsidR="00AD75F0" w:rsidRDefault="00AD75F0" w:rsidP="00AD75F0">
            <w:pPr>
              <w:pStyle w:val="TBLContenu"/>
              <w:rPr>
                <w:lang w:bidi="en-US"/>
              </w:rPr>
            </w:pPr>
            <w:proofErr w:type="spellStart"/>
            <w:r>
              <w:rPr>
                <w:lang w:bidi="en-US"/>
              </w:rPr>
              <w:t>OrganisationInterne</w:t>
            </w:r>
            <w:proofErr w:type="spellEnd"/>
            <w:r>
              <w:rPr>
                <w:lang w:bidi="en-US"/>
              </w:rPr>
              <w:t xml:space="preserve"> [</w:t>
            </w:r>
            <w:proofErr w:type="gramStart"/>
            <w:r>
              <w:rPr>
                <w:lang w:bidi="en-US"/>
              </w:rPr>
              <w:t>0..</w:t>
            </w:r>
            <w:proofErr w:type="gramEnd"/>
            <w:r>
              <w:rPr>
                <w:lang w:bidi="en-US"/>
              </w:rPr>
              <w:t>*]</w:t>
            </w:r>
          </w:p>
        </w:tc>
        <w:tc>
          <w:tcPr>
            <w:tcW w:w="1066" w:type="pct"/>
            <w:vMerge/>
            <w:shd w:val="clear" w:color="auto" w:fill="D9D9D9" w:themeFill="background1" w:themeFillShade="D9"/>
            <w:noWrap/>
          </w:tcPr>
          <w:p w14:paraId="766B9E45" w14:textId="77777777" w:rsidR="00AD75F0" w:rsidRDefault="00AD75F0" w:rsidP="00AD75F0">
            <w:pPr>
              <w:pStyle w:val="TBLContenu"/>
              <w:rPr>
                <w:lang w:bidi="en-US"/>
              </w:rPr>
            </w:pPr>
          </w:p>
        </w:tc>
        <w:tc>
          <w:tcPr>
            <w:tcW w:w="1462" w:type="pct"/>
            <w:vMerge/>
            <w:shd w:val="clear" w:color="auto" w:fill="D9D9D9" w:themeFill="background1" w:themeFillShade="D9"/>
            <w:noWrap/>
          </w:tcPr>
          <w:p w14:paraId="19A3A897" w14:textId="77777777" w:rsidR="00AD75F0" w:rsidRDefault="00AD75F0" w:rsidP="00AD75F0">
            <w:pPr>
              <w:pStyle w:val="TBLContenu"/>
              <w:rPr>
                <w:lang w:bidi="en-US"/>
              </w:rPr>
            </w:pPr>
          </w:p>
        </w:tc>
      </w:tr>
      <w:tr w:rsidR="00AD75F0" w:rsidRPr="00EB5561" w14:paraId="22553E5C" w14:textId="77777777" w:rsidTr="00B374ED">
        <w:trPr>
          <w:trHeight w:val="681"/>
        </w:trPr>
        <w:tc>
          <w:tcPr>
            <w:tcW w:w="895" w:type="pct"/>
            <w:vMerge/>
            <w:noWrap/>
          </w:tcPr>
          <w:p w14:paraId="15ED2346" w14:textId="77777777" w:rsidR="00AD75F0" w:rsidRDefault="00AD75F0" w:rsidP="00AD75F0">
            <w:pPr>
              <w:pStyle w:val="TBLContenu"/>
              <w:rPr>
                <w:lang w:bidi="en-US"/>
              </w:rPr>
            </w:pPr>
          </w:p>
        </w:tc>
        <w:tc>
          <w:tcPr>
            <w:tcW w:w="1577" w:type="pct"/>
            <w:shd w:val="clear" w:color="auto" w:fill="D9D9D9" w:themeFill="background1" w:themeFillShade="D9"/>
            <w:noWrap/>
          </w:tcPr>
          <w:p w14:paraId="456F03B4" w14:textId="3A2C3ADC" w:rsidR="00AD75F0" w:rsidRDefault="00AD75F0" w:rsidP="00AD75F0">
            <w:pPr>
              <w:pStyle w:val="TBLContenu"/>
              <w:rPr>
                <w:lang w:bidi="en-US"/>
              </w:rPr>
            </w:pPr>
            <w:r>
              <w:rPr>
                <w:lang w:bidi="en-US"/>
              </w:rPr>
              <w:t>Lieu [</w:t>
            </w:r>
            <w:proofErr w:type="gramStart"/>
            <w:r>
              <w:rPr>
                <w:lang w:bidi="en-US"/>
              </w:rPr>
              <w:t>0..</w:t>
            </w:r>
            <w:proofErr w:type="gramEnd"/>
            <w:r>
              <w:rPr>
                <w:lang w:bidi="en-US"/>
              </w:rPr>
              <w:t>*]</w:t>
            </w:r>
          </w:p>
        </w:tc>
        <w:tc>
          <w:tcPr>
            <w:tcW w:w="1066" w:type="pct"/>
            <w:vMerge/>
            <w:shd w:val="clear" w:color="auto" w:fill="D9D9D9" w:themeFill="background1" w:themeFillShade="D9"/>
            <w:noWrap/>
          </w:tcPr>
          <w:p w14:paraId="4EEDF0F9" w14:textId="77777777" w:rsidR="00AD75F0" w:rsidRDefault="00AD75F0" w:rsidP="00AD75F0">
            <w:pPr>
              <w:pStyle w:val="TBLContenu"/>
              <w:rPr>
                <w:lang w:bidi="en-US"/>
              </w:rPr>
            </w:pPr>
          </w:p>
        </w:tc>
        <w:tc>
          <w:tcPr>
            <w:tcW w:w="1462" w:type="pct"/>
            <w:vMerge/>
            <w:shd w:val="clear" w:color="auto" w:fill="D9D9D9" w:themeFill="background1" w:themeFillShade="D9"/>
            <w:noWrap/>
          </w:tcPr>
          <w:p w14:paraId="19425F78" w14:textId="77777777" w:rsidR="00AD75F0" w:rsidRDefault="00AD75F0" w:rsidP="00AD75F0">
            <w:pPr>
              <w:pStyle w:val="TBLContenu"/>
              <w:rPr>
                <w:lang w:bidi="en-US"/>
              </w:rPr>
            </w:pPr>
          </w:p>
        </w:tc>
      </w:tr>
      <w:tr w:rsidR="00AD75F0" w:rsidRPr="00EB5561" w14:paraId="10A0B881" w14:textId="77777777" w:rsidTr="00B374ED">
        <w:trPr>
          <w:trHeight w:val="681"/>
        </w:trPr>
        <w:tc>
          <w:tcPr>
            <w:tcW w:w="895" w:type="pct"/>
            <w:vMerge/>
            <w:noWrap/>
          </w:tcPr>
          <w:p w14:paraId="109678DD" w14:textId="77777777" w:rsidR="00AD75F0" w:rsidRDefault="00AD75F0" w:rsidP="00AD75F0">
            <w:pPr>
              <w:pStyle w:val="TBLContenu"/>
              <w:rPr>
                <w:lang w:bidi="en-US"/>
              </w:rPr>
            </w:pPr>
          </w:p>
        </w:tc>
        <w:tc>
          <w:tcPr>
            <w:tcW w:w="1577" w:type="pct"/>
            <w:shd w:val="clear" w:color="auto" w:fill="D9D9D9" w:themeFill="background1" w:themeFillShade="D9"/>
            <w:noWrap/>
          </w:tcPr>
          <w:p w14:paraId="77A77140" w14:textId="7E1B3180" w:rsidR="00AD75F0" w:rsidRDefault="00AD75F0" w:rsidP="00AD75F0">
            <w:pPr>
              <w:pStyle w:val="TBLContenu"/>
              <w:rPr>
                <w:lang w:bidi="en-US"/>
              </w:rPr>
            </w:pPr>
            <w:proofErr w:type="spellStart"/>
            <w:r>
              <w:rPr>
                <w:lang w:bidi="en-US"/>
              </w:rPr>
              <w:t>EquipementOperationnel</w:t>
            </w:r>
            <w:proofErr w:type="spellEnd"/>
            <w:r>
              <w:rPr>
                <w:lang w:bidi="en-US"/>
              </w:rPr>
              <w:t xml:space="preserve"> [</w:t>
            </w:r>
            <w:proofErr w:type="gramStart"/>
            <w:r>
              <w:rPr>
                <w:lang w:bidi="en-US"/>
              </w:rPr>
              <w:t>0..</w:t>
            </w:r>
            <w:proofErr w:type="gramEnd"/>
            <w:r>
              <w:rPr>
                <w:lang w:bidi="en-US"/>
              </w:rPr>
              <w:t>*]</w:t>
            </w:r>
          </w:p>
        </w:tc>
        <w:tc>
          <w:tcPr>
            <w:tcW w:w="1066" w:type="pct"/>
            <w:vMerge/>
            <w:shd w:val="clear" w:color="auto" w:fill="D9D9D9" w:themeFill="background1" w:themeFillShade="D9"/>
            <w:noWrap/>
          </w:tcPr>
          <w:p w14:paraId="6DB0A294" w14:textId="77777777" w:rsidR="00AD75F0" w:rsidRDefault="00AD75F0" w:rsidP="00AD75F0">
            <w:pPr>
              <w:pStyle w:val="TBLContenu"/>
              <w:rPr>
                <w:lang w:bidi="en-US"/>
              </w:rPr>
            </w:pPr>
          </w:p>
        </w:tc>
        <w:tc>
          <w:tcPr>
            <w:tcW w:w="1462" w:type="pct"/>
            <w:vMerge/>
            <w:shd w:val="clear" w:color="auto" w:fill="D9D9D9" w:themeFill="background1" w:themeFillShade="D9"/>
            <w:noWrap/>
          </w:tcPr>
          <w:p w14:paraId="2C59EB32" w14:textId="77777777" w:rsidR="00AD75F0" w:rsidRDefault="00AD75F0" w:rsidP="00AD75F0">
            <w:pPr>
              <w:pStyle w:val="TBLContenu"/>
              <w:rPr>
                <w:lang w:bidi="en-US"/>
              </w:rPr>
            </w:pPr>
          </w:p>
        </w:tc>
      </w:tr>
      <w:tr w:rsidR="00AD75F0" w:rsidRPr="00EB5561" w14:paraId="0D495A31" w14:textId="77777777" w:rsidTr="004A5E9E">
        <w:trPr>
          <w:trHeight w:val="681"/>
        </w:trPr>
        <w:tc>
          <w:tcPr>
            <w:tcW w:w="0" w:type="pct"/>
            <w:vMerge w:val="restart"/>
            <w:noWrap/>
          </w:tcPr>
          <w:p w14:paraId="73A61A3F" w14:textId="77777777" w:rsidR="00AD75F0" w:rsidRDefault="00AD75F0" w:rsidP="00AD75F0">
            <w:pPr>
              <w:pStyle w:val="TBLContenu"/>
              <w:rPr>
                <w:lang w:bidi="en-US"/>
              </w:rPr>
            </w:pPr>
            <w:proofErr w:type="spellStart"/>
            <w:r>
              <w:rPr>
                <w:lang w:bidi="en-US"/>
              </w:rPr>
              <w:t>PersonnePriseCharge</w:t>
            </w:r>
            <w:proofErr w:type="spellEnd"/>
          </w:p>
        </w:tc>
        <w:tc>
          <w:tcPr>
            <w:tcW w:w="0" w:type="pct"/>
            <w:noWrap/>
            <w:vAlign w:val="top"/>
          </w:tcPr>
          <w:p w14:paraId="65C3C08D" w14:textId="5034268C" w:rsidR="006440A1" w:rsidRPr="003E23AB" w:rsidRDefault="006440A1" w:rsidP="004A5E9E">
            <w:pPr>
              <w:pStyle w:val="TBLContenu"/>
              <w:jc w:val="left"/>
            </w:pPr>
            <w:r>
              <w:rPr>
                <w:lang w:bidi="en-US"/>
              </w:rPr>
              <w:t>I</w:t>
            </w:r>
            <w:r w:rsidRPr="000A1E27">
              <w:t>NS</w:t>
            </w:r>
            <w:r w:rsidRPr="00C5317A">
              <w:t> : [</w:t>
            </w:r>
            <w:proofErr w:type="gramStart"/>
            <w:r>
              <w:t>0</w:t>
            </w:r>
            <w:r w:rsidRPr="00C5317A">
              <w:t>..</w:t>
            </w:r>
            <w:proofErr w:type="gramEnd"/>
            <w:r w:rsidRPr="00C5317A">
              <w:t>1] INS</w:t>
            </w:r>
            <w:r>
              <w:rPr>
                <w:rStyle w:val="Appelnotedebasdep"/>
              </w:rPr>
              <w:footnoteReference w:id="6"/>
            </w:r>
          </w:p>
          <w:p w14:paraId="21BED6A3" w14:textId="77777777" w:rsidR="006440A1" w:rsidRDefault="006440A1" w:rsidP="004A5E9E">
            <w:pPr>
              <w:pStyle w:val="TBLListepuces"/>
              <w:jc w:val="left"/>
            </w:pPr>
            <w:proofErr w:type="spellStart"/>
            <w:proofErr w:type="gramStart"/>
            <w:r w:rsidRPr="001212EC">
              <w:t>matriculeINS</w:t>
            </w:r>
            <w:proofErr w:type="spellEnd"/>
            <w:proofErr w:type="gramEnd"/>
            <w:r w:rsidRPr="001212EC">
              <w:t> : [1..1] Identifiant</w:t>
            </w:r>
          </w:p>
          <w:p w14:paraId="313CF6E5" w14:textId="77777777" w:rsidR="006440A1" w:rsidRPr="00C5317A" w:rsidRDefault="006440A1" w:rsidP="004A5E9E">
            <w:pPr>
              <w:pStyle w:val="TBLListepuces"/>
              <w:numPr>
                <w:ilvl w:val="0"/>
                <w:numId w:val="0"/>
              </w:numPr>
              <w:ind w:left="357"/>
              <w:jc w:val="left"/>
            </w:pPr>
          </w:p>
          <w:p w14:paraId="0AD87434" w14:textId="77777777" w:rsidR="006440A1" w:rsidRPr="00C5317A" w:rsidRDefault="006440A1" w:rsidP="004A5E9E">
            <w:pPr>
              <w:pStyle w:val="TBLListepuces"/>
              <w:jc w:val="left"/>
            </w:pPr>
            <w:proofErr w:type="spellStart"/>
            <w:proofErr w:type="gramStart"/>
            <w:r w:rsidRPr="001212EC">
              <w:t>nomFamille</w:t>
            </w:r>
            <w:proofErr w:type="spellEnd"/>
            <w:proofErr w:type="gramEnd"/>
            <w:r w:rsidRPr="001212EC">
              <w:t> : [1..1] Texte</w:t>
            </w:r>
          </w:p>
          <w:p w14:paraId="2CEEAD88" w14:textId="77777777" w:rsidR="006440A1" w:rsidRPr="00C5317A" w:rsidRDefault="006440A1" w:rsidP="004A5E9E">
            <w:pPr>
              <w:pStyle w:val="TBLListepuces"/>
              <w:jc w:val="left"/>
            </w:pPr>
            <w:proofErr w:type="spellStart"/>
            <w:proofErr w:type="gramStart"/>
            <w:r w:rsidRPr="001212EC">
              <w:t>prenomActeNaissance</w:t>
            </w:r>
            <w:proofErr w:type="spellEnd"/>
            <w:proofErr w:type="gramEnd"/>
            <w:r w:rsidRPr="001212EC">
              <w:t> : [1..1] Texte</w:t>
            </w:r>
          </w:p>
          <w:p w14:paraId="5B840E8D" w14:textId="77777777" w:rsidR="006440A1" w:rsidRDefault="006440A1" w:rsidP="004A5E9E">
            <w:pPr>
              <w:pStyle w:val="TBLListepuces"/>
              <w:jc w:val="left"/>
            </w:pPr>
            <w:proofErr w:type="spellStart"/>
            <w:proofErr w:type="gramStart"/>
            <w:r w:rsidRPr="001212EC">
              <w:t>premierPrenomActeNaissance</w:t>
            </w:r>
            <w:proofErr w:type="spellEnd"/>
            <w:proofErr w:type="gramEnd"/>
            <w:r w:rsidRPr="001212EC">
              <w:t xml:space="preserve"> : [1..1] Texte</w:t>
            </w:r>
          </w:p>
          <w:p w14:paraId="742F1062" w14:textId="77777777" w:rsidR="006440A1" w:rsidRDefault="006440A1" w:rsidP="004A5E9E">
            <w:pPr>
              <w:pStyle w:val="TBLListepuces"/>
              <w:numPr>
                <w:ilvl w:val="0"/>
                <w:numId w:val="0"/>
              </w:numPr>
              <w:jc w:val="left"/>
            </w:pPr>
          </w:p>
          <w:p w14:paraId="4C9485A6" w14:textId="77777777" w:rsidR="006440A1" w:rsidRPr="000A1E27" w:rsidRDefault="006440A1" w:rsidP="004A5E9E">
            <w:pPr>
              <w:pStyle w:val="TBLListepuces"/>
              <w:numPr>
                <w:ilvl w:val="0"/>
                <w:numId w:val="0"/>
              </w:numPr>
              <w:ind w:left="357" w:hanging="357"/>
              <w:jc w:val="left"/>
            </w:pPr>
          </w:p>
          <w:p w14:paraId="78D8097E" w14:textId="77777777" w:rsidR="006440A1" w:rsidRPr="00C5317A" w:rsidRDefault="006440A1" w:rsidP="004A5E9E">
            <w:pPr>
              <w:pStyle w:val="TBLListepuces"/>
              <w:jc w:val="left"/>
            </w:pPr>
            <w:proofErr w:type="spellStart"/>
            <w:proofErr w:type="gramStart"/>
            <w:r w:rsidRPr="001212EC">
              <w:t>nomUtilise</w:t>
            </w:r>
            <w:proofErr w:type="spellEnd"/>
            <w:proofErr w:type="gramEnd"/>
            <w:r w:rsidRPr="001212EC">
              <w:t xml:space="preserve"> : [1..1] Texte</w:t>
            </w:r>
          </w:p>
          <w:p w14:paraId="12F11EF6" w14:textId="77777777" w:rsidR="006440A1" w:rsidRDefault="006440A1" w:rsidP="004A5E9E">
            <w:pPr>
              <w:pStyle w:val="TBLListepuces"/>
              <w:jc w:val="left"/>
            </w:pPr>
            <w:proofErr w:type="spellStart"/>
            <w:proofErr w:type="gramStart"/>
            <w:r w:rsidRPr="001212EC">
              <w:t>prenomUtilise</w:t>
            </w:r>
            <w:proofErr w:type="spellEnd"/>
            <w:proofErr w:type="gramEnd"/>
            <w:r w:rsidRPr="001212EC">
              <w:t xml:space="preserve"> : [1..1] Texte</w:t>
            </w:r>
          </w:p>
          <w:p w14:paraId="473D8454" w14:textId="77777777" w:rsidR="006440A1" w:rsidRDefault="006440A1" w:rsidP="004A5E9E">
            <w:pPr>
              <w:pStyle w:val="TBLListepuces"/>
              <w:numPr>
                <w:ilvl w:val="0"/>
                <w:numId w:val="0"/>
              </w:numPr>
              <w:jc w:val="left"/>
            </w:pPr>
          </w:p>
          <w:p w14:paraId="1E0A76DD" w14:textId="77777777" w:rsidR="006440A1" w:rsidRPr="000A1E27" w:rsidRDefault="006440A1" w:rsidP="004A5E9E">
            <w:pPr>
              <w:pStyle w:val="TBLListepuces"/>
              <w:numPr>
                <w:ilvl w:val="0"/>
                <w:numId w:val="0"/>
              </w:numPr>
              <w:jc w:val="left"/>
            </w:pPr>
          </w:p>
          <w:p w14:paraId="127EC8CA" w14:textId="77777777" w:rsidR="006440A1" w:rsidRPr="00C5317A" w:rsidRDefault="006440A1" w:rsidP="004A5E9E">
            <w:pPr>
              <w:pStyle w:val="TBLListepuces"/>
              <w:jc w:val="left"/>
            </w:pPr>
            <w:proofErr w:type="gramStart"/>
            <w:r w:rsidRPr="001212EC">
              <w:t>sexe</w:t>
            </w:r>
            <w:proofErr w:type="gramEnd"/>
            <w:r w:rsidRPr="001212EC">
              <w:t xml:space="preserve"> : [1..1] Code</w:t>
            </w:r>
          </w:p>
          <w:p w14:paraId="437EA075" w14:textId="77777777" w:rsidR="006440A1" w:rsidRDefault="006440A1" w:rsidP="004A5E9E">
            <w:pPr>
              <w:pStyle w:val="TBLListepuces"/>
              <w:jc w:val="left"/>
            </w:pPr>
            <w:proofErr w:type="spellStart"/>
            <w:proofErr w:type="gramStart"/>
            <w:r w:rsidRPr="001212EC">
              <w:t>dateNaissance</w:t>
            </w:r>
            <w:proofErr w:type="spellEnd"/>
            <w:proofErr w:type="gramEnd"/>
            <w:r w:rsidRPr="001212EC">
              <w:t xml:space="preserve"> : [1..1] </w:t>
            </w:r>
            <w:proofErr w:type="spellStart"/>
            <w:r w:rsidRPr="001212EC">
              <w:t>DateHeure</w:t>
            </w:r>
            <w:proofErr w:type="spellEnd"/>
          </w:p>
          <w:p w14:paraId="4649D261" w14:textId="67F1D4D3" w:rsidR="006440A1" w:rsidRPr="008D3ADC" w:rsidRDefault="006440A1" w:rsidP="004A5E9E">
            <w:pPr>
              <w:pStyle w:val="TBLListepuces"/>
              <w:jc w:val="left"/>
            </w:pPr>
            <w:proofErr w:type="spellStart"/>
            <w:proofErr w:type="gramStart"/>
            <w:r w:rsidRPr="00492BF5">
              <w:rPr>
                <w:szCs w:val="20"/>
              </w:rPr>
              <w:t>lieuNaissance</w:t>
            </w:r>
            <w:proofErr w:type="spellEnd"/>
            <w:proofErr w:type="gramEnd"/>
            <w:r w:rsidRPr="00492BF5">
              <w:rPr>
                <w:szCs w:val="20"/>
              </w:rPr>
              <w:t xml:space="preserve"> : [1..1] Texte</w:t>
            </w:r>
          </w:p>
        </w:tc>
        <w:tc>
          <w:tcPr>
            <w:tcW w:w="0" w:type="pct"/>
            <w:noWrap/>
          </w:tcPr>
          <w:p w14:paraId="1918B7DF" w14:textId="77777777" w:rsidR="00AD75F0" w:rsidRPr="002B07CD" w:rsidRDefault="00AD75F0" w:rsidP="00AD75F0">
            <w:pPr>
              <w:pStyle w:val="TBLContenu"/>
              <w:rPr>
                <w:lang w:bidi="en-US"/>
              </w:rPr>
            </w:pPr>
            <w:r w:rsidRPr="003218D6">
              <w:rPr>
                <w:lang w:bidi="en-US"/>
              </w:rPr>
              <w:t>Patient</w:t>
            </w:r>
          </w:p>
          <w:p w14:paraId="64529750" w14:textId="77777777" w:rsidR="00AD75F0" w:rsidRDefault="00AD75F0" w:rsidP="00AD75F0">
            <w:pPr>
              <w:pStyle w:val="TBLContenu"/>
              <w:rPr>
                <w:lang w:bidi="en-US"/>
              </w:rPr>
            </w:pPr>
            <w:proofErr w:type="spellStart"/>
            <w:r w:rsidRPr="00536A7F">
              <w:rPr>
                <w:color w:val="F79646" w:themeColor="accent6"/>
                <w:lang w:bidi="en-US"/>
              </w:rPr>
              <w:t>FrPatient</w:t>
            </w:r>
            <w:proofErr w:type="spellEnd"/>
          </w:p>
        </w:tc>
        <w:tc>
          <w:tcPr>
            <w:tcW w:w="0" w:type="pct"/>
            <w:noWrap/>
          </w:tcPr>
          <w:p w14:paraId="1CC05834" w14:textId="77777777" w:rsidR="006440A1" w:rsidRPr="006709DF" w:rsidRDefault="006440A1" w:rsidP="004A5E9E">
            <w:pPr>
              <w:pStyle w:val="TBLListepuces"/>
            </w:pPr>
            <w:r w:rsidRPr="006709DF">
              <w:t>Identifier : Identifier [</w:t>
            </w:r>
            <w:proofErr w:type="gramStart"/>
            <w:r w:rsidRPr="006709DF">
              <w:t>0..</w:t>
            </w:r>
            <w:proofErr w:type="gramEnd"/>
            <w:r w:rsidRPr="006709DF">
              <w:t>*]</w:t>
            </w:r>
          </w:p>
          <w:p w14:paraId="1A048189" w14:textId="77777777" w:rsidR="006440A1" w:rsidRPr="006709DF" w:rsidRDefault="006440A1" w:rsidP="004A5E9E">
            <w:pPr>
              <w:pStyle w:val="TBLListepuce2"/>
            </w:pPr>
            <w:r w:rsidRPr="006709DF">
              <w:t>Slice « INS-NIR »</w:t>
            </w:r>
          </w:p>
          <w:p w14:paraId="39EA128D" w14:textId="77777777" w:rsidR="006440A1" w:rsidRPr="006709DF" w:rsidRDefault="006440A1" w:rsidP="004A5E9E">
            <w:pPr>
              <w:pStyle w:val="TBLListepuce2"/>
            </w:pPr>
            <w:r w:rsidRPr="006709DF">
              <w:t xml:space="preserve">Slice « INS-NIA » </w:t>
            </w:r>
          </w:p>
          <w:p w14:paraId="63D68463" w14:textId="77777777" w:rsidR="006440A1" w:rsidRPr="006709DF" w:rsidRDefault="006440A1" w:rsidP="004A5E9E">
            <w:pPr>
              <w:pStyle w:val="TBLListepuce2"/>
            </w:pPr>
            <w:r w:rsidRPr="006709DF">
              <w:t>Slice « INS-C »</w:t>
            </w:r>
          </w:p>
          <w:p w14:paraId="37A1A9A6" w14:textId="77777777" w:rsidR="006440A1" w:rsidRPr="006709DF" w:rsidRDefault="006440A1" w:rsidP="004A5E9E">
            <w:pPr>
              <w:pStyle w:val="TBLListepuces"/>
              <w:numPr>
                <w:ilvl w:val="0"/>
                <w:numId w:val="0"/>
              </w:numPr>
              <w:ind w:left="357"/>
            </w:pPr>
          </w:p>
          <w:p w14:paraId="4FF61D6B" w14:textId="77777777" w:rsidR="006440A1" w:rsidRPr="006709DF" w:rsidRDefault="006440A1" w:rsidP="004A5E9E">
            <w:pPr>
              <w:pStyle w:val="TBLListepuces"/>
            </w:pPr>
            <w:proofErr w:type="spellStart"/>
            <w:proofErr w:type="gramStart"/>
            <w:r w:rsidRPr="006709DF">
              <w:t>name</w:t>
            </w:r>
            <w:proofErr w:type="spellEnd"/>
            <w:r w:rsidRPr="006709DF">
              <w:t>[</w:t>
            </w:r>
            <w:proofErr w:type="gramEnd"/>
            <w:r w:rsidRPr="006709DF">
              <w:t>1..*].</w:t>
            </w:r>
            <w:proofErr w:type="spellStart"/>
            <w:r w:rsidRPr="006709DF">
              <w:t>family</w:t>
            </w:r>
            <w:proofErr w:type="spellEnd"/>
            <w:r w:rsidRPr="006709DF">
              <w:t> : string [1..1] (</w:t>
            </w:r>
            <w:proofErr w:type="spellStart"/>
            <w:r w:rsidRPr="006709DF">
              <w:t>FrHumanName</w:t>
            </w:r>
            <w:proofErr w:type="spellEnd"/>
            <w:r w:rsidRPr="006709DF">
              <w:t>)</w:t>
            </w:r>
          </w:p>
          <w:p w14:paraId="2FD38317" w14:textId="77777777" w:rsidR="006440A1" w:rsidRPr="006709DF" w:rsidRDefault="006440A1" w:rsidP="004A5E9E">
            <w:pPr>
              <w:pStyle w:val="TBLListepuces"/>
            </w:pPr>
            <w:proofErr w:type="spellStart"/>
            <w:proofErr w:type="gramStart"/>
            <w:r w:rsidRPr="006709DF">
              <w:t>name</w:t>
            </w:r>
            <w:proofErr w:type="spellEnd"/>
            <w:r w:rsidRPr="006709DF">
              <w:t>[</w:t>
            </w:r>
            <w:proofErr w:type="gramEnd"/>
            <w:r w:rsidRPr="006709DF">
              <w:t>1..*].</w:t>
            </w:r>
            <w:proofErr w:type="spellStart"/>
            <w:r w:rsidRPr="006709DF">
              <w:t>text</w:t>
            </w:r>
            <w:proofErr w:type="spellEnd"/>
            <w:r w:rsidRPr="006709DF">
              <w:t> : string [0..1] (</w:t>
            </w:r>
            <w:proofErr w:type="spellStart"/>
            <w:r w:rsidRPr="006709DF">
              <w:t>FrHumanName</w:t>
            </w:r>
            <w:proofErr w:type="spellEnd"/>
            <w:r w:rsidRPr="006709DF">
              <w:t>)</w:t>
            </w:r>
          </w:p>
          <w:p w14:paraId="6058CE70" w14:textId="77777777" w:rsidR="006440A1" w:rsidRPr="006709DF" w:rsidRDefault="006440A1" w:rsidP="004A5E9E">
            <w:pPr>
              <w:pStyle w:val="TBLListepuces"/>
            </w:pPr>
            <w:proofErr w:type="spellStart"/>
            <w:proofErr w:type="gramStart"/>
            <w:r w:rsidRPr="006709DF">
              <w:t>name</w:t>
            </w:r>
            <w:proofErr w:type="spellEnd"/>
            <w:r w:rsidRPr="006709DF">
              <w:t>[</w:t>
            </w:r>
            <w:proofErr w:type="gramEnd"/>
            <w:r w:rsidRPr="006709DF">
              <w:t>1..*].</w:t>
            </w:r>
            <w:proofErr w:type="spellStart"/>
            <w:r w:rsidRPr="006709DF">
              <w:t>given</w:t>
            </w:r>
            <w:proofErr w:type="spellEnd"/>
            <w:r w:rsidRPr="006709DF">
              <w:t> : string [1..1] (</w:t>
            </w:r>
            <w:proofErr w:type="spellStart"/>
            <w:r w:rsidRPr="006709DF">
              <w:t>FrHumanName</w:t>
            </w:r>
            <w:proofErr w:type="spellEnd"/>
            <w:r w:rsidRPr="006709DF">
              <w:t>)</w:t>
            </w:r>
          </w:p>
          <w:p w14:paraId="49F48AA9" w14:textId="77777777" w:rsidR="006440A1" w:rsidRPr="006709DF" w:rsidRDefault="006440A1" w:rsidP="00492BF5">
            <w:pPr>
              <w:pStyle w:val="TBLListepuces"/>
              <w:numPr>
                <w:ilvl w:val="0"/>
                <w:numId w:val="0"/>
              </w:numPr>
              <w:ind w:left="357"/>
            </w:pPr>
          </w:p>
          <w:p w14:paraId="4578456B" w14:textId="77777777" w:rsidR="006440A1" w:rsidRPr="006709DF" w:rsidRDefault="006440A1" w:rsidP="008D3ADC">
            <w:pPr>
              <w:pStyle w:val="TBLListepuces"/>
              <w:numPr>
                <w:ilvl w:val="0"/>
                <w:numId w:val="0"/>
              </w:numPr>
            </w:pPr>
            <w:r w:rsidRPr="006709DF">
              <w:t xml:space="preserve">Slice </w:t>
            </w:r>
            <w:proofErr w:type="spellStart"/>
            <w:r w:rsidRPr="006709DF">
              <w:t>officialName</w:t>
            </w:r>
            <w:proofErr w:type="spellEnd"/>
            <w:r w:rsidRPr="006709DF">
              <w:t xml:space="preserve">, </w:t>
            </w:r>
            <w:proofErr w:type="spellStart"/>
            <w:r w:rsidRPr="006709DF">
              <w:t>Patient.name.use</w:t>
            </w:r>
            <w:proofErr w:type="spellEnd"/>
            <w:r w:rsidRPr="006709DF">
              <w:t xml:space="preserve"> prenant la valeur « official »)</w:t>
            </w:r>
          </w:p>
          <w:p w14:paraId="320BF369" w14:textId="77777777" w:rsidR="006440A1" w:rsidRPr="006709DF" w:rsidRDefault="006440A1" w:rsidP="004A5E9E">
            <w:pPr>
              <w:pStyle w:val="TBLListepuces"/>
              <w:numPr>
                <w:ilvl w:val="0"/>
                <w:numId w:val="0"/>
              </w:numPr>
              <w:ind w:left="357"/>
            </w:pPr>
          </w:p>
          <w:p w14:paraId="0F85DF4F" w14:textId="77777777" w:rsidR="006440A1" w:rsidRPr="006709DF" w:rsidRDefault="006440A1" w:rsidP="004A5E9E">
            <w:pPr>
              <w:pStyle w:val="TBLListepuces"/>
              <w:numPr>
                <w:ilvl w:val="0"/>
                <w:numId w:val="0"/>
              </w:numPr>
              <w:ind w:left="357"/>
            </w:pPr>
          </w:p>
          <w:p w14:paraId="1DD49D36" w14:textId="77777777" w:rsidR="006440A1" w:rsidRPr="006709DF" w:rsidRDefault="006440A1" w:rsidP="004A5E9E">
            <w:pPr>
              <w:pStyle w:val="TBLListepuces"/>
            </w:pPr>
            <w:proofErr w:type="spellStart"/>
            <w:proofErr w:type="gramStart"/>
            <w:r w:rsidRPr="006709DF">
              <w:t>name</w:t>
            </w:r>
            <w:proofErr w:type="spellEnd"/>
            <w:r w:rsidRPr="006709DF">
              <w:t>[</w:t>
            </w:r>
            <w:proofErr w:type="gramEnd"/>
            <w:r w:rsidRPr="006709DF">
              <w:t>1..*].</w:t>
            </w:r>
            <w:proofErr w:type="spellStart"/>
            <w:r w:rsidRPr="006709DF">
              <w:t>family</w:t>
            </w:r>
            <w:proofErr w:type="spellEnd"/>
            <w:r w:rsidRPr="006709DF">
              <w:t> : string [0..1] (</w:t>
            </w:r>
            <w:proofErr w:type="spellStart"/>
            <w:r w:rsidRPr="006709DF">
              <w:t>FrHumanName</w:t>
            </w:r>
            <w:proofErr w:type="spellEnd"/>
            <w:r w:rsidRPr="006709DF">
              <w:t>)</w:t>
            </w:r>
          </w:p>
          <w:p w14:paraId="009FED59" w14:textId="77777777" w:rsidR="006440A1" w:rsidRPr="006709DF" w:rsidRDefault="006440A1" w:rsidP="004A5E9E">
            <w:pPr>
              <w:pStyle w:val="TBLListepuces"/>
            </w:pPr>
            <w:proofErr w:type="spellStart"/>
            <w:proofErr w:type="gramStart"/>
            <w:r w:rsidRPr="006709DF">
              <w:lastRenderedPageBreak/>
              <w:t>name</w:t>
            </w:r>
            <w:proofErr w:type="spellEnd"/>
            <w:r w:rsidRPr="006709DF">
              <w:t>[</w:t>
            </w:r>
            <w:proofErr w:type="gramEnd"/>
            <w:r w:rsidRPr="006709DF">
              <w:t>1..*].</w:t>
            </w:r>
            <w:proofErr w:type="spellStart"/>
            <w:r w:rsidRPr="006709DF">
              <w:t>given</w:t>
            </w:r>
            <w:proofErr w:type="spellEnd"/>
            <w:r w:rsidRPr="006709DF">
              <w:t> : string [0..*] (</w:t>
            </w:r>
            <w:proofErr w:type="spellStart"/>
            <w:r w:rsidRPr="006709DF">
              <w:t>FrHumanName</w:t>
            </w:r>
            <w:proofErr w:type="spellEnd"/>
            <w:r w:rsidRPr="006709DF">
              <w:t>)</w:t>
            </w:r>
          </w:p>
          <w:p w14:paraId="126122D0" w14:textId="77777777" w:rsidR="006440A1" w:rsidRPr="006709DF" w:rsidRDefault="006440A1" w:rsidP="00492BF5">
            <w:pPr>
              <w:pStyle w:val="TBLListepuces"/>
              <w:numPr>
                <w:ilvl w:val="0"/>
                <w:numId w:val="0"/>
              </w:numPr>
              <w:ind w:left="357"/>
            </w:pPr>
          </w:p>
          <w:p w14:paraId="338130E0" w14:textId="77777777" w:rsidR="006440A1" w:rsidRPr="006709DF" w:rsidRDefault="006440A1" w:rsidP="004A5E9E">
            <w:pPr>
              <w:pStyle w:val="TBLListepuces"/>
              <w:numPr>
                <w:ilvl w:val="0"/>
                <w:numId w:val="0"/>
              </w:numPr>
            </w:pPr>
            <w:r w:rsidRPr="006709DF">
              <w:t xml:space="preserve">Slice </w:t>
            </w:r>
            <w:proofErr w:type="spellStart"/>
            <w:r w:rsidRPr="006709DF">
              <w:t>usualName</w:t>
            </w:r>
            <w:proofErr w:type="spellEnd"/>
            <w:r w:rsidRPr="006709DF">
              <w:t xml:space="preserve">, </w:t>
            </w:r>
            <w:proofErr w:type="spellStart"/>
            <w:r w:rsidRPr="006709DF">
              <w:t>Patient.name.use</w:t>
            </w:r>
            <w:proofErr w:type="spellEnd"/>
            <w:r w:rsidRPr="006709DF">
              <w:t xml:space="preserve"> prenant la valeur « </w:t>
            </w:r>
            <w:proofErr w:type="spellStart"/>
            <w:r w:rsidRPr="006709DF">
              <w:t>usual</w:t>
            </w:r>
            <w:proofErr w:type="spellEnd"/>
            <w:r w:rsidRPr="006709DF">
              <w:t xml:space="preserve"> »</w:t>
            </w:r>
          </w:p>
          <w:p w14:paraId="7E3CBFE6" w14:textId="77777777" w:rsidR="006440A1" w:rsidRPr="006709DF" w:rsidRDefault="006440A1" w:rsidP="004A5E9E">
            <w:pPr>
              <w:pStyle w:val="TBLListepuces"/>
              <w:numPr>
                <w:ilvl w:val="0"/>
                <w:numId w:val="0"/>
              </w:numPr>
              <w:ind w:left="357"/>
            </w:pPr>
          </w:p>
          <w:p w14:paraId="7B9ADDCA" w14:textId="77777777" w:rsidR="006440A1" w:rsidRPr="006709DF" w:rsidRDefault="006440A1" w:rsidP="004A5E9E">
            <w:pPr>
              <w:pStyle w:val="TBLListepuces"/>
              <w:numPr>
                <w:ilvl w:val="0"/>
                <w:numId w:val="0"/>
              </w:numPr>
              <w:ind w:left="357"/>
            </w:pPr>
          </w:p>
          <w:p w14:paraId="7F3B80F2" w14:textId="77777777" w:rsidR="006440A1" w:rsidRPr="006709DF" w:rsidRDefault="006440A1" w:rsidP="004A5E9E">
            <w:pPr>
              <w:pStyle w:val="TBLListepuces"/>
            </w:pPr>
            <w:proofErr w:type="spellStart"/>
            <w:proofErr w:type="gramStart"/>
            <w:r w:rsidRPr="006709DF">
              <w:t>gender</w:t>
            </w:r>
            <w:proofErr w:type="spellEnd"/>
            <w:proofErr w:type="gramEnd"/>
            <w:r w:rsidRPr="006709DF">
              <w:t xml:space="preserve"> : code [1..1]</w:t>
            </w:r>
          </w:p>
          <w:p w14:paraId="28CEB9C7" w14:textId="77777777" w:rsidR="006440A1" w:rsidRPr="006709DF" w:rsidRDefault="006440A1" w:rsidP="004A5E9E">
            <w:pPr>
              <w:pStyle w:val="TBLListepuces"/>
            </w:pPr>
            <w:proofErr w:type="spellStart"/>
            <w:proofErr w:type="gramStart"/>
            <w:r w:rsidRPr="006709DF">
              <w:t>birthDate</w:t>
            </w:r>
            <w:proofErr w:type="spellEnd"/>
            <w:proofErr w:type="gramEnd"/>
            <w:r w:rsidRPr="006709DF">
              <w:t xml:space="preserve"> : date [1..1]</w:t>
            </w:r>
          </w:p>
          <w:p w14:paraId="1DB9D67F" w14:textId="77777777" w:rsidR="006440A1" w:rsidRPr="006709DF" w:rsidRDefault="006440A1" w:rsidP="004A5E9E">
            <w:pPr>
              <w:pStyle w:val="TBLListepuces"/>
              <w:rPr>
                <w:color w:val="FF0000"/>
              </w:rPr>
            </w:pPr>
            <w:proofErr w:type="spellStart"/>
            <w:proofErr w:type="gramStart"/>
            <w:r w:rsidRPr="006709DF">
              <w:rPr>
                <w:color w:val="FF0000"/>
              </w:rPr>
              <w:t>birthPlace</w:t>
            </w:r>
            <w:proofErr w:type="spellEnd"/>
            <w:proofErr w:type="gramEnd"/>
            <w:r w:rsidRPr="006709DF">
              <w:rPr>
                <w:color w:val="FF0000"/>
              </w:rPr>
              <w:t xml:space="preserve"> : Extension(</w:t>
            </w:r>
            <w:proofErr w:type="spellStart"/>
            <w:r w:rsidRPr="006709DF">
              <w:rPr>
                <w:color w:val="FF0000"/>
              </w:rPr>
              <w:t>Address</w:t>
            </w:r>
            <w:proofErr w:type="spellEnd"/>
            <w:r w:rsidRPr="006709DF">
              <w:rPr>
                <w:color w:val="FF0000"/>
              </w:rPr>
              <w:t>) [0..1]</w:t>
            </w:r>
          </w:p>
          <w:p w14:paraId="4F83C5D5" w14:textId="0A9AD80B" w:rsidR="00AD75F0" w:rsidRPr="006709DF" w:rsidRDefault="006440A1" w:rsidP="004A5E9E">
            <w:pPr>
              <w:pStyle w:val="TBLListepuces"/>
              <w:numPr>
                <w:ilvl w:val="0"/>
                <w:numId w:val="0"/>
              </w:numPr>
              <w:ind w:left="357"/>
            </w:pPr>
            <w:r w:rsidRPr="006709DF">
              <w:rPr>
                <w:color w:val="FF0000"/>
              </w:rPr>
              <w:t xml:space="preserve">Extension </w:t>
            </w:r>
            <w:r w:rsidR="00E85C83" w:rsidRPr="006709DF">
              <w:rPr>
                <w:color w:val="FF0000"/>
              </w:rPr>
              <w:t>(</w:t>
            </w:r>
            <w:proofErr w:type="spellStart"/>
            <w:r w:rsidRPr="006709DF">
              <w:rPr>
                <w:color w:val="FF0000"/>
              </w:rPr>
              <w:t>BirthPlace</w:t>
            </w:r>
            <w:proofErr w:type="spellEnd"/>
            <w:r w:rsidR="00E85C83" w:rsidRPr="006709DF">
              <w:rPr>
                <w:color w:val="FF0000"/>
              </w:rPr>
              <w:t>)</w:t>
            </w:r>
          </w:p>
        </w:tc>
      </w:tr>
      <w:tr w:rsidR="00AD75F0" w:rsidRPr="00EB5561" w14:paraId="746DBBF9" w14:textId="77777777" w:rsidTr="00B374ED">
        <w:trPr>
          <w:trHeight w:val="681"/>
        </w:trPr>
        <w:tc>
          <w:tcPr>
            <w:tcW w:w="895" w:type="pct"/>
            <w:vMerge/>
            <w:noWrap/>
          </w:tcPr>
          <w:p w14:paraId="5215CD29" w14:textId="77777777" w:rsidR="00AD75F0" w:rsidRDefault="00AD75F0" w:rsidP="00AD75F0">
            <w:pPr>
              <w:pStyle w:val="TBLContenu"/>
              <w:rPr>
                <w:lang w:bidi="en-US"/>
              </w:rPr>
            </w:pPr>
          </w:p>
        </w:tc>
        <w:tc>
          <w:tcPr>
            <w:tcW w:w="1577" w:type="pct"/>
            <w:noWrap/>
          </w:tcPr>
          <w:p w14:paraId="296C830D" w14:textId="77777777" w:rsidR="00AD75F0" w:rsidRDefault="00AD75F0" w:rsidP="00AD75F0">
            <w:pPr>
              <w:pStyle w:val="TBLContenu"/>
              <w:jc w:val="left"/>
              <w:rPr>
                <w:lang w:bidi="en-US"/>
              </w:rPr>
            </w:pPr>
            <w:proofErr w:type="spellStart"/>
            <w:proofErr w:type="gramStart"/>
            <w:r>
              <w:rPr>
                <w:lang w:bidi="en-US"/>
              </w:rPr>
              <w:t>idPersonnePriseCharge</w:t>
            </w:r>
            <w:proofErr w:type="spellEnd"/>
            <w:proofErr w:type="gramEnd"/>
            <w:r>
              <w:rPr>
                <w:lang w:bidi="en-US"/>
              </w:rPr>
              <w:t> : [0..*] Identifiant</w:t>
            </w:r>
          </w:p>
        </w:tc>
        <w:tc>
          <w:tcPr>
            <w:tcW w:w="1066" w:type="pct"/>
            <w:noWrap/>
          </w:tcPr>
          <w:p w14:paraId="1468C0FF" w14:textId="77777777" w:rsidR="00AD75F0" w:rsidRPr="002B07CD" w:rsidRDefault="00AD75F0" w:rsidP="00AD75F0">
            <w:pPr>
              <w:pStyle w:val="TBLContenu"/>
              <w:rPr>
                <w:lang w:bidi="en-US"/>
              </w:rPr>
            </w:pPr>
            <w:r w:rsidRPr="003218D6">
              <w:rPr>
                <w:lang w:bidi="en-US"/>
              </w:rPr>
              <w:t>Patient</w:t>
            </w:r>
          </w:p>
          <w:p w14:paraId="7D30D0F8" w14:textId="11C0B32F" w:rsidR="00AD75F0" w:rsidRDefault="00AD75F0" w:rsidP="00AD75F0">
            <w:pPr>
              <w:pStyle w:val="TBLContenu"/>
              <w:rPr>
                <w:lang w:bidi="en-US"/>
              </w:rPr>
            </w:pPr>
            <w:proofErr w:type="spellStart"/>
            <w:r w:rsidRPr="00536A7F">
              <w:rPr>
                <w:color w:val="F79646" w:themeColor="accent6"/>
                <w:lang w:bidi="en-US"/>
              </w:rPr>
              <w:t>FrPatient</w:t>
            </w:r>
            <w:proofErr w:type="spellEnd"/>
          </w:p>
        </w:tc>
        <w:tc>
          <w:tcPr>
            <w:tcW w:w="1462" w:type="pct"/>
            <w:noWrap/>
          </w:tcPr>
          <w:p w14:paraId="54CDC0E4" w14:textId="77777777" w:rsidR="00AD75F0" w:rsidRPr="00EB5561" w:rsidRDefault="00AD75F0" w:rsidP="00AD75F0">
            <w:pPr>
              <w:pStyle w:val="TBLContenu"/>
              <w:rPr>
                <w:lang w:bidi="en-US"/>
              </w:rPr>
            </w:pPr>
            <w:proofErr w:type="gramStart"/>
            <w:r>
              <w:rPr>
                <w:lang w:bidi="en-US"/>
              </w:rPr>
              <w:t>identifier</w:t>
            </w:r>
            <w:proofErr w:type="gramEnd"/>
            <w:r>
              <w:rPr>
                <w:lang w:bidi="en-US"/>
              </w:rPr>
              <w:t> : Identifier [0..*]</w:t>
            </w:r>
          </w:p>
        </w:tc>
      </w:tr>
      <w:tr w:rsidR="00AD75F0" w:rsidRPr="00EB5561" w14:paraId="12E4EAA6" w14:textId="77777777" w:rsidTr="00B374ED">
        <w:trPr>
          <w:trHeight w:val="681"/>
        </w:trPr>
        <w:tc>
          <w:tcPr>
            <w:tcW w:w="895" w:type="pct"/>
            <w:noWrap/>
          </w:tcPr>
          <w:p w14:paraId="30D134CC" w14:textId="77777777" w:rsidR="00AD75F0" w:rsidRDefault="00AD75F0" w:rsidP="00AD75F0">
            <w:pPr>
              <w:pStyle w:val="TBLContenu"/>
              <w:rPr>
                <w:lang w:bidi="en-US"/>
              </w:rPr>
            </w:pPr>
            <w:bookmarkStart w:id="10" w:name="_Hlk77696452"/>
            <w:r>
              <w:rPr>
                <w:lang w:bidi="en-US"/>
              </w:rPr>
              <w:t>Contact</w:t>
            </w:r>
          </w:p>
        </w:tc>
        <w:tc>
          <w:tcPr>
            <w:tcW w:w="1577" w:type="pct"/>
            <w:noWrap/>
          </w:tcPr>
          <w:p w14:paraId="64E33AF7" w14:textId="77777777" w:rsidR="00AD75F0" w:rsidRDefault="00AD75F0" w:rsidP="00AD75F0">
            <w:pPr>
              <w:pStyle w:val="TBLContenu"/>
              <w:rPr>
                <w:lang w:bidi="en-US"/>
              </w:rPr>
            </w:pPr>
            <w:proofErr w:type="spellStart"/>
            <w:proofErr w:type="gramStart"/>
            <w:r>
              <w:rPr>
                <w:lang w:bidi="en-US"/>
              </w:rPr>
              <w:t>idContact</w:t>
            </w:r>
            <w:proofErr w:type="spellEnd"/>
            <w:proofErr w:type="gramEnd"/>
            <w:r>
              <w:rPr>
                <w:lang w:bidi="en-US"/>
              </w:rPr>
              <w:t> : [1..1] Identifiant</w:t>
            </w:r>
          </w:p>
        </w:tc>
        <w:tc>
          <w:tcPr>
            <w:tcW w:w="1066" w:type="pct"/>
            <w:noWrap/>
          </w:tcPr>
          <w:p w14:paraId="77C1626A" w14:textId="77777777" w:rsidR="00AD75F0" w:rsidRPr="006709DF" w:rsidRDefault="00AD75F0" w:rsidP="00AD75F0">
            <w:pPr>
              <w:pStyle w:val="TBLContenu"/>
              <w:rPr>
                <w:lang w:bidi="en-US"/>
              </w:rPr>
            </w:pPr>
            <w:proofErr w:type="spellStart"/>
            <w:r w:rsidRPr="006709DF">
              <w:rPr>
                <w:lang w:bidi="en-US"/>
              </w:rPr>
              <w:t>RelatedPerson</w:t>
            </w:r>
            <w:proofErr w:type="spellEnd"/>
          </w:p>
          <w:p w14:paraId="7C5A1328" w14:textId="6BC772E1" w:rsidR="00AD75F0" w:rsidRPr="006709DF" w:rsidRDefault="00AD75F0" w:rsidP="00AD75F0">
            <w:pPr>
              <w:pStyle w:val="TBLContenu"/>
              <w:rPr>
                <w:lang w:bidi="en-US"/>
              </w:rPr>
            </w:pPr>
            <w:proofErr w:type="spellStart"/>
            <w:r w:rsidRPr="006709DF">
              <w:rPr>
                <w:color w:val="F79646" w:themeColor="accent6"/>
                <w:lang w:bidi="en-US"/>
              </w:rPr>
              <w:t>FrRelatedPerson</w:t>
            </w:r>
            <w:proofErr w:type="spellEnd"/>
          </w:p>
        </w:tc>
        <w:tc>
          <w:tcPr>
            <w:tcW w:w="1462" w:type="pct"/>
            <w:noWrap/>
          </w:tcPr>
          <w:p w14:paraId="269DE848" w14:textId="5126E943" w:rsidR="00AD75F0" w:rsidRPr="00EB5561" w:rsidRDefault="00AD75F0" w:rsidP="00AD75F0">
            <w:pPr>
              <w:pStyle w:val="TBLContenu"/>
              <w:rPr>
                <w:lang w:bidi="en-US"/>
              </w:rPr>
            </w:pPr>
            <w:proofErr w:type="gramStart"/>
            <w:r w:rsidRPr="003218D6">
              <w:rPr>
                <w:lang w:bidi="en-US"/>
              </w:rPr>
              <w:t>i</w:t>
            </w:r>
            <w:r w:rsidRPr="002B07CD">
              <w:rPr>
                <w:lang w:bidi="en-US"/>
              </w:rPr>
              <w:t>dentifier</w:t>
            </w:r>
            <w:proofErr w:type="gramEnd"/>
            <w:r w:rsidRPr="002B07CD">
              <w:rPr>
                <w:lang w:bidi="en-US"/>
              </w:rPr>
              <w:t xml:space="preserve"> : Identifier [</w:t>
            </w:r>
            <w:r>
              <w:rPr>
                <w:lang w:bidi="en-US"/>
              </w:rPr>
              <w:t>1</w:t>
            </w:r>
            <w:r w:rsidRPr="002B07CD">
              <w:rPr>
                <w:lang w:bidi="en-US"/>
              </w:rPr>
              <w:t>..</w:t>
            </w:r>
            <w:r>
              <w:rPr>
                <w:lang w:bidi="en-US"/>
              </w:rPr>
              <w:t>1</w:t>
            </w:r>
            <w:r w:rsidRPr="002B07CD">
              <w:rPr>
                <w:lang w:bidi="en-US"/>
              </w:rPr>
              <w:t>]</w:t>
            </w:r>
          </w:p>
        </w:tc>
      </w:tr>
      <w:tr w:rsidR="00AD75F0" w:rsidRPr="00EB5561" w14:paraId="24DE395B" w14:textId="77777777" w:rsidTr="00B374ED">
        <w:trPr>
          <w:trHeight w:val="681"/>
        </w:trPr>
        <w:tc>
          <w:tcPr>
            <w:tcW w:w="895" w:type="pct"/>
            <w:noWrap/>
          </w:tcPr>
          <w:p w14:paraId="730AA9A2" w14:textId="77777777" w:rsidR="00AD75F0" w:rsidRDefault="00AD75F0" w:rsidP="00AD75F0">
            <w:pPr>
              <w:pStyle w:val="TBLContenu"/>
              <w:rPr>
                <w:lang w:bidi="en-US"/>
              </w:rPr>
            </w:pPr>
            <w:r>
              <w:rPr>
                <w:lang w:bidi="en-US"/>
              </w:rPr>
              <w:t>Professionnel</w:t>
            </w:r>
          </w:p>
        </w:tc>
        <w:tc>
          <w:tcPr>
            <w:tcW w:w="1577" w:type="pct"/>
            <w:noWrap/>
          </w:tcPr>
          <w:p w14:paraId="7B1AA90E" w14:textId="77777777" w:rsidR="00AD75F0" w:rsidRDefault="00AD75F0" w:rsidP="00AD75F0">
            <w:pPr>
              <w:pStyle w:val="TBLContenu"/>
              <w:rPr>
                <w:lang w:bidi="en-US"/>
              </w:rPr>
            </w:pPr>
            <w:proofErr w:type="spellStart"/>
            <w:proofErr w:type="gramStart"/>
            <w:r>
              <w:rPr>
                <w:lang w:bidi="en-US"/>
              </w:rPr>
              <w:t>idPP</w:t>
            </w:r>
            <w:proofErr w:type="spellEnd"/>
            <w:proofErr w:type="gramEnd"/>
            <w:r>
              <w:rPr>
                <w:lang w:bidi="en-US"/>
              </w:rPr>
              <w:t> : [1..1] Identifiant</w:t>
            </w:r>
          </w:p>
        </w:tc>
        <w:tc>
          <w:tcPr>
            <w:tcW w:w="1066" w:type="pct"/>
            <w:noWrap/>
          </w:tcPr>
          <w:p w14:paraId="48D46C01" w14:textId="77777777" w:rsidR="00AD75F0" w:rsidRDefault="00AD75F0" w:rsidP="00AD75F0">
            <w:pPr>
              <w:pStyle w:val="TBLContenu"/>
              <w:rPr>
                <w:lang w:val="en-US" w:bidi="en-US"/>
              </w:rPr>
            </w:pPr>
            <w:r w:rsidRPr="008F7A55">
              <w:rPr>
                <w:lang w:val="en-US" w:bidi="en-US"/>
              </w:rPr>
              <w:t>Practitioner</w:t>
            </w:r>
          </w:p>
          <w:p w14:paraId="18404E30" w14:textId="77777777" w:rsidR="00AD75F0" w:rsidRDefault="00AD75F0" w:rsidP="00AD75F0">
            <w:pPr>
              <w:pStyle w:val="TBLContenu"/>
              <w:rPr>
                <w:lang w:bidi="en-US"/>
              </w:rPr>
            </w:pPr>
            <w:proofErr w:type="spellStart"/>
            <w:r>
              <w:rPr>
                <w:color w:val="F79646" w:themeColor="accent6"/>
                <w:lang w:bidi="en-US"/>
              </w:rPr>
              <w:t>FrPractitioner</w:t>
            </w:r>
            <w:proofErr w:type="spellEnd"/>
          </w:p>
        </w:tc>
        <w:tc>
          <w:tcPr>
            <w:tcW w:w="1462" w:type="pct"/>
            <w:noWrap/>
          </w:tcPr>
          <w:p w14:paraId="1D857B77" w14:textId="522EC62D" w:rsidR="00AD75F0" w:rsidRPr="00EB5561" w:rsidRDefault="00AD75F0" w:rsidP="004A5E9E">
            <w:pPr>
              <w:pStyle w:val="TBLContenu"/>
              <w:spacing w:before="0" w:after="0"/>
              <w:rPr>
                <w:lang w:bidi="en-US"/>
              </w:rPr>
            </w:pPr>
            <w:proofErr w:type="gramStart"/>
            <w:r w:rsidRPr="001359B4">
              <w:rPr>
                <w:lang w:bidi="en-US"/>
              </w:rPr>
              <w:t>identifier</w:t>
            </w:r>
            <w:proofErr w:type="gramEnd"/>
            <w:r w:rsidRPr="001359B4">
              <w:rPr>
                <w:lang w:bidi="en-US"/>
              </w:rPr>
              <w:t xml:space="preserve"> </w:t>
            </w:r>
            <w:r>
              <w:rPr>
                <w:lang w:bidi="en-US"/>
              </w:rPr>
              <w:t xml:space="preserve">: </w:t>
            </w:r>
            <w:r>
              <w:t>Identifier [0..*]</w:t>
            </w:r>
          </w:p>
        </w:tc>
      </w:tr>
      <w:tr w:rsidR="00AD75F0" w:rsidRPr="00EB5561" w14:paraId="29149D68" w14:textId="77777777" w:rsidTr="00B374ED">
        <w:trPr>
          <w:trHeight w:val="681"/>
        </w:trPr>
        <w:tc>
          <w:tcPr>
            <w:tcW w:w="895" w:type="pct"/>
            <w:noWrap/>
          </w:tcPr>
          <w:p w14:paraId="7C4B2994" w14:textId="77777777" w:rsidR="00AD75F0" w:rsidRDefault="00AD75F0" w:rsidP="00AD75F0">
            <w:pPr>
              <w:pStyle w:val="TBLContenu"/>
              <w:rPr>
                <w:lang w:bidi="en-US"/>
              </w:rPr>
            </w:pPr>
            <w:proofErr w:type="spellStart"/>
            <w:r>
              <w:rPr>
                <w:lang w:bidi="en-US"/>
              </w:rPr>
              <w:t>OganisationInterne</w:t>
            </w:r>
            <w:proofErr w:type="spellEnd"/>
          </w:p>
        </w:tc>
        <w:tc>
          <w:tcPr>
            <w:tcW w:w="1577" w:type="pct"/>
            <w:noWrap/>
          </w:tcPr>
          <w:p w14:paraId="6A870494" w14:textId="77777777" w:rsidR="00AD75F0" w:rsidRDefault="00AD75F0" w:rsidP="00AD75F0">
            <w:pPr>
              <w:pStyle w:val="TBLContenu"/>
              <w:rPr>
                <w:lang w:bidi="en-US"/>
              </w:rPr>
            </w:pPr>
            <w:proofErr w:type="spellStart"/>
            <w:proofErr w:type="gramStart"/>
            <w:r>
              <w:rPr>
                <w:lang w:bidi="en-US"/>
              </w:rPr>
              <w:t>identifiantOI</w:t>
            </w:r>
            <w:proofErr w:type="spellEnd"/>
            <w:proofErr w:type="gramEnd"/>
            <w:r>
              <w:rPr>
                <w:lang w:bidi="en-US"/>
              </w:rPr>
              <w:t> : [1..1] Identifiant</w:t>
            </w:r>
          </w:p>
        </w:tc>
        <w:tc>
          <w:tcPr>
            <w:tcW w:w="1066" w:type="pct"/>
            <w:noWrap/>
          </w:tcPr>
          <w:p w14:paraId="45FD69CD" w14:textId="77777777" w:rsidR="00AD75F0" w:rsidRDefault="00AD75F0" w:rsidP="00AD75F0">
            <w:pPr>
              <w:pStyle w:val="TBLContenu"/>
              <w:rPr>
                <w:lang w:bidi="en-US"/>
              </w:rPr>
            </w:pPr>
            <w:proofErr w:type="spellStart"/>
            <w:r>
              <w:rPr>
                <w:lang w:bidi="en-US"/>
              </w:rPr>
              <w:t>HealthcareService</w:t>
            </w:r>
            <w:proofErr w:type="spellEnd"/>
          </w:p>
          <w:p w14:paraId="58C79EAB" w14:textId="6ADAEF9E" w:rsidR="00AD75F0" w:rsidRDefault="00AD75F0" w:rsidP="00AD75F0">
            <w:pPr>
              <w:pStyle w:val="TBLContenu"/>
              <w:rPr>
                <w:lang w:bidi="en-US"/>
              </w:rPr>
            </w:pPr>
            <w:proofErr w:type="spellStart"/>
            <w:r w:rsidRPr="00A23149">
              <w:rPr>
                <w:color w:val="F79646" w:themeColor="accent6"/>
                <w:lang w:bidi="en-US"/>
              </w:rPr>
              <w:t>FrHealthcareService</w:t>
            </w:r>
            <w:proofErr w:type="spellEnd"/>
          </w:p>
        </w:tc>
        <w:tc>
          <w:tcPr>
            <w:tcW w:w="1462" w:type="pct"/>
            <w:noWrap/>
          </w:tcPr>
          <w:p w14:paraId="7D1EFE74" w14:textId="77777777" w:rsidR="00AD75F0" w:rsidRPr="00EB5561" w:rsidRDefault="00AD75F0" w:rsidP="00AD75F0">
            <w:pPr>
              <w:pStyle w:val="TBLContenu"/>
              <w:rPr>
                <w:lang w:bidi="en-US"/>
              </w:rPr>
            </w:pPr>
            <w:proofErr w:type="gramStart"/>
            <w:r>
              <w:rPr>
                <w:lang w:bidi="en-US"/>
              </w:rPr>
              <w:t>identifier</w:t>
            </w:r>
            <w:proofErr w:type="gramEnd"/>
            <w:r>
              <w:rPr>
                <w:lang w:bidi="en-US"/>
              </w:rPr>
              <w:t> : Identifier [0..*]</w:t>
            </w:r>
          </w:p>
        </w:tc>
      </w:tr>
      <w:tr w:rsidR="00AD75F0" w:rsidRPr="00EB5561" w14:paraId="23E7A532" w14:textId="77777777" w:rsidTr="00B374ED">
        <w:trPr>
          <w:trHeight w:val="681"/>
        </w:trPr>
        <w:tc>
          <w:tcPr>
            <w:tcW w:w="895" w:type="pct"/>
            <w:noWrap/>
          </w:tcPr>
          <w:p w14:paraId="16E75C9A" w14:textId="77777777" w:rsidR="00AD75F0" w:rsidRDefault="00AD75F0" w:rsidP="00AD75F0">
            <w:pPr>
              <w:pStyle w:val="TBLContenu"/>
              <w:rPr>
                <w:lang w:bidi="en-US"/>
              </w:rPr>
            </w:pPr>
            <w:r>
              <w:rPr>
                <w:lang w:bidi="en-US"/>
              </w:rPr>
              <w:t>Lieu</w:t>
            </w:r>
          </w:p>
        </w:tc>
        <w:tc>
          <w:tcPr>
            <w:tcW w:w="1577" w:type="pct"/>
            <w:noWrap/>
          </w:tcPr>
          <w:p w14:paraId="44D82DCD" w14:textId="77777777" w:rsidR="00AD75F0" w:rsidRDefault="00AD75F0" w:rsidP="00AD75F0">
            <w:pPr>
              <w:pStyle w:val="TBLContenu"/>
              <w:rPr>
                <w:lang w:bidi="en-US"/>
              </w:rPr>
            </w:pPr>
            <w:r>
              <w:rPr>
                <w:lang w:bidi="en-US"/>
              </w:rPr>
              <w:t>Identifiant : [</w:t>
            </w:r>
            <w:proofErr w:type="gramStart"/>
            <w:r>
              <w:rPr>
                <w:lang w:bidi="en-US"/>
              </w:rPr>
              <w:t>1..</w:t>
            </w:r>
            <w:proofErr w:type="gramEnd"/>
            <w:r>
              <w:rPr>
                <w:lang w:bidi="en-US"/>
              </w:rPr>
              <w:t>1] Identifiant</w:t>
            </w:r>
          </w:p>
        </w:tc>
        <w:tc>
          <w:tcPr>
            <w:tcW w:w="1066" w:type="pct"/>
            <w:noWrap/>
          </w:tcPr>
          <w:p w14:paraId="3461F19B" w14:textId="77777777" w:rsidR="00AD75F0" w:rsidRPr="00B43FD0" w:rsidRDefault="00AD75F0" w:rsidP="00AD75F0">
            <w:pPr>
              <w:pStyle w:val="TBLContenu"/>
              <w:rPr>
                <w:lang w:bidi="en-US"/>
              </w:rPr>
            </w:pPr>
            <w:r w:rsidRPr="00B43FD0">
              <w:rPr>
                <w:lang w:bidi="en-US"/>
              </w:rPr>
              <w:t>Location</w:t>
            </w:r>
          </w:p>
          <w:p w14:paraId="2C7EA2DF" w14:textId="77777777" w:rsidR="00AD75F0" w:rsidRDefault="00AD75F0" w:rsidP="00AD75F0">
            <w:pPr>
              <w:pStyle w:val="TBLContenu"/>
              <w:rPr>
                <w:lang w:bidi="en-US"/>
              </w:rPr>
            </w:pPr>
            <w:proofErr w:type="spellStart"/>
            <w:r w:rsidRPr="00B43FD0">
              <w:rPr>
                <w:color w:val="F79646" w:themeColor="accent6"/>
                <w:lang w:bidi="en-US"/>
              </w:rPr>
              <w:t>FrLocation</w:t>
            </w:r>
            <w:proofErr w:type="spellEnd"/>
          </w:p>
        </w:tc>
        <w:tc>
          <w:tcPr>
            <w:tcW w:w="1462" w:type="pct"/>
            <w:noWrap/>
          </w:tcPr>
          <w:p w14:paraId="113B1D81" w14:textId="77777777" w:rsidR="00AD75F0" w:rsidRPr="00EB5561" w:rsidRDefault="00AD75F0" w:rsidP="00AD75F0">
            <w:pPr>
              <w:pStyle w:val="TBLContenu"/>
              <w:rPr>
                <w:lang w:bidi="en-US"/>
              </w:rPr>
            </w:pPr>
            <w:proofErr w:type="gramStart"/>
            <w:r>
              <w:rPr>
                <w:lang w:bidi="en-US"/>
              </w:rPr>
              <w:t>identifier</w:t>
            </w:r>
            <w:proofErr w:type="gramEnd"/>
            <w:r>
              <w:rPr>
                <w:lang w:bidi="en-US"/>
              </w:rPr>
              <w:t> : Identifier [1..*]</w:t>
            </w:r>
          </w:p>
        </w:tc>
      </w:tr>
      <w:tr w:rsidR="00AD75F0" w:rsidRPr="00EB5561" w14:paraId="7B76A8C0" w14:textId="77777777" w:rsidTr="00B374ED">
        <w:trPr>
          <w:trHeight w:val="681"/>
        </w:trPr>
        <w:tc>
          <w:tcPr>
            <w:tcW w:w="895" w:type="pct"/>
            <w:noWrap/>
          </w:tcPr>
          <w:p w14:paraId="08B94602" w14:textId="77777777" w:rsidR="00AD75F0" w:rsidRDefault="00AD75F0" w:rsidP="00AD75F0">
            <w:pPr>
              <w:pStyle w:val="TBLContenu"/>
              <w:rPr>
                <w:lang w:bidi="en-US"/>
              </w:rPr>
            </w:pPr>
            <w:proofErr w:type="spellStart"/>
            <w:r>
              <w:rPr>
                <w:lang w:bidi="en-US"/>
              </w:rPr>
              <w:t>EquipementOperationnel</w:t>
            </w:r>
            <w:proofErr w:type="spellEnd"/>
          </w:p>
        </w:tc>
        <w:tc>
          <w:tcPr>
            <w:tcW w:w="1577" w:type="pct"/>
            <w:noWrap/>
          </w:tcPr>
          <w:p w14:paraId="46BF8235" w14:textId="77777777" w:rsidR="00AD75F0" w:rsidRDefault="00AD75F0" w:rsidP="00AD75F0">
            <w:pPr>
              <w:pStyle w:val="TBLContenu"/>
              <w:jc w:val="left"/>
              <w:rPr>
                <w:lang w:bidi="en-US"/>
              </w:rPr>
            </w:pPr>
            <w:proofErr w:type="spellStart"/>
            <w:proofErr w:type="gramStart"/>
            <w:r>
              <w:rPr>
                <w:lang w:bidi="en-US"/>
              </w:rPr>
              <w:t>idRessourceMaterielle</w:t>
            </w:r>
            <w:proofErr w:type="spellEnd"/>
            <w:proofErr w:type="gramEnd"/>
            <w:r>
              <w:rPr>
                <w:lang w:bidi="en-US"/>
              </w:rPr>
              <w:t> : [1..1] Identifiant</w:t>
            </w:r>
          </w:p>
        </w:tc>
        <w:tc>
          <w:tcPr>
            <w:tcW w:w="1066" w:type="pct"/>
            <w:noWrap/>
          </w:tcPr>
          <w:p w14:paraId="3BF31008" w14:textId="77777777" w:rsidR="00AD75F0" w:rsidRDefault="00AD75F0" w:rsidP="00AD75F0">
            <w:pPr>
              <w:pStyle w:val="TBLContenu"/>
              <w:rPr>
                <w:lang w:bidi="en-US"/>
              </w:rPr>
            </w:pPr>
            <w:proofErr w:type="spellStart"/>
            <w:r>
              <w:rPr>
                <w:lang w:bidi="en-US"/>
              </w:rPr>
              <w:t>Device</w:t>
            </w:r>
            <w:proofErr w:type="spellEnd"/>
          </w:p>
        </w:tc>
        <w:tc>
          <w:tcPr>
            <w:tcW w:w="1462" w:type="pct"/>
            <w:noWrap/>
          </w:tcPr>
          <w:p w14:paraId="76BAE882" w14:textId="77777777" w:rsidR="00AD75F0" w:rsidRPr="00EB5561" w:rsidRDefault="00AD75F0" w:rsidP="00390E61">
            <w:pPr>
              <w:pStyle w:val="TBLContenu"/>
              <w:keepNext/>
              <w:rPr>
                <w:lang w:bidi="en-US"/>
              </w:rPr>
            </w:pPr>
            <w:proofErr w:type="gramStart"/>
            <w:r w:rsidRPr="008E7DBB">
              <w:rPr>
                <w:lang w:bidi="en-US"/>
              </w:rPr>
              <w:t>i</w:t>
            </w:r>
            <w:r w:rsidRPr="00536A7F">
              <w:rPr>
                <w:lang w:bidi="en-US"/>
              </w:rPr>
              <w:t>dentifier</w:t>
            </w:r>
            <w:proofErr w:type="gramEnd"/>
            <w:r w:rsidRPr="000C77AE">
              <w:rPr>
                <w:lang w:bidi="en-US"/>
              </w:rPr>
              <w:t> : Identifier [0..*]</w:t>
            </w:r>
          </w:p>
        </w:tc>
      </w:tr>
    </w:tbl>
    <w:bookmarkEnd w:id="10"/>
    <w:p w14:paraId="32BFFDA9" w14:textId="1AE29498" w:rsidR="000E6C1F" w:rsidRPr="00390E61" w:rsidRDefault="00390E61" w:rsidP="00390E61">
      <w:pPr>
        <w:pStyle w:val="Lgende"/>
        <w:rPr>
          <w:sz w:val="20"/>
          <w:szCs w:val="20"/>
        </w:rPr>
      </w:pPr>
      <w:r>
        <w:t xml:space="preserve">Tableau </w:t>
      </w:r>
      <w:fldSimple w:instr=" SEQ Tableau \* ARABIC ">
        <w:r w:rsidR="00A100DC">
          <w:rPr>
            <w:noProof/>
          </w:rPr>
          <w:t>4</w:t>
        </w:r>
      </w:fldSimple>
      <w:r>
        <w:t xml:space="preserve"> </w:t>
      </w:r>
      <w:r w:rsidRPr="00390E61">
        <w:t>Mise en correspondance entre éléments métier et éléments FHIR pour le flux 2a</w:t>
      </w:r>
    </w:p>
    <w:p w14:paraId="2AFA22EC" w14:textId="633665DF" w:rsidR="00E52CFD" w:rsidRDefault="00EC0814" w:rsidP="00635C70">
      <w:pPr>
        <w:pStyle w:val="Titre2"/>
      </w:pPr>
      <w:bookmarkStart w:id="11" w:name="_Toc142042205"/>
      <w:r w:rsidRPr="006B3D0B">
        <w:rPr>
          <w:lang w:bidi="en-US"/>
        </w:rPr>
        <w:t>Flux 2c – Suppression d’un agenda</w:t>
      </w:r>
      <w:bookmarkEnd w:id="11"/>
      <w:r>
        <w:rPr>
          <w:lang w:bidi="en-US"/>
        </w:rPr>
        <w:t xml:space="preserve"> </w:t>
      </w:r>
      <w:bookmarkStart w:id="12" w:name="_Toc77779145"/>
      <w:bookmarkEnd w:id="12"/>
    </w:p>
    <w:tbl>
      <w:tblPr>
        <w:tblStyle w:val="Tableaustandard"/>
        <w:tblW w:w="5000" w:type="pct"/>
        <w:tblLayout w:type="fixed"/>
        <w:tblLook w:val="04A0" w:firstRow="1" w:lastRow="0" w:firstColumn="1" w:lastColumn="0" w:noHBand="0" w:noVBand="1"/>
      </w:tblPr>
      <w:tblGrid>
        <w:gridCol w:w="1823"/>
        <w:gridCol w:w="3214"/>
        <w:gridCol w:w="2173"/>
        <w:gridCol w:w="2980"/>
      </w:tblGrid>
      <w:tr w:rsidR="00CA0053" w:rsidRPr="00EB5561" w14:paraId="1E90981D" w14:textId="77777777" w:rsidTr="00B374ED">
        <w:trPr>
          <w:cnfStyle w:val="100000000000" w:firstRow="1" w:lastRow="0" w:firstColumn="0" w:lastColumn="0" w:oddVBand="0" w:evenVBand="0" w:oddHBand="0" w:evenHBand="0" w:firstRowFirstColumn="0" w:firstRowLastColumn="0" w:lastRowFirstColumn="0" w:lastRowLastColumn="0"/>
          <w:trHeight w:val="400"/>
        </w:trPr>
        <w:tc>
          <w:tcPr>
            <w:tcW w:w="2472" w:type="pct"/>
            <w:gridSpan w:val="2"/>
            <w:noWrap/>
            <w:hideMark/>
          </w:tcPr>
          <w:p w14:paraId="38C4A5DB" w14:textId="77777777" w:rsidR="00CA0053" w:rsidRPr="00442F70" w:rsidRDefault="00CA0053" w:rsidP="004A5E9E">
            <w:pPr>
              <w:pStyle w:val="TBLTitrecolonne"/>
            </w:pPr>
            <w:proofErr w:type="spellStart"/>
            <w:r w:rsidRPr="00442F70">
              <w:t>Eléments</w:t>
            </w:r>
            <w:proofErr w:type="spellEnd"/>
            <w:r w:rsidRPr="00442F70">
              <w:t xml:space="preserve"> métier</w:t>
            </w:r>
          </w:p>
        </w:tc>
        <w:tc>
          <w:tcPr>
            <w:tcW w:w="2528" w:type="pct"/>
            <w:gridSpan w:val="2"/>
            <w:noWrap/>
            <w:hideMark/>
          </w:tcPr>
          <w:p w14:paraId="6B1BA4DD" w14:textId="77777777" w:rsidR="00CA0053" w:rsidRPr="00442F70" w:rsidRDefault="00CA0053" w:rsidP="004A5E9E">
            <w:pPr>
              <w:pStyle w:val="TBLTitrecolonne"/>
            </w:pPr>
            <w:proofErr w:type="spellStart"/>
            <w:r w:rsidRPr="00442F70">
              <w:t>Eléments</w:t>
            </w:r>
            <w:proofErr w:type="spellEnd"/>
            <w:r w:rsidRPr="00442F70">
              <w:t xml:space="preserve"> FHIR</w:t>
            </w:r>
          </w:p>
        </w:tc>
      </w:tr>
      <w:tr w:rsidR="00CA0053" w:rsidRPr="00EB5561" w14:paraId="745FD707" w14:textId="77777777" w:rsidTr="00B374ED">
        <w:trPr>
          <w:trHeight w:val="136"/>
        </w:trPr>
        <w:tc>
          <w:tcPr>
            <w:tcW w:w="895" w:type="pct"/>
            <w:noWrap/>
            <w:hideMark/>
          </w:tcPr>
          <w:p w14:paraId="2C2864AE" w14:textId="77777777" w:rsidR="00CA0053" w:rsidRPr="008724E8" w:rsidRDefault="00CA0053" w:rsidP="004A5E9E">
            <w:pPr>
              <w:pStyle w:val="TBLTitrecolonne"/>
            </w:pPr>
            <w:r w:rsidRPr="008724E8">
              <w:t>Classe</w:t>
            </w:r>
          </w:p>
        </w:tc>
        <w:tc>
          <w:tcPr>
            <w:tcW w:w="1577" w:type="pct"/>
            <w:noWrap/>
            <w:hideMark/>
          </w:tcPr>
          <w:p w14:paraId="24AB4061" w14:textId="77777777" w:rsidR="00CA0053" w:rsidRPr="008724E8" w:rsidRDefault="00CA0053" w:rsidP="004A5E9E">
            <w:pPr>
              <w:pStyle w:val="TBLTitrecolonne"/>
            </w:pPr>
            <w:r w:rsidRPr="008724E8">
              <w:t>Attribut</w:t>
            </w:r>
          </w:p>
        </w:tc>
        <w:tc>
          <w:tcPr>
            <w:tcW w:w="1066" w:type="pct"/>
            <w:noWrap/>
            <w:hideMark/>
          </w:tcPr>
          <w:p w14:paraId="58D1828F" w14:textId="77777777" w:rsidR="00CA0053" w:rsidRPr="008724E8" w:rsidRDefault="00CA0053" w:rsidP="004A5E9E">
            <w:pPr>
              <w:pStyle w:val="TBLTitrecolonne"/>
            </w:pPr>
            <w:r w:rsidRPr="008724E8">
              <w:t>Ressource</w:t>
            </w:r>
          </w:p>
        </w:tc>
        <w:tc>
          <w:tcPr>
            <w:tcW w:w="1462" w:type="pct"/>
            <w:noWrap/>
            <w:hideMark/>
          </w:tcPr>
          <w:p w14:paraId="788A8010" w14:textId="77777777" w:rsidR="00CA0053" w:rsidRPr="008724E8" w:rsidRDefault="00CA0053" w:rsidP="004A5E9E">
            <w:pPr>
              <w:pStyle w:val="TBLTitrecolonne"/>
            </w:pPr>
            <w:r>
              <w:t>Paramètre de recherche</w:t>
            </w:r>
          </w:p>
        </w:tc>
      </w:tr>
      <w:tr w:rsidR="00CA0053" w:rsidRPr="00EB5561" w14:paraId="4AF8BA05" w14:textId="77777777" w:rsidTr="00B374ED">
        <w:trPr>
          <w:trHeight w:val="681"/>
        </w:trPr>
        <w:tc>
          <w:tcPr>
            <w:tcW w:w="895" w:type="pct"/>
            <w:noWrap/>
            <w:hideMark/>
          </w:tcPr>
          <w:p w14:paraId="1BC91311" w14:textId="77777777" w:rsidR="00CA0053" w:rsidRPr="009F147D" w:rsidRDefault="00CA0053" w:rsidP="00B374ED">
            <w:pPr>
              <w:pStyle w:val="TBLContenu"/>
              <w:rPr>
                <w:b/>
                <w:bCs/>
                <w:lang w:bidi="en-US"/>
              </w:rPr>
            </w:pPr>
            <w:r>
              <w:rPr>
                <w:lang w:bidi="en-US"/>
              </w:rPr>
              <w:t>Agenda</w:t>
            </w:r>
          </w:p>
        </w:tc>
        <w:tc>
          <w:tcPr>
            <w:tcW w:w="1577" w:type="pct"/>
            <w:noWrap/>
            <w:hideMark/>
          </w:tcPr>
          <w:p w14:paraId="0BED3FD5" w14:textId="77777777" w:rsidR="00CA0053" w:rsidRPr="009F147D" w:rsidRDefault="00CA0053" w:rsidP="00B374ED">
            <w:pPr>
              <w:pStyle w:val="TBLContenu"/>
              <w:rPr>
                <w:lang w:bidi="en-US"/>
              </w:rPr>
            </w:pPr>
            <w:proofErr w:type="spellStart"/>
            <w:proofErr w:type="gramStart"/>
            <w:r>
              <w:rPr>
                <w:lang w:bidi="en-US"/>
              </w:rPr>
              <w:t>idAgenda</w:t>
            </w:r>
            <w:proofErr w:type="spellEnd"/>
            <w:proofErr w:type="gramEnd"/>
            <w:r>
              <w:rPr>
                <w:lang w:bidi="en-US"/>
              </w:rPr>
              <w:t> : [1..1] Identifiant</w:t>
            </w:r>
          </w:p>
        </w:tc>
        <w:tc>
          <w:tcPr>
            <w:tcW w:w="1066" w:type="pct"/>
            <w:noWrap/>
            <w:hideMark/>
          </w:tcPr>
          <w:p w14:paraId="27B67AE3" w14:textId="77777777" w:rsidR="00CA0053" w:rsidRDefault="00CA0053" w:rsidP="00B374ED">
            <w:pPr>
              <w:pStyle w:val="TBLContenu"/>
              <w:rPr>
                <w:lang w:bidi="en-US"/>
              </w:rPr>
            </w:pPr>
            <w:r>
              <w:rPr>
                <w:lang w:bidi="en-US"/>
              </w:rPr>
              <w:t>Schedule</w:t>
            </w:r>
          </w:p>
          <w:p w14:paraId="1E952C43" w14:textId="77777777" w:rsidR="00CA0053" w:rsidRPr="008346F3" w:rsidRDefault="00CA0053" w:rsidP="00B374ED">
            <w:pPr>
              <w:pStyle w:val="TBLContenu"/>
              <w:rPr>
                <w:iCs/>
                <w:lang w:bidi="en-US"/>
              </w:rPr>
            </w:pPr>
            <w:proofErr w:type="spellStart"/>
            <w:r>
              <w:rPr>
                <w:color w:val="F79646" w:themeColor="accent6"/>
                <w:lang w:bidi="en-US"/>
              </w:rPr>
              <w:t>FrS</w:t>
            </w:r>
            <w:r w:rsidRPr="000F1739">
              <w:rPr>
                <w:color w:val="F79646" w:themeColor="accent6"/>
                <w:lang w:bidi="en-US"/>
              </w:rPr>
              <w:t>chedule</w:t>
            </w:r>
            <w:proofErr w:type="spellEnd"/>
          </w:p>
        </w:tc>
        <w:tc>
          <w:tcPr>
            <w:tcW w:w="1462" w:type="pct"/>
            <w:noWrap/>
            <w:hideMark/>
          </w:tcPr>
          <w:p w14:paraId="5BCFB8FD" w14:textId="77777777" w:rsidR="00CA0053" w:rsidRPr="00EB5561" w:rsidRDefault="00CA0053" w:rsidP="00390E61">
            <w:pPr>
              <w:pStyle w:val="TBLContenu"/>
              <w:keepNext/>
              <w:rPr>
                <w:lang w:bidi="en-US"/>
              </w:rPr>
            </w:pPr>
            <w:proofErr w:type="gramStart"/>
            <w:r>
              <w:rPr>
                <w:lang w:bidi="en-US"/>
              </w:rPr>
              <w:t>id</w:t>
            </w:r>
            <w:proofErr w:type="gramEnd"/>
            <w:r>
              <w:rPr>
                <w:lang w:bidi="en-US"/>
              </w:rPr>
              <w:t xml:space="preserve"> </w:t>
            </w:r>
            <w:r>
              <w:t xml:space="preserve">: </w:t>
            </w:r>
            <w:proofErr w:type="spellStart"/>
            <w:r>
              <w:t>token</w:t>
            </w:r>
            <w:proofErr w:type="spellEnd"/>
          </w:p>
        </w:tc>
      </w:tr>
    </w:tbl>
    <w:p w14:paraId="5DCF6514" w14:textId="52FF5241" w:rsidR="00390E61" w:rsidRPr="00390E61" w:rsidRDefault="00390E61" w:rsidP="00390E61">
      <w:pPr>
        <w:pStyle w:val="Lgende"/>
      </w:pPr>
      <w:r w:rsidRPr="00390E61">
        <w:t xml:space="preserve">Tableau </w:t>
      </w:r>
      <w:fldSimple w:instr=" SEQ Tableau \* ARABIC ">
        <w:r w:rsidR="00A100DC">
          <w:rPr>
            <w:noProof/>
          </w:rPr>
          <w:t>5</w:t>
        </w:r>
      </w:fldSimple>
      <w:r w:rsidRPr="00390E61">
        <w:t xml:space="preserve"> Mise en correspondance entre éléments métier et éléments FHIR pour le flux 2c</w:t>
      </w:r>
    </w:p>
    <w:p w14:paraId="51465F03" w14:textId="5F4FB90D" w:rsidR="00FF6A9B" w:rsidRPr="008346F3" w:rsidRDefault="002206AD" w:rsidP="00635C70">
      <w:pPr>
        <w:pStyle w:val="Titre2"/>
      </w:pPr>
      <w:bookmarkStart w:id="13" w:name="_Toc34751951"/>
      <w:bookmarkStart w:id="14" w:name="_Toc142042206"/>
      <w:bookmarkStart w:id="15" w:name="_Toc485378378"/>
      <w:r>
        <w:t xml:space="preserve">Flux </w:t>
      </w:r>
      <w:r w:rsidR="00EC0814">
        <w:t>3a</w:t>
      </w:r>
      <w:r w:rsidRPr="00DB3682">
        <w:t xml:space="preserve"> – </w:t>
      </w:r>
      <w:r>
        <w:t>Création de</w:t>
      </w:r>
      <w:r w:rsidRPr="00DB3682">
        <w:t xml:space="preserve"> disponibilité</w:t>
      </w:r>
      <w:r>
        <w:t>s</w:t>
      </w:r>
      <w:bookmarkEnd w:id="13"/>
      <w:bookmarkEnd w:id="14"/>
    </w:p>
    <w:tbl>
      <w:tblPr>
        <w:tblStyle w:val="Tableaustandard"/>
        <w:tblW w:w="5000" w:type="pct"/>
        <w:tblLayout w:type="fixed"/>
        <w:tblLook w:val="04A0" w:firstRow="1" w:lastRow="0" w:firstColumn="1" w:lastColumn="0" w:noHBand="0" w:noVBand="1"/>
      </w:tblPr>
      <w:tblGrid>
        <w:gridCol w:w="2523"/>
        <w:gridCol w:w="2884"/>
        <w:gridCol w:w="1950"/>
        <w:gridCol w:w="2833"/>
      </w:tblGrid>
      <w:tr w:rsidR="00AD75F0" w:rsidRPr="005B1EEA" w14:paraId="4E9359C5" w14:textId="77777777" w:rsidTr="002206AD">
        <w:trPr>
          <w:cnfStyle w:val="100000000000" w:firstRow="1" w:lastRow="0" w:firstColumn="0" w:lastColumn="0" w:oddVBand="0" w:evenVBand="0" w:oddHBand="0" w:evenHBand="0" w:firstRowFirstColumn="0" w:firstRowLastColumn="0" w:lastRowFirstColumn="0" w:lastRowLastColumn="0"/>
          <w:trHeight w:val="508"/>
        </w:trPr>
        <w:tc>
          <w:tcPr>
            <w:tcW w:w="2653" w:type="pct"/>
            <w:gridSpan w:val="2"/>
            <w:noWrap/>
            <w:hideMark/>
          </w:tcPr>
          <w:p w14:paraId="19B71436" w14:textId="77777777" w:rsidR="00AD75F0" w:rsidRPr="00C30AD8" w:rsidRDefault="00AD75F0" w:rsidP="004A5E9E">
            <w:pPr>
              <w:pStyle w:val="TBLTitrecolonne"/>
            </w:pPr>
            <w:proofErr w:type="spellStart"/>
            <w:r w:rsidRPr="00C30AD8">
              <w:t>Eléments</w:t>
            </w:r>
            <w:proofErr w:type="spellEnd"/>
            <w:r w:rsidRPr="00C30AD8">
              <w:t xml:space="preserve"> métier</w:t>
            </w:r>
          </w:p>
        </w:tc>
        <w:tc>
          <w:tcPr>
            <w:tcW w:w="2347" w:type="pct"/>
            <w:gridSpan w:val="2"/>
          </w:tcPr>
          <w:p w14:paraId="1F8F1131" w14:textId="164145A2" w:rsidR="00AD75F0" w:rsidRPr="00A75037" w:rsidRDefault="00AD75F0" w:rsidP="004A5E9E">
            <w:pPr>
              <w:pStyle w:val="TBLTitrecolonne"/>
            </w:pPr>
            <w:proofErr w:type="spellStart"/>
            <w:r w:rsidRPr="00A75037">
              <w:t>Eléments</w:t>
            </w:r>
            <w:proofErr w:type="spellEnd"/>
            <w:r w:rsidRPr="00A75037">
              <w:t xml:space="preserve"> </w:t>
            </w:r>
            <w:r>
              <w:t>des ressources et profils FHIR identifiés</w:t>
            </w:r>
          </w:p>
        </w:tc>
      </w:tr>
      <w:tr w:rsidR="00AD75F0" w:rsidRPr="005B1EEA" w14:paraId="6ACC05E9" w14:textId="77777777" w:rsidTr="002206AD">
        <w:trPr>
          <w:trHeight w:val="288"/>
        </w:trPr>
        <w:tc>
          <w:tcPr>
            <w:tcW w:w="1238" w:type="pct"/>
            <w:noWrap/>
            <w:hideMark/>
          </w:tcPr>
          <w:p w14:paraId="05E7B3A9" w14:textId="77777777" w:rsidR="00AD75F0" w:rsidRPr="003B005D" w:rsidRDefault="00AD75F0" w:rsidP="004A5E9E">
            <w:pPr>
              <w:pStyle w:val="TBLTitrecolonne"/>
            </w:pPr>
            <w:r w:rsidRPr="003B005D">
              <w:t>Classe</w:t>
            </w:r>
          </w:p>
        </w:tc>
        <w:tc>
          <w:tcPr>
            <w:tcW w:w="1415" w:type="pct"/>
            <w:noWrap/>
            <w:hideMark/>
          </w:tcPr>
          <w:p w14:paraId="24E40CC0" w14:textId="77777777" w:rsidR="00AD75F0" w:rsidRPr="003B005D" w:rsidRDefault="00AD75F0" w:rsidP="004A5E9E">
            <w:pPr>
              <w:pStyle w:val="TBLTitrecolonne"/>
            </w:pPr>
            <w:r w:rsidRPr="003B005D">
              <w:t>Attribut</w:t>
            </w:r>
          </w:p>
        </w:tc>
        <w:tc>
          <w:tcPr>
            <w:tcW w:w="957" w:type="pct"/>
            <w:noWrap/>
            <w:hideMark/>
          </w:tcPr>
          <w:p w14:paraId="5BC9D79F" w14:textId="77777777" w:rsidR="00AD75F0" w:rsidRPr="003B005D" w:rsidRDefault="00AD75F0" w:rsidP="004A5E9E">
            <w:pPr>
              <w:pStyle w:val="TBLTitrecolonne"/>
            </w:pPr>
            <w:r w:rsidRPr="003B005D">
              <w:t>Ressource</w:t>
            </w:r>
          </w:p>
        </w:tc>
        <w:tc>
          <w:tcPr>
            <w:tcW w:w="1390" w:type="pct"/>
            <w:noWrap/>
            <w:hideMark/>
          </w:tcPr>
          <w:p w14:paraId="6961DF9A" w14:textId="77777777" w:rsidR="00AD75F0" w:rsidRPr="003B005D" w:rsidRDefault="00AD75F0" w:rsidP="004A5E9E">
            <w:pPr>
              <w:pStyle w:val="TBLTitrecolonne"/>
            </w:pPr>
            <w:proofErr w:type="spellStart"/>
            <w:r w:rsidRPr="003B005D">
              <w:t>Elément</w:t>
            </w:r>
            <w:proofErr w:type="spellEnd"/>
          </w:p>
        </w:tc>
      </w:tr>
      <w:tr w:rsidR="00AD75F0" w:rsidRPr="005B1EEA" w14:paraId="50DF0115" w14:textId="77777777" w:rsidTr="002206AD">
        <w:trPr>
          <w:trHeight w:val="576"/>
        </w:trPr>
        <w:tc>
          <w:tcPr>
            <w:tcW w:w="1238" w:type="pct"/>
            <w:vMerge w:val="restart"/>
            <w:noWrap/>
          </w:tcPr>
          <w:p w14:paraId="77DE8C6D" w14:textId="4007F632" w:rsidR="00AD75F0" w:rsidRPr="005B1EEA" w:rsidRDefault="00AD75F0" w:rsidP="00AD75F0">
            <w:pPr>
              <w:pStyle w:val="TBLContenu"/>
              <w:rPr>
                <w:lang w:bidi="en-US"/>
              </w:rPr>
            </w:pPr>
            <w:proofErr w:type="spellStart"/>
            <w:r>
              <w:rPr>
                <w:lang w:bidi="en-US"/>
              </w:rPr>
              <w:t>PlageDisponibilite</w:t>
            </w:r>
            <w:proofErr w:type="spellEnd"/>
          </w:p>
        </w:tc>
        <w:tc>
          <w:tcPr>
            <w:tcW w:w="1415" w:type="pct"/>
            <w:noWrap/>
          </w:tcPr>
          <w:p w14:paraId="2FBE395E" w14:textId="5AA43AA6" w:rsidR="00AD75F0" w:rsidRPr="005B1EEA" w:rsidRDefault="00AD75F0" w:rsidP="006709DF">
            <w:pPr>
              <w:pStyle w:val="TBLContenu"/>
              <w:rPr>
                <w:lang w:bidi="en-US"/>
              </w:rPr>
            </w:pPr>
            <w:proofErr w:type="spellStart"/>
            <w:proofErr w:type="gramStart"/>
            <w:r>
              <w:rPr>
                <w:lang w:bidi="en-US"/>
              </w:rPr>
              <w:t>idDisponibilite</w:t>
            </w:r>
            <w:proofErr w:type="spellEnd"/>
            <w:proofErr w:type="gramEnd"/>
            <w:r>
              <w:rPr>
                <w:lang w:bidi="en-US"/>
              </w:rPr>
              <w:t xml:space="preserve"> : [1..1</w:t>
            </w:r>
            <w:r w:rsidRPr="005B1EEA">
              <w:rPr>
                <w:lang w:bidi="en-US"/>
              </w:rPr>
              <w:t xml:space="preserve">] </w:t>
            </w:r>
            <w:r>
              <w:rPr>
                <w:lang w:bidi="en-US"/>
              </w:rPr>
              <w:t>Identifiant</w:t>
            </w:r>
          </w:p>
        </w:tc>
        <w:tc>
          <w:tcPr>
            <w:tcW w:w="957" w:type="pct"/>
            <w:noWrap/>
          </w:tcPr>
          <w:p w14:paraId="6ADFE1FD" w14:textId="77777777" w:rsidR="00AD75F0" w:rsidRDefault="00AD75F0" w:rsidP="00AD75F0">
            <w:pPr>
              <w:pStyle w:val="TBLContenu"/>
              <w:rPr>
                <w:lang w:bidi="en-US"/>
              </w:rPr>
            </w:pPr>
            <w:r>
              <w:rPr>
                <w:lang w:bidi="en-US"/>
              </w:rPr>
              <w:t>Schedule</w:t>
            </w:r>
          </w:p>
          <w:p w14:paraId="2FABAA15" w14:textId="1BE92407" w:rsidR="00AD75F0" w:rsidRPr="000041D5" w:rsidRDefault="00AD75F0" w:rsidP="00AD75F0">
            <w:pPr>
              <w:pStyle w:val="TBLContenu"/>
              <w:rPr>
                <w:color w:val="F79646" w:themeColor="accent6"/>
                <w:lang w:bidi="en-US"/>
              </w:rPr>
            </w:pPr>
            <w:proofErr w:type="spellStart"/>
            <w:r>
              <w:rPr>
                <w:color w:val="F79646" w:themeColor="accent6"/>
                <w:lang w:bidi="en-US"/>
              </w:rPr>
              <w:t>FrS</w:t>
            </w:r>
            <w:r w:rsidRPr="000F1739">
              <w:rPr>
                <w:color w:val="F79646" w:themeColor="accent6"/>
                <w:lang w:bidi="en-US"/>
              </w:rPr>
              <w:t>chedule</w:t>
            </w:r>
            <w:proofErr w:type="spellEnd"/>
          </w:p>
        </w:tc>
        <w:tc>
          <w:tcPr>
            <w:tcW w:w="1390" w:type="pct"/>
            <w:noWrap/>
          </w:tcPr>
          <w:p w14:paraId="40308EC7" w14:textId="77777777" w:rsidR="00AD75F0" w:rsidRPr="002B29B5" w:rsidRDefault="00AD75F0" w:rsidP="00AD75F0">
            <w:pPr>
              <w:pStyle w:val="TBLContenu"/>
              <w:rPr>
                <w:color w:val="FF0000"/>
                <w:lang w:bidi="en-US"/>
              </w:rPr>
            </w:pPr>
            <w:proofErr w:type="spellStart"/>
            <w:proofErr w:type="gramStart"/>
            <w:r w:rsidRPr="002B29B5">
              <w:rPr>
                <w:color w:val="FF0000"/>
                <w:lang w:bidi="en-US"/>
              </w:rPr>
              <w:t>availabilityTime</w:t>
            </w:r>
            <w:proofErr w:type="spellEnd"/>
            <w:r w:rsidRPr="002B29B5">
              <w:rPr>
                <w:color w:val="FF0000"/>
                <w:lang w:bidi="en-US"/>
              </w:rPr>
              <w:t>[</w:t>
            </w:r>
            <w:proofErr w:type="gramEnd"/>
            <w:r w:rsidRPr="002B29B5">
              <w:rPr>
                <w:color w:val="FF0000"/>
                <w:lang w:bidi="en-US"/>
              </w:rPr>
              <w:t>0..*].identifier : Identifier [1..*]</w:t>
            </w:r>
            <w:r w:rsidRPr="002B29B5">
              <w:rPr>
                <w:rStyle w:val="Appelnotedebasdep"/>
                <w:color w:val="FF0000"/>
                <w:lang w:bidi="en-US"/>
              </w:rPr>
              <w:footnoteReference w:id="7"/>
            </w:r>
          </w:p>
          <w:p w14:paraId="7AD3B118" w14:textId="2F0048F4" w:rsidR="00AD75F0" w:rsidRPr="004A5E9E" w:rsidRDefault="00AD75F0" w:rsidP="004A5E9E">
            <w:pPr>
              <w:spacing w:after="0"/>
              <w:rPr>
                <w:color w:val="FF0000"/>
                <w:sz w:val="18"/>
                <w:lang w:bidi="en-US"/>
              </w:rPr>
            </w:pPr>
            <w:proofErr w:type="gramStart"/>
            <w:r w:rsidRPr="004A5E9E">
              <w:rPr>
                <w:color w:val="FF0000"/>
                <w:sz w:val="18"/>
                <w:lang w:bidi="en-US"/>
              </w:rPr>
              <w:t>extension</w:t>
            </w:r>
            <w:proofErr w:type="gramEnd"/>
            <w:r w:rsidRPr="004A5E9E">
              <w:rPr>
                <w:color w:val="FF0000"/>
                <w:sz w:val="18"/>
                <w:lang w:bidi="en-US"/>
              </w:rPr>
              <w:t xml:space="preserve"> française</w:t>
            </w:r>
          </w:p>
          <w:p w14:paraId="67A8C6C9" w14:textId="263DF296" w:rsidR="00AD75F0" w:rsidRPr="004A5E9E" w:rsidRDefault="00AD75F0" w:rsidP="004A5E9E">
            <w:pPr>
              <w:rPr>
                <w:rFonts w:ascii="Times New Roman" w:hAnsi="Times New Roman"/>
                <w:color w:val="006AB2"/>
                <w:szCs w:val="32"/>
              </w:rPr>
            </w:pPr>
            <w:r w:rsidRPr="004A5E9E">
              <w:rPr>
                <w:color w:val="FF0000"/>
                <w:sz w:val="18"/>
                <w:lang w:bidi="en-US"/>
              </w:rPr>
              <w:t>(</w:t>
            </w:r>
            <w:proofErr w:type="spellStart"/>
            <w:r w:rsidRPr="004A5E9E">
              <w:rPr>
                <w:color w:val="FF0000"/>
                <w:sz w:val="18"/>
                <w:lang w:bidi="en-US"/>
              </w:rPr>
              <w:t>FrScheduleAvailabiltyTime</w:t>
            </w:r>
            <w:proofErr w:type="spellEnd"/>
            <w:r w:rsidRPr="004A5E9E">
              <w:rPr>
                <w:color w:val="FF0000"/>
                <w:sz w:val="18"/>
                <w:lang w:bidi="en-US"/>
              </w:rPr>
              <w:t>)</w:t>
            </w:r>
          </w:p>
        </w:tc>
      </w:tr>
      <w:tr w:rsidR="00AD75F0" w:rsidRPr="005B1EEA" w14:paraId="3E89B75C" w14:textId="77777777" w:rsidTr="002206AD">
        <w:trPr>
          <w:trHeight w:val="576"/>
        </w:trPr>
        <w:tc>
          <w:tcPr>
            <w:tcW w:w="1238" w:type="pct"/>
            <w:vMerge/>
            <w:noWrap/>
            <w:hideMark/>
          </w:tcPr>
          <w:p w14:paraId="58339F58" w14:textId="77777777" w:rsidR="00AD75F0" w:rsidRPr="005B1EEA" w:rsidRDefault="00AD75F0" w:rsidP="00AD75F0">
            <w:pPr>
              <w:pStyle w:val="TBLContenu"/>
              <w:rPr>
                <w:lang w:bidi="en-US"/>
              </w:rPr>
            </w:pPr>
          </w:p>
        </w:tc>
        <w:tc>
          <w:tcPr>
            <w:tcW w:w="1415" w:type="pct"/>
            <w:noWrap/>
            <w:hideMark/>
          </w:tcPr>
          <w:p w14:paraId="4F74D44D" w14:textId="1E2968A9" w:rsidR="00AD75F0" w:rsidRPr="005B1EEA" w:rsidRDefault="00AD75F0" w:rsidP="00AD75F0">
            <w:pPr>
              <w:pStyle w:val="TBLContenu"/>
              <w:rPr>
                <w:lang w:bidi="en-US"/>
              </w:rPr>
            </w:pPr>
            <w:proofErr w:type="spellStart"/>
            <w:proofErr w:type="gramStart"/>
            <w:r w:rsidRPr="005B1EEA">
              <w:rPr>
                <w:lang w:bidi="en-US"/>
              </w:rPr>
              <w:t>debutDisponibilite</w:t>
            </w:r>
            <w:proofErr w:type="spellEnd"/>
            <w:proofErr w:type="gramEnd"/>
            <w:r w:rsidRPr="005B1EEA">
              <w:rPr>
                <w:lang w:bidi="en-US"/>
              </w:rPr>
              <w:t xml:space="preserve"> : [</w:t>
            </w:r>
            <w:r>
              <w:rPr>
                <w:lang w:bidi="en-US"/>
              </w:rPr>
              <w:t>1</w:t>
            </w:r>
            <w:r w:rsidRPr="005B1EEA">
              <w:rPr>
                <w:lang w:bidi="en-US"/>
              </w:rPr>
              <w:t>..</w:t>
            </w:r>
            <w:r>
              <w:rPr>
                <w:lang w:bidi="en-US"/>
              </w:rPr>
              <w:t>1</w:t>
            </w:r>
            <w:r w:rsidRPr="005B1EEA">
              <w:rPr>
                <w:lang w:bidi="en-US"/>
              </w:rPr>
              <w:t xml:space="preserve">] </w:t>
            </w:r>
            <w:proofErr w:type="spellStart"/>
            <w:r w:rsidRPr="005B1EEA">
              <w:rPr>
                <w:lang w:bidi="en-US"/>
              </w:rPr>
              <w:t>DateHeure</w:t>
            </w:r>
            <w:proofErr w:type="spellEnd"/>
          </w:p>
        </w:tc>
        <w:tc>
          <w:tcPr>
            <w:tcW w:w="957" w:type="pct"/>
            <w:noWrap/>
            <w:hideMark/>
          </w:tcPr>
          <w:p w14:paraId="500165F0" w14:textId="77777777" w:rsidR="00AD75F0" w:rsidRDefault="00AD75F0" w:rsidP="00AD75F0">
            <w:pPr>
              <w:pStyle w:val="TBLContenu"/>
              <w:rPr>
                <w:lang w:bidi="en-US"/>
              </w:rPr>
            </w:pPr>
            <w:r>
              <w:rPr>
                <w:lang w:bidi="en-US"/>
              </w:rPr>
              <w:t>Schedule</w:t>
            </w:r>
          </w:p>
          <w:p w14:paraId="60B08B77" w14:textId="77777777" w:rsidR="00AD75F0" w:rsidRPr="005B1EEA"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390" w:type="pct"/>
            <w:noWrap/>
            <w:hideMark/>
          </w:tcPr>
          <w:p w14:paraId="6FE347EB" w14:textId="77777777" w:rsidR="00AD75F0" w:rsidRPr="00492BF5" w:rsidRDefault="00AD75F0" w:rsidP="00AD75F0">
            <w:pPr>
              <w:pStyle w:val="TBLContenu"/>
              <w:rPr>
                <w:color w:val="FF0000"/>
                <w:lang w:bidi="en-US"/>
              </w:rPr>
            </w:pPr>
            <w:proofErr w:type="spellStart"/>
            <w:proofErr w:type="gramStart"/>
            <w:r w:rsidRPr="002B29B5">
              <w:rPr>
                <w:color w:val="FF0000"/>
                <w:lang w:bidi="en-US"/>
              </w:rPr>
              <w:t>availabilityTime</w:t>
            </w:r>
            <w:proofErr w:type="spellEnd"/>
            <w:r w:rsidRPr="002B29B5">
              <w:rPr>
                <w:color w:val="FF0000"/>
                <w:lang w:bidi="en-US"/>
              </w:rPr>
              <w:t>[</w:t>
            </w:r>
            <w:proofErr w:type="gramEnd"/>
            <w:r w:rsidRPr="002B29B5">
              <w:rPr>
                <w:color w:val="FF0000"/>
                <w:lang w:bidi="en-US"/>
              </w:rPr>
              <w:t xml:space="preserve">0..*].start : </w:t>
            </w:r>
            <w:proofErr w:type="spellStart"/>
            <w:r w:rsidRPr="002B29B5">
              <w:rPr>
                <w:color w:val="FF0000"/>
                <w:lang w:bidi="en-US"/>
              </w:rPr>
              <w:t>dateTime</w:t>
            </w:r>
            <w:proofErr w:type="spellEnd"/>
            <w:r w:rsidRPr="002B29B5">
              <w:rPr>
                <w:color w:val="FF0000"/>
                <w:lang w:bidi="en-US"/>
              </w:rPr>
              <w:t xml:space="preserve"> [1..1]</w:t>
            </w:r>
          </w:p>
          <w:p w14:paraId="7A6E0A49" w14:textId="77777777" w:rsidR="00AD75F0" w:rsidRPr="004A5E9E" w:rsidRDefault="00AD75F0" w:rsidP="00AD75F0">
            <w:pPr>
              <w:spacing w:after="0"/>
              <w:rPr>
                <w:color w:val="FF0000"/>
                <w:sz w:val="18"/>
                <w:lang w:bidi="en-US"/>
              </w:rPr>
            </w:pPr>
            <w:proofErr w:type="gramStart"/>
            <w:r w:rsidRPr="004A5E9E">
              <w:rPr>
                <w:color w:val="FF0000"/>
                <w:sz w:val="18"/>
                <w:lang w:bidi="en-US"/>
              </w:rPr>
              <w:t>extension</w:t>
            </w:r>
            <w:proofErr w:type="gramEnd"/>
            <w:r w:rsidRPr="004A5E9E">
              <w:rPr>
                <w:color w:val="FF0000"/>
                <w:sz w:val="18"/>
                <w:lang w:bidi="en-US"/>
              </w:rPr>
              <w:t xml:space="preserve"> française</w:t>
            </w:r>
          </w:p>
          <w:p w14:paraId="7D4AED97" w14:textId="1D188A07" w:rsidR="00AD75F0" w:rsidRPr="002B29B5" w:rsidRDefault="00AD75F0" w:rsidP="004A5E9E">
            <w:pPr>
              <w:pStyle w:val="TBLContenu"/>
              <w:spacing w:before="0"/>
              <w:rPr>
                <w:lang w:bidi="en-US"/>
              </w:rPr>
            </w:pPr>
            <w:r w:rsidRPr="004A5E9E">
              <w:rPr>
                <w:color w:val="FF0000"/>
                <w:lang w:bidi="en-US"/>
              </w:rPr>
              <w:t>(</w:t>
            </w:r>
            <w:proofErr w:type="spellStart"/>
            <w:r w:rsidRPr="004A5E9E">
              <w:rPr>
                <w:color w:val="FF0000"/>
                <w:lang w:bidi="en-US"/>
              </w:rPr>
              <w:t>FrScheduleAvailabiltyTime</w:t>
            </w:r>
            <w:proofErr w:type="spellEnd"/>
            <w:r w:rsidRPr="004A5E9E">
              <w:rPr>
                <w:color w:val="FF0000"/>
                <w:lang w:bidi="en-US"/>
              </w:rPr>
              <w:t>)</w:t>
            </w:r>
          </w:p>
        </w:tc>
      </w:tr>
      <w:tr w:rsidR="00AD75F0" w:rsidRPr="005B1EEA" w14:paraId="5707808F" w14:textId="77777777" w:rsidTr="002206AD">
        <w:trPr>
          <w:trHeight w:val="576"/>
        </w:trPr>
        <w:tc>
          <w:tcPr>
            <w:tcW w:w="1238" w:type="pct"/>
            <w:vMerge/>
            <w:noWrap/>
            <w:hideMark/>
          </w:tcPr>
          <w:p w14:paraId="444C27DA" w14:textId="77777777" w:rsidR="00AD75F0" w:rsidRPr="005B1EEA" w:rsidRDefault="00AD75F0" w:rsidP="00AD75F0">
            <w:pPr>
              <w:pStyle w:val="TBLContenu"/>
              <w:rPr>
                <w:lang w:bidi="en-US"/>
              </w:rPr>
            </w:pPr>
          </w:p>
        </w:tc>
        <w:tc>
          <w:tcPr>
            <w:tcW w:w="1415" w:type="pct"/>
            <w:noWrap/>
            <w:hideMark/>
          </w:tcPr>
          <w:p w14:paraId="38A1B175" w14:textId="77777777" w:rsidR="00AD75F0" w:rsidRPr="005B1EEA" w:rsidRDefault="00AD75F0" w:rsidP="00AD75F0">
            <w:pPr>
              <w:pStyle w:val="TBLContenu"/>
              <w:rPr>
                <w:lang w:bidi="en-US"/>
              </w:rPr>
            </w:pPr>
            <w:proofErr w:type="spellStart"/>
            <w:proofErr w:type="gramStart"/>
            <w:r w:rsidRPr="005B1EEA">
              <w:rPr>
                <w:lang w:bidi="en-US"/>
              </w:rPr>
              <w:t>finDisponibilite</w:t>
            </w:r>
            <w:proofErr w:type="spellEnd"/>
            <w:proofErr w:type="gramEnd"/>
            <w:r w:rsidRPr="005B1EEA">
              <w:rPr>
                <w:lang w:bidi="en-US"/>
              </w:rPr>
              <w:t xml:space="preserve"> : [</w:t>
            </w:r>
            <w:r>
              <w:rPr>
                <w:lang w:bidi="en-US"/>
              </w:rPr>
              <w:t>0</w:t>
            </w:r>
            <w:r w:rsidRPr="005B1EEA">
              <w:rPr>
                <w:lang w:bidi="en-US"/>
              </w:rPr>
              <w:t>..</w:t>
            </w:r>
            <w:r>
              <w:rPr>
                <w:lang w:bidi="en-US"/>
              </w:rPr>
              <w:t>1</w:t>
            </w:r>
            <w:r w:rsidRPr="005B1EEA">
              <w:rPr>
                <w:lang w:bidi="en-US"/>
              </w:rPr>
              <w:t xml:space="preserve">] </w:t>
            </w:r>
            <w:proofErr w:type="spellStart"/>
            <w:r w:rsidRPr="005B1EEA">
              <w:rPr>
                <w:lang w:bidi="en-US"/>
              </w:rPr>
              <w:t>DateHeure</w:t>
            </w:r>
            <w:proofErr w:type="spellEnd"/>
          </w:p>
        </w:tc>
        <w:tc>
          <w:tcPr>
            <w:tcW w:w="957" w:type="pct"/>
            <w:noWrap/>
            <w:hideMark/>
          </w:tcPr>
          <w:p w14:paraId="2E21B87C" w14:textId="77777777" w:rsidR="00AD75F0" w:rsidRDefault="00AD75F0" w:rsidP="00AD75F0">
            <w:pPr>
              <w:pStyle w:val="TBLContenu"/>
              <w:rPr>
                <w:lang w:bidi="en-US"/>
              </w:rPr>
            </w:pPr>
            <w:r>
              <w:rPr>
                <w:lang w:bidi="en-US"/>
              </w:rPr>
              <w:t>Schedule</w:t>
            </w:r>
          </w:p>
          <w:p w14:paraId="5EAF44DC" w14:textId="77777777" w:rsidR="00AD75F0" w:rsidRPr="005B1EEA"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390" w:type="pct"/>
            <w:noWrap/>
            <w:hideMark/>
          </w:tcPr>
          <w:p w14:paraId="04F1A7A2" w14:textId="77777777" w:rsidR="00AD75F0" w:rsidRPr="00492BF5" w:rsidRDefault="00AD75F0" w:rsidP="00AD75F0">
            <w:pPr>
              <w:pStyle w:val="TBLContenu"/>
              <w:rPr>
                <w:color w:val="FF0000"/>
                <w:lang w:bidi="en-US"/>
              </w:rPr>
            </w:pPr>
            <w:proofErr w:type="spellStart"/>
            <w:proofErr w:type="gramStart"/>
            <w:r w:rsidRPr="002B29B5">
              <w:rPr>
                <w:color w:val="FF0000"/>
                <w:lang w:bidi="en-US"/>
              </w:rPr>
              <w:t>availabilityTime</w:t>
            </w:r>
            <w:proofErr w:type="spellEnd"/>
            <w:r w:rsidRPr="002B29B5">
              <w:rPr>
                <w:color w:val="FF0000"/>
                <w:lang w:bidi="en-US"/>
              </w:rPr>
              <w:t>[</w:t>
            </w:r>
            <w:proofErr w:type="gramEnd"/>
            <w:r w:rsidRPr="002B29B5">
              <w:rPr>
                <w:color w:val="FF0000"/>
                <w:lang w:bidi="en-US"/>
              </w:rPr>
              <w:t xml:space="preserve">0..*].end : </w:t>
            </w:r>
            <w:proofErr w:type="spellStart"/>
            <w:r w:rsidRPr="002B29B5">
              <w:rPr>
                <w:color w:val="FF0000"/>
                <w:lang w:bidi="en-US"/>
              </w:rPr>
              <w:t>dateTime</w:t>
            </w:r>
            <w:proofErr w:type="spellEnd"/>
            <w:r w:rsidRPr="002B29B5">
              <w:rPr>
                <w:color w:val="FF0000"/>
                <w:lang w:bidi="en-US"/>
              </w:rPr>
              <w:t xml:space="preserve"> [1..1]</w:t>
            </w:r>
          </w:p>
          <w:p w14:paraId="3894BFD6" w14:textId="77777777" w:rsidR="00AD75F0" w:rsidRPr="004A5E9E" w:rsidRDefault="00AD75F0" w:rsidP="00AD75F0">
            <w:pPr>
              <w:spacing w:after="0"/>
              <w:rPr>
                <w:color w:val="FF0000"/>
                <w:sz w:val="18"/>
                <w:lang w:bidi="en-US"/>
              </w:rPr>
            </w:pPr>
            <w:proofErr w:type="gramStart"/>
            <w:r w:rsidRPr="004A5E9E">
              <w:rPr>
                <w:color w:val="FF0000"/>
                <w:sz w:val="18"/>
                <w:lang w:bidi="en-US"/>
              </w:rPr>
              <w:t>extension</w:t>
            </w:r>
            <w:proofErr w:type="gramEnd"/>
            <w:r w:rsidRPr="004A5E9E">
              <w:rPr>
                <w:color w:val="FF0000"/>
                <w:sz w:val="18"/>
                <w:lang w:bidi="en-US"/>
              </w:rPr>
              <w:t xml:space="preserve"> française</w:t>
            </w:r>
          </w:p>
          <w:p w14:paraId="45B8A10E" w14:textId="1689D00C" w:rsidR="00AD75F0" w:rsidRPr="002B29B5" w:rsidRDefault="00AD75F0" w:rsidP="004A5E9E">
            <w:pPr>
              <w:pStyle w:val="TBLContenu"/>
              <w:spacing w:before="0"/>
              <w:rPr>
                <w:lang w:bidi="en-US"/>
              </w:rPr>
            </w:pPr>
            <w:r w:rsidRPr="004A5E9E">
              <w:rPr>
                <w:color w:val="FF0000"/>
                <w:lang w:bidi="en-US"/>
              </w:rPr>
              <w:t>(</w:t>
            </w:r>
            <w:proofErr w:type="spellStart"/>
            <w:r w:rsidRPr="004A5E9E">
              <w:rPr>
                <w:color w:val="FF0000"/>
                <w:lang w:bidi="en-US"/>
              </w:rPr>
              <w:t>FrScheduleAvailabiltyTime</w:t>
            </w:r>
            <w:proofErr w:type="spellEnd"/>
            <w:r w:rsidRPr="004A5E9E">
              <w:rPr>
                <w:color w:val="FF0000"/>
                <w:lang w:bidi="en-US"/>
              </w:rPr>
              <w:t>)</w:t>
            </w:r>
          </w:p>
        </w:tc>
      </w:tr>
      <w:tr w:rsidR="00AD75F0" w:rsidRPr="005B1EEA" w14:paraId="52C71441" w14:textId="77777777" w:rsidTr="002206AD">
        <w:trPr>
          <w:trHeight w:val="576"/>
        </w:trPr>
        <w:tc>
          <w:tcPr>
            <w:tcW w:w="1238" w:type="pct"/>
            <w:vMerge/>
            <w:noWrap/>
            <w:hideMark/>
          </w:tcPr>
          <w:p w14:paraId="55DBCC0F" w14:textId="77777777" w:rsidR="00AD75F0" w:rsidRPr="005B1EEA" w:rsidRDefault="00AD75F0" w:rsidP="00AD75F0">
            <w:pPr>
              <w:pStyle w:val="TBLContenu"/>
              <w:rPr>
                <w:lang w:bidi="en-US"/>
              </w:rPr>
            </w:pPr>
          </w:p>
        </w:tc>
        <w:tc>
          <w:tcPr>
            <w:tcW w:w="1415" w:type="pct"/>
            <w:noWrap/>
            <w:hideMark/>
          </w:tcPr>
          <w:p w14:paraId="6C303AAE" w14:textId="77777777" w:rsidR="00AD75F0" w:rsidRPr="005B1EEA" w:rsidRDefault="00AD75F0" w:rsidP="00AD75F0">
            <w:pPr>
              <w:pStyle w:val="TBLContenu"/>
              <w:rPr>
                <w:lang w:bidi="en-US"/>
              </w:rPr>
            </w:pPr>
            <w:proofErr w:type="spellStart"/>
            <w:proofErr w:type="gramStart"/>
            <w:r w:rsidRPr="005B1EEA">
              <w:rPr>
                <w:lang w:bidi="en-US"/>
              </w:rPr>
              <w:t>dateDeclarationPlageDisponibilite</w:t>
            </w:r>
            <w:proofErr w:type="spellEnd"/>
            <w:proofErr w:type="gramEnd"/>
            <w:r w:rsidRPr="005B1EEA">
              <w:rPr>
                <w:lang w:bidi="en-US"/>
              </w:rPr>
              <w:t xml:space="preserve"> : [0..1] </w:t>
            </w:r>
            <w:proofErr w:type="spellStart"/>
            <w:r w:rsidRPr="005B1EEA">
              <w:rPr>
                <w:lang w:bidi="en-US"/>
              </w:rPr>
              <w:t>DateHeure</w:t>
            </w:r>
            <w:proofErr w:type="spellEnd"/>
          </w:p>
        </w:tc>
        <w:tc>
          <w:tcPr>
            <w:tcW w:w="957" w:type="pct"/>
            <w:noWrap/>
            <w:hideMark/>
          </w:tcPr>
          <w:p w14:paraId="1148203F" w14:textId="77777777" w:rsidR="00AD75F0" w:rsidRDefault="00AD75F0" w:rsidP="00AD75F0">
            <w:pPr>
              <w:pStyle w:val="TBLContenu"/>
              <w:rPr>
                <w:lang w:bidi="en-US"/>
              </w:rPr>
            </w:pPr>
            <w:r>
              <w:rPr>
                <w:lang w:bidi="en-US"/>
              </w:rPr>
              <w:t>Schedule</w:t>
            </w:r>
          </w:p>
          <w:p w14:paraId="1709CE41" w14:textId="77777777" w:rsidR="00AD75F0" w:rsidRPr="005B1EEA"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390" w:type="pct"/>
            <w:noWrap/>
            <w:hideMark/>
          </w:tcPr>
          <w:p w14:paraId="6E3A6462" w14:textId="77777777" w:rsidR="00AD75F0" w:rsidRPr="00492BF5" w:rsidRDefault="00AD75F0" w:rsidP="00AD75F0">
            <w:pPr>
              <w:pStyle w:val="TBLContenu"/>
              <w:rPr>
                <w:color w:val="FF0000"/>
                <w:lang w:bidi="en-US"/>
              </w:rPr>
            </w:pPr>
            <w:proofErr w:type="spellStart"/>
            <w:proofErr w:type="gramStart"/>
            <w:r w:rsidRPr="002B29B5">
              <w:rPr>
                <w:color w:val="FF0000"/>
                <w:lang w:bidi="en-US"/>
              </w:rPr>
              <w:t>availabilityTime</w:t>
            </w:r>
            <w:proofErr w:type="spellEnd"/>
            <w:r w:rsidRPr="002B29B5">
              <w:rPr>
                <w:color w:val="FF0000"/>
                <w:lang w:bidi="en-US"/>
              </w:rPr>
              <w:t>[</w:t>
            </w:r>
            <w:proofErr w:type="gramEnd"/>
            <w:r w:rsidRPr="002B29B5">
              <w:rPr>
                <w:color w:val="FF0000"/>
                <w:lang w:bidi="en-US"/>
              </w:rPr>
              <w:t>0..*].</w:t>
            </w:r>
            <w:proofErr w:type="spellStart"/>
            <w:r w:rsidRPr="002B29B5">
              <w:rPr>
                <w:color w:val="FF0000"/>
                <w:lang w:bidi="en-US"/>
              </w:rPr>
              <w:t>created</w:t>
            </w:r>
            <w:proofErr w:type="spellEnd"/>
            <w:r w:rsidRPr="002B29B5">
              <w:rPr>
                <w:color w:val="FF0000"/>
                <w:lang w:bidi="en-US"/>
              </w:rPr>
              <w:t xml:space="preserve"> : </w:t>
            </w:r>
            <w:proofErr w:type="spellStart"/>
            <w:r w:rsidRPr="002B29B5">
              <w:rPr>
                <w:color w:val="FF0000"/>
                <w:lang w:bidi="en-US"/>
              </w:rPr>
              <w:t>dateTime</w:t>
            </w:r>
            <w:proofErr w:type="spellEnd"/>
            <w:r w:rsidRPr="002B29B5">
              <w:rPr>
                <w:color w:val="FF0000"/>
                <w:lang w:bidi="en-US"/>
              </w:rPr>
              <w:t xml:space="preserve"> [0..1]</w:t>
            </w:r>
          </w:p>
          <w:p w14:paraId="4AEDEA7C" w14:textId="77777777" w:rsidR="00AD75F0" w:rsidRPr="004A5E9E" w:rsidRDefault="00AD75F0" w:rsidP="00AD75F0">
            <w:pPr>
              <w:spacing w:after="0"/>
              <w:rPr>
                <w:color w:val="FF0000"/>
                <w:sz w:val="18"/>
                <w:lang w:bidi="en-US"/>
              </w:rPr>
            </w:pPr>
            <w:proofErr w:type="gramStart"/>
            <w:r w:rsidRPr="004A5E9E">
              <w:rPr>
                <w:color w:val="FF0000"/>
                <w:sz w:val="18"/>
                <w:lang w:bidi="en-US"/>
              </w:rPr>
              <w:t>extension</w:t>
            </w:r>
            <w:proofErr w:type="gramEnd"/>
            <w:r w:rsidRPr="004A5E9E">
              <w:rPr>
                <w:color w:val="FF0000"/>
                <w:sz w:val="18"/>
                <w:lang w:bidi="en-US"/>
              </w:rPr>
              <w:t xml:space="preserve"> française</w:t>
            </w:r>
          </w:p>
          <w:p w14:paraId="5129FC76" w14:textId="7C8E7B98" w:rsidR="00AD75F0" w:rsidRPr="002B29B5" w:rsidRDefault="00AD75F0" w:rsidP="004A5E9E">
            <w:pPr>
              <w:pStyle w:val="TBLContenu"/>
              <w:spacing w:before="0"/>
              <w:rPr>
                <w:lang w:bidi="en-US"/>
              </w:rPr>
            </w:pPr>
            <w:r w:rsidRPr="004A5E9E">
              <w:rPr>
                <w:color w:val="FF0000"/>
                <w:lang w:bidi="en-US"/>
              </w:rPr>
              <w:t>(</w:t>
            </w:r>
            <w:proofErr w:type="spellStart"/>
            <w:r w:rsidRPr="004A5E9E">
              <w:rPr>
                <w:color w:val="FF0000"/>
                <w:lang w:bidi="en-US"/>
              </w:rPr>
              <w:t>FrScheduleAvailabiltyTime</w:t>
            </w:r>
            <w:proofErr w:type="spellEnd"/>
            <w:r w:rsidRPr="004A5E9E">
              <w:rPr>
                <w:color w:val="FF0000"/>
                <w:lang w:bidi="en-US"/>
              </w:rPr>
              <w:t>)</w:t>
            </w:r>
          </w:p>
        </w:tc>
      </w:tr>
      <w:tr w:rsidR="00AD75F0" w:rsidRPr="005B1EEA" w14:paraId="6EB1CF82" w14:textId="77777777" w:rsidTr="002206AD">
        <w:trPr>
          <w:trHeight w:val="576"/>
        </w:trPr>
        <w:tc>
          <w:tcPr>
            <w:tcW w:w="1238" w:type="pct"/>
            <w:vMerge/>
            <w:noWrap/>
          </w:tcPr>
          <w:p w14:paraId="10284435" w14:textId="77777777" w:rsidR="00AD75F0" w:rsidRPr="005B1EEA" w:rsidRDefault="00AD75F0" w:rsidP="00AD75F0">
            <w:pPr>
              <w:pStyle w:val="TBLContenu"/>
              <w:rPr>
                <w:lang w:bidi="en-US"/>
              </w:rPr>
            </w:pPr>
          </w:p>
        </w:tc>
        <w:tc>
          <w:tcPr>
            <w:tcW w:w="1415" w:type="pct"/>
            <w:noWrap/>
          </w:tcPr>
          <w:p w14:paraId="73CD52F5" w14:textId="5E30B8EA" w:rsidR="00AD75F0" w:rsidRPr="005B1EEA" w:rsidRDefault="00AD75F0" w:rsidP="00AD75F0">
            <w:pPr>
              <w:pStyle w:val="TBLContenu"/>
              <w:rPr>
                <w:lang w:bidi="en-US"/>
              </w:rPr>
            </w:pPr>
            <w:proofErr w:type="spellStart"/>
            <w:proofErr w:type="gramStart"/>
            <w:r w:rsidRPr="00873972">
              <w:rPr>
                <w:lang w:bidi="en-US"/>
              </w:rPr>
              <w:t>frequencePlageDisponibilite</w:t>
            </w:r>
            <w:proofErr w:type="spellEnd"/>
            <w:proofErr w:type="gramEnd"/>
            <w:r w:rsidRPr="00873972">
              <w:rPr>
                <w:lang w:bidi="en-US"/>
              </w:rPr>
              <w:t> : [0..1] Code</w:t>
            </w:r>
          </w:p>
        </w:tc>
        <w:tc>
          <w:tcPr>
            <w:tcW w:w="957" w:type="pct"/>
            <w:noWrap/>
          </w:tcPr>
          <w:p w14:paraId="501F20E9" w14:textId="77777777" w:rsidR="00AD75F0" w:rsidRDefault="00AD75F0" w:rsidP="00AD75F0">
            <w:pPr>
              <w:pStyle w:val="TBLContenu"/>
              <w:rPr>
                <w:lang w:bidi="en-US"/>
              </w:rPr>
            </w:pPr>
            <w:r>
              <w:rPr>
                <w:lang w:bidi="en-US"/>
              </w:rPr>
              <w:t>Schedule</w:t>
            </w:r>
          </w:p>
          <w:p w14:paraId="26F47991" w14:textId="553E67A1" w:rsidR="00AD75F0"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390" w:type="pct"/>
            <w:noWrap/>
          </w:tcPr>
          <w:p w14:paraId="529CC141" w14:textId="0A993C32" w:rsidR="00AD75F0" w:rsidRPr="00014C97" w:rsidRDefault="00AD75F0" w:rsidP="00AD75F0">
            <w:pPr>
              <w:pStyle w:val="TBLContenu"/>
              <w:jc w:val="left"/>
              <w:rPr>
                <w:color w:val="FF0000"/>
                <w:lang w:bidi="en-US"/>
              </w:rPr>
            </w:pPr>
            <w:proofErr w:type="spellStart"/>
            <w:proofErr w:type="gramStart"/>
            <w:r w:rsidRPr="002B29B5">
              <w:rPr>
                <w:color w:val="FF0000"/>
                <w:lang w:bidi="en-US"/>
              </w:rPr>
              <w:t>availabilityTime</w:t>
            </w:r>
            <w:proofErr w:type="spellEnd"/>
            <w:r w:rsidRPr="002B29B5">
              <w:rPr>
                <w:color w:val="FF0000"/>
                <w:lang w:bidi="en-US"/>
              </w:rPr>
              <w:t>[</w:t>
            </w:r>
            <w:proofErr w:type="gramEnd"/>
            <w:r w:rsidRPr="002B29B5">
              <w:rPr>
                <w:color w:val="FF0000"/>
                <w:lang w:bidi="en-US"/>
              </w:rPr>
              <w:t>0..*].</w:t>
            </w:r>
            <w:proofErr w:type="spellStart"/>
            <w:r w:rsidRPr="002B29B5">
              <w:rPr>
                <w:color w:val="FF0000"/>
                <w:lang w:bidi="en-US"/>
              </w:rPr>
              <w:t>rrule</w:t>
            </w:r>
            <w:proofErr w:type="spellEnd"/>
            <w:r w:rsidRPr="002B29B5">
              <w:rPr>
                <w:color w:val="FF0000"/>
                <w:lang w:bidi="en-US"/>
              </w:rPr>
              <w:t>[0..1].</w:t>
            </w:r>
            <w:proofErr w:type="spellStart"/>
            <w:r w:rsidRPr="002B29B5">
              <w:rPr>
                <w:color w:val="FF0000"/>
                <w:lang w:bidi="en-US"/>
              </w:rPr>
              <w:t>freq</w:t>
            </w:r>
            <w:proofErr w:type="spellEnd"/>
            <w:r w:rsidRPr="00492BF5">
              <w:rPr>
                <w:color w:val="FF0000"/>
                <w:lang w:bidi="en-US"/>
              </w:rPr>
              <w:t> :</w:t>
            </w:r>
            <w:r w:rsidRPr="008D3ADC">
              <w:rPr>
                <w:color w:val="FF0000"/>
                <w:lang w:bidi="en-US"/>
              </w:rPr>
              <w:t xml:space="preserve"> coding</w:t>
            </w:r>
            <w:r w:rsidRPr="00014C97">
              <w:rPr>
                <w:color w:val="FF0000"/>
                <w:lang w:bidi="en-US"/>
              </w:rPr>
              <w:t xml:space="preserve"> [1..1]</w:t>
            </w:r>
          </w:p>
          <w:p w14:paraId="537AD2E0" w14:textId="77777777" w:rsidR="00AD75F0" w:rsidRPr="004A5E9E" w:rsidRDefault="00AD75F0" w:rsidP="00AD75F0">
            <w:pPr>
              <w:spacing w:after="0"/>
              <w:rPr>
                <w:color w:val="FF0000"/>
                <w:sz w:val="18"/>
                <w:lang w:bidi="en-US"/>
              </w:rPr>
            </w:pPr>
            <w:proofErr w:type="gramStart"/>
            <w:r w:rsidRPr="004A5E9E">
              <w:rPr>
                <w:color w:val="FF0000"/>
                <w:sz w:val="18"/>
                <w:lang w:bidi="en-US"/>
              </w:rPr>
              <w:t>extension</w:t>
            </w:r>
            <w:proofErr w:type="gramEnd"/>
            <w:r w:rsidRPr="004A5E9E">
              <w:rPr>
                <w:color w:val="FF0000"/>
                <w:sz w:val="18"/>
                <w:lang w:bidi="en-US"/>
              </w:rPr>
              <w:t xml:space="preserve"> française</w:t>
            </w:r>
          </w:p>
          <w:p w14:paraId="0BE86D32" w14:textId="66A1BEDF" w:rsidR="00AD75F0" w:rsidRPr="002B29B5" w:rsidRDefault="00AD75F0" w:rsidP="004A5E9E">
            <w:pPr>
              <w:pStyle w:val="TBLContenu"/>
              <w:spacing w:before="0"/>
              <w:rPr>
                <w:color w:val="F79646" w:themeColor="accent6"/>
                <w:lang w:bidi="en-US"/>
              </w:rPr>
            </w:pPr>
            <w:r w:rsidRPr="004A5E9E">
              <w:rPr>
                <w:color w:val="FF0000"/>
                <w:lang w:bidi="en-US"/>
              </w:rPr>
              <w:t>(</w:t>
            </w:r>
            <w:proofErr w:type="spellStart"/>
            <w:r w:rsidRPr="004A5E9E">
              <w:rPr>
                <w:color w:val="FF0000"/>
                <w:lang w:bidi="en-US"/>
              </w:rPr>
              <w:t>FrScheduleAvailabiltyTime</w:t>
            </w:r>
            <w:proofErr w:type="spellEnd"/>
            <w:r w:rsidRPr="004A5E9E">
              <w:rPr>
                <w:color w:val="FF0000"/>
                <w:lang w:bidi="en-US"/>
              </w:rPr>
              <w:t>)</w:t>
            </w:r>
          </w:p>
        </w:tc>
      </w:tr>
      <w:tr w:rsidR="00AD75F0" w:rsidRPr="00842E2E" w14:paraId="3C03E75C" w14:textId="77777777" w:rsidTr="002206AD">
        <w:trPr>
          <w:trHeight w:val="576"/>
        </w:trPr>
        <w:tc>
          <w:tcPr>
            <w:tcW w:w="1238" w:type="pct"/>
            <w:vMerge/>
            <w:noWrap/>
          </w:tcPr>
          <w:p w14:paraId="0F65FD5A" w14:textId="77777777" w:rsidR="00AD75F0" w:rsidRPr="005B1EEA" w:rsidRDefault="00AD75F0" w:rsidP="00AD75F0">
            <w:pPr>
              <w:pStyle w:val="TBLContenu"/>
              <w:rPr>
                <w:lang w:bidi="en-US"/>
              </w:rPr>
            </w:pPr>
          </w:p>
        </w:tc>
        <w:tc>
          <w:tcPr>
            <w:tcW w:w="1415" w:type="pct"/>
            <w:noWrap/>
          </w:tcPr>
          <w:p w14:paraId="56B52A1B" w14:textId="4A533537" w:rsidR="00AD75F0" w:rsidRPr="005B1EEA" w:rsidRDefault="00AD75F0" w:rsidP="00AD75F0">
            <w:pPr>
              <w:pStyle w:val="TBLContenu"/>
              <w:rPr>
                <w:lang w:bidi="en-US"/>
              </w:rPr>
            </w:pPr>
            <w:proofErr w:type="spellStart"/>
            <w:proofErr w:type="gramStart"/>
            <w:r>
              <w:rPr>
                <w:lang w:bidi="en-US"/>
              </w:rPr>
              <w:t>jourSemaine</w:t>
            </w:r>
            <w:proofErr w:type="spellEnd"/>
            <w:proofErr w:type="gramEnd"/>
            <w:r>
              <w:rPr>
                <w:lang w:bidi="en-US"/>
              </w:rPr>
              <w:t xml:space="preserve"> : [0..*] </w:t>
            </w:r>
            <w:proofErr w:type="spellStart"/>
            <w:r>
              <w:rPr>
                <w:lang w:bidi="en-US"/>
              </w:rPr>
              <w:t>Numerique</w:t>
            </w:r>
            <w:proofErr w:type="spellEnd"/>
          </w:p>
        </w:tc>
        <w:tc>
          <w:tcPr>
            <w:tcW w:w="957" w:type="pct"/>
            <w:noWrap/>
          </w:tcPr>
          <w:p w14:paraId="561A7549" w14:textId="77777777" w:rsidR="00AD75F0" w:rsidRDefault="00AD75F0" w:rsidP="00AD75F0">
            <w:pPr>
              <w:pStyle w:val="TBLContenu"/>
              <w:rPr>
                <w:lang w:bidi="en-US"/>
              </w:rPr>
            </w:pPr>
            <w:r>
              <w:rPr>
                <w:lang w:bidi="en-US"/>
              </w:rPr>
              <w:t>Schedule</w:t>
            </w:r>
          </w:p>
          <w:p w14:paraId="7F1D216D" w14:textId="50125DA4" w:rsidR="00AD75F0"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390" w:type="pct"/>
            <w:noWrap/>
          </w:tcPr>
          <w:p w14:paraId="54AA9FEF" w14:textId="71B3D8AE" w:rsidR="00AD75F0" w:rsidRPr="004A5E9E" w:rsidRDefault="00AD75F0" w:rsidP="00AD75F0">
            <w:pPr>
              <w:pStyle w:val="TBLContenu"/>
              <w:rPr>
                <w:color w:val="FF0000"/>
                <w:lang w:val="en-US" w:bidi="en-US"/>
              </w:rPr>
            </w:pPr>
            <w:proofErr w:type="spellStart"/>
            <w:proofErr w:type="gramStart"/>
            <w:r w:rsidRPr="004A5E9E">
              <w:rPr>
                <w:color w:val="FF0000"/>
                <w:lang w:val="en-US" w:bidi="en-US"/>
              </w:rPr>
              <w:t>availabilityTime</w:t>
            </w:r>
            <w:proofErr w:type="spellEnd"/>
            <w:r w:rsidRPr="004A5E9E">
              <w:rPr>
                <w:color w:val="FF0000"/>
                <w:lang w:val="en-US" w:bidi="en-US"/>
              </w:rPr>
              <w:t>[</w:t>
            </w:r>
            <w:proofErr w:type="gramEnd"/>
            <w:r w:rsidRPr="004A5E9E">
              <w:rPr>
                <w:color w:val="FF0000"/>
                <w:lang w:val="en-US" w:bidi="en-US"/>
              </w:rPr>
              <w:t>0..*].</w:t>
            </w:r>
            <w:proofErr w:type="spellStart"/>
            <w:r w:rsidRPr="004A5E9E">
              <w:rPr>
                <w:color w:val="FF0000"/>
                <w:lang w:val="en-US" w:bidi="en-US"/>
              </w:rPr>
              <w:t>rrule</w:t>
            </w:r>
            <w:proofErr w:type="spellEnd"/>
            <w:r w:rsidRPr="004A5E9E">
              <w:rPr>
                <w:color w:val="FF0000"/>
                <w:lang w:val="en-US" w:bidi="en-US"/>
              </w:rPr>
              <w:t>[0..1].</w:t>
            </w:r>
            <w:proofErr w:type="spellStart"/>
            <w:r w:rsidRPr="004A5E9E">
              <w:rPr>
                <w:color w:val="FF0000"/>
                <w:lang w:val="en-US" w:bidi="en-US"/>
              </w:rPr>
              <w:t>byDay</w:t>
            </w:r>
            <w:proofErr w:type="spellEnd"/>
            <w:r w:rsidRPr="004A5E9E">
              <w:rPr>
                <w:color w:val="FF0000"/>
                <w:lang w:val="en-US" w:bidi="en-US"/>
              </w:rPr>
              <w:t> : string [0..*]</w:t>
            </w:r>
          </w:p>
          <w:p w14:paraId="79DFCAD5" w14:textId="77777777" w:rsidR="00AD75F0" w:rsidRPr="004A5E9E" w:rsidRDefault="00AD75F0" w:rsidP="00AD75F0">
            <w:pPr>
              <w:spacing w:after="0"/>
              <w:rPr>
                <w:color w:val="FF0000"/>
                <w:sz w:val="18"/>
                <w:lang w:val="en-US" w:bidi="en-US"/>
              </w:rPr>
            </w:pPr>
            <w:r w:rsidRPr="004A5E9E">
              <w:rPr>
                <w:color w:val="FF0000"/>
                <w:sz w:val="18"/>
                <w:lang w:val="en-US" w:bidi="en-US"/>
              </w:rPr>
              <w:t>extension française</w:t>
            </w:r>
          </w:p>
          <w:p w14:paraId="1B9847B7" w14:textId="716DB86F" w:rsidR="00AD75F0" w:rsidRPr="004A5E9E" w:rsidRDefault="00AD75F0" w:rsidP="004A5E9E">
            <w:pPr>
              <w:pStyle w:val="TBLContenu"/>
              <w:spacing w:before="0"/>
              <w:rPr>
                <w:color w:val="F79646" w:themeColor="accent6"/>
                <w:lang w:val="en-US" w:bidi="en-US"/>
              </w:rPr>
            </w:pPr>
            <w:r w:rsidRPr="004A5E9E">
              <w:rPr>
                <w:color w:val="FF0000"/>
                <w:lang w:val="en-US" w:bidi="en-US"/>
              </w:rPr>
              <w:t>(</w:t>
            </w:r>
            <w:proofErr w:type="spellStart"/>
            <w:r w:rsidRPr="004A5E9E">
              <w:rPr>
                <w:color w:val="FF0000"/>
                <w:lang w:val="en-US" w:bidi="en-US"/>
              </w:rPr>
              <w:t>FrScheduleAvailabiltyTime</w:t>
            </w:r>
            <w:proofErr w:type="spellEnd"/>
            <w:r w:rsidRPr="004A5E9E">
              <w:rPr>
                <w:color w:val="FF0000"/>
                <w:lang w:val="en-US" w:bidi="en-US"/>
              </w:rPr>
              <w:t>)</w:t>
            </w:r>
          </w:p>
        </w:tc>
      </w:tr>
      <w:tr w:rsidR="00AD75F0" w:rsidRPr="005B1EEA" w14:paraId="70692E3E" w14:textId="77777777" w:rsidTr="002206AD">
        <w:trPr>
          <w:trHeight w:val="576"/>
        </w:trPr>
        <w:tc>
          <w:tcPr>
            <w:tcW w:w="1238" w:type="pct"/>
            <w:vMerge/>
            <w:noWrap/>
          </w:tcPr>
          <w:p w14:paraId="2E47F071" w14:textId="77777777" w:rsidR="00AD75F0" w:rsidRPr="004A5E9E" w:rsidRDefault="00AD75F0" w:rsidP="00AD75F0">
            <w:pPr>
              <w:pStyle w:val="TBLContenu"/>
              <w:rPr>
                <w:lang w:val="en-US" w:bidi="en-US"/>
              </w:rPr>
            </w:pPr>
          </w:p>
        </w:tc>
        <w:tc>
          <w:tcPr>
            <w:tcW w:w="1415" w:type="pct"/>
            <w:noWrap/>
          </w:tcPr>
          <w:p w14:paraId="18DFDD9E" w14:textId="3BA652B1" w:rsidR="00AD75F0" w:rsidRPr="005B1EEA" w:rsidRDefault="00AD75F0" w:rsidP="00AD75F0">
            <w:pPr>
              <w:pStyle w:val="TBLContenu"/>
              <w:rPr>
                <w:lang w:bidi="en-US"/>
              </w:rPr>
            </w:pPr>
            <w:proofErr w:type="spellStart"/>
            <w:proofErr w:type="gramStart"/>
            <w:r>
              <w:rPr>
                <w:lang w:bidi="en-US"/>
              </w:rPr>
              <w:t>heureDebut</w:t>
            </w:r>
            <w:proofErr w:type="spellEnd"/>
            <w:proofErr w:type="gramEnd"/>
            <w:r>
              <w:rPr>
                <w:lang w:bidi="en-US"/>
              </w:rPr>
              <w:t> : [0..1] Heure</w:t>
            </w:r>
          </w:p>
        </w:tc>
        <w:tc>
          <w:tcPr>
            <w:tcW w:w="957" w:type="pct"/>
            <w:noWrap/>
          </w:tcPr>
          <w:p w14:paraId="6B9F3A89" w14:textId="77777777" w:rsidR="00AD75F0" w:rsidRDefault="00AD75F0" w:rsidP="00AD75F0">
            <w:pPr>
              <w:pStyle w:val="TBLContenu"/>
              <w:rPr>
                <w:lang w:bidi="en-US"/>
              </w:rPr>
            </w:pPr>
            <w:r>
              <w:rPr>
                <w:lang w:bidi="en-US"/>
              </w:rPr>
              <w:t>Schedule</w:t>
            </w:r>
          </w:p>
          <w:p w14:paraId="5F45C393" w14:textId="5695916E" w:rsidR="00AD75F0"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390" w:type="pct"/>
            <w:noWrap/>
          </w:tcPr>
          <w:p w14:paraId="2CA0D347" w14:textId="7B80972C" w:rsidR="00AD75F0" w:rsidRPr="00014C97" w:rsidRDefault="00AD75F0" w:rsidP="00AD75F0">
            <w:pPr>
              <w:pStyle w:val="TBLContenu"/>
              <w:rPr>
                <w:color w:val="FF0000"/>
                <w:lang w:bidi="en-US"/>
              </w:rPr>
            </w:pPr>
            <w:proofErr w:type="spellStart"/>
            <w:proofErr w:type="gramStart"/>
            <w:r w:rsidRPr="002B29B5">
              <w:rPr>
                <w:color w:val="FF0000"/>
                <w:lang w:bidi="en-US"/>
              </w:rPr>
              <w:t>availabilityTime</w:t>
            </w:r>
            <w:proofErr w:type="spellEnd"/>
            <w:r w:rsidRPr="002B29B5">
              <w:rPr>
                <w:color w:val="FF0000"/>
                <w:lang w:bidi="en-US"/>
              </w:rPr>
              <w:t>[</w:t>
            </w:r>
            <w:proofErr w:type="gramEnd"/>
            <w:r w:rsidRPr="002B29B5">
              <w:rPr>
                <w:color w:val="FF0000"/>
                <w:lang w:bidi="en-US"/>
              </w:rPr>
              <w:t>0..*].</w:t>
            </w:r>
            <w:proofErr w:type="spellStart"/>
            <w:r w:rsidRPr="002B29B5">
              <w:rPr>
                <w:color w:val="FF0000"/>
                <w:lang w:bidi="en-US"/>
              </w:rPr>
              <w:t>rrule</w:t>
            </w:r>
            <w:proofErr w:type="spellEnd"/>
            <w:r w:rsidRPr="002B29B5">
              <w:rPr>
                <w:color w:val="FF0000"/>
                <w:lang w:bidi="en-US"/>
              </w:rPr>
              <w:t>[0..1].</w:t>
            </w:r>
            <w:proofErr w:type="spellStart"/>
            <w:r w:rsidRPr="002B29B5">
              <w:rPr>
                <w:color w:val="FF0000"/>
                <w:lang w:bidi="en-US"/>
              </w:rPr>
              <w:t>byHour</w:t>
            </w:r>
            <w:proofErr w:type="spellEnd"/>
            <w:r w:rsidRPr="002B29B5">
              <w:rPr>
                <w:color w:val="FF0000"/>
                <w:lang w:bidi="en-US"/>
              </w:rPr>
              <w:t> :</w:t>
            </w:r>
            <w:r w:rsidRPr="00492BF5">
              <w:rPr>
                <w:color w:val="FF0000"/>
                <w:lang w:bidi="en-US"/>
              </w:rPr>
              <w:t xml:space="preserve"> </w:t>
            </w:r>
            <w:proofErr w:type="spellStart"/>
            <w:r w:rsidRPr="008D3ADC">
              <w:rPr>
                <w:color w:val="FF0000"/>
                <w:lang w:bidi="en-US"/>
              </w:rPr>
              <w:t>positiveInt</w:t>
            </w:r>
            <w:proofErr w:type="spellEnd"/>
            <w:r w:rsidRPr="00014C97">
              <w:rPr>
                <w:color w:val="FF0000"/>
                <w:lang w:bidi="en-US"/>
              </w:rPr>
              <w:t xml:space="preserve"> [0..*]</w:t>
            </w:r>
          </w:p>
          <w:p w14:paraId="7753A876" w14:textId="77777777" w:rsidR="00AD75F0" w:rsidRPr="004A5E9E" w:rsidRDefault="00AD75F0" w:rsidP="00AD75F0">
            <w:pPr>
              <w:spacing w:after="0"/>
              <w:rPr>
                <w:color w:val="FF0000"/>
                <w:sz w:val="18"/>
                <w:lang w:bidi="en-US"/>
              </w:rPr>
            </w:pPr>
            <w:proofErr w:type="gramStart"/>
            <w:r w:rsidRPr="004A5E9E">
              <w:rPr>
                <w:color w:val="FF0000"/>
                <w:sz w:val="18"/>
                <w:lang w:bidi="en-US"/>
              </w:rPr>
              <w:t>extension</w:t>
            </w:r>
            <w:proofErr w:type="gramEnd"/>
            <w:r w:rsidRPr="004A5E9E">
              <w:rPr>
                <w:color w:val="FF0000"/>
                <w:sz w:val="18"/>
                <w:lang w:bidi="en-US"/>
              </w:rPr>
              <w:t xml:space="preserve"> française</w:t>
            </w:r>
          </w:p>
          <w:p w14:paraId="126CBBB1" w14:textId="081B8044" w:rsidR="00AD75F0" w:rsidRPr="002B29B5" w:rsidRDefault="00AD75F0" w:rsidP="004A5E9E">
            <w:pPr>
              <w:pStyle w:val="TBLContenu"/>
              <w:spacing w:before="0"/>
              <w:rPr>
                <w:color w:val="F79646" w:themeColor="accent6"/>
                <w:lang w:bidi="en-US"/>
              </w:rPr>
            </w:pPr>
            <w:r w:rsidRPr="004A5E9E">
              <w:rPr>
                <w:color w:val="FF0000"/>
                <w:lang w:bidi="en-US"/>
              </w:rPr>
              <w:t>(</w:t>
            </w:r>
            <w:proofErr w:type="spellStart"/>
            <w:r w:rsidRPr="004A5E9E">
              <w:rPr>
                <w:color w:val="FF0000"/>
                <w:lang w:bidi="en-US"/>
              </w:rPr>
              <w:t>FrScheduleAvailabiltyTime</w:t>
            </w:r>
            <w:proofErr w:type="spellEnd"/>
            <w:r w:rsidRPr="004A5E9E">
              <w:rPr>
                <w:color w:val="FF0000"/>
                <w:lang w:bidi="en-US"/>
              </w:rPr>
              <w:t>)</w:t>
            </w:r>
          </w:p>
        </w:tc>
      </w:tr>
      <w:tr w:rsidR="00AD75F0" w:rsidRPr="005B1EEA" w14:paraId="585FED03" w14:textId="77777777" w:rsidTr="002206AD">
        <w:trPr>
          <w:trHeight w:val="576"/>
        </w:trPr>
        <w:tc>
          <w:tcPr>
            <w:tcW w:w="1238" w:type="pct"/>
            <w:vMerge/>
            <w:noWrap/>
          </w:tcPr>
          <w:p w14:paraId="25DAB924" w14:textId="77777777" w:rsidR="00AD75F0" w:rsidRPr="005B1EEA" w:rsidRDefault="00AD75F0" w:rsidP="00AD75F0">
            <w:pPr>
              <w:pStyle w:val="TBLContenu"/>
              <w:rPr>
                <w:lang w:bidi="en-US"/>
              </w:rPr>
            </w:pPr>
          </w:p>
        </w:tc>
        <w:tc>
          <w:tcPr>
            <w:tcW w:w="1415" w:type="pct"/>
            <w:noWrap/>
          </w:tcPr>
          <w:p w14:paraId="52FD6455" w14:textId="735AF411" w:rsidR="00AD75F0" w:rsidRPr="005B1EEA" w:rsidRDefault="00AD75F0" w:rsidP="00AD75F0">
            <w:pPr>
              <w:pStyle w:val="TBLContenu"/>
              <w:rPr>
                <w:lang w:bidi="en-US"/>
              </w:rPr>
            </w:pPr>
            <w:proofErr w:type="spellStart"/>
            <w:proofErr w:type="gramStart"/>
            <w:r>
              <w:rPr>
                <w:lang w:bidi="en-US"/>
              </w:rPr>
              <w:t>heureFin</w:t>
            </w:r>
            <w:proofErr w:type="spellEnd"/>
            <w:proofErr w:type="gramEnd"/>
            <w:r>
              <w:rPr>
                <w:lang w:bidi="en-US"/>
              </w:rPr>
              <w:t> :[0..1] Heure</w:t>
            </w:r>
          </w:p>
        </w:tc>
        <w:tc>
          <w:tcPr>
            <w:tcW w:w="957" w:type="pct"/>
            <w:noWrap/>
          </w:tcPr>
          <w:p w14:paraId="42F905F2" w14:textId="77777777" w:rsidR="00AD75F0" w:rsidRDefault="00AD75F0" w:rsidP="00AD75F0">
            <w:pPr>
              <w:pStyle w:val="TBLContenu"/>
              <w:rPr>
                <w:lang w:bidi="en-US"/>
              </w:rPr>
            </w:pPr>
            <w:r>
              <w:rPr>
                <w:lang w:bidi="en-US"/>
              </w:rPr>
              <w:t>Schedule</w:t>
            </w:r>
          </w:p>
          <w:p w14:paraId="5DFEEAF1" w14:textId="6665FEB6" w:rsidR="00AD75F0"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390" w:type="pct"/>
            <w:noWrap/>
          </w:tcPr>
          <w:p w14:paraId="2637863E" w14:textId="77777777" w:rsidR="00AD75F0" w:rsidRPr="00014C97" w:rsidRDefault="00AD75F0" w:rsidP="00AD75F0">
            <w:pPr>
              <w:pStyle w:val="TBLContenu"/>
              <w:rPr>
                <w:color w:val="FF0000"/>
                <w:lang w:bidi="en-US"/>
              </w:rPr>
            </w:pPr>
            <w:proofErr w:type="spellStart"/>
            <w:proofErr w:type="gramStart"/>
            <w:r w:rsidRPr="002B29B5">
              <w:rPr>
                <w:color w:val="FF0000"/>
                <w:lang w:bidi="en-US"/>
              </w:rPr>
              <w:t>availabilityTime</w:t>
            </w:r>
            <w:proofErr w:type="spellEnd"/>
            <w:r w:rsidRPr="002B29B5">
              <w:rPr>
                <w:color w:val="FF0000"/>
                <w:lang w:bidi="en-US"/>
              </w:rPr>
              <w:t>[</w:t>
            </w:r>
            <w:proofErr w:type="gramEnd"/>
            <w:r w:rsidRPr="002B29B5">
              <w:rPr>
                <w:color w:val="FF0000"/>
                <w:lang w:bidi="en-US"/>
              </w:rPr>
              <w:t>0..*].</w:t>
            </w:r>
            <w:proofErr w:type="spellStart"/>
            <w:r w:rsidRPr="002B29B5">
              <w:rPr>
                <w:color w:val="FF0000"/>
                <w:lang w:bidi="en-US"/>
              </w:rPr>
              <w:t>rrule</w:t>
            </w:r>
            <w:proofErr w:type="spellEnd"/>
            <w:r w:rsidRPr="002B29B5">
              <w:rPr>
                <w:color w:val="FF0000"/>
                <w:lang w:bidi="en-US"/>
              </w:rPr>
              <w:t>[0..1].</w:t>
            </w:r>
            <w:proofErr w:type="spellStart"/>
            <w:r w:rsidRPr="002B29B5">
              <w:rPr>
                <w:color w:val="FF0000"/>
                <w:lang w:bidi="en-US"/>
              </w:rPr>
              <w:t>byHour</w:t>
            </w:r>
            <w:proofErr w:type="spellEnd"/>
            <w:r w:rsidRPr="002B29B5">
              <w:rPr>
                <w:color w:val="FF0000"/>
                <w:lang w:bidi="en-US"/>
              </w:rPr>
              <w:t> :</w:t>
            </w:r>
            <w:r w:rsidRPr="00492BF5">
              <w:rPr>
                <w:color w:val="FF0000"/>
                <w:lang w:bidi="en-US"/>
              </w:rPr>
              <w:t xml:space="preserve"> </w:t>
            </w:r>
            <w:proofErr w:type="spellStart"/>
            <w:r w:rsidRPr="008D3ADC">
              <w:rPr>
                <w:color w:val="FF0000"/>
                <w:lang w:bidi="en-US"/>
              </w:rPr>
              <w:t>positiveInt</w:t>
            </w:r>
            <w:proofErr w:type="spellEnd"/>
            <w:r w:rsidRPr="00014C97">
              <w:rPr>
                <w:color w:val="FF0000"/>
                <w:lang w:bidi="en-US"/>
              </w:rPr>
              <w:t xml:space="preserve"> [0..*]</w:t>
            </w:r>
          </w:p>
          <w:p w14:paraId="7C3F0B27" w14:textId="77777777" w:rsidR="00AD75F0" w:rsidRPr="004A5E9E" w:rsidRDefault="00AD75F0" w:rsidP="00AD75F0">
            <w:pPr>
              <w:spacing w:after="0"/>
              <w:rPr>
                <w:color w:val="FF0000"/>
                <w:sz w:val="18"/>
                <w:lang w:bidi="en-US"/>
              </w:rPr>
            </w:pPr>
            <w:proofErr w:type="gramStart"/>
            <w:r w:rsidRPr="004A5E9E">
              <w:rPr>
                <w:color w:val="FF0000"/>
                <w:sz w:val="18"/>
                <w:lang w:bidi="en-US"/>
              </w:rPr>
              <w:t>extension</w:t>
            </w:r>
            <w:proofErr w:type="gramEnd"/>
            <w:r w:rsidRPr="004A5E9E">
              <w:rPr>
                <w:color w:val="FF0000"/>
                <w:sz w:val="18"/>
                <w:lang w:bidi="en-US"/>
              </w:rPr>
              <w:t xml:space="preserve"> française</w:t>
            </w:r>
          </w:p>
          <w:p w14:paraId="17880621" w14:textId="62F74C45" w:rsidR="00AD75F0" w:rsidRPr="002B29B5" w:rsidRDefault="00AD75F0" w:rsidP="004A5E9E">
            <w:pPr>
              <w:pStyle w:val="TBLContenu"/>
              <w:spacing w:before="0"/>
              <w:rPr>
                <w:color w:val="F79646" w:themeColor="accent6"/>
                <w:lang w:bidi="en-US"/>
              </w:rPr>
            </w:pPr>
            <w:r w:rsidRPr="004A5E9E">
              <w:rPr>
                <w:color w:val="FF0000"/>
                <w:lang w:bidi="en-US"/>
              </w:rPr>
              <w:t>(</w:t>
            </w:r>
            <w:proofErr w:type="spellStart"/>
            <w:r w:rsidRPr="004A5E9E">
              <w:rPr>
                <w:color w:val="FF0000"/>
                <w:lang w:bidi="en-US"/>
              </w:rPr>
              <w:t>FrScheduleAvailabiltyTime</w:t>
            </w:r>
            <w:proofErr w:type="spellEnd"/>
            <w:r w:rsidRPr="004A5E9E">
              <w:rPr>
                <w:color w:val="FF0000"/>
                <w:lang w:bidi="en-US"/>
              </w:rPr>
              <w:t>)</w:t>
            </w:r>
          </w:p>
        </w:tc>
      </w:tr>
      <w:tr w:rsidR="00AD75F0" w:rsidRPr="005B1EEA" w14:paraId="71C3FF84" w14:textId="77777777" w:rsidTr="002206AD">
        <w:trPr>
          <w:trHeight w:val="576"/>
        </w:trPr>
        <w:tc>
          <w:tcPr>
            <w:tcW w:w="1238" w:type="pct"/>
            <w:vMerge/>
            <w:noWrap/>
          </w:tcPr>
          <w:p w14:paraId="4C06F0EC" w14:textId="77777777" w:rsidR="00AD75F0" w:rsidRPr="005B1EEA" w:rsidRDefault="00AD75F0" w:rsidP="00AD75F0">
            <w:pPr>
              <w:pStyle w:val="TBLContenu"/>
              <w:rPr>
                <w:lang w:bidi="en-US"/>
              </w:rPr>
            </w:pPr>
          </w:p>
        </w:tc>
        <w:tc>
          <w:tcPr>
            <w:tcW w:w="1415" w:type="pct"/>
            <w:noWrap/>
          </w:tcPr>
          <w:p w14:paraId="41555DFC" w14:textId="35D6D318" w:rsidR="00AD75F0" w:rsidRPr="005B1EEA" w:rsidRDefault="00AD75F0" w:rsidP="00AD75F0">
            <w:pPr>
              <w:pStyle w:val="TBLContenu"/>
              <w:rPr>
                <w:lang w:bidi="en-US"/>
              </w:rPr>
            </w:pPr>
            <w:proofErr w:type="gramStart"/>
            <w:r>
              <w:rPr>
                <w:lang w:bidi="en-US"/>
              </w:rPr>
              <w:t>statut</w:t>
            </w:r>
            <w:proofErr w:type="gramEnd"/>
            <w:r>
              <w:rPr>
                <w:lang w:bidi="en-US"/>
              </w:rPr>
              <w:t> : [1..1] Code</w:t>
            </w:r>
          </w:p>
        </w:tc>
        <w:tc>
          <w:tcPr>
            <w:tcW w:w="957" w:type="pct"/>
            <w:noWrap/>
          </w:tcPr>
          <w:p w14:paraId="71E9783C" w14:textId="77777777" w:rsidR="00AD75F0" w:rsidRDefault="00AD75F0" w:rsidP="00AD75F0">
            <w:pPr>
              <w:pStyle w:val="TBLContenu"/>
              <w:rPr>
                <w:lang w:bidi="en-US"/>
              </w:rPr>
            </w:pPr>
            <w:r>
              <w:rPr>
                <w:lang w:bidi="en-US"/>
              </w:rPr>
              <w:t>Schedule</w:t>
            </w:r>
          </w:p>
          <w:p w14:paraId="030354A2" w14:textId="24B69A1F" w:rsidR="00AD75F0"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390" w:type="pct"/>
            <w:noWrap/>
          </w:tcPr>
          <w:p w14:paraId="252D9D70" w14:textId="0251650C" w:rsidR="00AD75F0" w:rsidRPr="00014C97" w:rsidRDefault="00AD75F0" w:rsidP="00AD75F0">
            <w:pPr>
              <w:pStyle w:val="TBLContenu"/>
              <w:rPr>
                <w:color w:val="FF0000"/>
                <w:lang w:bidi="en-US"/>
              </w:rPr>
            </w:pPr>
            <w:proofErr w:type="spellStart"/>
            <w:proofErr w:type="gramStart"/>
            <w:r w:rsidRPr="002B29B5">
              <w:rPr>
                <w:color w:val="FF0000"/>
                <w:lang w:bidi="en-US"/>
              </w:rPr>
              <w:t>availabilityTime</w:t>
            </w:r>
            <w:proofErr w:type="spellEnd"/>
            <w:r w:rsidRPr="002B29B5">
              <w:rPr>
                <w:color w:val="FF0000"/>
                <w:lang w:bidi="en-US"/>
              </w:rPr>
              <w:t>[</w:t>
            </w:r>
            <w:proofErr w:type="gramEnd"/>
            <w:r w:rsidRPr="002B29B5">
              <w:rPr>
                <w:color w:val="FF0000"/>
                <w:lang w:bidi="en-US"/>
              </w:rPr>
              <w:t>0..*].</w:t>
            </w:r>
            <w:r w:rsidRPr="00492BF5">
              <w:rPr>
                <w:color w:val="FF0000"/>
                <w:lang w:bidi="en-US"/>
              </w:rPr>
              <w:t>type</w:t>
            </w:r>
            <w:r w:rsidRPr="008D3ADC">
              <w:rPr>
                <w:color w:val="FF0000"/>
                <w:lang w:bidi="en-US"/>
              </w:rPr>
              <w:t xml:space="preserve">: </w:t>
            </w:r>
            <w:r w:rsidRPr="00014C97">
              <w:rPr>
                <w:color w:val="FF0000"/>
                <w:lang w:bidi="en-US"/>
              </w:rPr>
              <w:t>coding [1..1]</w:t>
            </w:r>
          </w:p>
          <w:p w14:paraId="481306B5" w14:textId="3E3470E6" w:rsidR="00AD75F0" w:rsidRPr="00014C97" w:rsidRDefault="00AD75F0" w:rsidP="00AD75F0">
            <w:pPr>
              <w:pStyle w:val="TBLContenu"/>
              <w:rPr>
                <w:color w:val="FF0000"/>
                <w:lang w:bidi="en-US"/>
              </w:rPr>
            </w:pPr>
            <w:proofErr w:type="gramStart"/>
            <w:r w:rsidRPr="00014C97">
              <w:rPr>
                <w:color w:val="FF0000"/>
                <w:lang w:bidi="en-US"/>
              </w:rPr>
              <w:t>avec</w:t>
            </w:r>
            <w:proofErr w:type="gramEnd"/>
            <w:r w:rsidRPr="00014C97">
              <w:rPr>
                <w:color w:val="FF0000"/>
                <w:lang w:bidi="en-US"/>
              </w:rPr>
              <w:t xml:space="preserve"> valeur fixée à « free »</w:t>
            </w:r>
          </w:p>
          <w:p w14:paraId="03E488B8" w14:textId="77777777" w:rsidR="00AD75F0" w:rsidRPr="004A5E9E" w:rsidRDefault="00AD75F0" w:rsidP="00AD75F0">
            <w:pPr>
              <w:spacing w:after="0"/>
              <w:rPr>
                <w:color w:val="FF0000"/>
                <w:sz w:val="18"/>
                <w:lang w:bidi="en-US"/>
              </w:rPr>
            </w:pPr>
            <w:proofErr w:type="gramStart"/>
            <w:r w:rsidRPr="004A5E9E">
              <w:rPr>
                <w:color w:val="FF0000"/>
                <w:sz w:val="18"/>
                <w:lang w:bidi="en-US"/>
              </w:rPr>
              <w:t>extension</w:t>
            </w:r>
            <w:proofErr w:type="gramEnd"/>
            <w:r w:rsidRPr="004A5E9E">
              <w:rPr>
                <w:color w:val="FF0000"/>
                <w:sz w:val="18"/>
                <w:lang w:bidi="en-US"/>
              </w:rPr>
              <w:t xml:space="preserve"> française</w:t>
            </w:r>
          </w:p>
          <w:p w14:paraId="31D2744A" w14:textId="647FCBFA" w:rsidR="00AD75F0" w:rsidRPr="002B29B5" w:rsidRDefault="00AD75F0" w:rsidP="004A5E9E">
            <w:pPr>
              <w:pStyle w:val="TBLContenu"/>
              <w:spacing w:before="0"/>
              <w:rPr>
                <w:color w:val="F79646" w:themeColor="accent6"/>
                <w:lang w:bidi="en-US"/>
              </w:rPr>
            </w:pPr>
            <w:r w:rsidRPr="004A5E9E">
              <w:rPr>
                <w:color w:val="FF0000"/>
                <w:lang w:bidi="en-US"/>
              </w:rPr>
              <w:t>(</w:t>
            </w:r>
            <w:proofErr w:type="spellStart"/>
            <w:r w:rsidRPr="004A5E9E">
              <w:rPr>
                <w:color w:val="FF0000"/>
                <w:lang w:bidi="en-US"/>
              </w:rPr>
              <w:t>FrScheduleAvailabiltyTime</w:t>
            </w:r>
            <w:proofErr w:type="spellEnd"/>
            <w:r w:rsidRPr="004A5E9E">
              <w:rPr>
                <w:color w:val="FF0000"/>
                <w:lang w:bidi="en-US"/>
              </w:rPr>
              <w:t>)</w:t>
            </w:r>
          </w:p>
        </w:tc>
      </w:tr>
      <w:tr w:rsidR="00AD75F0" w:rsidRPr="005B1EEA" w14:paraId="1AE0C44C" w14:textId="77777777" w:rsidTr="002206AD">
        <w:trPr>
          <w:trHeight w:val="576"/>
        </w:trPr>
        <w:tc>
          <w:tcPr>
            <w:tcW w:w="1238" w:type="pct"/>
            <w:noWrap/>
          </w:tcPr>
          <w:p w14:paraId="2C4302CC" w14:textId="176E6A3E" w:rsidR="00AD75F0" w:rsidRPr="005B1EEA" w:rsidRDefault="00AD75F0" w:rsidP="00AD75F0">
            <w:pPr>
              <w:pStyle w:val="TBLContenu"/>
              <w:rPr>
                <w:lang w:bidi="en-US"/>
              </w:rPr>
            </w:pPr>
            <w:r>
              <w:rPr>
                <w:lang w:bidi="en-US"/>
              </w:rPr>
              <w:t>Agenda</w:t>
            </w:r>
          </w:p>
        </w:tc>
        <w:tc>
          <w:tcPr>
            <w:tcW w:w="1415" w:type="pct"/>
            <w:noWrap/>
          </w:tcPr>
          <w:p w14:paraId="21CF097A" w14:textId="24D27AD1" w:rsidR="00AD75F0" w:rsidRDefault="00AD75F0" w:rsidP="00AD75F0">
            <w:pPr>
              <w:pStyle w:val="TBLContenu"/>
              <w:rPr>
                <w:lang w:bidi="en-US"/>
              </w:rPr>
            </w:pPr>
            <w:proofErr w:type="spellStart"/>
            <w:proofErr w:type="gramStart"/>
            <w:r>
              <w:rPr>
                <w:lang w:bidi="en-US"/>
              </w:rPr>
              <w:t>idAgenda</w:t>
            </w:r>
            <w:proofErr w:type="spellEnd"/>
            <w:proofErr w:type="gramEnd"/>
            <w:r>
              <w:rPr>
                <w:lang w:bidi="en-US"/>
              </w:rPr>
              <w:t> : [1..1] Identifiant</w:t>
            </w:r>
          </w:p>
        </w:tc>
        <w:tc>
          <w:tcPr>
            <w:tcW w:w="957" w:type="pct"/>
            <w:noWrap/>
          </w:tcPr>
          <w:p w14:paraId="04CF6F2E" w14:textId="77777777" w:rsidR="00AD75F0" w:rsidRDefault="00AD75F0" w:rsidP="00AD75F0">
            <w:pPr>
              <w:pStyle w:val="TBLContenu"/>
              <w:rPr>
                <w:lang w:bidi="en-US"/>
              </w:rPr>
            </w:pPr>
            <w:r>
              <w:rPr>
                <w:lang w:bidi="en-US"/>
              </w:rPr>
              <w:t>Schedule</w:t>
            </w:r>
          </w:p>
          <w:p w14:paraId="1EAB5E18" w14:textId="24E8DF33" w:rsidR="00AD75F0" w:rsidRDefault="00AD75F0" w:rsidP="00AD75F0">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390" w:type="pct"/>
            <w:noWrap/>
          </w:tcPr>
          <w:p w14:paraId="2F459137" w14:textId="4B2EC33B" w:rsidR="00AD75F0" w:rsidRPr="00175062" w:rsidRDefault="00AD75F0" w:rsidP="00390E61">
            <w:pPr>
              <w:pStyle w:val="TBLContenu"/>
              <w:keepNext/>
              <w:rPr>
                <w:color w:val="F79646" w:themeColor="accent6"/>
                <w:lang w:bidi="en-US"/>
              </w:rPr>
            </w:pPr>
            <w:r w:rsidRPr="000041D5">
              <w:rPr>
                <w:color w:val="auto"/>
                <w:lang w:bidi="en-US"/>
              </w:rPr>
              <w:t>Identifier :</w:t>
            </w:r>
            <w:r>
              <w:rPr>
                <w:color w:val="auto"/>
                <w:lang w:bidi="en-US"/>
              </w:rPr>
              <w:t xml:space="preserve"> </w:t>
            </w:r>
            <w:r w:rsidRPr="000041D5">
              <w:rPr>
                <w:color w:val="auto"/>
                <w:lang w:bidi="en-US"/>
              </w:rPr>
              <w:t>[</w:t>
            </w:r>
            <w:proofErr w:type="gramStart"/>
            <w:r w:rsidRPr="000041D5">
              <w:rPr>
                <w:color w:val="auto"/>
                <w:lang w:bidi="en-US"/>
              </w:rPr>
              <w:t>0..</w:t>
            </w:r>
            <w:proofErr w:type="gramEnd"/>
            <w:r w:rsidRPr="000041D5">
              <w:rPr>
                <w:color w:val="auto"/>
                <w:lang w:bidi="en-US"/>
              </w:rPr>
              <w:t xml:space="preserve">*]  Identifier </w:t>
            </w:r>
          </w:p>
        </w:tc>
      </w:tr>
    </w:tbl>
    <w:p w14:paraId="2FDFB16B" w14:textId="7C2D0968" w:rsidR="00390E61" w:rsidRDefault="00390E61">
      <w:pPr>
        <w:pStyle w:val="Lgende"/>
      </w:pPr>
      <w:r>
        <w:t xml:space="preserve">Tableau </w:t>
      </w:r>
      <w:fldSimple w:instr=" SEQ Tableau \* ARABIC ">
        <w:r w:rsidR="00A100DC">
          <w:rPr>
            <w:noProof/>
          </w:rPr>
          <w:t>6</w:t>
        </w:r>
      </w:fldSimple>
      <w:r>
        <w:t xml:space="preserve"> </w:t>
      </w:r>
      <w:r w:rsidRPr="00390E61">
        <w:t>Mise en correspondance entre éléments métier et éléments FHIR pour le flux 3a</w:t>
      </w:r>
    </w:p>
    <w:p w14:paraId="4C25D022" w14:textId="454390B3" w:rsidR="002206AD" w:rsidRPr="00B8281C" w:rsidRDefault="002206AD" w:rsidP="005B0A6E">
      <w:pPr>
        <w:pStyle w:val="Titre2"/>
      </w:pPr>
      <w:bookmarkStart w:id="16" w:name="_Toc34751953"/>
      <w:bookmarkStart w:id="17" w:name="_Toc142042207"/>
      <w:r w:rsidRPr="00236B6A">
        <w:t>Fl</w:t>
      </w:r>
      <w:r>
        <w:t xml:space="preserve">ux </w:t>
      </w:r>
      <w:r w:rsidR="00EC0814">
        <w:t>3</w:t>
      </w:r>
      <w:r>
        <w:t>c</w:t>
      </w:r>
      <w:r w:rsidRPr="00236B6A">
        <w:t xml:space="preserve"> – Suppression </w:t>
      </w:r>
      <w:r>
        <w:t>de</w:t>
      </w:r>
      <w:r w:rsidRPr="00236B6A">
        <w:t xml:space="preserve"> disponibilité</w:t>
      </w:r>
      <w:r>
        <w:t>s</w:t>
      </w:r>
      <w:bookmarkEnd w:id="16"/>
      <w:bookmarkEnd w:id="17"/>
    </w:p>
    <w:tbl>
      <w:tblPr>
        <w:tblStyle w:val="Tableaustandard"/>
        <w:tblW w:w="5000" w:type="pct"/>
        <w:tblLayout w:type="fixed"/>
        <w:tblLook w:val="04A0" w:firstRow="1" w:lastRow="0" w:firstColumn="1" w:lastColumn="0" w:noHBand="0" w:noVBand="1"/>
      </w:tblPr>
      <w:tblGrid>
        <w:gridCol w:w="2613"/>
        <w:gridCol w:w="2798"/>
        <w:gridCol w:w="1946"/>
        <w:gridCol w:w="2833"/>
      </w:tblGrid>
      <w:tr w:rsidR="002206AD" w:rsidRPr="005B1EEA" w14:paraId="13638F7C" w14:textId="77777777" w:rsidTr="002206AD">
        <w:trPr>
          <w:cnfStyle w:val="100000000000" w:firstRow="1" w:lastRow="0" w:firstColumn="0" w:lastColumn="0" w:oddVBand="0" w:evenVBand="0" w:oddHBand="0" w:evenHBand="0" w:firstRowFirstColumn="0" w:firstRowLastColumn="0" w:lastRowFirstColumn="0" w:lastRowLastColumn="0"/>
          <w:trHeight w:val="392"/>
        </w:trPr>
        <w:tc>
          <w:tcPr>
            <w:tcW w:w="2655" w:type="pct"/>
            <w:gridSpan w:val="2"/>
            <w:noWrap/>
            <w:hideMark/>
          </w:tcPr>
          <w:p w14:paraId="61AE7514" w14:textId="77777777" w:rsidR="002206AD" w:rsidRPr="00F0785F" w:rsidRDefault="002206AD" w:rsidP="004A5E9E">
            <w:pPr>
              <w:pStyle w:val="TBLTitrecolonne"/>
            </w:pPr>
            <w:proofErr w:type="spellStart"/>
            <w:r w:rsidRPr="00F0785F">
              <w:t>Eléments</w:t>
            </w:r>
            <w:proofErr w:type="spellEnd"/>
            <w:r w:rsidRPr="00F0785F">
              <w:t xml:space="preserve"> métier</w:t>
            </w:r>
          </w:p>
        </w:tc>
        <w:tc>
          <w:tcPr>
            <w:tcW w:w="2345" w:type="pct"/>
            <w:gridSpan w:val="2"/>
            <w:noWrap/>
            <w:hideMark/>
          </w:tcPr>
          <w:p w14:paraId="7CCE5A1A" w14:textId="77777777" w:rsidR="002206AD" w:rsidRPr="00F0785F" w:rsidRDefault="002206AD" w:rsidP="004A5E9E">
            <w:pPr>
              <w:pStyle w:val="TBLTitrecolonne"/>
            </w:pPr>
            <w:proofErr w:type="spellStart"/>
            <w:r w:rsidRPr="00F0785F">
              <w:t>Eléments</w:t>
            </w:r>
            <w:proofErr w:type="spellEnd"/>
            <w:r w:rsidRPr="00F0785F">
              <w:t xml:space="preserve"> FHIR</w:t>
            </w:r>
          </w:p>
        </w:tc>
      </w:tr>
      <w:tr w:rsidR="002206AD" w:rsidRPr="005B1EEA" w14:paraId="43054767" w14:textId="77777777" w:rsidTr="002206AD">
        <w:trPr>
          <w:trHeight w:val="288"/>
        </w:trPr>
        <w:tc>
          <w:tcPr>
            <w:tcW w:w="1282" w:type="pct"/>
            <w:noWrap/>
            <w:hideMark/>
          </w:tcPr>
          <w:p w14:paraId="6D843B38" w14:textId="77777777" w:rsidR="002206AD" w:rsidRPr="00A94A5F" w:rsidRDefault="002206AD" w:rsidP="004A5E9E">
            <w:pPr>
              <w:pStyle w:val="TBLTitrecolonne"/>
            </w:pPr>
            <w:r w:rsidRPr="00A94A5F">
              <w:t>Classe</w:t>
            </w:r>
          </w:p>
        </w:tc>
        <w:tc>
          <w:tcPr>
            <w:tcW w:w="1373" w:type="pct"/>
            <w:noWrap/>
            <w:hideMark/>
          </w:tcPr>
          <w:p w14:paraId="04E0D5DF" w14:textId="77777777" w:rsidR="002206AD" w:rsidRPr="00A94A5F" w:rsidRDefault="002206AD" w:rsidP="004A5E9E">
            <w:pPr>
              <w:pStyle w:val="TBLTitrecolonne"/>
            </w:pPr>
            <w:r w:rsidRPr="00A94A5F">
              <w:t>Attribut</w:t>
            </w:r>
          </w:p>
        </w:tc>
        <w:tc>
          <w:tcPr>
            <w:tcW w:w="955" w:type="pct"/>
            <w:noWrap/>
            <w:hideMark/>
          </w:tcPr>
          <w:p w14:paraId="40798FAC" w14:textId="77777777" w:rsidR="002206AD" w:rsidRPr="00A94A5F" w:rsidRDefault="002206AD" w:rsidP="004A5E9E">
            <w:pPr>
              <w:pStyle w:val="TBLTitrecolonne"/>
            </w:pPr>
            <w:r w:rsidRPr="00A94A5F">
              <w:t>Ressource</w:t>
            </w:r>
          </w:p>
        </w:tc>
        <w:tc>
          <w:tcPr>
            <w:tcW w:w="1390" w:type="pct"/>
            <w:noWrap/>
            <w:hideMark/>
          </w:tcPr>
          <w:p w14:paraId="12899427" w14:textId="77777777" w:rsidR="002206AD" w:rsidRPr="00A94A5F" w:rsidRDefault="002206AD" w:rsidP="004A5E9E">
            <w:pPr>
              <w:pStyle w:val="TBLTitrecolonne"/>
            </w:pPr>
            <w:r>
              <w:t>Paramètre de recherche</w:t>
            </w:r>
          </w:p>
        </w:tc>
      </w:tr>
      <w:tr w:rsidR="002206AD" w:rsidRPr="005B1EEA" w14:paraId="01DC4E5F" w14:textId="77777777" w:rsidTr="002206AD">
        <w:trPr>
          <w:trHeight w:val="288"/>
        </w:trPr>
        <w:tc>
          <w:tcPr>
            <w:tcW w:w="1282" w:type="pct"/>
            <w:noWrap/>
          </w:tcPr>
          <w:p w14:paraId="3C910CD7" w14:textId="27E62FF5" w:rsidR="002206AD" w:rsidRPr="005B1EEA" w:rsidRDefault="002206AD" w:rsidP="002206AD">
            <w:pPr>
              <w:pStyle w:val="TBLContenu"/>
              <w:rPr>
                <w:lang w:bidi="en-US"/>
              </w:rPr>
            </w:pPr>
            <w:proofErr w:type="spellStart"/>
            <w:r w:rsidRPr="005B1EEA">
              <w:rPr>
                <w:lang w:bidi="en-US"/>
              </w:rPr>
              <w:t>PlageDisponibilite</w:t>
            </w:r>
            <w:proofErr w:type="spellEnd"/>
          </w:p>
        </w:tc>
        <w:tc>
          <w:tcPr>
            <w:tcW w:w="1373" w:type="pct"/>
            <w:noWrap/>
          </w:tcPr>
          <w:p w14:paraId="23A66674" w14:textId="44CAA185" w:rsidR="002206AD" w:rsidRPr="00356371" w:rsidRDefault="002206AD" w:rsidP="002206AD">
            <w:pPr>
              <w:pStyle w:val="TBLContenu"/>
              <w:rPr>
                <w:strike/>
                <w:lang w:bidi="en-US"/>
              </w:rPr>
            </w:pPr>
            <w:proofErr w:type="spellStart"/>
            <w:proofErr w:type="gramStart"/>
            <w:r>
              <w:rPr>
                <w:lang w:bidi="en-US"/>
              </w:rPr>
              <w:t>idDisponibilite</w:t>
            </w:r>
            <w:proofErr w:type="spellEnd"/>
            <w:proofErr w:type="gramEnd"/>
            <w:r>
              <w:rPr>
                <w:lang w:bidi="en-US"/>
              </w:rPr>
              <w:t xml:space="preserve"> : [1..1</w:t>
            </w:r>
            <w:r w:rsidRPr="005B1EEA">
              <w:rPr>
                <w:lang w:bidi="en-US"/>
              </w:rPr>
              <w:t xml:space="preserve">] </w:t>
            </w:r>
            <w:r>
              <w:rPr>
                <w:lang w:bidi="en-US"/>
              </w:rPr>
              <w:t xml:space="preserve">Identifiant </w:t>
            </w:r>
          </w:p>
        </w:tc>
        <w:tc>
          <w:tcPr>
            <w:tcW w:w="955" w:type="pct"/>
            <w:noWrap/>
          </w:tcPr>
          <w:p w14:paraId="60B92CD0" w14:textId="7FC9C95B" w:rsidR="002206AD" w:rsidRPr="00E756D4" w:rsidRDefault="002206AD" w:rsidP="002206AD">
            <w:pPr>
              <w:pStyle w:val="TBLContenu"/>
              <w:rPr>
                <w:lang w:bidi="en-US"/>
              </w:rPr>
            </w:pPr>
            <w:r>
              <w:rPr>
                <w:lang w:bidi="en-US"/>
              </w:rPr>
              <w:t>Schedule</w:t>
            </w:r>
          </w:p>
        </w:tc>
        <w:tc>
          <w:tcPr>
            <w:tcW w:w="1390" w:type="pct"/>
            <w:noWrap/>
          </w:tcPr>
          <w:p w14:paraId="3AF91D0D" w14:textId="77777777" w:rsidR="002206AD" w:rsidRPr="00356371" w:rsidRDefault="002206AD" w:rsidP="00390E61">
            <w:pPr>
              <w:pStyle w:val="TBLContenu"/>
              <w:keepNext/>
              <w:rPr>
                <w:strike/>
                <w:lang w:bidi="en-US"/>
              </w:rPr>
            </w:pPr>
            <w:proofErr w:type="spellStart"/>
            <w:r w:rsidRPr="00387DEF">
              <w:rPr>
                <w:lang w:bidi="en-US"/>
              </w:rPr>
              <w:t>availabilityTime.identifier</w:t>
            </w:r>
            <w:proofErr w:type="spellEnd"/>
            <w:r w:rsidRPr="00387DEF">
              <w:rPr>
                <w:lang w:bidi="en-US"/>
              </w:rPr>
              <w:t xml:space="preserve"> : </w:t>
            </w:r>
            <w:proofErr w:type="spellStart"/>
            <w:r w:rsidRPr="00387DEF">
              <w:rPr>
                <w:lang w:bidi="en-US"/>
              </w:rPr>
              <w:t>token</w:t>
            </w:r>
            <w:proofErr w:type="spellEnd"/>
          </w:p>
        </w:tc>
      </w:tr>
    </w:tbl>
    <w:p w14:paraId="0AEEB143" w14:textId="5AC2AC3C" w:rsidR="00390E61" w:rsidRDefault="00390E61">
      <w:pPr>
        <w:pStyle w:val="Lgende"/>
      </w:pPr>
      <w:r>
        <w:t xml:space="preserve">Tableau </w:t>
      </w:r>
      <w:fldSimple w:instr=" SEQ Tableau \* ARABIC ">
        <w:r w:rsidR="00A100DC">
          <w:rPr>
            <w:noProof/>
          </w:rPr>
          <w:t>7</w:t>
        </w:r>
      </w:fldSimple>
      <w:r>
        <w:t xml:space="preserve"> </w:t>
      </w:r>
      <w:r w:rsidRPr="00390E61">
        <w:t>Mise en correspondance entre éléments métier et éléments FHIR pour le flux 3c</w:t>
      </w:r>
    </w:p>
    <w:p w14:paraId="606882BA" w14:textId="53B04707" w:rsidR="002206AD" w:rsidRPr="00B8281C" w:rsidRDefault="002206AD" w:rsidP="00635C70">
      <w:pPr>
        <w:pStyle w:val="Titre2"/>
      </w:pPr>
      <w:bookmarkStart w:id="18" w:name="_Toc34751954"/>
      <w:bookmarkStart w:id="19" w:name="_Toc142042208"/>
      <w:r w:rsidRPr="006E107D">
        <w:t xml:space="preserve">Flux </w:t>
      </w:r>
      <w:r w:rsidR="00292294">
        <w:t>4</w:t>
      </w:r>
      <w:r>
        <w:t>a – Demande de consultation de</w:t>
      </w:r>
      <w:r w:rsidRPr="006E107D">
        <w:t xml:space="preserve"> disponibilités</w:t>
      </w:r>
      <w:bookmarkEnd w:id="18"/>
      <w:bookmarkEnd w:id="19"/>
    </w:p>
    <w:tbl>
      <w:tblPr>
        <w:tblStyle w:val="Tableaustandard"/>
        <w:tblW w:w="5000" w:type="pct"/>
        <w:tblLayout w:type="fixed"/>
        <w:tblLook w:val="04A0" w:firstRow="1" w:lastRow="0" w:firstColumn="1" w:lastColumn="0" w:noHBand="0" w:noVBand="1"/>
      </w:tblPr>
      <w:tblGrid>
        <w:gridCol w:w="2197"/>
        <w:gridCol w:w="2649"/>
        <w:gridCol w:w="1335"/>
        <w:gridCol w:w="4009"/>
      </w:tblGrid>
      <w:tr w:rsidR="00994435" w:rsidRPr="00EB5561" w14:paraId="661727ED" w14:textId="77777777" w:rsidTr="003C16F2">
        <w:trPr>
          <w:cnfStyle w:val="100000000000" w:firstRow="1" w:lastRow="0" w:firstColumn="0" w:lastColumn="0" w:oddVBand="0" w:evenVBand="0" w:oddHBand="0" w:evenHBand="0" w:firstRowFirstColumn="0" w:firstRowLastColumn="0" w:lastRowFirstColumn="0" w:lastRowLastColumn="0"/>
          <w:trHeight w:val="288"/>
        </w:trPr>
        <w:tc>
          <w:tcPr>
            <w:tcW w:w="2378" w:type="pct"/>
            <w:gridSpan w:val="2"/>
            <w:noWrap/>
          </w:tcPr>
          <w:p w14:paraId="66B6C0C6" w14:textId="28471F47" w:rsidR="00994435" w:rsidRDefault="00994435" w:rsidP="004A5E9E">
            <w:pPr>
              <w:pStyle w:val="TBLTitrecolonne"/>
            </w:pPr>
            <w:r w:rsidRPr="000041D5">
              <w:rPr>
                <w:b/>
              </w:rPr>
              <w:lastRenderedPageBreak/>
              <w:t>Critère de recherche</w:t>
            </w:r>
          </w:p>
        </w:tc>
        <w:tc>
          <w:tcPr>
            <w:tcW w:w="2622" w:type="pct"/>
            <w:gridSpan w:val="2"/>
            <w:noWrap/>
          </w:tcPr>
          <w:p w14:paraId="50624C55" w14:textId="2DE93583" w:rsidR="00994435" w:rsidRPr="00F0785F" w:rsidRDefault="00994435" w:rsidP="004A5E9E">
            <w:pPr>
              <w:pStyle w:val="TBLTitrecolonne"/>
            </w:pPr>
            <w:r>
              <w:t>Paramètre FHIR</w:t>
            </w:r>
          </w:p>
        </w:tc>
      </w:tr>
      <w:tr w:rsidR="00994435" w:rsidRPr="00EB5561" w14:paraId="17AD3AE0" w14:textId="77777777" w:rsidTr="004A5E9E">
        <w:trPr>
          <w:trHeight w:val="288"/>
        </w:trPr>
        <w:tc>
          <w:tcPr>
            <w:tcW w:w="0" w:type="pct"/>
            <w:tcBorders>
              <w:bottom w:val="single" w:sz="6" w:space="0" w:color="808080" w:themeColor="background1" w:themeShade="80"/>
            </w:tcBorders>
            <w:shd w:val="clear" w:color="auto" w:fill="D9D9D9" w:themeFill="background1" w:themeFillShade="D9"/>
            <w:noWrap/>
            <w:hideMark/>
          </w:tcPr>
          <w:p w14:paraId="534511B4" w14:textId="11A0670B" w:rsidR="00994435" w:rsidRPr="00F0785F" w:rsidRDefault="00994435" w:rsidP="004A5E9E">
            <w:pPr>
              <w:pStyle w:val="TBLTitrecolonne"/>
            </w:pPr>
            <w:r>
              <w:t>Ressource</w:t>
            </w:r>
          </w:p>
        </w:tc>
        <w:tc>
          <w:tcPr>
            <w:tcW w:w="0" w:type="pct"/>
            <w:tcBorders>
              <w:bottom w:val="single" w:sz="6" w:space="0" w:color="808080" w:themeColor="background1" w:themeShade="80"/>
            </w:tcBorders>
            <w:shd w:val="clear" w:color="auto" w:fill="D9D9D9" w:themeFill="background1" w:themeFillShade="D9"/>
          </w:tcPr>
          <w:p w14:paraId="1C71B2E7" w14:textId="1612B723" w:rsidR="00994435" w:rsidRPr="00F0785F" w:rsidRDefault="00994435" w:rsidP="004A5E9E">
            <w:pPr>
              <w:pStyle w:val="TBLTitrecolonne"/>
            </w:pPr>
            <w:r>
              <w:t>Nom</w:t>
            </w:r>
          </w:p>
        </w:tc>
        <w:tc>
          <w:tcPr>
            <w:tcW w:w="0" w:type="pct"/>
            <w:tcBorders>
              <w:bottom w:val="single" w:sz="6" w:space="0" w:color="808080" w:themeColor="background1" w:themeShade="80"/>
            </w:tcBorders>
            <w:shd w:val="clear" w:color="auto" w:fill="D9D9D9" w:themeFill="background1" w:themeFillShade="D9"/>
            <w:noWrap/>
            <w:hideMark/>
          </w:tcPr>
          <w:p w14:paraId="6E36B9A8" w14:textId="0C0E5223" w:rsidR="00994435" w:rsidRPr="00F0785F" w:rsidRDefault="00994435" w:rsidP="004A5E9E">
            <w:pPr>
              <w:pStyle w:val="TBLTitrecolonne"/>
            </w:pPr>
            <w:r w:rsidRPr="00F0785F">
              <w:t>Ressource</w:t>
            </w:r>
          </w:p>
        </w:tc>
        <w:tc>
          <w:tcPr>
            <w:tcW w:w="0" w:type="pct"/>
            <w:tcBorders>
              <w:bottom w:val="single" w:sz="6" w:space="0" w:color="808080" w:themeColor="background1" w:themeShade="80"/>
            </w:tcBorders>
            <w:shd w:val="clear" w:color="auto" w:fill="D9D9D9" w:themeFill="background1" w:themeFillShade="D9"/>
            <w:noWrap/>
            <w:hideMark/>
          </w:tcPr>
          <w:p w14:paraId="447D5831" w14:textId="77777777" w:rsidR="00994435" w:rsidRPr="00F0785F" w:rsidRDefault="00994435" w:rsidP="004A5E9E">
            <w:pPr>
              <w:pStyle w:val="TBLTitrecolonne"/>
            </w:pPr>
            <w:r w:rsidRPr="00F0785F">
              <w:t>Paramètre</w:t>
            </w:r>
            <w:r>
              <w:t>s</w:t>
            </w:r>
            <w:r w:rsidRPr="00F0785F">
              <w:t xml:space="preserve"> de recherche</w:t>
            </w:r>
          </w:p>
        </w:tc>
      </w:tr>
      <w:tr w:rsidR="00994435" w:rsidRPr="00842E2E" w14:paraId="6846A75A" w14:textId="77777777" w:rsidTr="00F72466">
        <w:trPr>
          <w:trHeight w:val="288"/>
        </w:trPr>
        <w:tc>
          <w:tcPr>
            <w:tcW w:w="1078" w:type="pct"/>
            <w:vMerge w:val="restart"/>
            <w:noWrap/>
            <w:hideMark/>
          </w:tcPr>
          <w:p w14:paraId="26A08885" w14:textId="4B87B9BD" w:rsidR="00994435" w:rsidRPr="00EB5561" w:rsidRDefault="00994435" w:rsidP="00994435">
            <w:pPr>
              <w:pStyle w:val="TBLContenu"/>
              <w:rPr>
                <w:lang w:bidi="en-US"/>
              </w:rPr>
            </w:pPr>
            <w:proofErr w:type="spellStart"/>
            <w:r w:rsidRPr="00EB5561">
              <w:rPr>
                <w:lang w:bidi="en-US"/>
              </w:rPr>
              <w:t>PersonnePriseCharge</w:t>
            </w:r>
            <w:proofErr w:type="spellEnd"/>
          </w:p>
        </w:tc>
        <w:tc>
          <w:tcPr>
            <w:tcW w:w="1300" w:type="pct"/>
          </w:tcPr>
          <w:p w14:paraId="168531E8" w14:textId="30711C30" w:rsidR="00994435" w:rsidRDefault="00994435" w:rsidP="00994435">
            <w:pPr>
              <w:pStyle w:val="TBLContenu"/>
              <w:rPr>
                <w:lang w:bidi="en-US"/>
              </w:rPr>
            </w:pPr>
            <w:proofErr w:type="spellStart"/>
            <w:proofErr w:type="gramStart"/>
            <w:r>
              <w:t>idPersonnePriseCharge</w:t>
            </w:r>
            <w:proofErr w:type="spellEnd"/>
            <w:proofErr w:type="gramEnd"/>
          </w:p>
        </w:tc>
        <w:tc>
          <w:tcPr>
            <w:tcW w:w="655" w:type="pct"/>
            <w:tcBorders>
              <w:bottom w:val="single" w:sz="4" w:space="0" w:color="808080" w:themeColor="background1" w:themeShade="80"/>
            </w:tcBorders>
            <w:noWrap/>
            <w:hideMark/>
          </w:tcPr>
          <w:p w14:paraId="02652208" w14:textId="1CF93791" w:rsidR="00994435" w:rsidRPr="00EB5561" w:rsidRDefault="00994435" w:rsidP="00994435">
            <w:pPr>
              <w:pStyle w:val="TBLContenu"/>
              <w:rPr>
                <w:lang w:bidi="en-US"/>
              </w:rPr>
            </w:pPr>
            <w:r>
              <w:rPr>
                <w:lang w:bidi="en-US"/>
              </w:rPr>
              <w:t>Slot</w:t>
            </w:r>
          </w:p>
        </w:tc>
        <w:tc>
          <w:tcPr>
            <w:tcW w:w="1967" w:type="pct"/>
            <w:tcBorders>
              <w:bottom w:val="single" w:sz="4" w:space="0" w:color="808080" w:themeColor="background1" w:themeShade="80"/>
            </w:tcBorders>
            <w:noWrap/>
            <w:hideMark/>
          </w:tcPr>
          <w:p w14:paraId="7CD73CDB" w14:textId="77777777" w:rsidR="00994435" w:rsidRPr="004C34C2" w:rsidRDefault="00994435" w:rsidP="00994435">
            <w:pPr>
              <w:pStyle w:val="TBLContenu"/>
              <w:rPr>
                <w:lang w:val="en-US" w:bidi="en-US"/>
              </w:rPr>
            </w:pPr>
            <w:proofErr w:type="spellStart"/>
            <w:proofErr w:type="gramStart"/>
            <w:r w:rsidRPr="004C34C2">
              <w:rPr>
                <w:lang w:val="en-US" w:bidi="en-US"/>
              </w:rPr>
              <w:t>schedule.actor</w:t>
            </w:r>
            <w:proofErr w:type="gramEnd"/>
            <w:r w:rsidRPr="004C34C2">
              <w:rPr>
                <w:lang w:val="en-US" w:bidi="en-US"/>
              </w:rPr>
              <w:t>:Patient.identifier</w:t>
            </w:r>
            <w:proofErr w:type="spellEnd"/>
            <w:r w:rsidRPr="004C34C2">
              <w:rPr>
                <w:lang w:val="en-US" w:bidi="en-US"/>
              </w:rPr>
              <w:t> : token</w:t>
            </w:r>
          </w:p>
        </w:tc>
      </w:tr>
      <w:tr w:rsidR="00994435" w:rsidRPr="00842E2E" w14:paraId="37C24FA8" w14:textId="77777777" w:rsidTr="004A5E9E">
        <w:trPr>
          <w:trHeight w:val="288"/>
        </w:trPr>
        <w:tc>
          <w:tcPr>
            <w:tcW w:w="0" w:type="pct"/>
            <w:vMerge/>
            <w:tcBorders>
              <w:bottom w:val="single" w:sz="4" w:space="0" w:color="808080" w:themeColor="background1" w:themeShade="80"/>
            </w:tcBorders>
            <w:noWrap/>
          </w:tcPr>
          <w:p w14:paraId="5045FC00" w14:textId="77777777" w:rsidR="00994435" w:rsidRPr="000041D5" w:rsidRDefault="00994435" w:rsidP="00994435">
            <w:pPr>
              <w:pStyle w:val="TBLContenu"/>
              <w:rPr>
                <w:lang w:val="en-US" w:bidi="en-US"/>
              </w:rPr>
            </w:pPr>
          </w:p>
        </w:tc>
        <w:tc>
          <w:tcPr>
            <w:tcW w:w="0" w:type="pct"/>
            <w:tcBorders>
              <w:bottom w:val="single" w:sz="4" w:space="0" w:color="808080" w:themeColor="background1" w:themeShade="80"/>
            </w:tcBorders>
          </w:tcPr>
          <w:p w14:paraId="1C9E57F3" w14:textId="7E53255D" w:rsidR="00994435" w:rsidRDefault="00994435" w:rsidP="00994435">
            <w:pPr>
              <w:pStyle w:val="TBLContenu"/>
              <w:rPr>
                <w:lang w:bidi="en-US"/>
              </w:rPr>
            </w:pPr>
            <w:r>
              <w:t>INS</w:t>
            </w:r>
          </w:p>
        </w:tc>
        <w:tc>
          <w:tcPr>
            <w:tcW w:w="0" w:type="pct"/>
            <w:tcBorders>
              <w:top w:val="single" w:sz="4" w:space="0" w:color="808080" w:themeColor="background1" w:themeShade="80"/>
              <w:bottom w:val="single" w:sz="4" w:space="0" w:color="808080" w:themeColor="background1" w:themeShade="80"/>
            </w:tcBorders>
            <w:noWrap/>
          </w:tcPr>
          <w:p w14:paraId="1087D2B1" w14:textId="0ED8576B" w:rsidR="00994435" w:rsidRDefault="00994435" w:rsidP="00994435">
            <w:pPr>
              <w:pStyle w:val="TBLContenu"/>
              <w:rPr>
                <w:lang w:bidi="en-US"/>
              </w:rPr>
            </w:pPr>
            <w:r>
              <w:rPr>
                <w:lang w:bidi="en-US"/>
              </w:rPr>
              <w:t>Slot</w:t>
            </w:r>
          </w:p>
        </w:tc>
        <w:tc>
          <w:tcPr>
            <w:tcW w:w="0" w:type="pct"/>
            <w:tcBorders>
              <w:top w:val="single" w:sz="4" w:space="0" w:color="808080" w:themeColor="background1" w:themeShade="80"/>
              <w:bottom w:val="single" w:sz="4" w:space="0" w:color="808080" w:themeColor="background1" w:themeShade="80"/>
            </w:tcBorders>
            <w:noWrap/>
          </w:tcPr>
          <w:p w14:paraId="45AA77CA" w14:textId="5CEF1360" w:rsidR="00994435" w:rsidRPr="004C34C2" w:rsidRDefault="00994435" w:rsidP="00994435">
            <w:pPr>
              <w:pStyle w:val="TBLContenu"/>
              <w:rPr>
                <w:lang w:val="en-US" w:bidi="en-US"/>
              </w:rPr>
            </w:pPr>
            <w:proofErr w:type="spellStart"/>
            <w:proofErr w:type="gramStart"/>
            <w:r w:rsidRPr="004C34C2">
              <w:rPr>
                <w:lang w:val="en-US" w:bidi="en-US"/>
              </w:rPr>
              <w:t>schedule.actor</w:t>
            </w:r>
            <w:proofErr w:type="gramEnd"/>
            <w:r w:rsidRPr="004C34C2">
              <w:rPr>
                <w:lang w:val="en-US" w:bidi="en-US"/>
              </w:rPr>
              <w:t>:Patient.identifier</w:t>
            </w:r>
            <w:proofErr w:type="spellEnd"/>
            <w:r w:rsidRPr="004C34C2">
              <w:rPr>
                <w:lang w:val="en-US" w:bidi="en-US"/>
              </w:rPr>
              <w:t> : token</w:t>
            </w:r>
          </w:p>
        </w:tc>
      </w:tr>
      <w:tr w:rsidR="00994435" w:rsidRPr="00842E2E" w14:paraId="38A1C2B6" w14:textId="77777777" w:rsidTr="004A5E9E">
        <w:trPr>
          <w:trHeight w:val="288"/>
        </w:trPr>
        <w:tc>
          <w:tcPr>
            <w:tcW w:w="0" w:type="pct"/>
            <w:vMerge w:val="restart"/>
            <w:tcBorders>
              <w:top w:val="single" w:sz="4" w:space="0" w:color="808080" w:themeColor="background1" w:themeShade="80"/>
            </w:tcBorders>
            <w:noWrap/>
          </w:tcPr>
          <w:p w14:paraId="2F142D6A" w14:textId="77777777" w:rsidR="00994435" w:rsidRPr="00EB5561" w:rsidRDefault="00994435" w:rsidP="00994435">
            <w:pPr>
              <w:pStyle w:val="TBLContenu"/>
              <w:rPr>
                <w:b/>
                <w:bCs/>
                <w:lang w:bidi="en-US"/>
              </w:rPr>
            </w:pPr>
            <w:proofErr w:type="spellStart"/>
            <w:r w:rsidRPr="00EB5561">
              <w:rPr>
                <w:lang w:bidi="en-US"/>
              </w:rPr>
              <w:t>PersonnePhysique</w:t>
            </w:r>
            <w:proofErr w:type="spellEnd"/>
          </w:p>
        </w:tc>
        <w:tc>
          <w:tcPr>
            <w:tcW w:w="0" w:type="pct"/>
            <w:tcBorders>
              <w:top w:val="single" w:sz="4" w:space="0" w:color="808080" w:themeColor="background1" w:themeShade="80"/>
            </w:tcBorders>
          </w:tcPr>
          <w:p w14:paraId="608181D6" w14:textId="57EF4EB7" w:rsidR="00994435" w:rsidRDefault="00994435" w:rsidP="00994435">
            <w:pPr>
              <w:pStyle w:val="TBLContenu"/>
              <w:rPr>
                <w:lang w:bidi="en-US"/>
              </w:rPr>
            </w:pPr>
            <w:proofErr w:type="spellStart"/>
            <w:proofErr w:type="gramStart"/>
            <w:r>
              <w:t>nomFamille</w:t>
            </w:r>
            <w:proofErr w:type="spellEnd"/>
            <w:proofErr w:type="gramEnd"/>
          </w:p>
        </w:tc>
        <w:tc>
          <w:tcPr>
            <w:tcW w:w="0" w:type="pct"/>
            <w:tcBorders>
              <w:top w:val="single" w:sz="4" w:space="0" w:color="808080" w:themeColor="background1" w:themeShade="80"/>
            </w:tcBorders>
            <w:noWrap/>
          </w:tcPr>
          <w:p w14:paraId="231BFBB4" w14:textId="576533CF" w:rsidR="00994435" w:rsidRDefault="00994435" w:rsidP="00994435">
            <w:pPr>
              <w:pStyle w:val="TBLContenu"/>
              <w:rPr>
                <w:lang w:bidi="en-US"/>
              </w:rPr>
            </w:pPr>
            <w:r>
              <w:rPr>
                <w:lang w:bidi="en-US"/>
              </w:rPr>
              <w:t>Slot</w:t>
            </w:r>
          </w:p>
          <w:p w14:paraId="0393DF9E" w14:textId="77777777" w:rsidR="00994435" w:rsidRPr="00EB5561" w:rsidRDefault="00994435" w:rsidP="00994435">
            <w:pPr>
              <w:pStyle w:val="TBLContenu"/>
              <w:rPr>
                <w:lang w:bidi="en-US"/>
              </w:rPr>
            </w:pPr>
          </w:p>
        </w:tc>
        <w:tc>
          <w:tcPr>
            <w:tcW w:w="0" w:type="pct"/>
            <w:tcBorders>
              <w:top w:val="single" w:sz="4" w:space="0" w:color="808080" w:themeColor="background1" w:themeShade="80"/>
            </w:tcBorders>
            <w:noWrap/>
          </w:tcPr>
          <w:p w14:paraId="5AF65EDA" w14:textId="77777777" w:rsidR="00994435" w:rsidRPr="00CE762C" w:rsidRDefault="00994435" w:rsidP="00994435">
            <w:pPr>
              <w:pStyle w:val="TBLContenu"/>
              <w:rPr>
                <w:lang w:val="en-US" w:bidi="en-US"/>
              </w:rPr>
            </w:pPr>
            <w:proofErr w:type="spellStart"/>
            <w:proofErr w:type="gramStart"/>
            <w:r w:rsidRPr="004C34C2">
              <w:rPr>
                <w:lang w:val="en-US" w:bidi="en-US"/>
              </w:rPr>
              <w:t>schedule.actor</w:t>
            </w:r>
            <w:proofErr w:type="gramEnd"/>
            <w:r w:rsidRPr="004C34C2">
              <w:rPr>
                <w:lang w:val="en-US" w:bidi="en-US"/>
              </w:rPr>
              <w:t>:Patient.</w:t>
            </w:r>
            <w:r>
              <w:rPr>
                <w:lang w:val="en-US" w:bidi="en-US"/>
              </w:rPr>
              <w:t>family</w:t>
            </w:r>
            <w:proofErr w:type="spellEnd"/>
            <w:r w:rsidRPr="004C34C2">
              <w:rPr>
                <w:lang w:val="en-US" w:bidi="en-US"/>
              </w:rPr>
              <w:t xml:space="preserve"> : </w:t>
            </w:r>
            <w:r>
              <w:rPr>
                <w:lang w:val="en-US" w:bidi="en-US"/>
              </w:rPr>
              <w:t>string</w:t>
            </w:r>
          </w:p>
        </w:tc>
      </w:tr>
      <w:tr w:rsidR="00994435" w:rsidRPr="00842E2E" w14:paraId="03DE3CF0" w14:textId="77777777" w:rsidTr="00F72466">
        <w:trPr>
          <w:trHeight w:val="288"/>
        </w:trPr>
        <w:tc>
          <w:tcPr>
            <w:tcW w:w="1078" w:type="pct"/>
            <w:vMerge/>
            <w:noWrap/>
          </w:tcPr>
          <w:p w14:paraId="30B7A113" w14:textId="77777777" w:rsidR="00994435" w:rsidRPr="00CE762C" w:rsidRDefault="00994435" w:rsidP="00994435">
            <w:pPr>
              <w:pStyle w:val="TBLContenu"/>
              <w:rPr>
                <w:lang w:val="en-US" w:bidi="en-US"/>
              </w:rPr>
            </w:pPr>
          </w:p>
        </w:tc>
        <w:tc>
          <w:tcPr>
            <w:tcW w:w="1300" w:type="pct"/>
          </w:tcPr>
          <w:p w14:paraId="47448229" w14:textId="12ABB50D" w:rsidR="00994435" w:rsidRDefault="00994435" w:rsidP="00994435">
            <w:pPr>
              <w:pStyle w:val="TBLContenu"/>
              <w:rPr>
                <w:lang w:bidi="en-US"/>
              </w:rPr>
            </w:pPr>
            <w:proofErr w:type="spellStart"/>
            <w:proofErr w:type="gramStart"/>
            <w:r>
              <w:t>prenomUsuel</w:t>
            </w:r>
            <w:proofErr w:type="spellEnd"/>
            <w:proofErr w:type="gramEnd"/>
          </w:p>
        </w:tc>
        <w:tc>
          <w:tcPr>
            <w:tcW w:w="655" w:type="pct"/>
            <w:noWrap/>
          </w:tcPr>
          <w:p w14:paraId="35929ADA" w14:textId="635ECF53" w:rsidR="00994435" w:rsidRDefault="00994435" w:rsidP="00994435">
            <w:pPr>
              <w:pStyle w:val="TBLContenu"/>
              <w:rPr>
                <w:lang w:bidi="en-US"/>
              </w:rPr>
            </w:pPr>
            <w:r>
              <w:rPr>
                <w:lang w:bidi="en-US"/>
              </w:rPr>
              <w:t>Slot</w:t>
            </w:r>
          </w:p>
          <w:p w14:paraId="544B68A6" w14:textId="77777777" w:rsidR="00994435" w:rsidRPr="00EB5561" w:rsidRDefault="00994435" w:rsidP="00994435">
            <w:pPr>
              <w:pStyle w:val="TBLContenu"/>
              <w:rPr>
                <w:lang w:bidi="en-US"/>
              </w:rPr>
            </w:pPr>
          </w:p>
        </w:tc>
        <w:tc>
          <w:tcPr>
            <w:tcW w:w="1967" w:type="pct"/>
            <w:noWrap/>
          </w:tcPr>
          <w:p w14:paraId="6BFA7EC5" w14:textId="77777777" w:rsidR="00994435" w:rsidRPr="00CE762C" w:rsidRDefault="00994435" w:rsidP="00994435">
            <w:pPr>
              <w:pStyle w:val="TBLContenu"/>
              <w:rPr>
                <w:lang w:val="en-US" w:bidi="en-US"/>
              </w:rPr>
            </w:pPr>
            <w:proofErr w:type="spellStart"/>
            <w:proofErr w:type="gramStart"/>
            <w:r w:rsidRPr="004C34C2">
              <w:rPr>
                <w:lang w:val="en-US" w:bidi="en-US"/>
              </w:rPr>
              <w:t>schedule.actor</w:t>
            </w:r>
            <w:proofErr w:type="gramEnd"/>
            <w:r w:rsidRPr="004C34C2">
              <w:rPr>
                <w:lang w:val="en-US" w:bidi="en-US"/>
              </w:rPr>
              <w:t>:Patient.</w:t>
            </w:r>
            <w:r>
              <w:rPr>
                <w:lang w:val="en-US" w:bidi="en-US"/>
              </w:rPr>
              <w:t>given</w:t>
            </w:r>
            <w:proofErr w:type="spellEnd"/>
            <w:r w:rsidRPr="004C34C2">
              <w:rPr>
                <w:lang w:val="en-US" w:bidi="en-US"/>
              </w:rPr>
              <w:t xml:space="preserve"> : </w:t>
            </w:r>
            <w:r>
              <w:rPr>
                <w:lang w:val="en-US" w:bidi="en-US"/>
              </w:rPr>
              <w:t>string</w:t>
            </w:r>
          </w:p>
        </w:tc>
      </w:tr>
      <w:tr w:rsidR="00994435" w:rsidRPr="00842E2E" w14:paraId="19CB22E3" w14:textId="77777777" w:rsidTr="00F72466">
        <w:trPr>
          <w:trHeight w:val="288"/>
        </w:trPr>
        <w:tc>
          <w:tcPr>
            <w:tcW w:w="1078" w:type="pct"/>
            <w:noWrap/>
            <w:hideMark/>
          </w:tcPr>
          <w:p w14:paraId="7FD46FEB" w14:textId="77777777" w:rsidR="00994435" w:rsidRPr="00EB5561" w:rsidRDefault="00994435" w:rsidP="00994435">
            <w:pPr>
              <w:pStyle w:val="TBLContenu"/>
              <w:rPr>
                <w:b/>
                <w:bCs/>
                <w:lang w:bidi="en-US"/>
              </w:rPr>
            </w:pPr>
            <w:r w:rsidRPr="00EB5561">
              <w:rPr>
                <w:lang w:bidi="en-US"/>
              </w:rPr>
              <w:t>Professionnel</w:t>
            </w:r>
          </w:p>
        </w:tc>
        <w:tc>
          <w:tcPr>
            <w:tcW w:w="1300" w:type="pct"/>
          </w:tcPr>
          <w:p w14:paraId="4B5EC0C2" w14:textId="21633725" w:rsidR="00994435" w:rsidRDefault="00994435" w:rsidP="00994435">
            <w:pPr>
              <w:pStyle w:val="TBLContenu"/>
              <w:rPr>
                <w:lang w:bidi="en-US"/>
              </w:rPr>
            </w:pPr>
            <w:proofErr w:type="spellStart"/>
            <w:proofErr w:type="gramStart"/>
            <w:r>
              <w:t>idPP</w:t>
            </w:r>
            <w:proofErr w:type="spellEnd"/>
            <w:proofErr w:type="gramEnd"/>
          </w:p>
        </w:tc>
        <w:tc>
          <w:tcPr>
            <w:tcW w:w="655" w:type="pct"/>
            <w:noWrap/>
            <w:hideMark/>
          </w:tcPr>
          <w:p w14:paraId="25560031" w14:textId="2A424506" w:rsidR="00994435" w:rsidRDefault="00994435" w:rsidP="00994435">
            <w:pPr>
              <w:pStyle w:val="TBLContenu"/>
              <w:rPr>
                <w:lang w:bidi="en-US"/>
              </w:rPr>
            </w:pPr>
            <w:r>
              <w:rPr>
                <w:lang w:bidi="en-US"/>
              </w:rPr>
              <w:t>Slot</w:t>
            </w:r>
          </w:p>
          <w:p w14:paraId="6F522AAB" w14:textId="77777777" w:rsidR="00994435" w:rsidRPr="00EB5561" w:rsidRDefault="00994435" w:rsidP="00994435">
            <w:pPr>
              <w:pStyle w:val="TBLContenu"/>
              <w:rPr>
                <w:lang w:bidi="en-US"/>
              </w:rPr>
            </w:pPr>
          </w:p>
        </w:tc>
        <w:tc>
          <w:tcPr>
            <w:tcW w:w="1967" w:type="pct"/>
            <w:noWrap/>
            <w:hideMark/>
          </w:tcPr>
          <w:p w14:paraId="3E3BDE47" w14:textId="77777777" w:rsidR="00994435" w:rsidRPr="003C4D1C" w:rsidRDefault="00994435" w:rsidP="00994435">
            <w:pPr>
              <w:pStyle w:val="TBLContenu"/>
              <w:rPr>
                <w:lang w:val="en-US" w:bidi="en-US"/>
              </w:rPr>
            </w:pPr>
            <w:proofErr w:type="spellStart"/>
            <w:proofErr w:type="gramStart"/>
            <w:r w:rsidRPr="003C4D1C">
              <w:rPr>
                <w:lang w:val="en-US" w:bidi="en-US"/>
              </w:rPr>
              <w:t>schedule.actor</w:t>
            </w:r>
            <w:proofErr w:type="gramEnd"/>
            <w:r w:rsidRPr="003C4D1C">
              <w:rPr>
                <w:lang w:val="en-US" w:bidi="en-US"/>
              </w:rPr>
              <w:t>:Practitioner.identifier</w:t>
            </w:r>
            <w:proofErr w:type="spellEnd"/>
            <w:r w:rsidRPr="003C4D1C">
              <w:rPr>
                <w:lang w:val="en-US" w:bidi="en-US"/>
              </w:rPr>
              <w:t> : token</w:t>
            </w:r>
          </w:p>
        </w:tc>
      </w:tr>
      <w:tr w:rsidR="00994435" w:rsidRPr="00842E2E" w14:paraId="0BAF6DBD" w14:textId="77777777" w:rsidTr="00F72466">
        <w:trPr>
          <w:trHeight w:val="288"/>
        </w:trPr>
        <w:tc>
          <w:tcPr>
            <w:tcW w:w="1078" w:type="pct"/>
            <w:vMerge w:val="restart"/>
            <w:noWrap/>
          </w:tcPr>
          <w:p w14:paraId="210610D2" w14:textId="77777777" w:rsidR="00994435" w:rsidRPr="00EB5561" w:rsidRDefault="00994435" w:rsidP="00994435">
            <w:pPr>
              <w:pStyle w:val="TBLContenu"/>
              <w:rPr>
                <w:lang w:bidi="en-US"/>
              </w:rPr>
            </w:pPr>
            <w:proofErr w:type="spellStart"/>
            <w:r w:rsidRPr="008F7A55">
              <w:rPr>
                <w:lang w:val="en-US" w:bidi="en-US"/>
              </w:rPr>
              <w:t>Exercic</w:t>
            </w:r>
            <w:r>
              <w:rPr>
                <w:lang w:bidi="en-US"/>
              </w:rPr>
              <w:t>eProfessionnel</w:t>
            </w:r>
            <w:proofErr w:type="spellEnd"/>
          </w:p>
        </w:tc>
        <w:tc>
          <w:tcPr>
            <w:tcW w:w="1300" w:type="pct"/>
          </w:tcPr>
          <w:p w14:paraId="15A29887" w14:textId="0F49B798" w:rsidR="00994435" w:rsidRDefault="00994435" w:rsidP="00994435">
            <w:pPr>
              <w:pStyle w:val="TBLContenu"/>
              <w:rPr>
                <w:lang w:bidi="en-US"/>
              </w:rPr>
            </w:pPr>
            <w:proofErr w:type="spellStart"/>
            <w:proofErr w:type="gramStart"/>
            <w:r>
              <w:t>nomExercice</w:t>
            </w:r>
            <w:proofErr w:type="spellEnd"/>
            <w:proofErr w:type="gramEnd"/>
          </w:p>
        </w:tc>
        <w:tc>
          <w:tcPr>
            <w:tcW w:w="655" w:type="pct"/>
            <w:tcBorders>
              <w:bottom w:val="single" w:sz="6" w:space="0" w:color="808080" w:themeColor="background1" w:themeShade="80"/>
            </w:tcBorders>
            <w:noWrap/>
          </w:tcPr>
          <w:p w14:paraId="60865BBC" w14:textId="0D15BA8E" w:rsidR="00994435" w:rsidRDefault="00994435" w:rsidP="00994435">
            <w:pPr>
              <w:pStyle w:val="TBLContenu"/>
              <w:rPr>
                <w:lang w:bidi="en-US"/>
              </w:rPr>
            </w:pPr>
            <w:r>
              <w:rPr>
                <w:lang w:bidi="en-US"/>
              </w:rPr>
              <w:t>Slot</w:t>
            </w:r>
          </w:p>
          <w:p w14:paraId="1D7A2A45" w14:textId="77777777" w:rsidR="00994435" w:rsidRPr="00496CD2" w:rsidRDefault="00994435" w:rsidP="00994435">
            <w:pPr>
              <w:pStyle w:val="TBLContenu"/>
              <w:rPr>
                <w:lang w:bidi="en-US"/>
              </w:rPr>
            </w:pPr>
          </w:p>
        </w:tc>
        <w:tc>
          <w:tcPr>
            <w:tcW w:w="1967" w:type="pct"/>
            <w:tcBorders>
              <w:bottom w:val="single" w:sz="6" w:space="0" w:color="808080" w:themeColor="background1" w:themeShade="80"/>
            </w:tcBorders>
            <w:noWrap/>
          </w:tcPr>
          <w:p w14:paraId="6F1B7730" w14:textId="32D76DF2" w:rsidR="00E4375E" w:rsidRDefault="00AA2403" w:rsidP="00E4375E">
            <w:pPr>
              <w:pStyle w:val="TBLContenu"/>
              <w:rPr>
                <w:i/>
                <w:color w:val="FF0000"/>
                <w:lang w:val="en-US" w:bidi="en-US"/>
              </w:rPr>
            </w:pPr>
            <w:proofErr w:type="spellStart"/>
            <w:proofErr w:type="gramStart"/>
            <w:r>
              <w:rPr>
                <w:i/>
                <w:color w:val="FF0000"/>
                <w:lang w:val="en-US" w:bidi="en-US"/>
              </w:rPr>
              <w:t>s</w:t>
            </w:r>
            <w:r w:rsidR="00E4375E" w:rsidRPr="001F634F">
              <w:rPr>
                <w:i/>
                <w:color w:val="FF0000"/>
                <w:lang w:val="en-US" w:bidi="en-US"/>
              </w:rPr>
              <w:t>chedule.actor</w:t>
            </w:r>
            <w:proofErr w:type="gramEnd"/>
            <w:r w:rsidR="00E4375E" w:rsidRPr="001F634F">
              <w:rPr>
                <w:i/>
                <w:color w:val="FF0000"/>
                <w:lang w:val="en-US" w:bidi="en-US"/>
              </w:rPr>
              <w:t>:PractitionerRole.</w:t>
            </w:r>
            <w:r w:rsidR="00273288">
              <w:rPr>
                <w:i/>
                <w:color w:val="FF0000"/>
                <w:lang w:val="en-US" w:bidi="en-US"/>
              </w:rPr>
              <w:t>name</w:t>
            </w:r>
            <w:proofErr w:type="spellEnd"/>
            <w:r w:rsidR="00E4375E" w:rsidRPr="001F634F">
              <w:rPr>
                <w:i/>
                <w:color w:val="FF0000"/>
                <w:lang w:val="en-US" w:bidi="en-US"/>
              </w:rPr>
              <w:t xml:space="preserve"> : string</w:t>
            </w:r>
          </w:p>
          <w:p w14:paraId="61B76944" w14:textId="77777777" w:rsidR="00AA2403" w:rsidRPr="00AA2403" w:rsidRDefault="00AA2403" w:rsidP="00AA2403">
            <w:pPr>
              <w:pStyle w:val="TBLContenu"/>
              <w:rPr>
                <w:color w:val="auto"/>
                <w:lang w:val="en-US" w:bidi="en-US"/>
              </w:rPr>
            </w:pPr>
            <w:proofErr w:type="spellStart"/>
            <w:r>
              <w:rPr>
                <w:color w:val="auto"/>
                <w:lang w:val="en-US" w:bidi="en-US"/>
              </w:rPr>
              <w:t>o</w:t>
            </w:r>
            <w:r w:rsidRPr="00AA2403">
              <w:rPr>
                <w:color w:val="auto"/>
                <w:lang w:val="en-US" w:bidi="en-US"/>
              </w:rPr>
              <w:t>u</w:t>
            </w:r>
            <w:proofErr w:type="spellEnd"/>
          </w:p>
          <w:p w14:paraId="72B45861" w14:textId="1BFBEE74" w:rsidR="00AA2403" w:rsidRPr="001F634F" w:rsidRDefault="00AA2403" w:rsidP="00AA2403">
            <w:pPr>
              <w:pStyle w:val="TBLContenu"/>
              <w:rPr>
                <w:i/>
                <w:lang w:val="en-US" w:bidi="en-US"/>
              </w:rPr>
            </w:pPr>
            <w:proofErr w:type="spellStart"/>
            <w:proofErr w:type="gramStart"/>
            <w:r>
              <w:rPr>
                <w:color w:val="auto"/>
                <w:lang w:val="en-US" w:bidi="en-US"/>
              </w:rPr>
              <w:t>s</w:t>
            </w:r>
            <w:r w:rsidRPr="00AA2403">
              <w:rPr>
                <w:color w:val="auto"/>
                <w:lang w:val="en-US" w:bidi="en-US"/>
              </w:rPr>
              <w:t>chedule.actor</w:t>
            </w:r>
            <w:proofErr w:type="gramEnd"/>
            <w:r w:rsidRPr="00AA2403">
              <w:rPr>
                <w:color w:val="auto"/>
                <w:lang w:val="en-US" w:bidi="en-US"/>
              </w:rPr>
              <w:t>:Practitioner.family</w:t>
            </w:r>
            <w:proofErr w:type="spellEnd"/>
            <w:r>
              <w:rPr>
                <w:color w:val="auto"/>
                <w:lang w:val="en-US" w:bidi="en-US"/>
              </w:rPr>
              <w:t xml:space="preserve"> : string</w:t>
            </w:r>
          </w:p>
        </w:tc>
      </w:tr>
      <w:tr w:rsidR="00994435" w:rsidRPr="00842E2E" w14:paraId="428613BC" w14:textId="77777777" w:rsidTr="00F72466">
        <w:trPr>
          <w:trHeight w:val="288"/>
        </w:trPr>
        <w:tc>
          <w:tcPr>
            <w:tcW w:w="1078" w:type="pct"/>
            <w:vMerge/>
            <w:noWrap/>
          </w:tcPr>
          <w:p w14:paraId="64119FBC" w14:textId="77777777" w:rsidR="00994435" w:rsidRPr="006F5C3D" w:rsidRDefault="00994435" w:rsidP="00994435">
            <w:pPr>
              <w:pStyle w:val="TBLContenu"/>
              <w:rPr>
                <w:lang w:val="en-US" w:bidi="en-US"/>
              </w:rPr>
            </w:pPr>
          </w:p>
        </w:tc>
        <w:tc>
          <w:tcPr>
            <w:tcW w:w="1300" w:type="pct"/>
          </w:tcPr>
          <w:p w14:paraId="4B9F67B5" w14:textId="3C51630C" w:rsidR="00994435" w:rsidRPr="006F5C3D" w:rsidRDefault="00994435" w:rsidP="00994435">
            <w:pPr>
              <w:pStyle w:val="TBLContenu"/>
              <w:rPr>
                <w:lang w:val="en-US" w:bidi="en-US"/>
              </w:rPr>
            </w:pPr>
            <w:proofErr w:type="spellStart"/>
            <w:proofErr w:type="gramStart"/>
            <w:r>
              <w:t>prenomExercice</w:t>
            </w:r>
            <w:proofErr w:type="spellEnd"/>
            <w:proofErr w:type="gramEnd"/>
          </w:p>
        </w:tc>
        <w:tc>
          <w:tcPr>
            <w:tcW w:w="655" w:type="pct"/>
            <w:tcBorders>
              <w:bottom w:val="single" w:sz="6" w:space="0" w:color="808080" w:themeColor="background1" w:themeShade="80"/>
            </w:tcBorders>
            <w:noWrap/>
          </w:tcPr>
          <w:p w14:paraId="4677A57B" w14:textId="19C23CB3" w:rsidR="00994435" w:rsidRPr="006F5C3D" w:rsidRDefault="00994435" w:rsidP="00994435">
            <w:pPr>
              <w:pStyle w:val="TBLContenu"/>
              <w:rPr>
                <w:lang w:val="en-US" w:bidi="en-US"/>
              </w:rPr>
            </w:pPr>
            <w:r w:rsidRPr="006F5C3D">
              <w:rPr>
                <w:lang w:val="en-US" w:bidi="en-US"/>
              </w:rPr>
              <w:t>Slot</w:t>
            </w:r>
          </w:p>
          <w:p w14:paraId="771430E7" w14:textId="77777777" w:rsidR="00994435" w:rsidRPr="006F5C3D" w:rsidRDefault="00994435" w:rsidP="00994435">
            <w:pPr>
              <w:pStyle w:val="TBLContenu"/>
              <w:rPr>
                <w:lang w:val="en-US" w:bidi="en-US"/>
              </w:rPr>
            </w:pPr>
          </w:p>
        </w:tc>
        <w:tc>
          <w:tcPr>
            <w:tcW w:w="1967" w:type="pct"/>
            <w:tcBorders>
              <w:bottom w:val="single" w:sz="6" w:space="0" w:color="808080" w:themeColor="background1" w:themeShade="80"/>
            </w:tcBorders>
            <w:noWrap/>
          </w:tcPr>
          <w:p w14:paraId="1381CB9B" w14:textId="6A7DA920" w:rsidR="00E4375E" w:rsidRDefault="00AA2403" w:rsidP="00994435">
            <w:pPr>
              <w:pStyle w:val="TBLContenu"/>
              <w:rPr>
                <w:i/>
                <w:color w:val="FF0000"/>
                <w:lang w:val="en-US" w:bidi="en-US"/>
              </w:rPr>
            </w:pPr>
            <w:r>
              <w:rPr>
                <w:i/>
                <w:color w:val="FF0000"/>
                <w:lang w:val="en-US" w:bidi="en-US"/>
              </w:rPr>
              <w:t>s</w:t>
            </w:r>
            <w:r w:rsidR="00E4375E" w:rsidRPr="001F634F">
              <w:rPr>
                <w:i/>
                <w:color w:val="FF0000"/>
                <w:lang w:val="en-US" w:bidi="en-US"/>
              </w:rPr>
              <w:t>chedule.actor:PractitionerRole.</w:t>
            </w:r>
            <w:r w:rsidR="00273288">
              <w:rPr>
                <w:i/>
                <w:color w:val="FF0000"/>
                <w:lang w:val="en-US" w:bidi="en-US"/>
              </w:rPr>
              <w:t>name</w:t>
            </w:r>
            <w:r w:rsidR="00E4375E" w:rsidRPr="001F634F">
              <w:rPr>
                <w:i/>
                <w:color w:val="FF0000"/>
                <w:lang w:val="en-US" w:bidi="en-US"/>
              </w:rPr>
              <w:t xml:space="preserve"> : string </w:t>
            </w:r>
          </w:p>
          <w:p w14:paraId="1B26F8D8" w14:textId="77777777" w:rsidR="00AA2403" w:rsidRPr="00AA2403" w:rsidRDefault="00AA2403" w:rsidP="00AA2403">
            <w:pPr>
              <w:pStyle w:val="TBLContenu"/>
              <w:rPr>
                <w:color w:val="auto"/>
                <w:lang w:val="en-US" w:bidi="en-US"/>
              </w:rPr>
            </w:pPr>
            <w:proofErr w:type="spellStart"/>
            <w:r>
              <w:rPr>
                <w:color w:val="auto"/>
                <w:lang w:val="en-US" w:bidi="en-US"/>
              </w:rPr>
              <w:t>o</w:t>
            </w:r>
            <w:r w:rsidRPr="00AA2403">
              <w:rPr>
                <w:color w:val="auto"/>
                <w:lang w:val="en-US" w:bidi="en-US"/>
              </w:rPr>
              <w:t>u</w:t>
            </w:r>
            <w:proofErr w:type="spellEnd"/>
          </w:p>
          <w:p w14:paraId="5CA50A39" w14:textId="1B75B66A" w:rsidR="00AA2403" w:rsidRPr="001F634F" w:rsidRDefault="00AA2403" w:rsidP="00AA2403">
            <w:pPr>
              <w:pStyle w:val="TBLContenu"/>
              <w:rPr>
                <w:i/>
                <w:lang w:val="en-US" w:bidi="en-US"/>
              </w:rPr>
            </w:pPr>
            <w:proofErr w:type="spellStart"/>
            <w:proofErr w:type="gramStart"/>
            <w:r>
              <w:rPr>
                <w:color w:val="auto"/>
                <w:lang w:val="en-US" w:bidi="en-US"/>
              </w:rPr>
              <w:t>s</w:t>
            </w:r>
            <w:r w:rsidRPr="00AA2403">
              <w:rPr>
                <w:color w:val="auto"/>
                <w:lang w:val="en-US" w:bidi="en-US"/>
              </w:rPr>
              <w:t>chedule.actor</w:t>
            </w:r>
            <w:proofErr w:type="gramEnd"/>
            <w:r w:rsidRPr="00AA2403">
              <w:rPr>
                <w:color w:val="auto"/>
                <w:lang w:val="en-US" w:bidi="en-US"/>
              </w:rPr>
              <w:t>:Practitioner.family</w:t>
            </w:r>
            <w:proofErr w:type="spellEnd"/>
            <w:r>
              <w:rPr>
                <w:color w:val="auto"/>
                <w:lang w:val="en-US" w:bidi="en-US"/>
              </w:rPr>
              <w:t xml:space="preserve"> : string</w:t>
            </w:r>
          </w:p>
        </w:tc>
      </w:tr>
      <w:tr w:rsidR="00994435" w:rsidRPr="00842E2E" w14:paraId="253B871B" w14:textId="77777777" w:rsidTr="00F72466">
        <w:trPr>
          <w:trHeight w:val="288"/>
        </w:trPr>
        <w:tc>
          <w:tcPr>
            <w:tcW w:w="1078" w:type="pct"/>
            <w:vMerge/>
            <w:tcBorders>
              <w:bottom w:val="single" w:sz="6" w:space="0" w:color="808080" w:themeColor="background1" w:themeShade="80"/>
            </w:tcBorders>
            <w:noWrap/>
          </w:tcPr>
          <w:p w14:paraId="2CAFE3C5" w14:textId="77777777" w:rsidR="00994435" w:rsidRPr="006F5C3D" w:rsidRDefault="00994435" w:rsidP="00994435">
            <w:pPr>
              <w:pStyle w:val="TBLContenu"/>
              <w:rPr>
                <w:lang w:val="en-US" w:bidi="en-US"/>
              </w:rPr>
            </w:pPr>
          </w:p>
        </w:tc>
        <w:tc>
          <w:tcPr>
            <w:tcW w:w="1300" w:type="pct"/>
            <w:tcBorders>
              <w:bottom w:val="single" w:sz="6" w:space="0" w:color="808080" w:themeColor="background1" w:themeShade="80"/>
            </w:tcBorders>
          </w:tcPr>
          <w:p w14:paraId="50EBA037" w14:textId="7CBBBBA9" w:rsidR="00994435" w:rsidRPr="006F5C3D" w:rsidRDefault="00994435" w:rsidP="00994435">
            <w:pPr>
              <w:pStyle w:val="TBLContenu"/>
              <w:rPr>
                <w:lang w:val="en-US" w:bidi="en-US"/>
              </w:rPr>
            </w:pPr>
            <w:proofErr w:type="gramStart"/>
            <w:r>
              <w:t>profession</w:t>
            </w:r>
            <w:proofErr w:type="gramEnd"/>
          </w:p>
        </w:tc>
        <w:tc>
          <w:tcPr>
            <w:tcW w:w="655" w:type="pct"/>
            <w:tcBorders>
              <w:bottom w:val="single" w:sz="6" w:space="0" w:color="808080" w:themeColor="background1" w:themeShade="80"/>
            </w:tcBorders>
            <w:noWrap/>
          </w:tcPr>
          <w:p w14:paraId="11C3E006" w14:textId="3D5A6BF0" w:rsidR="00994435" w:rsidRPr="006F5C3D" w:rsidRDefault="00994435" w:rsidP="00994435">
            <w:pPr>
              <w:pStyle w:val="TBLContenu"/>
              <w:rPr>
                <w:lang w:val="en-US" w:bidi="en-US"/>
              </w:rPr>
            </w:pPr>
            <w:r w:rsidRPr="006F5C3D">
              <w:rPr>
                <w:lang w:val="en-US" w:bidi="en-US"/>
              </w:rPr>
              <w:t>Slot</w:t>
            </w:r>
          </w:p>
          <w:p w14:paraId="22760BF1" w14:textId="77777777" w:rsidR="00994435" w:rsidRPr="00496CD2" w:rsidRDefault="00994435" w:rsidP="00994435">
            <w:pPr>
              <w:pStyle w:val="TBLContenu"/>
              <w:rPr>
                <w:lang w:bidi="en-US"/>
              </w:rPr>
            </w:pPr>
          </w:p>
        </w:tc>
        <w:tc>
          <w:tcPr>
            <w:tcW w:w="1967" w:type="pct"/>
            <w:tcBorders>
              <w:bottom w:val="single" w:sz="6" w:space="0" w:color="808080" w:themeColor="background1" w:themeShade="80"/>
            </w:tcBorders>
            <w:noWrap/>
          </w:tcPr>
          <w:p w14:paraId="25B4D426" w14:textId="507AF0C5" w:rsidR="00994435" w:rsidRPr="00337D29" w:rsidRDefault="00994435" w:rsidP="00994435">
            <w:pPr>
              <w:pStyle w:val="TBLContenu"/>
              <w:rPr>
                <w:lang w:val="en-US" w:bidi="en-US"/>
              </w:rPr>
            </w:pPr>
            <w:proofErr w:type="spellStart"/>
            <w:proofErr w:type="gramStart"/>
            <w:r w:rsidRPr="00337D29">
              <w:rPr>
                <w:lang w:val="en-US" w:bidi="en-US"/>
              </w:rPr>
              <w:t>schedule.actor</w:t>
            </w:r>
            <w:proofErr w:type="gramEnd"/>
            <w:r w:rsidRPr="00337D29">
              <w:rPr>
                <w:lang w:val="en-US" w:bidi="en-US"/>
              </w:rPr>
              <w:t>:PractitionerRole.</w:t>
            </w:r>
            <w:r w:rsidR="006E1711" w:rsidRPr="00337D29">
              <w:rPr>
                <w:lang w:val="en-US" w:bidi="en-US"/>
              </w:rPr>
              <w:t>r</w:t>
            </w:r>
            <w:r w:rsidRPr="00337D29">
              <w:rPr>
                <w:lang w:val="en-US" w:bidi="en-US"/>
              </w:rPr>
              <w:t>o</w:t>
            </w:r>
            <w:r w:rsidR="006E1711" w:rsidRPr="00337D29">
              <w:rPr>
                <w:lang w:val="en-US" w:bidi="en-US"/>
              </w:rPr>
              <w:t>l</w:t>
            </w:r>
            <w:r w:rsidRPr="00337D29">
              <w:rPr>
                <w:lang w:val="en-US" w:bidi="en-US"/>
              </w:rPr>
              <w:t>e</w:t>
            </w:r>
            <w:proofErr w:type="spellEnd"/>
            <w:r w:rsidRPr="00337D29">
              <w:rPr>
                <w:lang w:val="en-US" w:bidi="en-US"/>
              </w:rPr>
              <w:t>: token</w:t>
            </w:r>
          </w:p>
        </w:tc>
      </w:tr>
      <w:tr w:rsidR="00963711" w:rsidRPr="00842E2E" w14:paraId="0421DDF5" w14:textId="77777777" w:rsidTr="00F72466">
        <w:trPr>
          <w:trHeight w:val="288"/>
        </w:trPr>
        <w:tc>
          <w:tcPr>
            <w:tcW w:w="1078" w:type="pct"/>
            <w:vMerge w:val="restart"/>
            <w:noWrap/>
          </w:tcPr>
          <w:p w14:paraId="77BACD5A" w14:textId="77777777" w:rsidR="00963711" w:rsidRDefault="00963711" w:rsidP="00963711">
            <w:pPr>
              <w:pStyle w:val="TBLContenu"/>
              <w:rPr>
                <w:lang w:bidi="en-US"/>
              </w:rPr>
            </w:pPr>
            <w:proofErr w:type="spellStart"/>
            <w:r>
              <w:rPr>
                <w:lang w:bidi="en-US"/>
              </w:rPr>
              <w:t>SavoirFaire</w:t>
            </w:r>
            <w:proofErr w:type="spellEnd"/>
          </w:p>
        </w:tc>
        <w:tc>
          <w:tcPr>
            <w:tcW w:w="1300" w:type="pct"/>
          </w:tcPr>
          <w:p w14:paraId="7406A670" w14:textId="5DE9A592" w:rsidR="00963711" w:rsidRPr="006F5C3D" w:rsidRDefault="00963711" w:rsidP="00963711">
            <w:pPr>
              <w:pStyle w:val="TBLContenu"/>
              <w:rPr>
                <w:lang w:val="en-US" w:bidi="en-US"/>
              </w:rPr>
            </w:pPr>
            <w:proofErr w:type="spellStart"/>
            <w:proofErr w:type="gramStart"/>
            <w:r>
              <w:t>specialite</w:t>
            </w:r>
            <w:proofErr w:type="spellEnd"/>
            <w:proofErr w:type="gramEnd"/>
          </w:p>
        </w:tc>
        <w:tc>
          <w:tcPr>
            <w:tcW w:w="655" w:type="pct"/>
            <w:tcBorders>
              <w:bottom w:val="single" w:sz="6" w:space="0" w:color="808080" w:themeColor="background1" w:themeShade="80"/>
            </w:tcBorders>
            <w:noWrap/>
          </w:tcPr>
          <w:p w14:paraId="41933AC8" w14:textId="7A6E4980" w:rsidR="00963711" w:rsidRPr="006F5C3D" w:rsidRDefault="00963711" w:rsidP="00963711">
            <w:pPr>
              <w:pStyle w:val="TBLContenu"/>
              <w:rPr>
                <w:lang w:val="en-US" w:bidi="en-US"/>
              </w:rPr>
            </w:pPr>
            <w:r w:rsidRPr="006F5C3D">
              <w:rPr>
                <w:lang w:val="en-US" w:bidi="en-US"/>
              </w:rPr>
              <w:t>Slot</w:t>
            </w:r>
          </w:p>
          <w:p w14:paraId="4842EF36" w14:textId="77777777" w:rsidR="00963711" w:rsidRDefault="00963711" w:rsidP="00963711">
            <w:pPr>
              <w:pStyle w:val="TBLContenu"/>
              <w:rPr>
                <w:lang w:bidi="en-US"/>
              </w:rPr>
            </w:pPr>
          </w:p>
        </w:tc>
        <w:tc>
          <w:tcPr>
            <w:tcW w:w="1967" w:type="pct"/>
            <w:tcBorders>
              <w:bottom w:val="single" w:sz="6" w:space="0" w:color="808080" w:themeColor="background1" w:themeShade="80"/>
            </w:tcBorders>
            <w:noWrap/>
          </w:tcPr>
          <w:p w14:paraId="4ADFBB51" w14:textId="77777777" w:rsidR="00963711" w:rsidRPr="003C4D1C" w:rsidRDefault="00963711" w:rsidP="00963711">
            <w:pPr>
              <w:pStyle w:val="TBLContenu"/>
              <w:rPr>
                <w:lang w:val="en-US" w:bidi="en-US"/>
              </w:rPr>
            </w:pPr>
            <w:proofErr w:type="spellStart"/>
            <w:proofErr w:type="gramStart"/>
            <w:r w:rsidRPr="003C4D1C">
              <w:rPr>
                <w:lang w:val="en-US" w:bidi="en-US"/>
              </w:rPr>
              <w:t>schedule.actor</w:t>
            </w:r>
            <w:proofErr w:type="gramEnd"/>
            <w:r w:rsidRPr="003C4D1C">
              <w:rPr>
                <w:lang w:val="en-US" w:bidi="en-US"/>
              </w:rPr>
              <w:t>:Practitioner</w:t>
            </w:r>
            <w:r>
              <w:rPr>
                <w:lang w:val="en-US" w:bidi="en-US"/>
              </w:rPr>
              <w:t>Role.specialty</w:t>
            </w:r>
            <w:proofErr w:type="spellEnd"/>
            <w:r>
              <w:rPr>
                <w:lang w:val="en-US" w:bidi="en-US"/>
              </w:rPr>
              <w:t xml:space="preserve"> :</w:t>
            </w:r>
            <w:r w:rsidRPr="003C4D1C">
              <w:rPr>
                <w:lang w:val="en-US" w:bidi="en-US"/>
              </w:rPr>
              <w:t> </w:t>
            </w:r>
            <w:r>
              <w:rPr>
                <w:lang w:val="en-US" w:bidi="en-US"/>
              </w:rPr>
              <w:t>token</w:t>
            </w:r>
          </w:p>
        </w:tc>
      </w:tr>
      <w:tr w:rsidR="00963711" w:rsidRPr="00842E2E" w14:paraId="2C396747" w14:textId="77777777" w:rsidTr="00F72466">
        <w:trPr>
          <w:trHeight w:val="288"/>
        </w:trPr>
        <w:tc>
          <w:tcPr>
            <w:tcW w:w="1078" w:type="pct"/>
            <w:vMerge/>
            <w:noWrap/>
          </w:tcPr>
          <w:p w14:paraId="224CB714" w14:textId="77777777" w:rsidR="00963711" w:rsidRPr="001359B4" w:rsidRDefault="00963711" w:rsidP="00963711">
            <w:pPr>
              <w:pStyle w:val="TBLContenu"/>
              <w:rPr>
                <w:b/>
                <w:lang w:val="en-US" w:bidi="en-US"/>
              </w:rPr>
            </w:pPr>
          </w:p>
        </w:tc>
        <w:tc>
          <w:tcPr>
            <w:tcW w:w="1300" w:type="pct"/>
          </w:tcPr>
          <w:p w14:paraId="3A66125F" w14:textId="6781AAFA" w:rsidR="00963711" w:rsidRPr="006F5C3D" w:rsidRDefault="00963711" w:rsidP="00963711">
            <w:pPr>
              <w:pStyle w:val="TBLContenu"/>
              <w:rPr>
                <w:lang w:val="en-US" w:bidi="en-US"/>
              </w:rPr>
            </w:pPr>
            <w:proofErr w:type="spellStart"/>
            <w:proofErr w:type="gramStart"/>
            <w:r>
              <w:t>competenceExclusive</w:t>
            </w:r>
            <w:proofErr w:type="spellEnd"/>
            <w:proofErr w:type="gramEnd"/>
          </w:p>
        </w:tc>
        <w:tc>
          <w:tcPr>
            <w:tcW w:w="655" w:type="pct"/>
            <w:tcBorders>
              <w:bottom w:val="single" w:sz="6" w:space="0" w:color="808080" w:themeColor="background1" w:themeShade="80"/>
            </w:tcBorders>
            <w:noWrap/>
          </w:tcPr>
          <w:p w14:paraId="61882233" w14:textId="3E2C091A" w:rsidR="00963711" w:rsidRPr="006F5C3D" w:rsidRDefault="00963711" w:rsidP="00963711">
            <w:pPr>
              <w:pStyle w:val="TBLContenu"/>
              <w:rPr>
                <w:lang w:val="en-US" w:bidi="en-US"/>
              </w:rPr>
            </w:pPr>
            <w:r w:rsidRPr="006F5C3D">
              <w:rPr>
                <w:lang w:val="en-US" w:bidi="en-US"/>
              </w:rPr>
              <w:t>Slot</w:t>
            </w:r>
          </w:p>
          <w:p w14:paraId="3E94DED0" w14:textId="77777777" w:rsidR="00963711" w:rsidRPr="00C315A1" w:rsidRDefault="00963711" w:rsidP="00963711">
            <w:pPr>
              <w:pStyle w:val="TBLContenu"/>
              <w:rPr>
                <w:b/>
                <w:lang w:bidi="en-US"/>
              </w:rPr>
            </w:pPr>
          </w:p>
        </w:tc>
        <w:tc>
          <w:tcPr>
            <w:tcW w:w="1967" w:type="pct"/>
            <w:tcBorders>
              <w:bottom w:val="single" w:sz="6" w:space="0" w:color="808080" w:themeColor="background1" w:themeShade="80"/>
            </w:tcBorders>
            <w:noWrap/>
            <w:vAlign w:val="top"/>
          </w:tcPr>
          <w:p w14:paraId="703494B2" w14:textId="77777777" w:rsidR="00963711" w:rsidRPr="00C315A1" w:rsidRDefault="00963711" w:rsidP="00963711">
            <w:pPr>
              <w:pStyle w:val="TBLContenu"/>
              <w:rPr>
                <w:b/>
                <w:lang w:val="en-US" w:bidi="en-US"/>
              </w:rPr>
            </w:pPr>
            <w:proofErr w:type="spellStart"/>
            <w:proofErr w:type="gramStart"/>
            <w:r w:rsidRPr="003E4AA1">
              <w:rPr>
                <w:lang w:val="en-US" w:bidi="en-US"/>
              </w:rPr>
              <w:t>schedule.actor</w:t>
            </w:r>
            <w:proofErr w:type="gramEnd"/>
            <w:r w:rsidRPr="003E4AA1">
              <w:rPr>
                <w:lang w:val="en-US" w:bidi="en-US"/>
              </w:rPr>
              <w:t>:PractitionerRole.specialty</w:t>
            </w:r>
            <w:proofErr w:type="spellEnd"/>
            <w:r w:rsidRPr="003E4AA1">
              <w:rPr>
                <w:lang w:val="en-US" w:bidi="en-US"/>
              </w:rPr>
              <w:t xml:space="preserve"> : token</w:t>
            </w:r>
          </w:p>
        </w:tc>
      </w:tr>
      <w:tr w:rsidR="00963711" w:rsidRPr="00842E2E" w14:paraId="727F9D0F" w14:textId="77777777" w:rsidTr="00F72466">
        <w:trPr>
          <w:trHeight w:val="288"/>
        </w:trPr>
        <w:tc>
          <w:tcPr>
            <w:tcW w:w="1078" w:type="pct"/>
            <w:vMerge/>
            <w:noWrap/>
          </w:tcPr>
          <w:p w14:paraId="313BD6F3" w14:textId="77777777" w:rsidR="00963711" w:rsidRPr="001359B4" w:rsidRDefault="00963711" w:rsidP="00963711">
            <w:pPr>
              <w:pStyle w:val="TBLContenu"/>
              <w:rPr>
                <w:b/>
                <w:lang w:val="en-US" w:bidi="en-US"/>
              </w:rPr>
            </w:pPr>
          </w:p>
        </w:tc>
        <w:tc>
          <w:tcPr>
            <w:tcW w:w="1300" w:type="pct"/>
          </w:tcPr>
          <w:p w14:paraId="1C4492A3" w14:textId="748929F6" w:rsidR="00963711" w:rsidRPr="006F5C3D" w:rsidRDefault="00963711" w:rsidP="00963711">
            <w:pPr>
              <w:pStyle w:val="TBLContenu"/>
              <w:rPr>
                <w:lang w:val="en-US" w:bidi="en-US"/>
              </w:rPr>
            </w:pPr>
            <w:proofErr w:type="spellStart"/>
            <w:proofErr w:type="gramStart"/>
            <w:r>
              <w:t>orientationParticuliere</w:t>
            </w:r>
            <w:proofErr w:type="spellEnd"/>
            <w:proofErr w:type="gramEnd"/>
          </w:p>
        </w:tc>
        <w:tc>
          <w:tcPr>
            <w:tcW w:w="655" w:type="pct"/>
            <w:tcBorders>
              <w:bottom w:val="single" w:sz="6" w:space="0" w:color="808080" w:themeColor="background1" w:themeShade="80"/>
            </w:tcBorders>
            <w:noWrap/>
          </w:tcPr>
          <w:p w14:paraId="4A922FDF" w14:textId="78DB9DE0" w:rsidR="00963711" w:rsidRPr="006F5C3D" w:rsidRDefault="00963711" w:rsidP="00963711">
            <w:pPr>
              <w:pStyle w:val="TBLContenu"/>
              <w:rPr>
                <w:lang w:val="en-US" w:bidi="en-US"/>
              </w:rPr>
            </w:pPr>
            <w:r w:rsidRPr="006F5C3D">
              <w:rPr>
                <w:lang w:val="en-US" w:bidi="en-US"/>
              </w:rPr>
              <w:t>Slot</w:t>
            </w:r>
          </w:p>
          <w:p w14:paraId="654366E9" w14:textId="77777777" w:rsidR="00963711" w:rsidRPr="00C315A1" w:rsidRDefault="00963711" w:rsidP="00963711">
            <w:pPr>
              <w:pStyle w:val="TBLContenu"/>
              <w:rPr>
                <w:b/>
                <w:lang w:bidi="en-US"/>
              </w:rPr>
            </w:pPr>
          </w:p>
        </w:tc>
        <w:tc>
          <w:tcPr>
            <w:tcW w:w="1967" w:type="pct"/>
            <w:tcBorders>
              <w:bottom w:val="single" w:sz="6" w:space="0" w:color="808080" w:themeColor="background1" w:themeShade="80"/>
            </w:tcBorders>
            <w:noWrap/>
            <w:vAlign w:val="top"/>
          </w:tcPr>
          <w:p w14:paraId="65CFDDDF" w14:textId="77777777" w:rsidR="00963711" w:rsidRPr="00C315A1" w:rsidRDefault="00963711" w:rsidP="00963711">
            <w:pPr>
              <w:pStyle w:val="TBLContenu"/>
              <w:rPr>
                <w:b/>
                <w:lang w:val="en-US" w:bidi="en-US"/>
              </w:rPr>
            </w:pPr>
            <w:proofErr w:type="spellStart"/>
            <w:proofErr w:type="gramStart"/>
            <w:r w:rsidRPr="003E4AA1">
              <w:rPr>
                <w:lang w:val="en-US" w:bidi="en-US"/>
              </w:rPr>
              <w:t>schedule.actor</w:t>
            </w:r>
            <w:proofErr w:type="gramEnd"/>
            <w:r w:rsidRPr="003E4AA1">
              <w:rPr>
                <w:lang w:val="en-US" w:bidi="en-US"/>
              </w:rPr>
              <w:t>:PractitionerRole.specialty</w:t>
            </w:r>
            <w:proofErr w:type="spellEnd"/>
            <w:r w:rsidRPr="003E4AA1">
              <w:rPr>
                <w:lang w:val="en-US" w:bidi="en-US"/>
              </w:rPr>
              <w:t xml:space="preserve"> : token</w:t>
            </w:r>
          </w:p>
        </w:tc>
      </w:tr>
      <w:tr w:rsidR="00963711" w:rsidRPr="00842E2E" w14:paraId="07E31922" w14:textId="77777777" w:rsidTr="00F72466">
        <w:trPr>
          <w:trHeight w:val="288"/>
        </w:trPr>
        <w:tc>
          <w:tcPr>
            <w:tcW w:w="1078" w:type="pct"/>
            <w:vMerge/>
            <w:noWrap/>
          </w:tcPr>
          <w:p w14:paraId="24B93B9E" w14:textId="77777777" w:rsidR="00963711" w:rsidRPr="001359B4" w:rsidRDefault="00963711" w:rsidP="00963711">
            <w:pPr>
              <w:pStyle w:val="TBLContenu"/>
              <w:rPr>
                <w:b/>
                <w:lang w:val="en-US" w:bidi="en-US"/>
              </w:rPr>
            </w:pPr>
          </w:p>
        </w:tc>
        <w:tc>
          <w:tcPr>
            <w:tcW w:w="1300" w:type="pct"/>
          </w:tcPr>
          <w:p w14:paraId="3D18368A" w14:textId="4D1BA6D8" w:rsidR="00963711" w:rsidRPr="006F5C3D" w:rsidRDefault="00963711" w:rsidP="00963711">
            <w:pPr>
              <w:pStyle w:val="TBLContenu"/>
              <w:rPr>
                <w:lang w:val="en-US" w:bidi="en-US"/>
              </w:rPr>
            </w:pPr>
            <w:proofErr w:type="spellStart"/>
            <w:proofErr w:type="gramStart"/>
            <w:r>
              <w:t>descNonQualifiant</w:t>
            </w:r>
            <w:proofErr w:type="spellEnd"/>
            <w:proofErr w:type="gramEnd"/>
          </w:p>
        </w:tc>
        <w:tc>
          <w:tcPr>
            <w:tcW w:w="655" w:type="pct"/>
            <w:tcBorders>
              <w:bottom w:val="single" w:sz="6" w:space="0" w:color="808080" w:themeColor="background1" w:themeShade="80"/>
            </w:tcBorders>
            <w:noWrap/>
          </w:tcPr>
          <w:p w14:paraId="79B1C9E3" w14:textId="0DBA3F39" w:rsidR="00963711" w:rsidRPr="006F5C3D" w:rsidRDefault="00963711" w:rsidP="00963711">
            <w:pPr>
              <w:pStyle w:val="TBLContenu"/>
              <w:rPr>
                <w:lang w:val="en-US" w:bidi="en-US"/>
              </w:rPr>
            </w:pPr>
            <w:r w:rsidRPr="006F5C3D">
              <w:rPr>
                <w:lang w:val="en-US" w:bidi="en-US"/>
              </w:rPr>
              <w:t>Slot</w:t>
            </w:r>
          </w:p>
          <w:p w14:paraId="349B0579" w14:textId="77777777" w:rsidR="00963711" w:rsidRPr="00C315A1" w:rsidRDefault="00963711" w:rsidP="00963711">
            <w:pPr>
              <w:pStyle w:val="TBLContenu"/>
              <w:rPr>
                <w:b/>
                <w:lang w:bidi="en-US"/>
              </w:rPr>
            </w:pPr>
          </w:p>
        </w:tc>
        <w:tc>
          <w:tcPr>
            <w:tcW w:w="1967" w:type="pct"/>
            <w:tcBorders>
              <w:bottom w:val="single" w:sz="6" w:space="0" w:color="808080" w:themeColor="background1" w:themeShade="80"/>
            </w:tcBorders>
            <w:noWrap/>
            <w:vAlign w:val="top"/>
          </w:tcPr>
          <w:p w14:paraId="3A2DBE1C" w14:textId="77777777" w:rsidR="00963711" w:rsidRPr="00C315A1" w:rsidRDefault="00963711" w:rsidP="00963711">
            <w:pPr>
              <w:pStyle w:val="TBLContenu"/>
              <w:rPr>
                <w:b/>
                <w:lang w:val="en-US" w:bidi="en-US"/>
              </w:rPr>
            </w:pPr>
            <w:proofErr w:type="spellStart"/>
            <w:proofErr w:type="gramStart"/>
            <w:r w:rsidRPr="003E4AA1">
              <w:rPr>
                <w:lang w:val="en-US" w:bidi="en-US"/>
              </w:rPr>
              <w:t>schedule.actor</w:t>
            </w:r>
            <w:proofErr w:type="gramEnd"/>
            <w:r w:rsidRPr="003E4AA1">
              <w:rPr>
                <w:lang w:val="en-US" w:bidi="en-US"/>
              </w:rPr>
              <w:t>:PractitionerRole.specialty</w:t>
            </w:r>
            <w:proofErr w:type="spellEnd"/>
            <w:r w:rsidRPr="003E4AA1">
              <w:rPr>
                <w:lang w:val="en-US" w:bidi="en-US"/>
              </w:rPr>
              <w:t xml:space="preserve"> : token</w:t>
            </w:r>
          </w:p>
        </w:tc>
      </w:tr>
      <w:tr w:rsidR="00963711" w:rsidRPr="00842E2E" w14:paraId="5BE48949" w14:textId="77777777" w:rsidTr="00F72466">
        <w:trPr>
          <w:trHeight w:val="288"/>
        </w:trPr>
        <w:tc>
          <w:tcPr>
            <w:tcW w:w="1078" w:type="pct"/>
            <w:vMerge/>
            <w:noWrap/>
          </w:tcPr>
          <w:p w14:paraId="2E47E27A" w14:textId="77777777" w:rsidR="00963711" w:rsidRPr="001359B4" w:rsidRDefault="00963711" w:rsidP="00963711">
            <w:pPr>
              <w:pStyle w:val="TBLContenu"/>
              <w:rPr>
                <w:b/>
                <w:lang w:val="en-US" w:bidi="en-US"/>
              </w:rPr>
            </w:pPr>
          </w:p>
        </w:tc>
        <w:tc>
          <w:tcPr>
            <w:tcW w:w="1300" w:type="pct"/>
          </w:tcPr>
          <w:p w14:paraId="0FBB309E" w14:textId="38DC9CA3" w:rsidR="00963711" w:rsidRPr="006F5C3D" w:rsidRDefault="00963711" w:rsidP="00963711">
            <w:pPr>
              <w:pStyle w:val="TBLContenu"/>
              <w:rPr>
                <w:lang w:val="en-US" w:bidi="en-US"/>
              </w:rPr>
            </w:pPr>
            <w:proofErr w:type="spellStart"/>
            <w:proofErr w:type="gramStart"/>
            <w:r>
              <w:t>competence</w:t>
            </w:r>
            <w:proofErr w:type="spellEnd"/>
            <w:proofErr w:type="gramEnd"/>
          </w:p>
        </w:tc>
        <w:tc>
          <w:tcPr>
            <w:tcW w:w="655" w:type="pct"/>
            <w:tcBorders>
              <w:bottom w:val="single" w:sz="6" w:space="0" w:color="808080" w:themeColor="background1" w:themeShade="80"/>
            </w:tcBorders>
            <w:noWrap/>
          </w:tcPr>
          <w:p w14:paraId="1979B0ED" w14:textId="64F114E3" w:rsidR="00963711" w:rsidRPr="006F5C3D" w:rsidRDefault="00963711" w:rsidP="00963711">
            <w:pPr>
              <w:pStyle w:val="TBLContenu"/>
              <w:rPr>
                <w:lang w:val="en-US" w:bidi="en-US"/>
              </w:rPr>
            </w:pPr>
            <w:r w:rsidRPr="006F5C3D">
              <w:rPr>
                <w:lang w:val="en-US" w:bidi="en-US"/>
              </w:rPr>
              <w:t>Slot</w:t>
            </w:r>
          </w:p>
          <w:p w14:paraId="6C852433" w14:textId="77777777" w:rsidR="00963711" w:rsidRPr="00C315A1" w:rsidRDefault="00963711" w:rsidP="00963711">
            <w:pPr>
              <w:pStyle w:val="TBLContenu"/>
              <w:rPr>
                <w:b/>
                <w:lang w:bidi="en-US"/>
              </w:rPr>
            </w:pPr>
          </w:p>
        </w:tc>
        <w:tc>
          <w:tcPr>
            <w:tcW w:w="1967" w:type="pct"/>
            <w:tcBorders>
              <w:bottom w:val="single" w:sz="6" w:space="0" w:color="808080" w:themeColor="background1" w:themeShade="80"/>
            </w:tcBorders>
            <w:noWrap/>
            <w:vAlign w:val="top"/>
          </w:tcPr>
          <w:p w14:paraId="4ACAA9E5" w14:textId="77777777" w:rsidR="00963711" w:rsidRPr="00C315A1" w:rsidRDefault="00963711" w:rsidP="00963711">
            <w:pPr>
              <w:pStyle w:val="TBLContenu"/>
              <w:rPr>
                <w:b/>
                <w:lang w:val="en-US" w:bidi="en-US"/>
              </w:rPr>
            </w:pPr>
            <w:proofErr w:type="spellStart"/>
            <w:proofErr w:type="gramStart"/>
            <w:r w:rsidRPr="003E4AA1">
              <w:rPr>
                <w:lang w:val="en-US" w:bidi="en-US"/>
              </w:rPr>
              <w:t>schedule.actor</w:t>
            </w:r>
            <w:proofErr w:type="gramEnd"/>
            <w:r w:rsidRPr="003E4AA1">
              <w:rPr>
                <w:lang w:val="en-US" w:bidi="en-US"/>
              </w:rPr>
              <w:t>:PractitionerRole.specialty</w:t>
            </w:r>
            <w:proofErr w:type="spellEnd"/>
            <w:r w:rsidRPr="003E4AA1">
              <w:rPr>
                <w:lang w:val="en-US" w:bidi="en-US"/>
              </w:rPr>
              <w:t xml:space="preserve"> : token</w:t>
            </w:r>
          </w:p>
        </w:tc>
      </w:tr>
      <w:tr w:rsidR="00963711" w:rsidRPr="00842E2E" w14:paraId="49080B20" w14:textId="77777777" w:rsidTr="00F72466">
        <w:trPr>
          <w:trHeight w:val="288"/>
        </w:trPr>
        <w:tc>
          <w:tcPr>
            <w:tcW w:w="1078" w:type="pct"/>
            <w:vMerge/>
            <w:noWrap/>
          </w:tcPr>
          <w:p w14:paraId="6973A037" w14:textId="77777777" w:rsidR="00963711" w:rsidRPr="001359B4" w:rsidRDefault="00963711" w:rsidP="00963711">
            <w:pPr>
              <w:pStyle w:val="TBLContenu"/>
              <w:rPr>
                <w:lang w:val="en-US" w:bidi="en-US"/>
              </w:rPr>
            </w:pPr>
          </w:p>
        </w:tc>
        <w:tc>
          <w:tcPr>
            <w:tcW w:w="1300" w:type="pct"/>
          </w:tcPr>
          <w:p w14:paraId="3CD1133C" w14:textId="0271EFD6" w:rsidR="00963711" w:rsidRPr="006F5C3D" w:rsidRDefault="00963711" w:rsidP="00963711">
            <w:pPr>
              <w:pStyle w:val="TBLContenu"/>
              <w:rPr>
                <w:lang w:val="en-US" w:bidi="en-US"/>
              </w:rPr>
            </w:pPr>
            <w:proofErr w:type="spellStart"/>
            <w:proofErr w:type="gramStart"/>
            <w:r>
              <w:t>droitExerciceComplementaire</w:t>
            </w:r>
            <w:proofErr w:type="spellEnd"/>
            <w:proofErr w:type="gramEnd"/>
          </w:p>
        </w:tc>
        <w:tc>
          <w:tcPr>
            <w:tcW w:w="655" w:type="pct"/>
            <w:tcBorders>
              <w:bottom w:val="single" w:sz="6" w:space="0" w:color="808080" w:themeColor="background1" w:themeShade="80"/>
            </w:tcBorders>
            <w:noWrap/>
          </w:tcPr>
          <w:p w14:paraId="1FEE1982" w14:textId="1B44E34F" w:rsidR="00963711" w:rsidRPr="006F5C3D" w:rsidRDefault="00963711" w:rsidP="00963711">
            <w:pPr>
              <w:pStyle w:val="TBLContenu"/>
              <w:rPr>
                <w:lang w:val="en-US" w:bidi="en-US"/>
              </w:rPr>
            </w:pPr>
            <w:r w:rsidRPr="006F5C3D">
              <w:rPr>
                <w:lang w:val="en-US" w:bidi="en-US"/>
              </w:rPr>
              <w:t>Slot</w:t>
            </w:r>
          </w:p>
          <w:p w14:paraId="0C556606" w14:textId="77777777" w:rsidR="00963711" w:rsidRPr="00973037" w:rsidRDefault="00963711" w:rsidP="00963711">
            <w:pPr>
              <w:pStyle w:val="TBLContenu"/>
              <w:rPr>
                <w:lang w:bidi="en-US"/>
              </w:rPr>
            </w:pPr>
          </w:p>
        </w:tc>
        <w:tc>
          <w:tcPr>
            <w:tcW w:w="1967" w:type="pct"/>
            <w:tcBorders>
              <w:bottom w:val="single" w:sz="6" w:space="0" w:color="808080" w:themeColor="background1" w:themeShade="80"/>
            </w:tcBorders>
            <w:noWrap/>
            <w:vAlign w:val="top"/>
          </w:tcPr>
          <w:p w14:paraId="4337A6D5" w14:textId="77777777" w:rsidR="00963711" w:rsidRPr="001359B4" w:rsidRDefault="00963711" w:rsidP="00963711">
            <w:pPr>
              <w:pStyle w:val="TBLContenu"/>
              <w:rPr>
                <w:lang w:val="en-US" w:bidi="en-US"/>
              </w:rPr>
            </w:pPr>
            <w:proofErr w:type="spellStart"/>
            <w:proofErr w:type="gramStart"/>
            <w:r w:rsidRPr="003E4AA1">
              <w:rPr>
                <w:lang w:val="en-US" w:bidi="en-US"/>
              </w:rPr>
              <w:t>schedule.actor</w:t>
            </w:r>
            <w:proofErr w:type="gramEnd"/>
            <w:r w:rsidRPr="003E4AA1">
              <w:rPr>
                <w:lang w:val="en-US" w:bidi="en-US"/>
              </w:rPr>
              <w:t>:PractitionerRole.specialty</w:t>
            </w:r>
            <w:proofErr w:type="spellEnd"/>
            <w:r w:rsidRPr="003E4AA1">
              <w:rPr>
                <w:lang w:val="en-US" w:bidi="en-US"/>
              </w:rPr>
              <w:t xml:space="preserve"> : token</w:t>
            </w:r>
          </w:p>
        </w:tc>
      </w:tr>
      <w:tr w:rsidR="00963711" w:rsidRPr="00842E2E" w14:paraId="0C915830" w14:textId="77777777" w:rsidTr="00F72466">
        <w:trPr>
          <w:trHeight w:val="288"/>
        </w:trPr>
        <w:tc>
          <w:tcPr>
            <w:tcW w:w="1078" w:type="pct"/>
            <w:vMerge/>
            <w:noWrap/>
          </w:tcPr>
          <w:p w14:paraId="549FAAFB" w14:textId="77777777" w:rsidR="00963711" w:rsidRPr="001359B4" w:rsidRDefault="00963711" w:rsidP="00963711">
            <w:pPr>
              <w:pStyle w:val="TBLContenu"/>
              <w:rPr>
                <w:lang w:val="en-US" w:bidi="en-US"/>
              </w:rPr>
            </w:pPr>
          </w:p>
        </w:tc>
        <w:tc>
          <w:tcPr>
            <w:tcW w:w="1300" w:type="pct"/>
          </w:tcPr>
          <w:p w14:paraId="75A961DA" w14:textId="680A9751" w:rsidR="00963711" w:rsidRPr="006F5C3D" w:rsidRDefault="00963711" w:rsidP="00963711">
            <w:pPr>
              <w:pStyle w:val="TBLContenu"/>
              <w:rPr>
                <w:lang w:val="en-US" w:bidi="en-US"/>
              </w:rPr>
            </w:pPr>
            <w:proofErr w:type="spellStart"/>
            <w:proofErr w:type="gramStart"/>
            <w:r>
              <w:t>fonctionQualifiee</w:t>
            </w:r>
            <w:proofErr w:type="spellEnd"/>
            <w:proofErr w:type="gramEnd"/>
          </w:p>
        </w:tc>
        <w:tc>
          <w:tcPr>
            <w:tcW w:w="655" w:type="pct"/>
            <w:tcBorders>
              <w:bottom w:val="single" w:sz="6" w:space="0" w:color="808080" w:themeColor="background1" w:themeShade="80"/>
            </w:tcBorders>
            <w:noWrap/>
          </w:tcPr>
          <w:p w14:paraId="254F85CC" w14:textId="3BDBADDA" w:rsidR="00963711" w:rsidRPr="006F5C3D" w:rsidRDefault="00963711" w:rsidP="00963711">
            <w:pPr>
              <w:pStyle w:val="TBLContenu"/>
              <w:rPr>
                <w:lang w:val="en-US" w:bidi="en-US"/>
              </w:rPr>
            </w:pPr>
            <w:r w:rsidRPr="006F5C3D">
              <w:rPr>
                <w:lang w:val="en-US" w:bidi="en-US"/>
              </w:rPr>
              <w:t>Slot</w:t>
            </w:r>
          </w:p>
          <w:p w14:paraId="76CCAB90" w14:textId="77777777" w:rsidR="00963711" w:rsidRPr="00973037" w:rsidRDefault="00963711" w:rsidP="00963711">
            <w:pPr>
              <w:pStyle w:val="TBLContenu"/>
              <w:rPr>
                <w:lang w:bidi="en-US"/>
              </w:rPr>
            </w:pPr>
          </w:p>
        </w:tc>
        <w:tc>
          <w:tcPr>
            <w:tcW w:w="1967" w:type="pct"/>
            <w:tcBorders>
              <w:bottom w:val="single" w:sz="6" w:space="0" w:color="808080" w:themeColor="background1" w:themeShade="80"/>
            </w:tcBorders>
            <w:noWrap/>
            <w:vAlign w:val="top"/>
          </w:tcPr>
          <w:p w14:paraId="24DEA5F4" w14:textId="77777777" w:rsidR="00963711" w:rsidRPr="001359B4" w:rsidRDefault="00963711" w:rsidP="00963711">
            <w:pPr>
              <w:pStyle w:val="TBLContenu"/>
              <w:rPr>
                <w:lang w:val="en-US" w:bidi="en-US"/>
              </w:rPr>
            </w:pPr>
            <w:proofErr w:type="spellStart"/>
            <w:proofErr w:type="gramStart"/>
            <w:r w:rsidRPr="003E4AA1">
              <w:rPr>
                <w:lang w:val="en-US" w:bidi="en-US"/>
              </w:rPr>
              <w:t>schedule.actor</w:t>
            </w:r>
            <w:proofErr w:type="gramEnd"/>
            <w:r w:rsidRPr="003E4AA1">
              <w:rPr>
                <w:lang w:val="en-US" w:bidi="en-US"/>
              </w:rPr>
              <w:t>:PractitionerRole.specialty</w:t>
            </w:r>
            <w:proofErr w:type="spellEnd"/>
            <w:r w:rsidRPr="003E4AA1">
              <w:rPr>
                <w:lang w:val="en-US" w:bidi="en-US"/>
              </w:rPr>
              <w:t xml:space="preserve"> : token</w:t>
            </w:r>
          </w:p>
        </w:tc>
      </w:tr>
      <w:tr w:rsidR="00963711" w:rsidRPr="00842E2E" w14:paraId="63AEE09C" w14:textId="77777777" w:rsidTr="00F72466">
        <w:trPr>
          <w:trHeight w:val="288"/>
        </w:trPr>
        <w:tc>
          <w:tcPr>
            <w:tcW w:w="1078" w:type="pct"/>
            <w:vMerge/>
            <w:noWrap/>
          </w:tcPr>
          <w:p w14:paraId="3EF0D50C" w14:textId="77777777" w:rsidR="00963711" w:rsidRPr="001359B4" w:rsidRDefault="00963711" w:rsidP="00963711">
            <w:pPr>
              <w:pStyle w:val="TBLContenu"/>
              <w:rPr>
                <w:lang w:val="en-US" w:bidi="en-US"/>
              </w:rPr>
            </w:pPr>
          </w:p>
        </w:tc>
        <w:tc>
          <w:tcPr>
            <w:tcW w:w="1300" w:type="pct"/>
          </w:tcPr>
          <w:p w14:paraId="0FFA1F71" w14:textId="795BEF91" w:rsidR="00963711" w:rsidRPr="006F5C3D" w:rsidRDefault="00963711" w:rsidP="00963711">
            <w:pPr>
              <w:pStyle w:val="TBLContenu"/>
              <w:rPr>
                <w:lang w:val="en-US" w:bidi="en-US"/>
              </w:rPr>
            </w:pPr>
            <w:proofErr w:type="spellStart"/>
            <w:proofErr w:type="gramStart"/>
            <w:r>
              <w:t>qualificationPAC</w:t>
            </w:r>
            <w:proofErr w:type="spellEnd"/>
            <w:proofErr w:type="gramEnd"/>
          </w:p>
        </w:tc>
        <w:tc>
          <w:tcPr>
            <w:tcW w:w="655" w:type="pct"/>
            <w:tcBorders>
              <w:bottom w:val="single" w:sz="6" w:space="0" w:color="808080" w:themeColor="background1" w:themeShade="80"/>
            </w:tcBorders>
            <w:noWrap/>
          </w:tcPr>
          <w:p w14:paraId="3DBF5415" w14:textId="7E1BEA58" w:rsidR="00963711" w:rsidRPr="006F5C3D" w:rsidRDefault="00963711" w:rsidP="00963711">
            <w:pPr>
              <w:pStyle w:val="TBLContenu"/>
              <w:rPr>
                <w:lang w:val="en-US" w:bidi="en-US"/>
              </w:rPr>
            </w:pPr>
            <w:r w:rsidRPr="006F5C3D">
              <w:rPr>
                <w:lang w:val="en-US" w:bidi="en-US"/>
              </w:rPr>
              <w:t>Slot</w:t>
            </w:r>
          </w:p>
          <w:p w14:paraId="700976E1" w14:textId="77777777" w:rsidR="00963711" w:rsidRPr="00973037" w:rsidRDefault="00963711" w:rsidP="00963711">
            <w:pPr>
              <w:pStyle w:val="TBLContenu"/>
              <w:rPr>
                <w:lang w:bidi="en-US"/>
              </w:rPr>
            </w:pPr>
          </w:p>
        </w:tc>
        <w:tc>
          <w:tcPr>
            <w:tcW w:w="1967" w:type="pct"/>
            <w:tcBorders>
              <w:bottom w:val="single" w:sz="6" w:space="0" w:color="808080" w:themeColor="background1" w:themeShade="80"/>
            </w:tcBorders>
            <w:noWrap/>
            <w:vAlign w:val="top"/>
          </w:tcPr>
          <w:p w14:paraId="362279FE" w14:textId="77777777" w:rsidR="00963711" w:rsidRPr="001359B4" w:rsidRDefault="00963711" w:rsidP="00963711">
            <w:pPr>
              <w:pStyle w:val="TBLContenu"/>
              <w:rPr>
                <w:lang w:val="en-US" w:bidi="en-US"/>
              </w:rPr>
            </w:pPr>
            <w:proofErr w:type="spellStart"/>
            <w:proofErr w:type="gramStart"/>
            <w:r w:rsidRPr="003E4AA1">
              <w:rPr>
                <w:lang w:val="en-US" w:bidi="en-US"/>
              </w:rPr>
              <w:t>schedule.actor</w:t>
            </w:r>
            <w:proofErr w:type="gramEnd"/>
            <w:r w:rsidRPr="003E4AA1">
              <w:rPr>
                <w:lang w:val="en-US" w:bidi="en-US"/>
              </w:rPr>
              <w:t>:PractitionerRole.specialty</w:t>
            </w:r>
            <w:proofErr w:type="spellEnd"/>
            <w:r w:rsidRPr="003E4AA1">
              <w:rPr>
                <w:lang w:val="en-US" w:bidi="en-US"/>
              </w:rPr>
              <w:t xml:space="preserve"> : token</w:t>
            </w:r>
          </w:p>
        </w:tc>
      </w:tr>
      <w:tr w:rsidR="00963711" w:rsidRPr="00842E2E" w14:paraId="20DE652B" w14:textId="77777777" w:rsidTr="00F72466">
        <w:trPr>
          <w:trHeight w:val="288"/>
        </w:trPr>
        <w:tc>
          <w:tcPr>
            <w:tcW w:w="1078" w:type="pct"/>
            <w:vMerge/>
            <w:noWrap/>
          </w:tcPr>
          <w:p w14:paraId="46EBAA9F" w14:textId="77777777" w:rsidR="00963711" w:rsidRPr="001359B4" w:rsidRDefault="00963711" w:rsidP="00963711">
            <w:pPr>
              <w:pStyle w:val="TBLContenu"/>
              <w:rPr>
                <w:lang w:val="en-US" w:bidi="en-US"/>
              </w:rPr>
            </w:pPr>
          </w:p>
        </w:tc>
        <w:tc>
          <w:tcPr>
            <w:tcW w:w="1300" w:type="pct"/>
          </w:tcPr>
          <w:p w14:paraId="3263E4A0" w14:textId="57028928" w:rsidR="00963711" w:rsidRPr="006F5C3D" w:rsidRDefault="00963711" w:rsidP="00963711">
            <w:pPr>
              <w:pStyle w:val="TBLContenu"/>
              <w:rPr>
                <w:lang w:val="en-US" w:bidi="en-US"/>
              </w:rPr>
            </w:pPr>
            <w:proofErr w:type="spellStart"/>
            <w:proofErr w:type="gramStart"/>
            <w:r>
              <w:t>capaciteSavoirFaire</w:t>
            </w:r>
            <w:proofErr w:type="spellEnd"/>
            <w:proofErr w:type="gramEnd"/>
          </w:p>
        </w:tc>
        <w:tc>
          <w:tcPr>
            <w:tcW w:w="655" w:type="pct"/>
            <w:tcBorders>
              <w:bottom w:val="single" w:sz="6" w:space="0" w:color="808080" w:themeColor="background1" w:themeShade="80"/>
            </w:tcBorders>
            <w:noWrap/>
          </w:tcPr>
          <w:p w14:paraId="69C38338" w14:textId="0994F411" w:rsidR="00963711" w:rsidRPr="006F5C3D" w:rsidRDefault="00963711" w:rsidP="00963711">
            <w:pPr>
              <w:pStyle w:val="TBLContenu"/>
              <w:rPr>
                <w:lang w:val="en-US" w:bidi="en-US"/>
              </w:rPr>
            </w:pPr>
            <w:r w:rsidRPr="006F5C3D">
              <w:rPr>
                <w:lang w:val="en-US" w:bidi="en-US"/>
              </w:rPr>
              <w:t>Slot</w:t>
            </w:r>
          </w:p>
          <w:p w14:paraId="0C8DF3C2" w14:textId="77777777" w:rsidR="00963711" w:rsidRPr="00973037" w:rsidRDefault="00963711" w:rsidP="00963711">
            <w:pPr>
              <w:pStyle w:val="TBLContenu"/>
              <w:rPr>
                <w:lang w:bidi="en-US"/>
              </w:rPr>
            </w:pPr>
          </w:p>
        </w:tc>
        <w:tc>
          <w:tcPr>
            <w:tcW w:w="1967" w:type="pct"/>
            <w:tcBorders>
              <w:bottom w:val="single" w:sz="6" w:space="0" w:color="808080" w:themeColor="background1" w:themeShade="80"/>
            </w:tcBorders>
            <w:noWrap/>
            <w:vAlign w:val="top"/>
          </w:tcPr>
          <w:p w14:paraId="3CCD08FB" w14:textId="77777777" w:rsidR="00963711" w:rsidRPr="001359B4" w:rsidRDefault="00963711" w:rsidP="00963711">
            <w:pPr>
              <w:pStyle w:val="TBLContenu"/>
              <w:rPr>
                <w:lang w:val="en-US" w:bidi="en-US"/>
              </w:rPr>
            </w:pPr>
            <w:proofErr w:type="spellStart"/>
            <w:proofErr w:type="gramStart"/>
            <w:r w:rsidRPr="003E4AA1">
              <w:rPr>
                <w:lang w:val="en-US" w:bidi="en-US"/>
              </w:rPr>
              <w:t>schedule.actor</w:t>
            </w:r>
            <w:proofErr w:type="gramEnd"/>
            <w:r w:rsidRPr="003E4AA1">
              <w:rPr>
                <w:lang w:val="en-US" w:bidi="en-US"/>
              </w:rPr>
              <w:t>:PractitionerRole.specialty</w:t>
            </w:r>
            <w:proofErr w:type="spellEnd"/>
            <w:r w:rsidRPr="003E4AA1">
              <w:rPr>
                <w:lang w:val="en-US" w:bidi="en-US"/>
              </w:rPr>
              <w:t xml:space="preserve"> : token</w:t>
            </w:r>
          </w:p>
        </w:tc>
      </w:tr>
      <w:tr w:rsidR="00963711" w:rsidRPr="00842E2E" w14:paraId="4CA0FED5" w14:textId="77777777" w:rsidTr="00F72466">
        <w:trPr>
          <w:trHeight w:val="288"/>
        </w:trPr>
        <w:tc>
          <w:tcPr>
            <w:tcW w:w="1078" w:type="pct"/>
            <w:vMerge w:val="restart"/>
            <w:noWrap/>
          </w:tcPr>
          <w:p w14:paraId="0EDBF040" w14:textId="77777777" w:rsidR="00963711" w:rsidRDefault="00963711" w:rsidP="00963711">
            <w:pPr>
              <w:pStyle w:val="TBLContenu"/>
              <w:rPr>
                <w:lang w:bidi="en-US"/>
              </w:rPr>
            </w:pPr>
            <w:proofErr w:type="spellStart"/>
            <w:r>
              <w:rPr>
                <w:lang w:bidi="en-US"/>
              </w:rPr>
              <w:t>SituationExercice</w:t>
            </w:r>
            <w:proofErr w:type="spellEnd"/>
          </w:p>
        </w:tc>
        <w:tc>
          <w:tcPr>
            <w:tcW w:w="1300" w:type="pct"/>
          </w:tcPr>
          <w:p w14:paraId="5B80F692" w14:textId="53326CC7" w:rsidR="00963711" w:rsidRDefault="00963711" w:rsidP="00963711">
            <w:pPr>
              <w:pStyle w:val="TBLContenu"/>
              <w:rPr>
                <w:lang w:bidi="en-US"/>
              </w:rPr>
            </w:pPr>
            <w:proofErr w:type="spellStart"/>
            <w:proofErr w:type="gramStart"/>
            <w:r>
              <w:t>adresseSE</w:t>
            </w:r>
            <w:proofErr w:type="spellEnd"/>
            <w:proofErr w:type="gramEnd"/>
          </w:p>
        </w:tc>
        <w:tc>
          <w:tcPr>
            <w:tcW w:w="655" w:type="pct"/>
            <w:tcBorders>
              <w:bottom w:val="single" w:sz="6" w:space="0" w:color="808080" w:themeColor="background1" w:themeShade="80"/>
            </w:tcBorders>
            <w:noWrap/>
          </w:tcPr>
          <w:p w14:paraId="5D257758" w14:textId="3D46ADA9" w:rsidR="00963711" w:rsidRDefault="00963711" w:rsidP="00963711">
            <w:pPr>
              <w:pStyle w:val="TBLContenu"/>
              <w:rPr>
                <w:lang w:bidi="en-US"/>
              </w:rPr>
            </w:pPr>
            <w:r>
              <w:rPr>
                <w:lang w:bidi="en-US"/>
              </w:rPr>
              <w:t>Slot</w:t>
            </w:r>
          </w:p>
          <w:p w14:paraId="016048DC" w14:textId="77777777" w:rsidR="00963711" w:rsidRPr="00496CD2" w:rsidRDefault="00963711" w:rsidP="00963711">
            <w:pPr>
              <w:pStyle w:val="TBLContenu"/>
              <w:rPr>
                <w:lang w:bidi="en-US"/>
              </w:rPr>
            </w:pPr>
          </w:p>
        </w:tc>
        <w:tc>
          <w:tcPr>
            <w:tcW w:w="1967" w:type="pct"/>
            <w:tcBorders>
              <w:bottom w:val="single" w:sz="6" w:space="0" w:color="808080" w:themeColor="background1" w:themeShade="80"/>
            </w:tcBorders>
            <w:noWrap/>
          </w:tcPr>
          <w:p w14:paraId="65D7C3E3" w14:textId="77777777" w:rsidR="00963711" w:rsidRDefault="00963711" w:rsidP="00963711">
            <w:pPr>
              <w:pStyle w:val="TBLContenu"/>
              <w:rPr>
                <w:lang w:val="en-US" w:bidi="en-US"/>
              </w:rPr>
            </w:pPr>
            <w:proofErr w:type="spellStart"/>
            <w:proofErr w:type="gramStart"/>
            <w:r w:rsidRPr="003C4D1C">
              <w:rPr>
                <w:lang w:val="en-US" w:bidi="en-US"/>
              </w:rPr>
              <w:t>schedule.actor</w:t>
            </w:r>
            <w:proofErr w:type="gramEnd"/>
            <w:r w:rsidRPr="003C4D1C">
              <w:rPr>
                <w:lang w:val="en-US" w:bidi="en-US"/>
              </w:rPr>
              <w:t>:Practitioner</w:t>
            </w:r>
            <w:r>
              <w:rPr>
                <w:lang w:val="en-US" w:bidi="en-US"/>
              </w:rPr>
              <w:t>Role</w:t>
            </w:r>
            <w:r w:rsidRPr="003C4D1C">
              <w:rPr>
                <w:lang w:val="en-US" w:bidi="en-US"/>
              </w:rPr>
              <w:t>.</w:t>
            </w:r>
            <w:r>
              <w:rPr>
                <w:lang w:val="en-US" w:bidi="en-US"/>
              </w:rPr>
              <w:t>location.address</w:t>
            </w:r>
            <w:proofErr w:type="spellEnd"/>
            <w:r w:rsidRPr="003C4D1C">
              <w:rPr>
                <w:lang w:val="en-US" w:bidi="en-US"/>
              </w:rPr>
              <w:t xml:space="preserve"> : </w:t>
            </w:r>
            <w:r>
              <w:rPr>
                <w:lang w:val="en-US" w:bidi="en-US"/>
              </w:rPr>
              <w:t>string</w:t>
            </w:r>
          </w:p>
          <w:p w14:paraId="2182BC80" w14:textId="77777777" w:rsidR="00963711" w:rsidRDefault="00963711" w:rsidP="00963711">
            <w:pPr>
              <w:pStyle w:val="TBLContenu"/>
              <w:rPr>
                <w:lang w:val="en-US" w:bidi="en-US"/>
              </w:rPr>
            </w:pPr>
            <w:proofErr w:type="spellStart"/>
            <w:r>
              <w:rPr>
                <w:lang w:val="en-US" w:bidi="en-US"/>
              </w:rPr>
              <w:lastRenderedPageBreak/>
              <w:t>ou</w:t>
            </w:r>
            <w:proofErr w:type="spellEnd"/>
          </w:p>
          <w:p w14:paraId="2F86420F" w14:textId="77777777" w:rsidR="00963711" w:rsidRPr="00E72F3A" w:rsidRDefault="00963711" w:rsidP="00963711">
            <w:pPr>
              <w:pStyle w:val="TBLContenu"/>
              <w:rPr>
                <w:lang w:val="en-US" w:bidi="en-US"/>
              </w:rPr>
            </w:pPr>
            <w:proofErr w:type="spellStart"/>
            <w:proofErr w:type="gramStart"/>
            <w:r>
              <w:rPr>
                <w:lang w:val="en-US" w:bidi="en-US"/>
              </w:rPr>
              <w:t>schedule.actor</w:t>
            </w:r>
            <w:proofErr w:type="gramEnd"/>
            <w:r>
              <w:rPr>
                <w:lang w:val="en-US" w:bidi="en-US"/>
              </w:rPr>
              <w:t>:PractitionerRole.location.near</w:t>
            </w:r>
            <w:proofErr w:type="spellEnd"/>
            <w:r>
              <w:rPr>
                <w:lang w:val="en-US" w:bidi="en-US"/>
              </w:rPr>
              <w:t xml:space="preserve"> : special</w:t>
            </w:r>
            <w:bookmarkStart w:id="20" w:name="_Ref536535476"/>
            <w:r>
              <w:rPr>
                <w:rStyle w:val="Appelnotedebasdep"/>
                <w:lang w:val="en-US" w:bidi="en-US"/>
              </w:rPr>
              <w:footnoteReference w:id="8"/>
            </w:r>
            <w:bookmarkEnd w:id="20"/>
          </w:p>
        </w:tc>
      </w:tr>
      <w:tr w:rsidR="00963711" w:rsidRPr="00842E2E" w14:paraId="438B2061" w14:textId="77777777" w:rsidTr="00F72466">
        <w:trPr>
          <w:trHeight w:val="288"/>
        </w:trPr>
        <w:tc>
          <w:tcPr>
            <w:tcW w:w="1078" w:type="pct"/>
            <w:vMerge/>
            <w:tcBorders>
              <w:bottom w:val="single" w:sz="6" w:space="0" w:color="808080" w:themeColor="background1" w:themeShade="80"/>
            </w:tcBorders>
            <w:noWrap/>
          </w:tcPr>
          <w:p w14:paraId="575D12DC" w14:textId="77777777" w:rsidR="00963711" w:rsidRPr="00E72F3A" w:rsidRDefault="00963711" w:rsidP="00963711">
            <w:pPr>
              <w:pStyle w:val="TBLContenu"/>
              <w:rPr>
                <w:lang w:val="en-US" w:bidi="en-US"/>
              </w:rPr>
            </w:pPr>
          </w:p>
        </w:tc>
        <w:tc>
          <w:tcPr>
            <w:tcW w:w="1300" w:type="pct"/>
            <w:tcBorders>
              <w:bottom w:val="single" w:sz="6" w:space="0" w:color="808080" w:themeColor="background1" w:themeShade="80"/>
            </w:tcBorders>
          </w:tcPr>
          <w:p w14:paraId="3B044AD6" w14:textId="5083E1A6" w:rsidR="00963711" w:rsidRDefault="00963711" w:rsidP="00963711">
            <w:pPr>
              <w:pStyle w:val="TBLContenu"/>
              <w:rPr>
                <w:lang w:bidi="en-US"/>
              </w:rPr>
            </w:pPr>
            <w:proofErr w:type="spellStart"/>
            <w:proofErr w:type="gramStart"/>
            <w:r>
              <w:t>telecommunication</w:t>
            </w:r>
            <w:proofErr w:type="spellEnd"/>
            <w:proofErr w:type="gramEnd"/>
          </w:p>
        </w:tc>
        <w:tc>
          <w:tcPr>
            <w:tcW w:w="655" w:type="pct"/>
            <w:tcBorders>
              <w:bottom w:val="single" w:sz="6" w:space="0" w:color="808080" w:themeColor="background1" w:themeShade="80"/>
            </w:tcBorders>
            <w:noWrap/>
          </w:tcPr>
          <w:p w14:paraId="0600E4B2" w14:textId="7D80387F" w:rsidR="00963711" w:rsidRDefault="00963711" w:rsidP="00963711">
            <w:pPr>
              <w:pStyle w:val="TBLContenu"/>
              <w:rPr>
                <w:lang w:bidi="en-US"/>
              </w:rPr>
            </w:pPr>
            <w:r>
              <w:rPr>
                <w:lang w:bidi="en-US"/>
              </w:rPr>
              <w:t>Slot</w:t>
            </w:r>
          </w:p>
          <w:p w14:paraId="6B522860" w14:textId="77777777" w:rsidR="00963711" w:rsidRPr="006F5C3D" w:rsidRDefault="00963711" w:rsidP="00963711">
            <w:pPr>
              <w:pStyle w:val="TBLContenu"/>
              <w:rPr>
                <w:color w:val="FBD4B4" w:themeColor="accent6" w:themeTint="66"/>
                <w:lang w:val="en-US" w:bidi="en-US"/>
              </w:rPr>
            </w:pPr>
          </w:p>
        </w:tc>
        <w:tc>
          <w:tcPr>
            <w:tcW w:w="1967" w:type="pct"/>
            <w:tcBorders>
              <w:bottom w:val="single" w:sz="6" w:space="0" w:color="808080" w:themeColor="background1" w:themeShade="80"/>
            </w:tcBorders>
            <w:noWrap/>
          </w:tcPr>
          <w:p w14:paraId="49E3CF0E" w14:textId="77777777" w:rsidR="00963711" w:rsidRPr="00E72F3A" w:rsidRDefault="00963711" w:rsidP="00963711">
            <w:pPr>
              <w:pStyle w:val="TBLContenu"/>
              <w:rPr>
                <w:lang w:val="en-US" w:bidi="en-US"/>
              </w:rPr>
            </w:pPr>
            <w:proofErr w:type="spellStart"/>
            <w:proofErr w:type="gramStart"/>
            <w:r w:rsidRPr="003C4D1C">
              <w:rPr>
                <w:lang w:val="en-US" w:bidi="en-US"/>
              </w:rPr>
              <w:t>schedule.actor</w:t>
            </w:r>
            <w:proofErr w:type="gramEnd"/>
            <w:r w:rsidRPr="003C4D1C">
              <w:rPr>
                <w:lang w:val="en-US" w:bidi="en-US"/>
              </w:rPr>
              <w:t>:Practitioner</w:t>
            </w:r>
            <w:r>
              <w:rPr>
                <w:lang w:val="en-US" w:bidi="en-US"/>
              </w:rPr>
              <w:t>Role.telecom</w:t>
            </w:r>
            <w:proofErr w:type="spellEnd"/>
            <w:r w:rsidRPr="003C4D1C">
              <w:rPr>
                <w:lang w:val="en-US" w:bidi="en-US"/>
              </w:rPr>
              <w:t xml:space="preserve"> : </w:t>
            </w:r>
            <w:r>
              <w:rPr>
                <w:lang w:val="en-US" w:bidi="en-US"/>
              </w:rPr>
              <w:t>token</w:t>
            </w:r>
          </w:p>
        </w:tc>
      </w:tr>
      <w:tr w:rsidR="00963711" w:rsidRPr="00842E2E" w14:paraId="2E2EFB8F" w14:textId="77777777" w:rsidTr="00F72466">
        <w:trPr>
          <w:trHeight w:val="288"/>
        </w:trPr>
        <w:tc>
          <w:tcPr>
            <w:tcW w:w="1078" w:type="pct"/>
            <w:vMerge w:val="restart"/>
            <w:noWrap/>
          </w:tcPr>
          <w:p w14:paraId="2BA1EEAD" w14:textId="30ED646C" w:rsidR="00963711" w:rsidRPr="006F5C3D" w:rsidRDefault="00963711" w:rsidP="00963711">
            <w:pPr>
              <w:pStyle w:val="TBLContenu"/>
              <w:rPr>
                <w:lang w:val="en-US" w:bidi="en-US"/>
              </w:rPr>
            </w:pPr>
            <w:r>
              <w:rPr>
                <w:lang w:val="en-US" w:bidi="en-US"/>
              </w:rPr>
              <w:t>Contact</w:t>
            </w:r>
          </w:p>
        </w:tc>
        <w:tc>
          <w:tcPr>
            <w:tcW w:w="1300" w:type="pct"/>
          </w:tcPr>
          <w:p w14:paraId="6276B46A" w14:textId="04DEE18A" w:rsidR="00963711" w:rsidRDefault="00963711" w:rsidP="00963711">
            <w:pPr>
              <w:pStyle w:val="TBLContenu"/>
              <w:rPr>
                <w:lang w:bidi="en-US"/>
              </w:rPr>
            </w:pPr>
            <w:proofErr w:type="spellStart"/>
            <w:proofErr w:type="gramStart"/>
            <w:r>
              <w:t>idContact</w:t>
            </w:r>
            <w:proofErr w:type="spellEnd"/>
            <w:proofErr w:type="gramEnd"/>
          </w:p>
        </w:tc>
        <w:tc>
          <w:tcPr>
            <w:tcW w:w="655" w:type="pct"/>
            <w:noWrap/>
          </w:tcPr>
          <w:p w14:paraId="18D190C1" w14:textId="1EA60767" w:rsidR="00963711" w:rsidRDefault="00963711" w:rsidP="00963711">
            <w:pPr>
              <w:pStyle w:val="TBLContenu"/>
              <w:rPr>
                <w:lang w:bidi="en-US"/>
              </w:rPr>
            </w:pPr>
            <w:r>
              <w:rPr>
                <w:lang w:bidi="en-US"/>
              </w:rPr>
              <w:t>Slot</w:t>
            </w:r>
          </w:p>
          <w:p w14:paraId="3AAAEB65" w14:textId="77777777" w:rsidR="00963711" w:rsidRPr="00720F77" w:rsidRDefault="00963711" w:rsidP="00963711">
            <w:pPr>
              <w:pStyle w:val="TBLContenu"/>
              <w:rPr>
                <w:lang w:bidi="en-US"/>
              </w:rPr>
            </w:pPr>
          </w:p>
        </w:tc>
        <w:tc>
          <w:tcPr>
            <w:tcW w:w="1967" w:type="pct"/>
            <w:noWrap/>
          </w:tcPr>
          <w:p w14:paraId="4A154CC5" w14:textId="77777777" w:rsidR="00963711" w:rsidRPr="00E614DE" w:rsidRDefault="00963711" w:rsidP="00963711">
            <w:pPr>
              <w:pStyle w:val="TBLContenu"/>
              <w:rPr>
                <w:lang w:val="en-US" w:bidi="en-US"/>
              </w:rPr>
            </w:pPr>
            <w:proofErr w:type="spellStart"/>
            <w:proofErr w:type="gramStart"/>
            <w:r w:rsidRPr="003C4D1C">
              <w:rPr>
                <w:lang w:val="en-US" w:bidi="en-US"/>
              </w:rPr>
              <w:t>schedule.actor</w:t>
            </w:r>
            <w:proofErr w:type="gramEnd"/>
            <w:r w:rsidRPr="003C4D1C">
              <w:rPr>
                <w:lang w:val="en-US" w:bidi="en-US"/>
              </w:rPr>
              <w:t>:</w:t>
            </w:r>
            <w:r>
              <w:rPr>
                <w:lang w:val="en-US" w:bidi="en-US"/>
              </w:rPr>
              <w:t>RelatedPerson</w:t>
            </w:r>
            <w:r w:rsidRPr="003C4D1C">
              <w:rPr>
                <w:lang w:val="en-US" w:bidi="en-US"/>
              </w:rPr>
              <w:t>.identifier</w:t>
            </w:r>
            <w:proofErr w:type="spellEnd"/>
            <w:r w:rsidRPr="003C4D1C">
              <w:rPr>
                <w:lang w:val="en-US" w:bidi="en-US"/>
              </w:rPr>
              <w:t> : token</w:t>
            </w:r>
          </w:p>
        </w:tc>
      </w:tr>
      <w:tr w:rsidR="00963711" w:rsidRPr="00842E2E" w14:paraId="4DDF95B6" w14:textId="77777777" w:rsidTr="00F72466">
        <w:trPr>
          <w:trHeight w:val="288"/>
        </w:trPr>
        <w:tc>
          <w:tcPr>
            <w:tcW w:w="1078" w:type="pct"/>
            <w:vMerge/>
            <w:noWrap/>
          </w:tcPr>
          <w:p w14:paraId="5B755631" w14:textId="77777777" w:rsidR="00963711" w:rsidRPr="006F5C3D" w:rsidRDefault="00963711" w:rsidP="00963711">
            <w:pPr>
              <w:pStyle w:val="TBLContenu"/>
              <w:rPr>
                <w:lang w:val="en-US" w:bidi="en-US"/>
              </w:rPr>
            </w:pPr>
          </w:p>
        </w:tc>
        <w:tc>
          <w:tcPr>
            <w:tcW w:w="1300" w:type="pct"/>
          </w:tcPr>
          <w:p w14:paraId="77A09B75" w14:textId="757F21FA" w:rsidR="00963711" w:rsidRPr="00720F77" w:rsidRDefault="00963711" w:rsidP="00963711">
            <w:pPr>
              <w:pStyle w:val="TBLContenu"/>
              <w:rPr>
                <w:lang w:bidi="en-US"/>
              </w:rPr>
            </w:pPr>
            <w:proofErr w:type="gramStart"/>
            <w:r>
              <w:t>adresse</w:t>
            </w:r>
            <w:proofErr w:type="gramEnd"/>
          </w:p>
        </w:tc>
        <w:tc>
          <w:tcPr>
            <w:tcW w:w="655" w:type="pct"/>
            <w:noWrap/>
          </w:tcPr>
          <w:p w14:paraId="0ED2050A" w14:textId="7EF4279D" w:rsidR="00963711" w:rsidRPr="00720F77" w:rsidRDefault="00963711" w:rsidP="00963711">
            <w:pPr>
              <w:pStyle w:val="TBLContenu"/>
              <w:rPr>
                <w:lang w:bidi="en-US"/>
              </w:rPr>
            </w:pPr>
            <w:r w:rsidRPr="00720F77">
              <w:rPr>
                <w:lang w:bidi="en-US"/>
              </w:rPr>
              <w:t>Slot</w:t>
            </w:r>
          </w:p>
          <w:p w14:paraId="2A181558" w14:textId="77777777" w:rsidR="00963711" w:rsidRPr="00720F77" w:rsidRDefault="00963711" w:rsidP="00963711">
            <w:pPr>
              <w:pStyle w:val="TBLContenu"/>
              <w:rPr>
                <w:lang w:bidi="en-US"/>
              </w:rPr>
            </w:pPr>
          </w:p>
        </w:tc>
        <w:tc>
          <w:tcPr>
            <w:tcW w:w="1967" w:type="pct"/>
            <w:noWrap/>
          </w:tcPr>
          <w:p w14:paraId="78F79A18" w14:textId="77777777" w:rsidR="00963711" w:rsidRPr="00E614DE" w:rsidRDefault="00963711" w:rsidP="00963711">
            <w:pPr>
              <w:pStyle w:val="TBLContenu"/>
              <w:rPr>
                <w:lang w:val="en-US" w:bidi="en-US"/>
              </w:rPr>
            </w:pPr>
            <w:proofErr w:type="spellStart"/>
            <w:proofErr w:type="gramStart"/>
            <w:r w:rsidRPr="003C4D1C">
              <w:rPr>
                <w:lang w:val="en-US" w:bidi="en-US"/>
              </w:rPr>
              <w:t>schedule.actor</w:t>
            </w:r>
            <w:proofErr w:type="gramEnd"/>
            <w:r w:rsidRPr="003C4D1C">
              <w:rPr>
                <w:lang w:val="en-US" w:bidi="en-US"/>
              </w:rPr>
              <w:t>:</w:t>
            </w:r>
            <w:r>
              <w:rPr>
                <w:lang w:val="en-US" w:bidi="en-US"/>
              </w:rPr>
              <w:t>RelatedPerson</w:t>
            </w:r>
            <w:r w:rsidRPr="003C4D1C">
              <w:rPr>
                <w:lang w:val="en-US" w:bidi="en-US"/>
              </w:rPr>
              <w:t>.</w:t>
            </w:r>
            <w:r>
              <w:rPr>
                <w:lang w:val="en-US" w:bidi="en-US"/>
              </w:rPr>
              <w:t>address</w:t>
            </w:r>
            <w:proofErr w:type="spellEnd"/>
            <w:r w:rsidRPr="003C4D1C">
              <w:rPr>
                <w:lang w:val="en-US" w:bidi="en-US"/>
              </w:rPr>
              <w:t xml:space="preserve"> : </w:t>
            </w:r>
            <w:r>
              <w:rPr>
                <w:lang w:val="en-US" w:bidi="en-US"/>
              </w:rPr>
              <w:t>string</w:t>
            </w:r>
          </w:p>
        </w:tc>
      </w:tr>
      <w:tr w:rsidR="00963711" w:rsidRPr="00842E2E" w14:paraId="2835B271" w14:textId="77777777" w:rsidTr="00F72466">
        <w:trPr>
          <w:trHeight w:val="288"/>
        </w:trPr>
        <w:tc>
          <w:tcPr>
            <w:tcW w:w="1078" w:type="pct"/>
            <w:vMerge/>
            <w:tcBorders>
              <w:bottom w:val="dashSmallGap" w:sz="4" w:space="0" w:color="808080" w:themeColor="background1" w:themeShade="80"/>
            </w:tcBorders>
            <w:noWrap/>
          </w:tcPr>
          <w:p w14:paraId="157F3EDC" w14:textId="77777777" w:rsidR="00963711" w:rsidRPr="006F5C3D" w:rsidRDefault="00963711" w:rsidP="00963711">
            <w:pPr>
              <w:pStyle w:val="TBLContenu"/>
              <w:rPr>
                <w:lang w:val="en-US" w:bidi="en-US"/>
              </w:rPr>
            </w:pPr>
          </w:p>
        </w:tc>
        <w:tc>
          <w:tcPr>
            <w:tcW w:w="1300" w:type="pct"/>
            <w:tcBorders>
              <w:bottom w:val="dashSmallGap" w:sz="4" w:space="0" w:color="808080" w:themeColor="background1" w:themeShade="80"/>
            </w:tcBorders>
          </w:tcPr>
          <w:p w14:paraId="1F7FA8F4" w14:textId="29477287" w:rsidR="00963711" w:rsidRPr="00720F77" w:rsidRDefault="00963711" w:rsidP="00963711">
            <w:pPr>
              <w:pStyle w:val="TBLContenu"/>
              <w:rPr>
                <w:lang w:bidi="en-US"/>
              </w:rPr>
            </w:pPr>
            <w:proofErr w:type="spellStart"/>
            <w:proofErr w:type="gramStart"/>
            <w:r>
              <w:t>telecommunication</w:t>
            </w:r>
            <w:proofErr w:type="spellEnd"/>
            <w:proofErr w:type="gramEnd"/>
          </w:p>
        </w:tc>
        <w:tc>
          <w:tcPr>
            <w:tcW w:w="655" w:type="pct"/>
            <w:tcBorders>
              <w:bottom w:val="dashSmallGap" w:sz="4" w:space="0" w:color="808080" w:themeColor="background1" w:themeShade="80"/>
            </w:tcBorders>
            <w:noWrap/>
          </w:tcPr>
          <w:p w14:paraId="59CAD94C" w14:textId="6778C738" w:rsidR="00963711" w:rsidRPr="00720F77" w:rsidRDefault="00963711" w:rsidP="00963711">
            <w:pPr>
              <w:pStyle w:val="TBLContenu"/>
              <w:rPr>
                <w:lang w:bidi="en-US"/>
              </w:rPr>
            </w:pPr>
            <w:r w:rsidRPr="00720F77">
              <w:rPr>
                <w:lang w:bidi="en-US"/>
              </w:rPr>
              <w:t>Slot</w:t>
            </w:r>
          </w:p>
          <w:p w14:paraId="55FF22B5" w14:textId="77777777" w:rsidR="00963711" w:rsidRPr="00720F77" w:rsidRDefault="00963711" w:rsidP="00963711">
            <w:pPr>
              <w:pStyle w:val="TBLContenu"/>
              <w:rPr>
                <w:lang w:bidi="en-US"/>
              </w:rPr>
            </w:pPr>
          </w:p>
        </w:tc>
        <w:tc>
          <w:tcPr>
            <w:tcW w:w="1967" w:type="pct"/>
            <w:tcBorders>
              <w:bottom w:val="dashSmallGap" w:sz="4" w:space="0" w:color="808080" w:themeColor="background1" w:themeShade="80"/>
            </w:tcBorders>
            <w:noWrap/>
          </w:tcPr>
          <w:p w14:paraId="37E35B63" w14:textId="77777777" w:rsidR="00963711" w:rsidRPr="00E614DE" w:rsidRDefault="00963711" w:rsidP="00963711">
            <w:pPr>
              <w:pStyle w:val="TBLContenu"/>
              <w:rPr>
                <w:lang w:val="en-US" w:bidi="en-US"/>
              </w:rPr>
            </w:pPr>
            <w:proofErr w:type="spellStart"/>
            <w:proofErr w:type="gramStart"/>
            <w:r w:rsidRPr="003C4D1C">
              <w:rPr>
                <w:lang w:val="en-US" w:bidi="en-US"/>
              </w:rPr>
              <w:t>schedule.actor</w:t>
            </w:r>
            <w:proofErr w:type="gramEnd"/>
            <w:r w:rsidRPr="003C4D1C">
              <w:rPr>
                <w:lang w:val="en-US" w:bidi="en-US"/>
              </w:rPr>
              <w:t>:</w:t>
            </w:r>
            <w:r>
              <w:rPr>
                <w:lang w:val="en-US" w:bidi="en-US"/>
              </w:rPr>
              <w:t>RelatedPerson</w:t>
            </w:r>
            <w:r w:rsidRPr="003C4D1C">
              <w:rPr>
                <w:lang w:val="en-US" w:bidi="en-US"/>
              </w:rPr>
              <w:t>.</w:t>
            </w:r>
            <w:r>
              <w:rPr>
                <w:lang w:val="en-US" w:bidi="en-US"/>
              </w:rPr>
              <w:t>telecom</w:t>
            </w:r>
            <w:proofErr w:type="spellEnd"/>
            <w:r w:rsidRPr="003C4D1C">
              <w:rPr>
                <w:lang w:val="en-US" w:bidi="en-US"/>
              </w:rPr>
              <w:t>: token</w:t>
            </w:r>
          </w:p>
        </w:tc>
      </w:tr>
      <w:tr w:rsidR="00963711" w:rsidRPr="00842E2E" w14:paraId="38C030E1" w14:textId="77777777" w:rsidTr="00F72466">
        <w:trPr>
          <w:trHeight w:val="288"/>
        </w:trPr>
        <w:tc>
          <w:tcPr>
            <w:tcW w:w="1078" w:type="pct"/>
            <w:vMerge w:val="restart"/>
            <w:tcBorders>
              <w:top w:val="dashSmallGap" w:sz="4" w:space="0" w:color="808080" w:themeColor="background1" w:themeShade="80"/>
            </w:tcBorders>
            <w:noWrap/>
          </w:tcPr>
          <w:p w14:paraId="2F0B6BD9" w14:textId="77777777" w:rsidR="00963711" w:rsidRPr="00EB5561" w:rsidRDefault="00963711" w:rsidP="00963711">
            <w:pPr>
              <w:pStyle w:val="TBLContenu"/>
              <w:rPr>
                <w:b/>
                <w:bCs/>
                <w:lang w:bidi="en-US"/>
              </w:rPr>
            </w:pPr>
            <w:proofErr w:type="spellStart"/>
            <w:r w:rsidRPr="00EB5561">
              <w:rPr>
                <w:lang w:bidi="en-US"/>
              </w:rPr>
              <w:t>PersonnePhysique</w:t>
            </w:r>
            <w:proofErr w:type="spellEnd"/>
          </w:p>
        </w:tc>
        <w:tc>
          <w:tcPr>
            <w:tcW w:w="1300" w:type="pct"/>
            <w:tcBorders>
              <w:top w:val="dashSmallGap" w:sz="4" w:space="0" w:color="808080" w:themeColor="background1" w:themeShade="80"/>
            </w:tcBorders>
          </w:tcPr>
          <w:p w14:paraId="22EF576B" w14:textId="0AF69F08" w:rsidR="00963711" w:rsidRDefault="00963711" w:rsidP="00963711">
            <w:pPr>
              <w:pStyle w:val="TBLContenu"/>
              <w:rPr>
                <w:lang w:bidi="en-US"/>
              </w:rPr>
            </w:pPr>
            <w:proofErr w:type="spellStart"/>
            <w:proofErr w:type="gramStart"/>
            <w:r>
              <w:t>nomFamille</w:t>
            </w:r>
            <w:proofErr w:type="spellEnd"/>
            <w:proofErr w:type="gramEnd"/>
          </w:p>
        </w:tc>
        <w:tc>
          <w:tcPr>
            <w:tcW w:w="655" w:type="pct"/>
            <w:tcBorders>
              <w:top w:val="dashSmallGap" w:sz="4" w:space="0" w:color="808080" w:themeColor="background1" w:themeShade="80"/>
            </w:tcBorders>
            <w:noWrap/>
          </w:tcPr>
          <w:p w14:paraId="67E5342A" w14:textId="7F816AE9" w:rsidR="00963711" w:rsidRDefault="00963711" w:rsidP="00963711">
            <w:pPr>
              <w:pStyle w:val="TBLContenu"/>
              <w:rPr>
                <w:lang w:bidi="en-US"/>
              </w:rPr>
            </w:pPr>
            <w:r>
              <w:rPr>
                <w:lang w:bidi="en-US"/>
              </w:rPr>
              <w:t>Slot</w:t>
            </w:r>
          </w:p>
          <w:p w14:paraId="5F0F26FE" w14:textId="77777777" w:rsidR="00963711" w:rsidRPr="00EB5561" w:rsidRDefault="00963711" w:rsidP="00963711">
            <w:pPr>
              <w:pStyle w:val="TBLContenu"/>
              <w:rPr>
                <w:lang w:bidi="en-US"/>
              </w:rPr>
            </w:pPr>
          </w:p>
        </w:tc>
        <w:tc>
          <w:tcPr>
            <w:tcW w:w="1967" w:type="pct"/>
            <w:tcBorders>
              <w:top w:val="dashSmallGap" w:sz="4" w:space="0" w:color="808080" w:themeColor="background1" w:themeShade="80"/>
            </w:tcBorders>
            <w:noWrap/>
          </w:tcPr>
          <w:p w14:paraId="6357C227" w14:textId="77777777" w:rsidR="00963711" w:rsidRPr="00C30AD8" w:rsidRDefault="00963711" w:rsidP="00963711">
            <w:pPr>
              <w:pStyle w:val="TBLContenu"/>
              <w:rPr>
                <w:lang w:val="en-US" w:bidi="en-US"/>
              </w:rPr>
            </w:pPr>
            <w:proofErr w:type="spellStart"/>
            <w:proofErr w:type="gramStart"/>
            <w:r w:rsidRPr="00C30AD8">
              <w:rPr>
                <w:lang w:val="en-US" w:bidi="en-US"/>
              </w:rPr>
              <w:t>schedule.actor</w:t>
            </w:r>
            <w:proofErr w:type="gramEnd"/>
            <w:r w:rsidRPr="00C30AD8">
              <w:rPr>
                <w:lang w:val="en-US" w:bidi="en-US"/>
              </w:rPr>
              <w:t>:RelatedPerson.name</w:t>
            </w:r>
            <w:proofErr w:type="spellEnd"/>
            <w:r w:rsidRPr="00C30AD8">
              <w:rPr>
                <w:lang w:val="en-US" w:bidi="en-US"/>
              </w:rPr>
              <w:t> : string</w:t>
            </w:r>
          </w:p>
        </w:tc>
      </w:tr>
      <w:tr w:rsidR="00963711" w:rsidRPr="00842E2E" w14:paraId="0FA7BE7C" w14:textId="77777777" w:rsidTr="00F72466">
        <w:trPr>
          <w:trHeight w:val="288"/>
        </w:trPr>
        <w:tc>
          <w:tcPr>
            <w:tcW w:w="1078" w:type="pct"/>
            <w:vMerge/>
            <w:noWrap/>
          </w:tcPr>
          <w:p w14:paraId="401FF1FE" w14:textId="77777777" w:rsidR="00963711" w:rsidRPr="006F5C3D" w:rsidRDefault="00963711" w:rsidP="00963711">
            <w:pPr>
              <w:pStyle w:val="TBLContenu"/>
              <w:rPr>
                <w:lang w:val="en-US" w:bidi="en-US"/>
              </w:rPr>
            </w:pPr>
          </w:p>
        </w:tc>
        <w:tc>
          <w:tcPr>
            <w:tcW w:w="1300" w:type="pct"/>
          </w:tcPr>
          <w:p w14:paraId="476CCB65" w14:textId="323FB872" w:rsidR="00963711" w:rsidRDefault="00963711" w:rsidP="00963711">
            <w:pPr>
              <w:pStyle w:val="TBLContenu"/>
              <w:rPr>
                <w:lang w:bidi="en-US"/>
              </w:rPr>
            </w:pPr>
            <w:proofErr w:type="spellStart"/>
            <w:proofErr w:type="gramStart"/>
            <w:r>
              <w:t>prenomUsuel</w:t>
            </w:r>
            <w:proofErr w:type="spellEnd"/>
            <w:proofErr w:type="gramEnd"/>
          </w:p>
        </w:tc>
        <w:tc>
          <w:tcPr>
            <w:tcW w:w="655" w:type="pct"/>
            <w:noWrap/>
          </w:tcPr>
          <w:p w14:paraId="485604D2" w14:textId="52F97791" w:rsidR="00963711" w:rsidRDefault="00963711" w:rsidP="00963711">
            <w:pPr>
              <w:pStyle w:val="TBLContenu"/>
              <w:rPr>
                <w:lang w:bidi="en-US"/>
              </w:rPr>
            </w:pPr>
            <w:r>
              <w:rPr>
                <w:lang w:bidi="en-US"/>
              </w:rPr>
              <w:t>Slot</w:t>
            </w:r>
          </w:p>
          <w:p w14:paraId="2703B951" w14:textId="77777777" w:rsidR="00963711" w:rsidRPr="00EB5561" w:rsidRDefault="00963711" w:rsidP="00963711">
            <w:pPr>
              <w:pStyle w:val="TBLContenu"/>
              <w:rPr>
                <w:lang w:bidi="en-US"/>
              </w:rPr>
            </w:pPr>
          </w:p>
        </w:tc>
        <w:tc>
          <w:tcPr>
            <w:tcW w:w="1967" w:type="pct"/>
            <w:noWrap/>
          </w:tcPr>
          <w:p w14:paraId="54E927C6" w14:textId="77777777" w:rsidR="00963711" w:rsidRPr="006F5C3D" w:rsidRDefault="00963711" w:rsidP="00963711">
            <w:pPr>
              <w:pStyle w:val="TBLContenu"/>
              <w:rPr>
                <w:lang w:val="en-US" w:bidi="en-US"/>
              </w:rPr>
            </w:pPr>
            <w:proofErr w:type="spellStart"/>
            <w:proofErr w:type="gramStart"/>
            <w:r w:rsidRPr="003C4D1C">
              <w:rPr>
                <w:lang w:val="en-US" w:bidi="en-US"/>
              </w:rPr>
              <w:t>schedule.actor</w:t>
            </w:r>
            <w:proofErr w:type="gramEnd"/>
            <w:r w:rsidRPr="003C4D1C">
              <w:rPr>
                <w:lang w:val="en-US" w:bidi="en-US"/>
              </w:rPr>
              <w:t>:</w:t>
            </w:r>
            <w:r>
              <w:rPr>
                <w:lang w:val="en-US" w:bidi="en-US"/>
              </w:rPr>
              <w:t>RelatedPerson.name</w:t>
            </w:r>
            <w:proofErr w:type="spellEnd"/>
            <w:r w:rsidRPr="003C4D1C">
              <w:rPr>
                <w:lang w:val="en-US" w:bidi="en-US"/>
              </w:rPr>
              <w:t xml:space="preserve">  : </w:t>
            </w:r>
            <w:r>
              <w:rPr>
                <w:lang w:val="en-US" w:bidi="en-US"/>
              </w:rPr>
              <w:t>string</w:t>
            </w:r>
          </w:p>
        </w:tc>
      </w:tr>
      <w:tr w:rsidR="00963711" w:rsidRPr="00842E2E" w14:paraId="2F4B0183" w14:textId="77777777" w:rsidTr="00F72466">
        <w:trPr>
          <w:trHeight w:val="288"/>
        </w:trPr>
        <w:tc>
          <w:tcPr>
            <w:tcW w:w="1078" w:type="pct"/>
            <w:vMerge w:val="restart"/>
            <w:noWrap/>
            <w:hideMark/>
          </w:tcPr>
          <w:p w14:paraId="31434F93" w14:textId="77777777" w:rsidR="00963711" w:rsidRPr="00EB5561" w:rsidRDefault="00963711" w:rsidP="00963711">
            <w:pPr>
              <w:pStyle w:val="TBLContenu"/>
              <w:rPr>
                <w:b/>
                <w:bCs/>
                <w:lang w:bidi="en-US"/>
              </w:rPr>
            </w:pPr>
            <w:r w:rsidRPr="00EB5561">
              <w:rPr>
                <w:lang w:bidi="en-US"/>
              </w:rPr>
              <w:t>Lieu</w:t>
            </w:r>
          </w:p>
        </w:tc>
        <w:tc>
          <w:tcPr>
            <w:tcW w:w="1300" w:type="pct"/>
          </w:tcPr>
          <w:p w14:paraId="75D32F86" w14:textId="448D7D91" w:rsidR="00963711" w:rsidRDefault="00035540" w:rsidP="00963711">
            <w:pPr>
              <w:pStyle w:val="TBLContenu"/>
              <w:rPr>
                <w:lang w:bidi="en-US"/>
              </w:rPr>
            </w:pPr>
            <w:proofErr w:type="gramStart"/>
            <w:r>
              <w:t>nom</w:t>
            </w:r>
            <w:proofErr w:type="gramEnd"/>
          </w:p>
        </w:tc>
        <w:tc>
          <w:tcPr>
            <w:tcW w:w="655" w:type="pct"/>
            <w:noWrap/>
            <w:hideMark/>
          </w:tcPr>
          <w:p w14:paraId="7079EC8D" w14:textId="33C3B3BD" w:rsidR="00963711" w:rsidRDefault="00963711" w:rsidP="00963711">
            <w:pPr>
              <w:pStyle w:val="TBLContenu"/>
              <w:rPr>
                <w:lang w:bidi="en-US"/>
              </w:rPr>
            </w:pPr>
            <w:r>
              <w:rPr>
                <w:lang w:bidi="en-US"/>
              </w:rPr>
              <w:t>Slot</w:t>
            </w:r>
          </w:p>
          <w:p w14:paraId="1074D722" w14:textId="77777777" w:rsidR="00963711" w:rsidRPr="00EB5561" w:rsidRDefault="00963711" w:rsidP="00963711">
            <w:pPr>
              <w:pStyle w:val="TBLContenu"/>
              <w:rPr>
                <w:lang w:bidi="en-US"/>
              </w:rPr>
            </w:pPr>
          </w:p>
        </w:tc>
        <w:tc>
          <w:tcPr>
            <w:tcW w:w="1967" w:type="pct"/>
            <w:noWrap/>
            <w:hideMark/>
          </w:tcPr>
          <w:p w14:paraId="6D6DFB35" w14:textId="77777777" w:rsidR="00963711" w:rsidRPr="00550C98" w:rsidRDefault="00963711" w:rsidP="00963711">
            <w:pPr>
              <w:pStyle w:val="TBLContenu"/>
              <w:rPr>
                <w:lang w:val="en-US" w:bidi="en-US"/>
              </w:rPr>
            </w:pPr>
            <w:proofErr w:type="spellStart"/>
            <w:proofErr w:type="gramStart"/>
            <w:r w:rsidRPr="00550C98">
              <w:rPr>
                <w:lang w:val="en-US" w:bidi="en-US"/>
              </w:rPr>
              <w:t>schedule.actor</w:t>
            </w:r>
            <w:proofErr w:type="gramEnd"/>
            <w:r w:rsidRPr="00550C98">
              <w:rPr>
                <w:lang w:val="en-US" w:bidi="en-US"/>
              </w:rPr>
              <w:t>:Location.</w:t>
            </w:r>
            <w:r>
              <w:rPr>
                <w:lang w:val="en-US" w:bidi="en-US"/>
              </w:rPr>
              <w:t>name</w:t>
            </w:r>
            <w:proofErr w:type="spellEnd"/>
            <w:r w:rsidRPr="00550C98">
              <w:rPr>
                <w:lang w:val="en-US" w:bidi="en-US"/>
              </w:rPr>
              <w:t xml:space="preserve"> : </w:t>
            </w:r>
            <w:r>
              <w:rPr>
                <w:lang w:val="en-US" w:bidi="en-US"/>
              </w:rPr>
              <w:t>string</w:t>
            </w:r>
          </w:p>
        </w:tc>
      </w:tr>
      <w:tr w:rsidR="00963711" w:rsidRPr="00F06A50" w14:paraId="743C6A19" w14:textId="77777777" w:rsidTr="00F72466">
        <w:trPr>
          <w:trHeight w:val="288"/>
        </w:trPr>
        <w:tc>
          <w:tcPr>
            <w:tcW w:w="1078" w:type="pct"/>
            <w:vMerge/>
            <w:noWrap/>
            <w:hideMark/>
          </w:tcPr>
          <w:p w14:paraId="6B85CFBC" w14:textId="77777777" w:rsidR="00963711" w:rsidRPr="00550C98" w:rsidRDefault="00963711" w:rsidP="00963711">
            <w:pPr>
              <w:pStyle w:val="TBLContenu"/>
              <w:rPr>
                <w:lang w:val="en-US" w:bidi="en-US"/>
              </w:rPr>
            </w:pPr>
          </w:p>
        </w:tc>
        <w:tc>
          <w:tcPr>
            <w:tcW w:w="1300" w:type="pct"/>
          </w:tcPr>
          <w:p w14:paraId="5D99903E" w14:textId="4D3AB1E3" w:rsidR="00963711" w:rsidRPr="00963711" w:rsidRDefault="00035540" w:rsidP="00963711">
            <w:pPr>
              <w:pStyle w:val="TBLContenu"/>
              <w:rPr>
                <w:lang w:val="en-US" w:bidi="en-US"/>
              </w:rPr>
            </w:pPr>
            <w:proofErr w:type="gramStart"/>
            <w:r>
              <w:t>description</w:t>
            </w:r>
            <w:proofErr w:type="gramEnd"/>
          </w:p>
        </w:tc>
        <w:tc>
          <w:tcPr>
            <w:tcW w:w="655" w:type="pct"/>
            <w:noWrap/>
            <w:hideMark/>
          </w:tcPr>
          <w:p w14:paraId="3ADEB613" w14:textId="41D32E07" w:rsidR="00963711" w:rsidRDefault="00963711" w:rsidP="00963711">
            <w:pPr>
              <w:pStyle w:val="TBLContenu"/>
              <w:rPr>
                <w:lang w:bidi="en-US"/>
              </w:rPr>
            </w:pPr>
            <w:r w:rsidRPr="000041D5">
              <w:rPr>
                <w:lang w:val="en-US" w:bidi="en-US"/>
              </w:rPr>
              <w:t> </w:t>
            </w:r>
            <w:r>
              <w:rPr>
                <w:lang w:bidi="en-US"/>
              </w:rPr>
              <w:t>Slot</w:t>
            </w:r>
          </w:p>
          <w:p w14:paraId="0CFBCDF9" w14:textId="77777777" w:rsidR="00963711" w:rsidRPr="00EB5561" w:rsidRDefault="00963711" w:rsidP="00963711">
            <w:pPr>
              <w:pStyle w:val="TBLContenu"/>
              <w:rPr>
                <w:lang w:bidi="en-US"/>
              </w:rPr>
            </w:pPr>
          </w:p>
        </w:tc>
        <w:tc>
          <w:tcPr>
            <w:tcW w:w="1967" w:type="pct"/>
            <w:noWrap/>
            <w:hideMark/>
          </w:tcPr>
          <w:p w14:paraId="33197F7B" w14:textId="1C3BE1FE" w:rsidR="00963711" w:rsidRPr="0026052F" w:rsidRDefault="0026052F" w:rsidP="00963711">
            <w:pPr>
              <w:pStyle w:val="TBLContenu"/>
              <w:rPr>
                <w:lang w:bidi="en-US"/>
              </w:rPr>
            </w:pPr>
            <w:r w:rsidRPr="0026052F">
              <w:rPr>
                <w:lang w:bidi="en-US"/>
              </w:rPr>
              <w:t>Il n’existe pas de critère</w:t>
            </w:r>
            <w:r w:rsidR="00F06A50" w:rsidRPr="0026052F">
              <w:rPr>
                <w:lang w:bidi="en-US"/>
              </w:rPr>
              <w:t xml:space="preserve"> de recherche équivalent</w:t>
            </w:r>
            <w:r w:rsidR="005345C2" w:rsidRPr="0026052F">
              <w:rPr>
                <w:lang w:bidi="en-US"/>
              </w:rPr>
              <w:t xml:space="preserve"> dans FHIR</w:t>
            </w:r>
          </w:p>
        </w:tc>
      </w:tr>
      <w:tr w:rsidR="00963711" w:rsidRPr="00842E2E" w14:paraId="25CDDCA3" w14:textId="77777777" w:rsidTr="00F72466">
        <w:trPr>
          <w:trHeight w:val="288"/>
        </w:trPr>
        <w:tc>
          <w:tcPr>
            <w:tcW w:w="1078" w:type="pct"/>
            <w:vMerge/>
            <w:noWrap/>
            <w:hideMark/>
          </w:tcPr>
          <w:p w14:paraId="4CBF27CF" w14:textId="77777777" w:rsidR="00963711" w:rsidRPr="004A5E9E" w:rsidRDefault="00963711" w:rsidP="00963711">
            <w:pPr>
              <w:pStyle w:val="TBLContenu"/>
              <w:rPr>
                <w:lang w:bidi="en-US"/>
              </w:rPr>
            </w:pPr>
          </w:p>
        </w:tc>
        <w:tc>
          <w:tcPr>
            <w:tcW w:w="1300" w:type="pct"/>
          </w:tcPr>
          <w:p w14:paraId="0A73AD89" w14:textId="64848D13" w:rsidR="00963711" w:rsidRDefault="00035540" w:rsidP="00963711">
            <w:pPr>
              <w:pStyle w:val="TBLContenu"/>
              <w:rPr>
                <w:lang w:bidi="en-US"/>
              </w:rPr>
            </w:pPr>
            <w:proofErr w:type="gramStart"/>
            <w:r>
              <w:t>identifiant</w:t>
            </w:r>
            <w:proofErr w:type="gramEnd"/>
          </w:p>
        </w:tc>
        <w:tc>
          <w:tcPr>
            <w:tcW w:w="655" w:type="pct"/>
            <w:noWrap/>
            <w:hideMark/>
          </w:tcPr>
          <w:p w14:paraId="7826F13B" w14:textId="673F8239" w:rsidR="00963711" w:rsidRDefault="00963711" w:rsidP="00963711">
            <w:pPr>
              <w:pStyle w:val="TBLContenu"/>
              <w:rPr>
                <w:lang w:bidi="en-US"/>
              </w:rPr>
            </w:pPr>
            <w:r>
              <w:rPr>
                <w:lang w:bidi="en-US"/>
              </w:rPr>
              <w:t>Slot</w:t>
            </w:r>
          </w:p>
          <w:p w14:paraId="09016EFB" w14:textId="77777777" w:rsidR="00963711" w:rsidRPr="00EB5561" w:rsidRDefault="00963711" w:rsidP="00963711">
            <w:pPr>
              <w:pStyle w:val="TBLContenu"/>
              <w:rPr>
                <w:lang w:bidi="en-US"/>
              </w:rPr>
            </w:pPr>
          </w:p>
        </w:tc>
        <w:tc>
          <w:tcPr>
            <w:tcW w:w="1967" w:type="pct"/>
            <w:noWrap/>
            <w:hideMark/>
          </w:tcPr>
          <w:p w14:paraId="170B411E" w14:textId="77777777" w:rsidR="00963711" w:rsidRPr="00550C98" w:rsidRDefault="00963711" w:rsidP="00963711">
            <w:pPr>
              <w:pStyle w:val="TBLContenu"/>
              <w:rPr>
                <w:lang w:val="en-US" w:bidi="en-US"/>
              </w:rPr>
            </w:pPr>
            <w:proofErr w:type="spellStart"/>
            <w:proofErr w:type="gramStart"/>
            <w:r w:rsidRPr="00550C98">
              <w:rPr>
                <w:lang w:val="en-US" w:bidi="en-US"/>
              </w:rPr>
              <w:t>schedule.actor</w:t>
            </w:r>
            <w:proofErr w:type="gramEnd"/>
            <w:r w:rsidRPr="00550C98">
              <w:rPr>
                <w:lang w:val="en-US" w:bidi="en-US"/>
              </w:rPr>
              <w:t>:Location.identifier</w:t>
            </w:r>
            <w:proofErr w:type="spellEnd"/>
            <w:r w:rsidRPr="00550C98">
              <w:rPr>
                <w:lang w:val="en-US" w:bidi="en-US"/>
              </w:rPr>
              <w:t> : token</w:t>
            </w:r>
          </w:p>
        </w:tc>
      </w:tr>
      <w:tr w:rsidR="00963711" w:rsidRPr="00842E2E" w14:paraId="7BC261BD" w14:textId="77777777" w:rsidTr="00F72466">
        <w:trPr>
          <w:trHeight w:val="288"/>
        </w:trPr>
        <w:tc>
          <w:tcPr>
            <w:tcW w:w="1078" w:type="pct"/>
            <w:vMerge/>
            <w:noWrap/>
          </w:tcPr>
          <w:p w14:paraId="7D25E113" w14:textId="77777777" w:rsidR="00963711" w:rsidRPr="000041D5" w:rsidRDefault="00963711" w:rsidP="00963711">
            <w:pPr>
              <w:pStyle w:val="TBLContenu"/>
              <w:rPr>
                <w:lang w:val="en-US" w:bidi="en-US"/>
              </w:rPr>
            </w:pPr>
          </w:p>
        </w:tc>
        <w:tc>
          <w:tcPr>
            <w:tcW w:w="1300" w:type="pct"/>
          </w:tcPr>
          <w:p w14:paraId="14201EEE" w14:textId="546E8F14" w:rsidR="00963711" w:rsidRDefault="00035540" w:rsidP="00963711">
            <w:pPr>
              <w:pStyle w:val="TBLContenu"/>
              <w:rPr>
                <w:lang w:bidi="en-US"/>
              </w:rPr>
            </w:pPr>
            <w:proofErr w:type="gramStart"/>
            <w:r>
              <w:t>adresse</w:t>
            </w:r>
            <w:proofErr w:type="gramEnd"/>
          </w:p>
        </w:tc>
        <w:tc>
          <w:tcPr>
            <w:tcW w:w="655" w:type="pct"/>
            <w:noWrap/>
          </w:tcPr>
          <w:p w14:paraId="63C0B185" w14:textId="12D518AB" w:rsidR="00963711" w:rsidRDefault="00963711" w:rsidP="00963711">
            <w:pPr>
              <w:pStyle w:val="TBLContenu"/>
              <w:rPr>
                <w:lang w:bidi="en-US"/>
              </w:rPr>
            </w:pPr>
            <w:r>
              <w:rPr>
                <w:lang w:bidi="en-US"/>
              </w:rPr>
              <w:t>Slot</w:t>
            </w:r>
          </w:p>
        </w:tc>
        <w:tc>
          <w:tcPr>
            <w:tcW w:w="1967" w:type="pct"/>
            <w:noWrap/>
          </w:tcPr>
          <w:p w14:paraId="24B09960" w14:textId="77777777" w:rsidR="00963711" w:rsidRDefault="00963711" w:rsidP="00963711">
            <w:pPr>
              <w:pStyle w:val="TBLContenu"/>
              <w:rPr>
                <w:lang w:val="en-US" w:bidi="en-US"/>
              </w:rPr>
            </w:pPr>
            <w:proofErr w:type="spellStart"/>
            <w:proofErr w:type="gramStart"/>
            <w:r w:rsidRPr="00550C98">
              <w:rPr>
                <w:lang w:val="en-US" w:bidi="en-US"/>
              </w:rPr>
              <w:t>schedule.actor</w:t>
            </w:r>
            <w:proofErr w:type="gramEnd"/>
            <w:r w:rsidRPr="00550C98">
              <w:rPr>
                <w:lang w:val="en-US" w:bidi="en-US"/>
              </w:rPr>
              <w:t>:Location.</w:t>
            </w:r>
            <w:r>
              <w:rPr>
                <w:lang w:val="en-US" w:bidi="en-US"/>
              </w:rPr>
              <w:t>address</w:t>
            </w:r>
            <w:proofErr w:type="spellEnd"/>
            <w:r w:rsidRPr="00550C98">
              <w:rPr>
                <w:lang w:val="en-US" w:bidi="en-US"/>
              </w:rPr>
              <w:t xml:space="preserve"> : </w:t>
            </w:r>
            <w:r>
              <w:rPr>
                <w:lang w:val="en-US" w:bidi="en-US"/>
              </w:rPr>
              <w:t>string</w:t>
            </w:r>
          </w:p>
          <w:p w14:paraId="25F8C8A6" w14:textId="77777777" w:rsidR="00963711" w:rsidRDefault="00963711" w:rsidP="00963711">
            <w:pPr>
              <w:pStyle w:val="TBLContenu"/>
              <w:rPr>
                <w:lang w:val="en-US" w:bidi="en-US"/>
              </w:rPr>
            </w:pPr>
            <w:proofErr w:type="spellStart"/>
            <w:r>
              <w:rPr>
                <w:lang w:val="en-US" w:bidi="en-US"/>
              </w:rPr>
              <w:t>ou</w:t>
            </w:r>
            <w:proofErr w:type="spellEnd"/>
            <w:r>
              <w:rPr>
                <w:lang w:val="en-US" w:bidi="en-US"/>
              </w:rPr>
              <w:t xml:space="preserve"> </w:t>
            </w:r>
          </w:p>
          <w:p w14:paraId="726730A7" w14:textId="0293A635" w:rsidR="00963711" w:rsidRPr="00550C98" w:rsidRDefault="00963711" w:rsidP="00963711">
            <w:pPr>
              <w:pStyle w:val="TBLContenu"/>
              <w:rPr>
                <w:lang w:val="en-US" w:bidi="en-US"/>
              </w:rPr>
            </w:pPr>
            <w:proofErr w:type="spellStart"/>
            <w:proofErr w:type="gramStart"/>
            <w:r>
              <w:rPr>
                <w:lang w:val="en-US" w:bidi="en-US"/>
              </w:rPr>
              <w:t>schedule.actor</w:t>
            </w:r>
            <w:proofErr w:type="gramEnd"/>
            <w:r>
              <w:rPr>
                <w:lang w:val="en-US" w:bidi="en-US"/>
              </w:rPr>
              <w:t>:Location.near</w:t>
            </w:r>
            <w:proofErr w:type="spellEnd"/>
            <w:r>
              <w:rPr>
                <w:lang w:val="en-US" w:bidi="en-US"/>
              </w:rPr>
              <w:t xml:space="preserve"> : special</w:t>
            </w:r>
            <w:r w:rsidRPr="00793B38">
              <w:rPr>
                <w:vertAlign w:val="superscript"/>
                <w:lang w:val="en-US" w:bidi="en-US"/>
              </w:rPr>
              <w:fldChar w:fldCharType="begin"/>
            </w:r>
            <w:r w:rsidRPr="00793B38">
              <w:rPr>
                <w:vertAlign w:val="superscript"/>
                <w:lang w:val="en-US" w:bidi="en-US"/>
              </w:rPr>
              <w:instrText xml:space="preserve"> NOTEREF _Ref536535476 \h </w:instrText>
            </w:r>
            <w:r>
              <w:rPr>
                <w:vertAlign w:val="superscript"/>
                <w:lang w:val="en-US" w:bidi="en-US"/>
              </w:rPr>
              <w:instrText xml:space="preserve"> \* MERGEFORMAT </w:instrText>
            </w:r>
            <w:r w:rsidRPr="00793B38">
              <w:rPr>
                <w:vertAlign w:val="superscript"/>
                <w:lang w:val="en-US" w:bidi="en-US"/>
              </w:rPr>
            </w:r>
            <w:r w:rsidRPr="00793B38">
              <w:rPr>
                <w:vertAlign w:val="superscript"/>
                <w:lang w:val="en-US" w:bidi="en-US"/>
              </w:rPr>
              <w:fldChar w:fldCharType="separate"/>
            </w:r>
            <w:r w:rsidR="00A100DC">
              <w:rPr>
                <w:vertAlign w:val="superscript"/>
                <w:lang w:val="en-US" w:bidi="en-US"/>
              </w:rPr>
              <w:t>13</w:t>
            </w:r>
            <w:r w:rsidRPr="00793B38">
              <w:rPr>
                <w:vertAlign w:val="superscript"/>
                <w:lang w:val="en-US" w:bidi="en-US"/>
              </w:rPr>
              <w:fldChar w:fldCharType="end"/>
            </w:r>
          </w:p>
        </w:tc>
      </w:tr>
      <w:tr w:rsidR="00035540" w:rsidRPr="00842E2E" w14:paraId="5460DE33" w14:textId="77777777" w:rsidTr="00F72466">
        <w:trPr>
          <w:trHeight w:val="288"/>
        </w:trPr>
        <w:tc>
          <w:tcPr>
            <w:tcW w:w="1078" w:type="pct"/>
            <w:vMerge w:val="restart"/>
            <w:noWrap/>
            <w:hideMark/>
          </w:tcPr>
          <w:p w14:paraId="6CF23A0F" w14:textId="0D0550A8" w:rsidR="00035540" w:rsidRPr="00EB5561" w:rsidRDefault="00035540" w:rsidP="00035540">
            <w:pPr>
              <w:pStyle w:val="TBLContenu"/>
              <w:rPr>
                <w:lang w:bidi="en-US"/>
              </w:rPr>
            </w:pPr>
            <w:proofErr w:type="spellStart"/>
            <w:r w:rsidRPr="00EB5561">
              <w:rPr>
                <w:lang w:bidi="en-US"/>
              </w:rPr>
              <w:t>Equipement</w:t>
            </w:r>
            <w:r>
              <w:rPr>
                <w:lang w:bidi="en-US"/>
              </w:rPr>
              <w:t>Operationnel</w:t>
            </w:r>
            <w:proofErr w:type="spellEnd"/>
          </w:p>
        </w:tc>
        <w:tc>
          <w:tcPr>
            <w:tcW w:w="1300" w:type="pct"/>
          </w:tcPr>
          <w:p w14:paraId="2CFF0A87" w14:textId="54205F7B" w:rsidR="00035540" w:rsidRDefault="00035540" w:rsidP="00035540">
            <w:pPr>
              <w:pStyle w:val="TBLContenu"/>
              <w:rPr>
                <w:lang w:bidi="en-US"/>
              </w:rPr>
            </w:pPr>
            <w:proofErr w:type="spellStart"/>
            <w:proofErr w:type="gramStart"/>
            <w:r>
              <w:t>idRessourceMaterielle</w:t>
            </w:r>
            <w:proofErr w:type="spellEnd"/>
            <w:proofErr w:type="gramEnd"/>
          </w:p>
        </w:tc>
        <w:tc>
          <w:tcPr>
            <w:tcW w:w="655" w:type="pct"/>
            <w:noWrap/>
            <w:hideMark/>
          </w:tcPr>
          <w:p w14:paraId="563F5A1B" w14:textId="29C95CEF" w:rsidR="00035540" w:rsidRDefault="00035540" w:rsidP="00035540">
            <w:pPr>
              <w:pStyle w:val="TBLContenu"/>
              <w:rPr>
                <w:lang w:bidi="en-US"/>
              </w:rPr>
            </w:pPr>
            <w:r>
              <w:rPr>
                <w:lang w:bidi="en-US"/>
              </w:rPr>
              <w:t>Slot</w:t>
            </w:r>
          </w:p>
          <w:p w14:paraId="5770A55C" w14:textId="77777777" w:rsidR="00035540" w:rsidRPr="00EB5561" w:rsidRDefault="00035540" w:rsidP="00035540">
            <w:pPr>
              <w:pStyle w:val="TBLContenu"/>
              <w:rPr>
                <w:lang w:bidi="en-US"/>
              </w:rPr>
            </w:pPr>
          </w:p>
        </w:tc>
        <w:tc>
          <w:tcPr>
            <w:tcW w:w="1967" w:type="pct"/>
            <w:noWrap/>
            <w:hideMark/>
          </w:tcPr>
          <w:p w14:paraId="17849550" w14:textId="77777777" w:rsidR="00035540" w:rsidRPr="0084439B" w:rsidRDefault="00035540" w:rsidP="00035540">
            <w:pPr>
              <w:pStyle w:val="TBLContenu"/>
              <w:rPr>
                <w:lang w:val="en-US" w:bidi="en-US"/>
              </w:rPr>
            </w:pPr>
            <w:proofErr w:type="spellStart"/>
            <w:proofErr w:type="gramStart"/>
            <w:r w:rsidRPr="0084439B">
              <w:rPr>
                <w:lang w:val="en-US" w:bidi="en-US"/>
              </w:rPr>
              <w:t>schedule.actor</w:t>
            </w:r>
            <w:proofErr w:type="gramEnd"/>
            <w:r w:rsidRPr="0084439B">
              <w:rPr>
                <w:lang w:val="en-US" w:bidi="en-US"/>
              </w:rPr>
              <w:t>:Device.identifier</w:t>
            </w:r>
            <w:proofErr w:type="spellEnd"/>
            <w:r w:rsidRPr="0084439B">
              <w:rPr>
                <w:lang w:val="en-US" w:bidi="en-US"/>
              </w:rPr>
              <w:t> : token</w:t>
            </w:r>
          </w:p>
        </w:tc>
      </w:tr>
      <w:tr w:rsidR="00035540" w:rsidRPr="00842E2E" w14:paraId="28EC78D4" w14:textId="77777777" w:rsidTr="00F72466">
        <w:trPr>
          <w:trHeight w:val="288"/>
        </w:trPr>
        <w:tc>
          <w:tcPr>
            <w:tcW w:w="1078" w:type="pct"/>
            <w:vMerge/>
            <w:noWrap/>
          </w:tcPr>
          <w:p w14:paraId="233936F3" w14:textId="77777777" w:rsidR="00035540" w:rsidRPr="0084439B" w:rsidRDefault="00035540" w:rsidP="00035540">
            <w:pPr>
              <w:pStyle w:val="TBLContenu"/>
              <w:rPr>
                <w:lang w:val="en-US" w:bidi="en-US"/>
              </w:rPr>
            </w:pPr>
          </w:p>
        </w:tc>
        <w:tc>
          <w:tcPr>
            <w:tcW w:w="1300" w:type="pct"/>
          </w:tcPr>
          <w:p w14:paraId="701FD80F" w14:textId="78FBCEF7" w:rsidR="00035540" w:rsidRDefault="00035540" w:rsidP="00035540">
            <w:pPr>
              <w:pStyle w:val="TBLContenu"/>
              <w:rPr>
                <w:lang w:bidi="en-US"/>
              </w:rPr>
            </w:pPr>
            <w:proofErr w:type="spellStart"/>
            <w:proofErr w:type="gramStart"/>
            <w:r>
              <w:t>typeEquipement</w:t>
            </w:r>
            <w:proofErr w:type="spellEnd"/>
            <w:proofErr w:type="gramEnd"/>
          </w:p>
        </w:tc>
        <w:tc>
          <w:tcPr>
            <w:tcW w:w="655" w:type="pct"/>
            <w:noWrap/>
          </w:tcPr>
          <w:p w14:paraId="79E4158F" w14:textId="4F439E61" w:rsidR="00035540" w:rsidRDefault="00035540" w:rsidP="00035540">
            <w:pPr>
              <w:pStyle w:val="TBLContenu"/>
              <w:rPr>
                <w:lang w:bidi="en-US"/>
              </w:rPr>
            </w:pPr>
            <w:r>
              <w:rPr>
                <w:lang w:bidi="en-US"/>
              </w:rPr>
              <w:t>Slot</w:t>
            </w:r>
          </w:p>
          <w:p w14:paraId="3E1C13B9" w14:textId="77777777" w:rsidR="00035540" w:rsidRPr="00496CD2" w:rsidRDefault="00035540" w:rsidP="00035540">
            <w:pPr>
              <w:pStyle w:val="TBLContenu"/>
              <w:rPr>
                <w:lang w:bidi="en-US"/>
              </w:rPr>
            </w:pPr>
          </w:p>
        </w:tc>
        <w:tc>
          <w:tcPr>
            <w:tcW w:w="1967" w:type="pct"/>
            <w:noWrap/>
          </w:tcPr>
          <w:p w14:paraId="562D74F3" w14:textId="77777777" w:rsidR="00035540" w:rsidRPr="0084439B" w:rsidRDefault="00035540" w:rsidP="00035540">
            <w:pPr>
              <w:pStyle w:val="TBLContenu"/>
              <w:rPr>
                <w:lang w:val="en-US" w:bidi="en-US"/>
              </w:rPr>
            </w:pPr>
            <w:proofErr w:type="spellStart"/>
            <w:proofErr w:type="gramStart"/>
            <w:r w:rsidRPr="0084439B">
              <w:rPr>
                <w:lang w:val="en-US" w:bidi="en-US"/>
              </w:rPr>
              <w:t>schedule.actor</w:t>
            </w:r>
            <w:proofErr w:type="gramEnd"/>
            <w:r w:rsidRPr="0084439B">
              <w:rPr>
                <w:lang w:val="en-US" w:bidi="en-US"/>
              </w:rPr>
              <w:t>:Device.type</w:t>
            </w:r>
            <w:proofErr w:type="spellEnd"/>
            <w:r w:rsidRPr="0084439B">
              <w:rPr>
                <w:lang w:val="en-US" w:bidi="en-US"/>
              </w:rPr>
              <w:t> : token</w:t>
            </w:r>
          </w:p>
        </w:tc>
      </w:tr>
      <w:tr w:rsidR="00035540" w:rsidRPr="00842E2E" w14:paraId="7630B55C" w14:textId="77777777" w:rsidTr="00F72466">
        <w:trPr>
          <w:trHeight w:val="288"/>
        </w:trPr>
        <w:tc>
          <w:tcPr>
            <w:tcW w:w="1078" w:type="pct"/>
            <w:vMerge/>
            <w:noWrap/>
          </w:tcPr>
          <w:p w14:paraId="12E41BBC" w14:textId="77777777" w:rsidR="00035540" w:rsidRPr="0084439B" w:rsidRDefault="00035540" w:rsidP="00035540">
            <w:pPr>
              <w:pStyle w:val="TBLContenu"/>
              <w:rPr>
                <w:lang w:val="en-US" w:bidi="en-US"/>
              </w:rPr>
            </w:pPr>
          </w:p>
        </w:tc>
        <w:tc>
          <w:tcPr>
            <w:tcW w:w="1300" w:type="pct"/>
          </w:tcPr>
          <w:p w14:paraId="672BEBDB" w14:textId="22092F47" w:rsidR="00035540" w:rsidRDefault="00035540" w:rsidP="00035540">
            <w:pPr>
              <w:pStyle w:val="TBLContenu"/>
              <w:rPr>
                <w:lang w:bidi="en-US"/>
              </w:rPr>
            </w:pPr>
            <w:proofErr w:type="gramStart"/>
            <w:r>
              <w:t>libelle</w:t>
            </w:r>
            <w:proofErr w:type="gramEnd"/>
          </w:p>
        </w:tc>
        <w:tc>
          <w:tcPr>
            <w:tcW w:w="655" w:type="pct"/>
            <w:noWrap/>
          </w:tcPr>
          <w:p w14:paraId="6C569167" w14:textId="10B0BC13" w:rsidR="00035540" w:rsidRDefault="00035540" w:rsidP="00035540">
            <w:pPr>
              <w:pStyle w:val="TBLContenu"/>
              <w:rPr>
                <w:lang w:bidi="en-US"/>
              </w:rPr>
            </w:pPr>
            <w:r>
              <w:rPr>
                <w:lang w:bidi="en-US"/>
              </w:rPr>
              <w:t>Slot</w:t>
            </w:r>
          </w:p>
          <w:p w14:paraId="5014FC7A" w14:textId="77777777" w:rsidR="00035540" w:rsidRPr="00496CD2" w:rsidRDefault="00035540" w:rsidP="00035540">
            <w:pPr>
              <w:pStyle w:val="TBLContenu"/>
              <w:rPr>
                <w:lang w:bidi="en-US"/>
              </w:rPr>
            </w:pPr>
          </w:p>
        </w:tc>
        <w:tc>
          <w:tcPr>
            <w:tcW w:w="1967" w:type="pct"/>
            <w:noWrap/>
          </w:tcPr>
          <w:p w14:paraId="5026A910" w14:textId="77777777" w:rsidR="00035540" w:rsidRPr="0084439B" w:rsidRDefault="00035540" w:rsidP="00035540">
            <w:pPr>
              <w:pStyle w:val="TBLContenu"/>
              <w:rPr>
                <w:lang w:val="en-US" w:bidi="en-US"/>
              </w:rPr>
            </w:pPr>
            <w:proofErr w:type="spellStart"/>
            <w:proofErr w:type="gramStart"/>
            <w:r w:rsidRPr="0084439B">
              <w:rPr>
                <w:lang w:val="en-US" w:bidi="en-US"/>
              </w:rPr>
              <w:t>schedule.actor</w:t>
            </w:r>
            <w:proofErr w:type="gramEnd"/>
            <w:r w:rsidRPr="0084439B">
              <w:rPr>
                <w:lang w:val="en-US" w:bidi="en-US"/>
              </w:rPr>
              <w:t>:Device.</w:t>
            </w:r>
            <w:r>
              <w:rPr>
                <w:lang w:val="en-US" w:bidi="en-US"/>
              </w:rPr>
              <w:t>device-name</w:t>
            </w:r>
            <w:proofErr w:type="spellEnd"/>
            <w:r w:rsidRPr="0084439B">
              <w:rPr>
                <w:lang w:val="en-US" w:bidi="en-US"/>
              </w:rPr>
              <w:t xml:space="preserve"> : </w:t>
            </w:r>
            <w:r>
              <w:rPr>
                <w:lang w:val="en-US" w:bidi="en-US"/>
              </w:rPr>
              <w:t>string</w:t>
            </w:r>
          </w:p>
        </w:tc>
      </w:tr>
      <w:tr w:rsidR="00035540" w:rsidRPr="00842E2E" w14:paraId="18D20685" w14:textId="77777777" w:rsidTr="00F72466">
        <w:trPr>
          <w:trHeight w:val="288"/>
        </w:trPr>
        <w:tc>
          <w:tcPr>
            <w:tcW w:w="1078" w:type="pct"/>
            <w:vMerge/>
            <w:noWrap/>
          </w:tcPr>
          <w:p w14:paraId="45AA6F80" w14:textId="77777777" w:rsidR="00035540" w:rsidRPr="0084439B" w:rsidRDefault="00035540" w:rsidP="00035540">
            <w:pPr>
              <w:pStyle w:val="TBLContenu"/>
              <w:rPr>
                <w:lang w:val="en-US" w:bidi="en-US"/>
              </w:rPr>
            </w:pPr>
          </w:p>
        </w:tc>
        <w:tc>
          <w:tcPr>
            <w:tcW w:w="1300" w:type="pct"/>
          </w:tcPr>
          <w:p w14:paraId="0AE3999C" w14:textId="51BCE407" w:rsidR="00035540" w:rsidRDefault="00035540" w:rsidP="00035540">
            <w:pPr>
              <w:pStyle w:val="TBLContenu"/>
              <w:rPr>
                <w:lang w:bidi="en-US"/>
              </w:rPr>
            </w:pPr>
            <w:proofErr w:type="gramStart"/>
            <w:r>
              <w:t>reference</w:t>
            </w:r>
            <w:proofErr w:type="gramEnd"/>
          </w:p>
        </w:tc>
        <w:tc>
          <w:tcPr>
            <w:tcW w:w="655" w:type="pct"/>
            <w:noWrap/>
          </w:tcPr>
          <w:p w14:paraId="0EE4A7F4" w14:textId="1B04314A" w:rsidR="00035540" w:rsidRDefault="00035540" w:rsidP="00035540">
            <w:pPr>
              <w:pStyle w:val="TBLContenu"/>
              <w:rPr>
                <w:lang w:bidi="en-US"/>
              </w:rPr>
            </w:pPr>
            <w:r>
              <w:rPr>
                <w:lang w:bidi="en-US"/>
              </w:rPr>
              <w:t>Slot</w:t>
            </w:r>
          </w:p>
          <w:p w14:paraId="750BF136" w14:textId="77777777" w:rsidR="00035540" w:rsidRPr="00496CD2" w:rsidRDefault="00035540" w:rsidP="00035540">
            <w:pPr>
              <w:pStyle w:val="TBLContenu"/>
              <w:rPr>
                <w:lang w:bidi="en-US"/>
              </w:rPr>
            </w:pPr>
          </w:p>
        </w:tc>
        <w:tc>
          <w:tcPr>
            <w:tcW w:w="1967" w:type="pct"/>
            <w:noWrap/>
          </w:tcPr>
          <w:p w14:paraId="66319FF2" w14:textId="77777777" w:rsidR="00035540" w:rsidRPr="0084439B" w:rsidRDefault="00035540" w:rsidP="00035540">
            <w:pPr>
              <w:pStyle w:val="TBLContenu"/>
              <w:rPr>
                <w:lang w:val="en-US" w:bidi="en-US"/>
              </w:rPr>
            </w:pPr>
            <w:proofErr w:type="spellStart"/>
            <w:proofErr w:type="gramStart"/>
            <w:r w:rsidRPr="0084439B">
              <w:rPr>
                <w:lang w:val="en-US" w:bidi="en-US"/>
              </w:rPr>
              <w:t>schedule.actor</w:t>
            </w:r>
            <w:proofErr w:type="gramEnd"/>
            <w:r w:rsidRPr="0084439B">
              <w:rPr>
                <w:lang w:val="en-US" w:bidi="en-US"/>
              </w:rPr>
              <w:t>:Device.</w:t>
            </w:r>
            <w:r>
              <w:rPr>
                <w:lang w:val="en-US" w:bidi="en-US"/>
              </w:rPr>
              <w:t>model</w:t>
            </w:r>
            <w:proofErr w:type="spellEnd"/>
            <w:r w:rsidRPr="0084439B">
              <w:rPr>
                <w:lang w:val="en-US" w:bidi="en-US"/>
              </w:rPr>
              <w:t xml:space="preserve"> : </w:t>
            </w:r>
            <w:r>
              <w:rPr>
                <w:lang w:val="en-US" w:bidi="en-US"/>
              </w:rPr>
              <w:t>string</w:t>
            </w:r>
          </w:p>
        </w:tc>
      </w:tr>
      <w:tr w:rsidR="00F72466" w:rsidRPr="00842E2E" w14:paraId="000E1918" w14:textId="77777777" w:rsidTr="00F72466">
        <w:trPr>
          <w:trHeight w:val="288"/>
        </w:trPr>
        <w:tc>
          <w:tcPr>
            <w:tcW w:w="1078" w:type="pct"/>
            <w:vMerge w:val="restart"/>
            <w:noWrap/>
            <w:hideMark/>
          </w:tcPr>
          <w:p w14:paraId="4C50DC9B" w14:textId="1C1C5B03" w:rsidR="00F72466" w:rsidRDefault="00F72466" w:rsidP="00035540">
            <w:pPr>
              <w:pStyle w:val="TBLContenu"/>
              <w:rPr>
                <w:lang w:bidi="en-US"/>
              </w:rPr>
            </w:pPr>
            <w:proofErr w:type="spellStart"/>
            <w:r>
              <w:rPr>
                <w:lang w:val="en-US" w:bidi="en-US"/>
              </w:rPr>
              <w:t>OrganisationInterne</w:t>
            </w:r>
            <w:proofErr w:type="spellEnd"/>
          </w:p>
        </w:tc>
        <w:tc>
          <w:tcPr>
            <w:tcW w:w="1300" w:type="pct"/>
          </w:tcPr>
          <w:p w14:paraId="0F29B8D5" w14:textId="1B87BF10" w:rsidR="00F72466" w:rsidRDefault="00F72466" w:rsidP="00035540">
            <w:pPr>
              <w:pStyle w:val="TBLContenu"/>
              <w:rPr>
                <w:lang w:bidi="en-US"/>
              </w:rPr>
            </w:pPr>
            <w:proofErr w:type="spellStart"/>
            <w:proofErr w:type="gramStart"/>
            <w:r>
              <w:t>identifiantOI</w:t>
            </w:r>
            <w:proofErr w:type="spellEnd"/>
            <w:proofErr w:type="gramEnd"/>
          </w:p>
        </w:tc>
        <w:tc>
          <w:tcPr>
            <w:tcW w:w="655" w:type="pct"/>
            <w:noWrap/>
            <w:hideMark/>
          </w:tcPr>
          <w:p w14:paraId="132E4D91" w14:textId="5888B236" w:rsidR="00F72466" w:rsidRDefault="00F72466" w:rsidP="00035540">
            <w:pPr>
              <w:pStyle w:val="TBLContenu"/>
              <w:rPr>
                <w:lang w:bidi="en-US"/>
              </w:rPr>
            </w:pPr>
            <w:r>
              <w:rPr>
                <w:lang w:bidi="en-US"/>
              </w:rPr>
              <w:t>Slot</w:t>
            </w:r>
          </w:p>
          <w:p w14:paraId="7262753C" w14:textId="77777777" w:rsidR="00F72466" w:rsidRPr="00496CD2" w:rsidRDefault="00F72466" w:rsidP="00035540">
            <w:pPr>
              <w:pStyle w:val="TBLContenu"/>
              <w:rPr>
                <w:lang w:bidi="en-US"/>
              </w:rPr>
            </w:pPr>
          </w:p>
        </w:tc>
        <w:tc>
          <w:tcPr>
            <w:tcW w:w="1967" w:type="pct"/>
            <w:noWrap/>
            <w:hideMark/>
          </w:tcPr>
          <w:p w14:paraId="46387C87" w14:textId="77777777" w:rsidR="00F72466" w:rsidRPr="005024EC" w:rsidRDefault="00F72466" w:rsidP="00035540">
            <w:pPr>
              <w:pStyle w:val="TBLContenu"/>
              <w:rPr>
                <w:lang w:val="en-US" w:bidi="en-US"/>
              </w:rPr>
            </w:pPr>
            <w:proofErr w:type="spellStart"/>
            <w:proofErr w:type="gramStart"/>
            <w:r w:rsidRPr="0084439B">
              <w:rPr>
                <w:lang w:val="en-US" w:bidi="en-US"/>
              </w:rPr>
              <w:t>schedule.actor</w:t>
            </w:r>
            <w:proofErr w:type="gramEnd"/>
            <w:r w:rsidRPr="0084439B">
              <w:rPr>
                <w:lang w:val="en-US" w:bidi="en-US"/>
              </w:rPr>
              <w:t>:</w:t>
            </w:r>
            <w:r>
              <w:rPr>
                <w:lang w:val="en-US" w:bidi="en-US"/>
              </w:rPr>
              <w:t>HealthcareService</w:t>
            </w:r>
            <w:r w:rsidRPr="0084439B">
              <w:rPr>
                <w:lang w:val="en-US" w:bidi="en-US"/>
              </w:rPr>
              <w:t>.</w:t>
            </w:r>
            <w:r>
              <w:rPr>
                <w:lang w:val="en-US" w:bidi="en-US"/>
              </w:rPr>
              <w:t>identifier</w:t>
            </w:r>
            <w:proofErr w:type="spellEnd"/>
            <w:r w:rsidRPr="0084439B">
              <w:rPr>
                <w:lang w:val="en-US" w:bidi="en-US"/>
              </w:rPr>
              <w:t xml:space="preserve"> : </w:t>
            </w:r>
            <w:r>
              <w:rPr>
                <w:lang w:val="en-US" w:bidi="en-US"/>
              </w:rPr>
              <w:t>token</w:t>
            </w:r>
          </w:p>
        </w:tc>
      </w:tr>
      <w:tr w:rsidR="00F72466" w:rsidRPr="00842E2E" w14:paraId="09B5A6F1" w14:textId="77777777" w:rsidTr="00F72466">
        <w:trPr>
          <w:trHeight w:val="288"/>
        </w:trPr>
        <w:tc>
          <w:tcPr>
            <w:tcW w:w="1078" w:type="pct"/>
            <w:vMerge/>
            <w:noWrap/>
            <w:hideMark/>
          </w:tcPr>
          <w:p w14:paraId="37E55D39" w14:textId="77777777" w:rsidR="00F72466" w:rsidRPr="005024EC" w:rsidRDefault="00F72466" w:rsidP="00035540">
            <w:pPr>
              <w:pStyle w:val="TBLContenu"/>
              <w:rPr>
                <w:lang w:val="en-US" w:bidi="en-US"/>
              </w:rPr>
            </w:pPr>
          </w:p>
        </w:tc>
        <w:tc>
          <w:tcPr>
            <w:tcW w:w="1300" w:type="pct"/>
          </w:tcPr>
          <w:p w14:paraId="166221E1" w14:textId="41B99983" w:rsidR="00F72466" w:rsidRDefault="00F72466" w:rsidP="00035540">
            <w:pPr>
              <w:pStyle w:val="TBLContenu"/>
              <w:rPr>
                <w:lang w:bidi="en-US"/>
              </w:rPr>
            </w:pPr>
            <w:proofErr w:type="gramStart"/>
            <w:r>
              <w:t>nom</w:t>
            </w:r>
            <w:proofErr w:type="gramEnd"/>
          </w:p>
        </w:tc>
        <w:tc>
          <w:tcPr>
            <w:tcW w:w="655" w:type="pct"/>
            <w:noWrap/>
            <w:hideMark/>
          </w:tcPr>
          <w:p w14:paraId="3B69E890" w14:textId="4EA4767B" w:rsidR="00F72466" w:rsidRDefault="00F72466" w:rsidP="00035540">
            <w:pPr>
              <w:pStyle w:val="TBLContenu"/>
              <w:rPr>
                <w:lang w:bidi="en-US"/>
              </w:rPr>
            </w:pPr>
            <w:r>
              <w:rPr>
                <w:lang w:bidi="en-US"/>
              </w:rPr>
              <w:t>Slot</w:t>
            </w:r>
          </w:p>
          <w:p w14:paraId="690BBF71" w14:textId="77777777" w:rsidR="00F72466" w:rsidRPr="00EB5561" w:rsidRDefault="00F72466" w:rsidP="00035540">
            <w:pPr>
              <w:pStyle w:val="TBLContenu"/>
              <w:rPr>
                <w:lang w:bidi="en-US"/>
              </w:rPr>
            </w:pPr>
          </w:p>
        </w:tc>
        <w:tc>
          <w:tcPr>
            <w:tcW w:w="1967" w:type="pct"/>
            <w:noWrap/>
            <w:hideMark/>
          </w:tcPr>
          <w:p w14:paraId="02BC37CF" w14:textId="77777777" w:rsidR="00F72466" w:rsidRPr="00794CBF" w:rsidRDefault="00F72466" w:rsidP="00035540">
            <w:pPr>
              <w:pStyle w:val="TBLContenu"/>
              <w:rPr>
                <w:lang w:val="en-US" w:bidi="en-US"/>
              </w:rPr>
            </w:pPr>
            <w:proofErr w:type="spellStart"/>
            <w:proofErr w:type="gramStart"/>
            <w:r w:rsidRPr="0084439B">
              <w:rPr>
                <w:lang w:val="en-US" w:bidi="en-US"/>
              </w:rPr>
              <w:t>schedule.actor</w:t>
            </w:r>
            <w:proofErr w:type="gramEnd"/>
            <w:r w:rsidRPr="0084439B">
              <w:rPr>
                <w:lang w:val="en-US" w:bidi="en-US"/>
              </w:rPr>
              <w:t>:</w:t>
            </w:r>
            <w:r>
              <w:rPr>
                <w:lang w:val="en-US" w:bidi="en-US"/>
              </w:rPr>
              <w:t>HealthcareService</w:t>
            </w:r>
            <w:r w:rsidRPr="0084439B">
              <w:rPr>
                <w:lang w:val="en-US" w:bidi="en-US"/>
              </w:rPr>
              <w:t>.</w:t>
            </w:r>
            <w:r>
              <w:rPr>
                <w:lang w:val="en-US" w:bidi="en-US"/>
              </w:rPr>
              <w:t>name</w:t>
            </w:r>
            <w:proofErr w:type="spellEnd"/>
            <w:r w:rsidRPr="0084439B">
              <w:rPr>
                <w:lang w:val="en-US" w:bidi="en-US"/>
              </w:rPr>
              <w:t xml:space="preserve"> : </w:t>
            </w:r>
            <w:r>
              <w:rPr>
                <w:lang w:val="en-US" w:bidi="en-US"/>
              </w:rPr>
              <w:t>string</w:t>
            </w:r>
          </w:p>
        </w:tc>
      </w:tr>
      <w:tr w:rsidR="00F72466" w:rsidRPr="00842E2E" w14:paraId="64FC15EF" w14:textId="77777777" w:rsidTr="00F72466">
        <w:trPr>
          <w:trHeight w:val="288"/>
        </w:trPr>
        <w:tc>
          <w:tcPr>
            <w:tcW w:w="1078" w:type="pct"/>
            <w:vMerge/>
            <w:noWrap/>
          </w:tcPr>
          <w:p w14:paraId="18D21B83" w14:textId="77777777" w:rsidR="00F72466" w:rsidRPr="00794CBF" w:rsidRDefault="00F72466" w:rsidP="00035540">
            <w:pPr>
              <w:pStyle w:val="TBLContenu"/>
              <w:rPr>
                <w:lang w:val="en-US" w:bidi="en-US"/>
              </w:rPr>
            </w:pPr>
          </w:p>
        </w:tc>
        <w:tc>
          <w:tcPr>
            <w:tcW w:w="1300" w:type="pct"/>
          </w:tcPr>
          <w:p w14:paraId="064214DE" w14:textId="0843021F" w:rsidR="00F72466" w:rsidRDefault="00F72466" w:rsidP="00035540">
            <w:pPr>
              <w:pStyle w:val="TBLContenu"/>
              <w:rPr>
                <w:lang w:bidi="en-US"/>
              </w:rPr>
            </w:pPr>
            <w:proofErr w:type="spellStart"/>
            <w:proofErr w:type="gramStart"/>
            <w:r>
              <w:t>champActivite</w:t>
            </w:r>
            <w:proofErr w:type="spellEnd"/>
            <w:proofErr w:type="gramEnd"/>
          </w:p>
        </w:tc>
        <w:tc>
          <w:tcPr>
            <w:tcW w:w="655" w:type="pct"/>
            <w:noWrap/>
          </w:tcPr>
          <w:p w14:paraId="0174BFD6" w14:textId="4DBA7C5F" w:rsidR="00F72466" w:rsidRDefault="00F72466" w:rsidP="00035540">
            <w:pPr>
              <w:pStyle w:val="TBLContenu"/>
              <w:rPr>
                <w:lang w:bidi="en-US"/>
              </w:rPr>
            </w:pPr>
            <w:r>
              <w:rPr>
                <w:lang w:bidi="en-US"/>
              </w:rPr>
              <w:t>Slot</w:t>
            </w:r>
          </w:p>
          <w:p w14:paraId="76F02059" w14:textId="77777777" w:rsidR="00F72466" w:rsidRPr="00496CD2" w:rsidRDefault="00F72466" w:rsidP="00035540">
            <w:pPr>
              <w:pStyle w:val="TBLContenu"/>
              <w:rPr>
                <w:lang w:bidi="en-US"/>
              </w:rPr>
            </w:pPr>
          </w:p>
        </w:tc>
        <w:tc>
          <w:tcPr>
            <w:tcW w:w="1967" w:type="pct"/>
            <w:noWrap/>
          </w:tcPr>
          <w:p w14:paraId="7515EB98" w14:textId="39AF1027" w:rsidR="00F72466" w:rsidRPr="0026052F" w:rsidRDefault="00F72466" w:rsidP="00035540">
            <w:pPr>
              <w:pStyle w:val="TBLContenu"/>
              <w:rPr>
                <w:lang w:val="en-US" w:bidi="en-US"/>
              </w:rPr>
            </w:pPr>
            <w:proofErr w:type="spellStart"/>
            <w:proofErr w:type="gramStart"/>
            <w:r w:rsidRPr="0026052F">
              <w:rPr>
                <w:lang w:val="en-US" w:bidi="en-US"/>
              </w:rPr>
              <w:lastRenderedPageBreak/>
              <w:t>schedule.actor</w:t>
            </w:r>
            <w:proofErr w:type="gramEnd"/>
            <w:r w:rsidRPr="0026052F">
              <w:rPr>
                <w:lang w:val="en-US" w:bidi="en-US"/>
              </w:rPr>
              <w:t>:HealthcareService.</w:t>
            </w:r>
            <w:r w:rsidR="00CD4FF8" w:rsidRPr="0026052F">
              <w:rPr>
                <w:lang w:val="en-US" w:bidi="en-US"/>
              </w:rPr>
              <w:t>service-</w:t>
            </w:r>
            <w:r w:rsidRPr="0026052F">
              <w:rPr>
                <w:lang w:val="en-US" w:bidi="en-US"/>
              </w:rPr>
              <w:t>type</w:t>
            </w:r>
            <w:proofErr w:type="spellEnd"/>
            <w:r w:rsidRPr="0026052F">
              <w:rPr>
                <w:lang w:val="en-US" w:bidi="en-US"/>
              </w:rPr>
              <w:t> : token</w:t>
            </w:r>
          </w:p>
        </w:tc>
      </w:tr>
      <w:tr w:rsidR="00F72466" w:rsidRPr="004A20C4" w14:paraId="49F0026D" w14:textId="77777777" w:rsidTr="00F72466">
        <w:trPr>
          <w:trHeight w:val="288"/>
        </w:trPr>
        <w:tc>
          <w:tcPr>
            <w:tcW w:w="1078" w:type="pct"/>
            <w:vMerge/>
            <w:noWrap/>
          </w:tcPr>
          <w:p w14:paraId="6BAEFC85" w14:textId="77777777" w:rsidR="00F72466" w:rsidRPr="00794CBF" w:rsidRDefault="00F72466" w:rsidP="00035540">
            <w:pPr>
              <w:pStyle w:val="TBLContenu"/>
              <w:rPr>
                <w:lang w:val="en-US" w:bidi="en-US"/>
              </w:rPr>
            </w:pPr>
          </w:p>
        </w:tc>
        <w:tc>
          <w:tcPr>
            <w:tcW w:w="1300" w:type="pct"/>
          </w:tcPr>
          <w:p w14:paraId="331A5AD3" w14:textId="6F3222AD" w:rsidR="00F72466" w:rsidRDefault="00F72466" w:rsidP="00035540">
            <w:pPr>
              <w:pStyle w:val="TBLContenu"/>
            </w:pPr>
            <w:proofErr w:type="spellStart"/>
            <w:proofErr w:type="gramStart"/>
            <w:r w:rsidRPr="00890089">
              <w:t>telecommunication</w:t>
            </w:r>
            <w:proofErr w:type="spellEnd"/>
            <w:proofErr w:type="gramEnd"/>
          </w:p>
        </w:tc>
        <w:tc>
          <w:tcPr>
            <w:tcW w:w="655" w:type="pct"/>
            <w:noWrap/>
          </w:tcPr>
          <w:p w14:paraId="151B28B2" w14:textId="2B62233D" w:rsidR="00F72466" w:rsidRDefault="00890089" w:rsidP="00035540">
            <w:pPr>
              <w:pStyle w:val="TBLContenu"/>
              <w:rPr>
                <w:lang w:bidi="en-US"/>
              </w:rPr>
            </w:pPr>
            <w:r>
              <w:rPr>
                <w:lang w:bidi="en-US"/>
              </w:rPr>
              <w:t>Slot</w:t>
            </w:r>
          </w:p>
        </w:tc>
        <w:tc>
          <w:tcPr>
            <w:tcW w:w="1967" w:type="pct"/>
            <w:noWrap/>
          </w:tcPr>
          <w:p w14:paraId="4DF4F88C" w14:textId="182828A6" w:rsidR="00F72466" w:rsidRPr="0026052F" w:rsidRDefault="0026052F" w:rsidP="00035540">
            <w:pPr>
              <w:pStyle w:val="TBLContenu"/>
              <w:rPr>
                <w:lang w:bidi="en-US"/>
              </w:rPr>
            </w:pPr>
            <w:r w:rsidRPr="0026052F">
              <w:rPr>
                <w:lang w:bidi="en-US"/>
              </w:rPr>
              <w:t>Il n’existe pas de critère</w:t>
            </w:r>
            <w:r w:rsidR="00F06A50" w:rsidRPr="0026052F">
              <w:rPr>
                <w:lang w:bidi="en-US"/>
              </w:rPr>
              <w:t xml:space="preserve"> de recherche équivalent</w:t>
            </w:r>
            <w:r w:rsidR="00411AB1" w:rsidRPr="0026052F">
              <w:rPr>
                <w:lang w:bidi="en-US"/>
              </w:rPr>
              <w:t xml:space="preserve"> dans FHIR</w:t>
            </w:r>
          </w:p>
        </w:tc>
      </w:tr>
      <w:tr w:rsidR="00035540" w:rsidRPr="00842E2E" w14:paraId="7057A9CA" w14:textId="77777777" w:rsidTr="00F72466">
        <w:trPr>
          <w:trHeight w:val="288"/>
        </w:trPr>
        <w:tc>
          <w:tcPr>
            <w:tcW w:w="1078" w:type="pct"/>
            <w:vMerge w:val="restart"/>
            <w:noWrap/>
          </w:tcPr>
          <w:p w14:paraId="35E26B6F" w14:textId="77777777" w:rsidR="00035540" w:rsidRDefault="00035540" w:rsidP="00035540">
            <w:pPr>
              <w:pStyle w:val="TBLContenu"/>
              <w:rPr>
                <w:lang w:bidi="en-US"/>
              </w:rPr>
            </w:pPr>
            <w:proofErr w:type="spellStart"/>
            <w:r>
              <w:rPr>
                <w:lang w:bidi="en-US"/>
              </w:rPr>
              <w:t>EntiteGeographique</w:t>
            </w:r>
            <w:proofErr w:type="spellEnd"/>
          </w:p>
        </w:tc>
        <w:tc>
          <w:tcPr>
            <w:tcW w:w="1300" w:type="pct"/>
          </w:tcPr>
          <w:p w14:paraId="6CC18337" w14:textId="246E74CF" w:rsidR="00035540" w:rsidRDefault="00035540" w:rsidP="00035540">
            <w:pPr>
              <w:pStyle w:val="TBLContenu"/>
              <w:rPr>
                <w:lang w:bidi="en-US"/>
              </w:rPr>
            </w:pPr>
            <w:proofErr w:type="spellStart"/>
            <w:proofErr w:type="gramStart"/>
            <w:r>
              <w:t>idNat</w:t>
            </w:r>
            <w:proofErr w:type="gramEnd"/>
            <w:r>
              <w:t>_Struct</w:t>
            </w:r>
            <w:proofErr w:type="spellEnd"/>
          </w:p>
        </w:tc>
        <w:tc>
          <w:tcPr>
            <w:tcW w:w="655" w:type="pct"/>
            <w:noWrap/>
          </w:tcPr>
          <w:p w14:paraId="20D3D8FE" w14:textId="30273FA6" w:rsidR="00035540" w:rsidRDefault="00035540" w:rsidP="00035540">
            <w:pPr>
              <w:pStyle w:val="TBLContenu"/>
              <w:rPr>
                <w:lang w:bidi="en-US"/>
              </w:rPr>
            </w:pPr>
            <w:r>
              <w:rPr>
                <w:lang w:bidi="en-US"/>
              </w:rPr>
              <w:t>Slot</w:t>
            </w:r>
          </w:p>
          <w:p w14:paraId="7A385BE4" w14:textId="77777777" w:rsidR="00035540" w:rsidRDefault="00035540" w:rsidP="00035540">
            <w:pPr>
              <w:pStyle w:val="TBLContenu"/>
              <w:rPr>
                <w:lang w:bidi="en-US"/>
              </w:rPr>
            </w:pPr>
          </w:p>
        </w:tc>
        <w:tc>
          <w:tcPr>
            <w:tcW w:w="1967" w:type="pct"/>
            <w:noWrap/>
          </w:tcPr>
          <w:p w14:paraId="5F2A2EF1" w14:textId="77777777" w:rsidR="00035540" w:rsidRPr="0041480F" w:rsidRDefault="00035540" w:rsidP="00035540">
            <w:pPr>
              <w:pStyle w:val="TBLContenu"/>
              <w:rPr>
                <w:lang w:val="en-US" w:bidi="en-US"/>
              </w:rPr>
            </w:pPr>
            <w:proofErr w:type="spellStart"/>
            <w:proofErr w:type="gramStart"/>
            <w:r w:rsidRPr="0084439B">
              <w:rPr>
                <w:lang w:val="en-US" w:bidi="en-US"/>
              </w:rPr>
              <w:t>schedule.actor</w:t>
            </w:r>
            <w:proofErr w:type="gramEnd"/>
            <w:r w:rsidRPr="0084439B">
              <w:rPr>
                <w:lang w:val="en-US" w:bidi="en-US"/>
              </w:rPr>
              <w:t>:</w:t>
            </w:r>
            <w:r>
              <w:rPr>
                <w:lang w:val="en-US" w:bidi="en-US"/>
              </w:rPr>
              <w:t>HealthcareService</w:t>
            </w:r>
            <w:r w:rsidRPr="0084439B">
              <w:rPr>
                <w:lang w:val="en-US" w:bidi="en-US"/>
              </w:rPr>
              <w:t>.</w:t>
            </w:r>
            <w:r>
              <w:rPr>
                <w:lang w:val="en-US" w:bidi="en-US"/>
              </w:rPr>
              <w:t>organization.identifier</w:t>
            </w:r>
            <w:proofErr w:type="spellEnd"/>
            <w:r w:rsidRPr="0084439B">
              <w:rPr>
                <w:lang w:val="en-US" w:bidi="en-US"/>
              </w:rPr>
              <w:t xml:space="preserve"> : </w:t>
            </w:r>
            <w:r>
              <w:rPr>
                <w:lang w:val="en-US" w:bidi="en-US"/>
              </w:rPr>
              <w:t>token</w:t>
            </w:r>
          </w:p>
        </w:tc>
      </w:tr>
      <w:tr w:rsidR="00035540" w:rsidRPr="00842E2E" w14:paraId="22E2458B" w14:textId="77777777" w:rsidTr="00F72466">
        <w:trPr>
          <w:trHeight w:val="288"/>
        </w:trPr>
        <w:tc>
          <w:tcPr>
            <w:tcW w:w="1078" w:type="pct"/>
            <w:vMerge/>
            <w:noWrap/>
          </w:tcPr>
          <w:p w14:paraId="6E19AD35" w14:textId="77777777" w:rsidR="00035540" w:rsidRPr="0041480F" w:rsidRDefault="00035540" w:rsidP="00035540">
            <w:pPr>
              <w:pStyle w:val="TBLContenu"/>
              <w:rPr>
                <w:lang w:val="en-US" w:bidi="en-US"/>
              </w:rPr>
            </w:pPr>
          </w:p>
        </w:tc>
        <w:tc>
          <w:tcPr>
            <w:tcW w:w="1300" w:type="pct"/>
          </w:tcPr>
          <w:p w14:paraId="174D21C2" w14:textId="24F666A6" w:rsidR="00035540" w:rsidRDefault="00035540" w:rsidP="00035540">
            <w:pPr>
              <w:pStyle w:val="TBLContenu"/>
              <w:rPr>
                <w:lang w:bidi="en-US"/>
              </w:rPr>
            </w:pPr>
            <w:proofErr w:type="spellStart"/>
            <w:proofErr w:type="gramStart"/>
            <w:r>
              <w:t>denominationEG</w:t>
            </w:r>
            <w:proofErr w:type="spellEnd"/>
            <w:proofErr w:type="gramEnd"/>
          </w:p>
        </w:tc>
        <w:tc>
          <w:tcPr>
            <w:tcW w:w="655" w:type="pct"/>
            <w:noWrap/>
          </w:tcPr>
          <w:p w14:paraId="027C74A4" w14:textId="56D3D2DC" w:rsidR="00035540" w:rsidRDefault="00035540" w:rsidP="00035540">
            <w:pPr>
              <w:pStyle w:val="TBLContenu"/>
              <w:rPr>
                <w:lang w:bidi="en-US"/>
              </w:rPr>
            </w:pPr>
            <w:r>
              <w:rPr>
                <w:lang w:bidi="en-US"/>
              </w:rPr>
              <w:t>Slot</w:t>
            </w:r>
          </w:p>
          <w:p w14:paraId="7B936B46" w14:textId="77777777" w:rsidR="00035540" w:rsidRDefault="00035540" w:rsidP="00035540">
            <w:pPr>
              <w:pStyle w:val="TBLContenu"/>
              <w:rPr>
                <w:lang w:bidi="en-US"/>
              </w:rPr>
            </w:pPr>
          </w:p>
        </w:tc>
        <w:tc>
          <w:tcPr>
            <w:tcW w:w="1967" w:type="pct"/>
            <w:noWrap/>
          </w:tcPr>
          <w:p w14:paraId="6187695F" w14:textId="77777777" w:rsidR="00035540" w:rsidRPr="0041480F" w:rsidRDefault="00035540" w:rsidP="00035540">
            <w:pPr>
              <w:pStyle w:val="TBLContenu"/>
              <w:rPr>
                <w:lang w:val="en-US" w:bidi="en-US"/>
              </w:rPr>
            </w:pPr>
            <w:proofErr w:type="spellStart"/>
            <w:proofErr w:type="gramStart"/>
            <w:r w:rsidRPr="0084439B">
              <w:rPr>
                <w:lang w:val="en-US" w:bidi="en-US"/>
              </w:rPr>
              <w:t>schedule.actor</w:t>
            </w:r>
            <w:proofErr w:type="gramEnd"/>
            <w:r w:rsidRPr="0084439B">
              <w:rPr>
                <w:lang w:val="en-US" w:bidi="en-US"/>
              </w:rPr>
              <w:t>:</w:t>
            </w:r>
            <w:r>
              <w:rPr>
                <w:lang w:val="en-US" w:bidi="en-US"/>
              </w:rPr>
              <w:t>HealthcareService</w:t>
            </w:r>
            <w:r w:rsidRPr="0084439B">
              <w:rPr>
                <w:lang w:val="en-US" w:bidi="en-US"/>
              </w:rPr>
              <w:t>.</w:t>
            </w:r>
            <w:r>
              <w:rPr>
                <w:lang w:val="en-US" w:bidi="en-US"/>
              </w:rPr>
              <w:t>organization.name</w:t>
            </w:r>
            <w:proofErr w:type="spellEnd"/>
            <w:r w:rsidRPr="0084439B">
              <w:rPr>
                <w:lang w:val="en-US" w:bidi="en-US"/>
              </w:rPr>
              <w:t xml:space="preserve"> : </w:t>
            </w:r>
            <w:r>
              <w:rPr>
                <w:lang w:val="en-US" w:bidi="en-US"/>
              </w:rPr>
              <w:t>string</w:t>
            </w:r>
          </w:p>
        </w:tc>
      </w:tr>
      <w:tr w:rsidR="00035540" w:rsidRPr="00842E2E" w14:paraId="54EC090A" w14:textId="77777777" w:rsidTr="00F72466">
        <w:trPr>
          <w:trHeight w:val="288"/>
        </w:trPr>
        <w:tc>
          <w:tcPr>
            <w:tcW w:w="1078" w:type="pct"/>
            <w:vMerge/>
            <w:noWrap/>
          </w:tcPr>
          <w:p w14:paraId="5D92ABC7" w14:textId="77777777" w:rsidR="00035540" w:rsidRPr="0041480F" w:rsidRDefault="00035540" w:rsidP="00035540">
            <w:pPr>
              <w:pStyle w:val="TBLContenu"/>
              <w:rPr>
                <w:lang w:val="en-US" w:bidi="en-US"/>
              </w:rPr>
            </w:pPr>
          </w:p>
        </w:tc>
        <w:tc>
          <w:tcPr>
            <w:tcW w:w="1300" w:type="pct"/>
          </w:tcPr>
          <w:p w14:paraId="0A5C673C" w14:textId="6F06666E" w:rsidR="00035540" w:rsidRDefault="00035540" w:rsidP="00035540">
            <w:pPr>
              <w:pStyle w:val="TBLContenu"/>
              <w:rPr>
                <w:lang w:bidi="en-US"/>
              </w:rPr>
            </w:pPr>
            <w:proofErr w:type="spellStart"/>
            <w:proofErr w:type="gramStart"/>
            <w:r>
              <w:t>adresseEG</w:t>
            </w:r>
            <w:proofErr w:type="spellEnd"/>
            <w:proofErr w:type="gramEnd"/>
          </w:p>
        </w:tc>
        <w:tc>
          <w:tcPr>
            <w:tcW w:w="655" w:type="pct"/>
            <w:noWrap/>
          </w:tcPr>
          <w:p w14:paraId="26AF4FF0" w14:textId="0514CF2B" w:rsidR="00035540" w:rsidRDefault="00035540" w:rsidP="00035540">
            <w:pPr>
              <w:pStyle w:val="TBLContenu"/>
              <w:rPr>
                <w:lang w:bidi="en-US"/>
              </w:rPr>
            </w:pPr>
            <w:r>
              <w:rPr>
                <w:lang w:bidi="en-US"/>
              </w:rPr>
              <w:t>Slot</w:t>
            </w:r>
          </w:p>
          <w:p w14:paraId="2E9A635C" w14:textId="77777777" w:rsidR="00035540" w:rsidRDefault="00035540" w:rsidP="00035540">
            <w:pPr>
              <w:pStyle w:val="TBLContenu"/>
              <w:rPr>
                <w:lang w:bidi="en-US"/>
              </w:rPr>
            </w:pPr>
          </w:p>
        </w:tc>
        <w:tc>
          <w:tcPr>
            <w:tcW w:w="1967" w:type="pct"/>
            <w:noWrap/>
          </w:tcPr>
          <w:p w14:paraId="73E28A99" w14:textId="77777777" w:rsidR="00035540" w:rsidRPr="0041480F" w:rsidRDefault="00035540" w:rsidP="00035540">
            <w:pPr>
              <w:pStyle w:val="TBLContenu"/>
              <w:rPr>
                <w:lang w:val="en-US" w:bidi="en-US"/>
              </w:rPr>
            </w:pPr>
            <w:proofErr w:type="spellStart"/>
            <w:proofErr w:type="gramStart"/>
            <w:r w:rsidRPr="0084439B">
              <w:rPr>
                <w:lang w:val="en-US" w:bidi="en-US"/>
              </w:rPr>
              <w:t>schedule.actor</w:t>
            </w:r>
            <w:proofErr w:type="gramEnd"/>
            <w:r w:rsidRPr="0084439B">
              <w:rPr>
                <w:lang w:val="en-US" w:bidi="en-US"/>
              </w:rPr>
              <w:t>:</w:t>
            </w:r>
            <w:r>
              <w:rPr>
                <w:lang w:val="en-US" w:bidi="en-US"/>
              </w:rPr>
              <w:t>HealthcareService</w:t>
            </w:r>
            <w:r w:rsidRPr="0084439B">
              <w:rPr>
                <w:lang w:val="en-US" w:bidi="en-US"/>
              </w:rPr>
              <w:t>.</w:t>
            </w:r>
            <w:r>
              <w:rPr>
                <w:lang w:val="en-US" w:bidi="en-US"/>
              </w:rPr>
              <w:t>organization.address</w:t>
            </w:r>
            <w:proofErr w:type="spellEnd"/>
            <w:r w:rsidRPr="0084439B">
              <w:rPr>
                <w:lang w:val="en-US" w:bidi="en-US"/>
              </w:rPr>
              <w:t xml:space="preserve"> : </w:t>
            </w:r>
            <w:r>
              <w:rPr>
                <w:lang w:val="en-US" w:bidi="en-US"/>
              </w:rPr>
              <w:t>string</w:t>
            </w:r>
          </w:p>
        </w:tc>
      </w:tr>
      <w:tr w:rsidR="00035540" w:rsidRPr="008C274A" w14:paraId="4FCC2FE4" w14:textId="77777777" w:rsidTr="00F72466">
        <w:trPr>
          <w:trHeight w:val="288"/>
        </w:trPr>
        <w:tc>
          <w:tcPr>
            <w:tcW w:w="1078" w:type="pct"/>
            <w:vMerge w:val="restart"/>
            <w:noWrap/>
          </w:tcPr>
          <w:p w14:paraId="29C1695A" w14:textId="7E07773B" w:rsidR="00035540" w:rsidRPr="000041D5" w:rsidRDefault="00035540" w:rsidP="00035540">
            <w:pPr>
              <w:pStyle w:val="TBLContenu"/>
              <w:rPr>
                <w:highlight w:val="yellow"/>
                <w:lang w:val="en-US" w:bidi="en-US"/>
              </w:rPr>
            </w:pPr>
            <w:proofErr w:type="spellStart"/>
            <w:r w:rsidRPr="00C30AD8">
              <w:rPr>
                <w:lang w:val="en-US" w:bidi="en-US"/>
              </w:rPr>
              <w:t>Creneau</w:t>
            </w:r>
            <w:proofErr w:type="spellEnd"/>
            <w:r w:rsidRPr="00C30AD8">
              <w:rPr>
                <w:lang w:val="en-US" w:bidi="en-US"/>
              </w:rPr>
              <w:t xml:space="preserve"> </w:t>
            </w:r>
          </w:p>
        </w:tc>
        <w:tc>
          <w:tcPr>
            <w:tcW w:w="1300" w:type="pct"/>
          </w:tcPr>
          <w:p w14:paraId="6096BB6A" w14:textId="427B73EB" w:rsidR="00035540" w:rsidRDefault="00035540" w:rsidP="00035540">
            <w:pPr>
              <w:pStyle w:val="TBLContenu"/>
              <w:rPr>
                <w:lang w:bidi="en-US"/>
              </w:rPr>
            </w:pPr>
            <w:proofErr w:type="spellStart"/>
            <w:proofErr w:type="gramStart"/>
            <w:r>
              <w:t>idCreneau</w:t>
            </w:r>
            <w:proofErr w:type="spellEnd"/>
            <w:proofErr w:type="gramEnd"/>
          </w:p>
        </w:tc>
        <w:tc>
          <w:tcPr>
            <w:tcW w:w="655" w:type="pct"/>
            <w:noWrap/>
          </w:tcPr>
          <w:p w14:paraId="428FD9B7" w14:textId="15F12EA2" w:rsidR="00035540" w:rsidRDefault="00035540" w:rsidP="00035540">
            <w:pPr>
              <w:pStyle w:val="TBLContenu"/>
              <w:rPr>
                <w:lang w:bidi="en-US"/>
              </w:rPr>
            </w:pPr>
            <w:r>
              <w:rPr>
                <w:lang w:bidi="en-US"/>
              </w:rPr>
              <w:t>Slot</w:t>
            </w:r>
          </w:p>
        </w:tc>
        <w:tc>
          <w:tcPr>
            <w:tcW w:w="1967" w:type="pct"/>
            <w:noWrap/>
          </w:tcPr>
          <w:p w14:paraId="23A0182D" w14:textId="14AD7338" w:rsidR="00035540" w:rsidRPr="0084439B" w:rsidRDefault="00035540" w:rsidP="00035540">
            <w:pPr>
              <w:pStyle w:val="TBLContenu"/>
              <w:rPr>
                <w:lang w:val="en-US" w:bidi="en-US"/>
              </w:rPr>
            </w:pPr>
            <w:proofErr w:type="gramStart"/>
            <w:r>
              <w:rPr>
                <w:lang w:val="en-US" w:bidi="en-US"/>
              </w:rPr>
              <w:t>identifier :</w:t>
            </w:r>
            <w:proofErr w:type="gramEnd"/>
            <w:r>
              <w:rPr>
                <w:lang w:val="en-US" w:bidi="en-US"/>
              </w:rPr>
              <w:t xml:space="preserve"> token</w:t>
            </w:r>
          </w:p>
        </w:tc>
      </w:tr>
      <w:tr w:rsidR="00035540" w:rsidRPr="008C274A" w14:paraId="63F13748" w14:textId="77777777" w:rsidTr="00F72466">
        <w:trPr>
          <w:trHeight w:val="288"/>
        </w:trPr>
        <w:tc>
          <w:tcPr>
            <w:tcW w:w="1078" w:type="pct"/>
            <w:vMerge/>
            <w:noWrap/>
          </w:tcPr>
          <w:p w14:paraId="7905FB3B" w14:textId="77777777" w:rsidR="00035540" w:rsidRPr="0041480F" w:rsidRDefault="00035540" w:rsidP="00035540">
            <w:pPr>
              <w:pStyle w:val="TBLContenu"/>
              <w:rPr>
                <w:lang w:val="en-US" w:bidi="en-US"/>
              </w:rPr>
            </w:pPr>
          </w:p>
        </w:tc>
        <w:tc>
          <w:tcPr>
            <w:tcW w:w="1300" w:type="pct"/>
          </w:tcPr>
          <w:p w14:paraId="5FB43AA5" w14:textId="151AE1BB" w:rsidR="00035540" w:rsidRDefault="00035540" w:rsidP="00035540">
            <w:pPr>
              <w:pStyle w:val="TBLContenu"/>
              <w:rPr>
                <w:lang w:bidi="en-US"/>
              </w:rPr>
            </w:pPr>
            <w:proofErr w:type="gramStart"/>
            <w:r>
              <w:t>statut</w:t>
            </w:r>
            <w:proofErr w:type="gramEnd"/>
          </w:p>
        </w:tc>
        <w:tc>
          <w:tcPr>
            <w:tcW w:w="655" w:type="pct"/>
            <w:noWrap/>
          </w:tcPr>
          <w:p w14:paraId="665E1D2F" w14:textId="11A0C50D" w:rsidR="00035540" w:rsidRDefault="00035540" w:rsidP="00035540">
            <w:pPr>
              <w:pStyle w:val="TBLContenu"/>
              <w:rPr>
                <w:lang w:bidi="en-US"/>
              </w:rPr>
            </w:pPr>
            <w:r>
              <w:rPr>
                <w:lang w:bidi="en-US"/>
              </w:rPr>
              <w:t>Slot</w:t>
            </w:r>
          </w:p>
        </w:tc>
        <w:tc>
          <w:tcPr>
            <w:tcW w:w="1967" w:type="pct"/>
            <w:noWrap/>
          </w:tcPr>
          <w:p w14:paraId="43927076" w14:textId="0D3D3353" w:rsidR="00035540" w:rsidRPr="0084439B" w:rsidRDefault="00035540" w:rsidP="00035540">
            <w:pPr>
              <w:pStyle w:val="TBLContenu"/>
              <w:rPr>
                <w:lang w:val="en-US" w:bidi="en-US"/>
              </w:rPr>
            </w:pPr>
            <w:proofErr w:type="gramStart"/>
            <w:r>
              <w:rPr>
                <w:lang w:val="en-US" w:bidi="en-US"/>
              </w:rPr>
              <w:t>status :</w:t>
            </w:r>
            <w:proofErr w:type="gramEnd"/>
            <w:r>
              <w:rPr>
                <w:lang w:val="en-US" w:bidi="en-US"/>
              </w:rPr>
              <w:t xml:space="preserve"> token</w:t>
            </w:r>
          </w:p>
        </w:tc>
      </w:tr>
      <w:tr w:rsidR="00035540" w:rsidRPr="008C274A" w14:paraId="7CC5061F" w14:textId="77777777" w:rsidTr="00F72466">
        <w:trPr>
          <w:trHeight w:val="288"/>
        </w:trPr>
        <w:tc>
          <w:tcPr>
            <w:tcW w:w="1078" w:type="pct"/>
            <w:vMerge/>
            <w:noWrap/>
          </w:tcPr>
          <w:p w14:paraId="32C73BFC" w14:textId="77777777" w:rsidR="00035540" w:rsidRPr="0041480F" w:rsidRDefault="00035540" w:rsidP="00035540">
            <w:pPr>
              <w:pStyle w:val="TBLContenu"/>
              <w:rPr>
                <w:lang w:val="en-US" w:bidi="en-US"/>
              </w:rPr>
            </w:pPr>
          </w:p>
        </w:tc>
        <w:tc>
          <w:tcPr>
            <w:tcW w:w="1300" w:type="pct"/>
          </w:tcPr>
          <w:p w14:paraId="05C891E4" w14:textId="4074C9F0" w:rsidR="00035540" w:rsidRDefault="00035540" w:rsidP="00035540">
            <w:pPr>
              <w:pStyle w:val="TBLContenu"/>
              <w:rPr>
                <w:lang w:bidi="en-US"/>
              </w:rPr>
            </w:pPr>
            <w:proofErr w:type="spellStart"/>
            <w:proofErr w:type="gramStart"/>
            <w:r>
              <w:t>dateDebut</w:t>
            </w:r>
            <w:r w:rsidR="00EE4101">
              <w:t>Recherche</w:t>
            </w:r>
            <w:proofErr w:type="spellEnd"/>
            <w:proofErr w:type="gramEnd"/>
          </w:p>
        </w:tc>
        <w:tc>
          <w:tcPr>
            <w:tcW w:w="655" w:type="pct"/>
            <w:noWrap/>
          </w:tcPr>
          <w:p w14:paraId="767EC987" w14:textId="203AAB41" w:rsidR="00035540" w:rsidRDefault="00035540" w:rsidP="00035540">
            <w:pPr>
              <w:pStyle w:val="TBLContenu"/>
              <w:rPr>
                <w:lang w:bidi="en-US"/>
              </w:rPr>
            </w:pPr>
            <w:r>
              <w:rPr>
                <w:lang w:bidi="en-US"/>
              </w:rPr>
              <w:t>Slot</w:t>
            </w:r>
          </w:p>
        </w:tc>
        <w:tc>
          <w:tcPr>
            <w:tcW w:w="1967" w:type="pct"/>
            <w:noWrap/>
          </w:tcPr>
          <w:p w14:paraId="4A8C3BCC" w14:textId="418DBCB2" w:rsidR="00606748" w:rsidRPr="00EE4101" w:rsidRDefault="00606748" w:rsidP="00606748">
            <w:pPr>
              <w:pStyle w:val="TBLContenu"/>
              <w:rPr>
                <w:lang w:bidi="en-US"/>
              </w:rPr>
            </w:pPr>
            <w:r w:rsidRPr="00EE4101">
              <w:rPr>
                <w:lang w:bidi="en-US"/>
              </w:rPr>
              <w:t xml:space="preserve">Ce critère représente le début de l’intervalle de recherche. </w:t>
            </w:r>
            <w:r w:rsidR="00E17E7C" w:rsidRPr="00EE4101">
              <w:rPr>
                <w:lang w:bidi="en-US"/>
              </w:rPr>
              <w:t>Le</w:t>
            </w:r>
            <w:r w:rsidR="000C61E5" w:rsidRPr="00EE4101">
              <w:rPr>
                <w:lang w:bidi="en-US"/>
              </w:rPr>
              <w:t xml:space="preserve"> critère de recherche</w:t>
            </w:r>
            <w:r w:rsidR="00BF56E6" w:rsidRPr="00EE4101">
              <w:rPr>
                <w:lang w:bidi="en-US"/>
              </w:rPr>
              <w:t xml:space="preserve"> </w:t>
            </w:r>
            <w:proofErr w:type="spellStart"/>
            <w:r w:rsidR="00E17E7C" w:rsidRPr="00EE4101">
              <w:rPr>
                <w:color w:val="auto"/>
                <w:szCs w:val="18"/>
              </w:rPr>
              <w:t>GAP_Slot-earliestStart</w:t>
            </w:r>
            <w:proofErr w:type="spellEnd"/>
            <w:r w:rsidR="00E17E7C" w:rsidRPr="00EE4101">
              <w:rPr>
                <w:color w:val="auto"/>
                <w:szCs w:val="18"/>
              </w:rPr>
              <w:t> </w:t>
            </w:r>
            <w:r w:rsidR="00BF56E6" w:rsidRPr="00EE4101">
              <w:rPr>
                <w:lang w:bidi="en-US"/>
              </w:rPr>
              <w:t>basé sur start</w:t>
            </w:r>
            <w:r w:rsidRPr="00EE4101">
              <w:rPr>
                <w:lang w:bidi="en-US"/>
              </w:rPr>
              <w:t xml:space="preserve"> </w:t>
            </w:r>
            <w:r w:rsidR="00BF56E6" w:rsidRPr="00EE4101">
              <w:rPr>
                <w:lang w:bidi="en-US"/>
              </w:rPr>
              <w:t xml:space="preserve">et accompagné d’un comparateur </w:t>
            </w:r>
            <w:r w:rsidRPr="00EE4101">
              <w:rPr>
                <w:lang w:bidi="en-US"/>
              </w:rPr>
              <w:t>est cré</w:t>
            </w:r>
            <w:r w:rsidR="00BF56E6" w:rsidRPr="00EE4101">
              <w:rPr>
                <w:lang w:bidi="en-US"/>
              </w:rPr>
              <w:t>é :</w:t>
            </w:r>
          </w:p>
          <w:p w14:paraId="79062BA3" w14:textId="7E66D223" w:rsidR="00035540" w:rsidRPr="00EE4101" w:rsidRDefault="00E17E7C" w:rsidP="001F634F">
            <w:pPr>
              <w:rPr>
                <w:lang w:val="en-US" w:bidi="en-US"/>
              </w:rPr>
            </w:pPr>
            <w:proofErr w:type="gramStart"/>
            <w:r w:rsidRPr="001F634F">
              <w:rPr>
                <w:sz w:val="18"/>
                <w:lang w:bidi="en-US"/>
              </w:rPr>
              <w:t>start</w:t>
            </w:r>
            <w:proofErr w:type="gramEnd"/>
            <w:r w:rsidR="00606748" w:rsidRPr="001F634F">
              <w:rPr>
                <w:sz w:val="18"/>
                <w:lang w:bidi="en-US"/>
              </w:rPr>
              <w:t> : date</w:t>
            </w:r>
          </w:p>
        </w:tc>
      </w:tr>
      <w:tr w:rsidR="00035540" w:rsidRPr="008C274A" w14:paraId="10EEBCB2" w14:textId="77777777" w:rsidTr="00F72466">
        <w:trPr>
          <w:trHeight w:val="288"/>
        </w:trPr>
        <w:tc>
          <w:tcPr>
            <w:tcW w:w="1078" w:type="pct"/>
            <w:vMerge/>
            <w:noWrap/>
          </w:tcPr>
          <w:p w14:paraId="38CDF30B" w14:textId="77777777" w:rsidR="00035540" w:rsidRPr="0041480F" w:rsidRDefault="00035540" w:rsidP="00035540">
            <w:pPr>
              <w:pStyle w:val="TBLContenu"/>
              <w:rPr>
                <w:lang w:val="en-US" w:bidi="en-US"/>
              </w:rPr>
            </w:pPr>
          </w:p>
        </w:tc>
        <w:tc>
          <w:tcPr>
            <w:tcW w:w="1300" w:type="pct"/>
          </w:tcPr>
          <w:p w14:paraId="3D71974F" w14:textId="473DEA7F" w:rsidR="00035540" w:rsidRDefault="00035540" w:rsidP="00035540">
            <w:pPr>
              <w:pStyle w:val="TBLContenu"/>
              <w:rPr>
                <w:lang w:bidi="en-US"/>
              </w:rPr>
            </w:pPr>
            <w:proofErr w:type="spellStart"/>
            <w:proofErr w:type="gramStart"/>
            <w:r>
              <w:t>dateFin</w:t>
            </w:r>
            <w:r w:rsidR="00EE4101">
              <w:t>Recherche</w:t>
            </w:r>
            <w:proofErr w:type="spellEnd"/>
            <w:proofErr w:type="gramEnd"/>
          </w:p>
        </w:tc>
        <w:tc>
          <w:tcPr>
            <w:tcW w:w="655" w:type="pct"/>
            <w:noWrap/>
          </w:tcPr>
          <w:p w14:paraId="05CB1AEE" w14:textId="7A9190EC" w:rsidR="00035540" w:rsidRDefault="00035540" w:rsidP="00035540">
            <w:pPr>
              <w:pStyle w:val="TBLContenu"/>
              <w:rPr>
                <w:lang w:bidi="en-US"/>
              </w:rPr>
            </w:pPr>
            <w:r>
              <w:rPr>
                <w:lang w:bidi="en-US"/>
              </w:rPr>
              <w:t>Slot</w:t>
            </w:r>
          </w:p>
        </w:tc>
        <w:tc>
          <w:tcPr>
            <w:tcW w:w="1967" w:type="pct"/>
            <w:noWrap/>
          </w:tcPr>
          <w:p w14:paraId="303AB229" w14:textId="3C44C466" w:rsidR="00035540" w:rsidRPr="00EE4101" w:rsidRDefault="00710BA0" w:rsidP="00035540">
            <w:pPr>
              <w:pStyle w:val="TBLContenu"/>
              <w:rPr>
                <w:lang w:bidi="en-US"/>
              </w:rPr>
            </w:pPr>
            <w:r w:rsidRPr="00EE4101">
              <w:rPr>
                <w:lang w:bidi="en-US"/>
              </w:rPr>
              <w:t xml:space="preserve">Ce critère représente la fin de l’intervalle de recherche. </w:t>
            </w:r>
            <w:r w:rsidR="00E17E7C" w:rsidRPr="00EE4101">
              <w:rPr>
                <w:lang w:bidi="en-US"/>
              </w:rPr>
              <w:t>Le</w:t>
            </w:r>
            <w:r w:rsidR="00BF56E6" w:rsidRPr="00EE4101">
              <w:rPr>
                <w:lang w:bidi="en-US"/>
              </w:rPr>
              <w:t xml:space="preserve"> critère de recherche</w:t>
            </w:r>
            <w:r w:rsidR="00E17E7C" w:rsidRPr="00EE4101">
              <w:rPr>
                <w:color w:val="auto"/>
                <w:szCs w:val="18"/>
              </w:rPr>
              <w:t xml:space="preserve"> </w:t>
            </w:r>
            <w:proofErr w:type="spellStart"/>
            <w:r w:rsidR="00E17E7C" w:rsidRPr="00EE4101">
              <w:rPr>
                <w:color w:val="auto"/>
                <w:szCs w:val="18"/>
              </w:rPr>
              <w:t>GAP_Slot-latestStart</w:t>
            </w:r>
            <w:proofErr w:type="spellEnd"/>
            <w:r w:rsidR="00BF56E6" w:rsidRPr="00EE4101">
              <w:rPr>
                <w:lang w:bidi="en-US"/>
              </w:rPr>
              <w:t xml:space="preserve"> basé sur </w:t>
            </w:r>
            <w:r w:rsidR="00BF56E6" w:rsidRPr="00EE4101">
              <w:rPr>
                <w:i/>
                <w:iCs/>
                <w:lang w:bidi="en-US"/>
              </w:rPr>
              <w:t>start</w:t>
            </w:r>
            <w:r w:rsidR="00BF56E6" w:rsidRPr="00EE4101">
              <w:rPr>
                <w:lang w:bidi="en-US"/>
              </w:rPr>
              <w:t xml:space="preserve"> et accompagné d’un comparateur est créé :</w:t>
            </w:r>
          </w:p>
          <w:p w14:paraId="5BD4E1FE" w14:textId="17A408BF" w:rsidR="007C5EE1" w:rsidRPr="001F634F" w:rsidRDefault="00E17E7C" w:rsidP="00FA68FE">
            <w:pPr>
              <w:keepNext/>
              <w:rPr>
                <w:rFonts w:ascii="Times New Roman" w:hAnsi="Times New Roman"/>
                <w:iCs/>
                <w:color w:val="FF0000"/>
                <w:szCs w:val="18"/>
              </w:rPr>
            </w:pPr>
            <w:proofErr w:type="gramStart"/>
            <w:r w:rsidRPr="001F634F">
              <w:rPr>
                <w:sz w:val="18"/>
                <w:lang w:bidi="en-US"/>
              </w:rPr>
              <w:t>start</w:t>
            </w:r>
            <w:proofErr w:type="gramEnd"/>
            <w:r w:rsidR="004A4C40" w:rsidRPr="001F634F">
              <w:rPr>
                <w:sz w:val="18"/>
                <w:lang w:bidi="en-US"/>
              </w:rPr>
              <w:t xml:space="preserve"> : </w:t>
            </w:r>
            <w:r w:rsidR="00EA4BBB" w:rsidRPr="001F634F">
              <w:rPr>
                <w:sz w:val="18"/>
                <w:lang w:bidi="en-US"/>
              </w:rPr>
              <w:t>date</w:t>
            </w:r>
          </w:p>
        </w:tc>
      </w:tr>
    </w:tbl>
    <w:p w14:paraId="562B4537" w14:textId="241CC75B" w:rsidR="00FA68FE" w:rsidRDefault="00FA68FE" w:rsidP="00FA68FE">
      <w:pPr>
        <w:pStyle w:val="Lgende"/>
      </w:pPr>
      <w:r>
        <w:t xml:space="preserve">Tableau </w:t>
      </w:r>
      <w:fldSimple w:instr=" SEQ Tableau \* ARABIC ">
        <w:r w:rsidR="00A100DC">
          <w:rPr>
            <w:noProof/>
          </w:rPr>
          <w:t>8</w:t>
        </w:r>
      </w:fldSimple>
      <w:r>
        <w:t xml:space="preserve"> </w:t>
      </w:r>
      <w:r w:rsidRPr="00FA68FE">
        <w:t>Mise en correspondance entre éléments métier et éléments FHIR pour le flux 4a</w:t>
      </w:r>
      <w:bookmarkStart w:id="21" w:name="_Toc34751955"/>
    </w:p>
    <w:p w14:paraId="62BB022A" w14:textId="67815615" w:rsidR="008346F3" w:rsidRPr="00C30AD8" w:rsidRDefault="002206AD" w:rsidP="00635C70">
      <w:pPr>
        <w:pStyle w:val="Titre2"/>
      </w:pPr>
      <w:bookmarkStart w:id="22" w:name="_Toc142042209"/>
      <w:r w:rsidRPr="006E107D">
        <w:t xml:space="preserve">Flux </w:t>
      </w:r>
      <w:r w:rsidR="00292294">
        <w:t>4</w:t>
      </w:r>
      <w:r w:rsidRPr="006E107D">
        <w:t xml:space="preserve">b – </w:t>
      </w:r>
      <w:r>
        <w:t>Demande de consultation</w:t>
      </w:r>
      <w:r w:rsidRPr="006E107D">
        <w:t xml:space="preserve"> de rendez-vous</w:t>
      </w:r>
      <w:bookmarkEnd w:id="21"/>
      <w:bookmarkEnd w:id="22"/>
    </w:p>
    <w:tbl>
      <w:tblPr>
        <w:tblStyle w:val="Tableaustandard"/>
        <w:tblW w:w="5119" w:type="pct"/>
        <w:tblLayout w:type="fixed"/>
        <w:tblLook w:val="04A0" w:firstRow="1" w:lastRow="0" w:firstColumn="1" w:lastColumn="0" w:noHBand="0" w:noVBand="1"/>
      </w:tblPr>
      <w:tblGrid>
        <w:gridCol w:w="2262"/>
        <w:gridCol w:w="3253"/>
        <w:gridCol w:w="6"/>
        <w:gridCol w:w="1561"/>
        <w:gridCol w:w="3341"/>
        <w:gridCol w:w="10"/>
      </w:tblGrid>
      <w:tr w:rsidR="003C16F2" w:rsidRPr="00EB5561" w14:paraId="1106E27C" w14:textId="77777777" w:rsidTr="003C16F2">
        <w:trPr>
          <w:cnfStyle w:val="100000000000" w:firstRow="1" w:lastRow="0" w:firstColumn="0" w:lastColumn="0" w:oddVBand="0" w:evenVBand="0" w:oddHBand="0" w:evenHBand="0" w:firstRowFirstColumn="0" w:firstRowLastColumn="0" w:lastRowFirstColumn="0" w:lastRowLastColumn="0"/>
          <w:trHeight w:val="288"/>
        </w:trPr>
        <w:tc>
          <w:tcPr>
            <w:tcW w:w="2646" w:type="pct"/>
            <w:gridSpan w:val="3"/>
            <w:noWrap/>
          </w:tcPr>
          <w:p w14:paraId="2CD78EE0" w14:textId="4AE716B7" w:rsidR="003C16F2" w:rsidRDefault="003C16F2" w:rsidP="004A5E9E">
            <w:pPr>
              <w:pStyle w:val="TBLTitrecolonne"/>
            </w:pPr>
            <w:r>
              <w:t>Critère de recherche</w:t>
            </w:r>
          </w:p>
        </w:tc>
        <w:tc>
          <w:tcPr>
            <w:tcW w:w="2354" w:type="pct"/>
            <w:gridSpan w:val="3"/>
            <w:noWrap/>
          </w:tcPr>
          <w:p w14:paraId="12458B8A" w14:textId="7142DAFA" w:rsidR="003C16F2" w:rsidRPr="00672E7D" w:rsidRDefault="003C16F2" w:rsidP="004A5E9E">
            <w:pPr>
              <w:pStyle w:val="TBLTitrecolonne"/>
            </w:pPr>
            <w:r>
              <w:t>Paramètre FHIR</w:t>
            </w:r>
          </w:p>
        </w:tc>
      </w:tr>
      <w:tr w:rsidR="003C16F2" w:rsidRPr="00EB5561" w14:paraId="1B1BF400" w14:textId="77777777" w:rsidTr="003C16F2">
        <w:trPr>
          <w:gridAfter w:val="1"/>
          <w:wAfter w:w="5" w:type="pct"/>
          <w:trHeight w:val="288"/>
        </w:trPr>
        <w:tc>
          <w:tcPr>
            <w:tcW w:w="1084" w:type="pct"/>
            <w:shd w:val="clear" w:color="auto" w:fill="D9D9D9" w:themeFill="background1" w:themeFillShade="D9"/>
            <w:noWrap/>
            <w:hideMark/>
          </w:tcPr>
          <w:p w14:paraId="113B64D6" w14:textId="48A2453F" w:rsidR="003C16F2" w:rsidRPr="00672E7D" w:rsidRDefault="003C16F2" w:rsidP="004A5E9E">
            <w:pPr>
              <w:pStyle w:val="TBLTitrecolonne"/>
            </w:pPr>
            <w:r>
              <w:t>Ressource</w:t>
            </w:r>
          </w:p>
        </w:tc>
        <w:tc>
          <w:tcPr>
            <w:tcW w:w="1559" w:type="pct"/>
            <w:shd w:val="clear" w:color="auto" w:fill="D9D9D9" w:themeFill="background1" w:themeFillShade="D9"/>
          </w:tcPr>
          <w:p w14:paraId="2673147D" w14:textId="3FD086B0" w:rsidR="003C16F2" w:rsidRPr="00672E7D" w:rsidRDefault="003C16F2" w:rsidP="004A5E9E">
            <w:pPr>
              <w:pStyle w:val="TBLTitrecolonne"/>
            </w:pPr>
            <w:r>
              <w:t>Nom</w:t>
            </w:r>
          </w:p>
        </w:tc>
        <w:tc>
          <w:tcPr>
            <w:tcW w:w="751" w:type="pct"/>
            <w:gridSpan w:val="2"/>
            <w:shd w:val="clear" w:color="auto" w:fill="D9D9D9" w:themeFill="background1" w:themeFillShade="D9"/>
            <w:noWrap/>
            <w:hideMark/>
          </w:tcPr>
          <w:p w14:paraId="1AD8B8DB" w14:textId="6490EA22" w:rsidR="003C16F2" w:rsidRPr="00672E7D" w:rsidRDefault="003C16F2" w:rsidP="004A5E9E">
            <w:pPr>
              <w:pStyle w:val="TBLTitrecolonne"/>
            </w:pPr>
            <w:r w:rsidRPr="00672E7D">
              <w:t>Ressource</w:t>
            </w:r>
          </w:p>
        </w:tc>
        <w:tc>
          <w:tcPr>
            <w:tcW w:w="1601" w:type="pct"/>
            <w:shd w:val="clear" w:color="auto" w:fill="D9D9D9" w:themeFill="background1" w:themeFillShade="D9"/>
            <w:noWrap/>
            <w:hideMark/>
          </w:tcPr>
          <w:p w14:paraId="07386F8C" w14:textId="77777777" w:rsidR="003C16F2" w:rsidRPr="00672E7D" w:rsidRDefault="003C16F2" w:rsidP="004A5E9E">
            <w:pPr>
              <w:pStyle w:val="TBLTitrecolonne"/>
            </w:pPr>
            <w:r w:rsidRPr="00672E7D">
              <w:t>Paramètre</w:t>
            </w:r>
            <w:r>
              <w:t>s</w:t>
            </w:r>
            <w:r w:rsidRPr="00672E7D">
              <w:t xml:space="preserve"> de recherche</w:t>
            </w:r>
          </w:p>
        </w:tc>
      </w:tr>
      <w:tr w:rsidR="003C16F2" w:rsidRPr="00EB5561" w14:paraId="61AAC36A" w14:textId="77777777" w:rsidTr="003C16F2">
        <w:trPr>
          <w:gridAfter w:val="1"/>
          <w:wAfter w:w="5" w:type="pct"/>
          <w:trHeight w:val="288"/>
        </w:trPr>
        <w:tc>
          <w:tcPr>
            <w:tcW w:w="1084" w:type="pct"/>
            <w:vMerge w:val="restart"/>
            <w:noWrap/>
            <w:hideMark/>
          </w:tcPr>
          <w:p w14:paraId="5834DEF2" w14:textId="4BF00928" w:rsidR="003C16F2" w:rsidRPr="00EB5561" w:rsidRDefault="003C16F2" w:rsidP="003C16F2">
            <w:pPr>
              <w:pStyle w:val="TBLContenu"/>
              <w:rPr>
                <w:lang w:bidi="en-US"/>
              </w:rPr>
            </w:pPr>
            <w:proofErr w:type="spellStart"/>
            <w:r w:rsidRPr="00EB5561">
              <w:rPr>
                <w:lang w:bidi="en-US"/>
              </w:rPr>
              <w:t>PersonnePriseCharge</w:t>
            </w:r>
            <w:proofErr w:type="spellEnd"/>
          </w:p>
        </w:tc>
        <w:tc>
          <w:tcPr>
            <w:tcW w:w="1559" w:type="pct"/>
          </w:tcPr>
          <w:p w14:paraId="3279BB39" w14:textId="0F825984" w:rsidR="003C16F2" w:rsidRDefault="003C16F2" w:rsidP="003C16F2">
            <w:pPr>
              <w:pStyle w:val="TBLContenu"/>
              <w:rPr>
                <w:lang w:bidi="en-US"/>
              </w:rPr>
            </w:pPr>
            <w:proofErr w:type="spellStart"/>
            <w:proofErr w:type="gramStart"/>
            <w:r>
              <w:t>idPersonnePriseCharge</w:t>
            </w:r>
            <w:proofErr w:type="spellEnd"/>
            <w:proofErr w:type="gramEnd"/>
          </w:p>
        </w:tc>
        <w:tc>
          <w:tcPr>
            <w:tcW w:w="751" w:type="pct"/>
            <w:gridSpan w:val="2"/>
            <w:noWrap/>
            <w:hideMark/>
          </w:tcPr>
          <w:p w14:paraId="66898000" w14:textId="529C2550" w:rsidR="003C16F2" w:rsidRPr="00EB5561" w:rsidRDefault="003C16F2" w:rsidP="003C16F2">
            <w:pPr>
              <w:pStyle w:val="TBLContenu"/>
              <w:rPr>
                <w:lang w:bidi="en-US"/>
              </w:rPr>
            </w:pPr>
            <w:proofErr w:type="spellStart"/>
            <w:r>
              <w:rPr>
                <w:lang w:bidi="en-US"/>
              </w:rPr>
              <w:t>Appointment</w:t>
            </w:r>
            <w:proofErr w:type="spellEnd"/>
          </w:p>
        </w:tc>
        <w:tc>
          <w:tcPr>
            <w:tcW w:w="1601" w:type="pct"/>
            <w:noWrap/>
            <w:hideMark/>
          </w:tcPr>
          <w:p w14:paraId="7A7808CE" w14:textId="77777777" w:rsidR="003C16F2" w:rsidRDefault="003C16F2" w:rsidP="003C16F2">
            <w:pPr>
              <w:pStyle w:val="TBLContenu"/>
              <w:rPr>
                <w:lang w:bidi="en-US"/>
              </w:rPr>
            </w:pPr>
            <w:proofErr w:type="spellStart"/>
            <w:proofErr w:type="gramStart"/>
            <w:r>
              <w:rPr>
                <w:lang w:bidi="en-US"/>
              </w:rPr>
              <w:t>actor:Patient.identifier</w:t>
            </w:r>
            <w:proofErr w:type="spellEnd"/>
            <w:proofErr w:type="gramEnd"/>
            <w:r>
              <w:rPr>
                <w:lang w:bidi="en-US"/>
              </w:rPr>
              <w:t xml:space="preserve"> : </w:t>
            </w:r>
            <w:proofErr w:type="spellStart"/>
            <w:r>
              <w:rPr>
                <w:lang w:bidi="en-US"/>
              </w:rPr>
              <w:t>token</w:t>
            </w:r>
            <w:proofErr w:type="spellEnd"/>
          </w:p>
          <w:p w14:paraId="69794ADA" w14:textId="77777777" w:rsidR="003C16F2" w:rsidRPr="00674488" w:rsidRDefault="003C16F2" w:rsidP="003C16F2">
            <w:pPr>
              <w:pStyle w:val="Default"/>
              <w:jc w:val="both"/>
              <w:rPr>
                <w:rFonts w:ascii="Arial" w:hAnsi="Arial" w:cs="Arial"/>
                <w:sz w:val="18"/>
                <w:szCs w:val="18"/>
              </w:rPr>
            </w:pPr>
            <w:proofErr w:type="gramStart"/>
            <w:r w:rsidRPr="00674488">
              <w:rPr>
                <w:rFonts w:ascii="Arial" w:hAnsi="Arial" w:cs="Arial"/>
                <w:sz w:val="18"/>
                <w:szCs w:val="18"/>
              </w:rPr>
              <w:t>ou</w:t>
            </w:r>
            <w:proofErr w:type="gramEnd"/>
            <w:r w:rsidRPr="00674488">
              <w:rPr>
                <w:rFonts w:ascii="Arial" w:hAnsi="Arial" w:cs="Arial"/>
                <w:sz w:val="18"/>
                <w:szCs w:val="18"/>
              </w:rPr>
              <w:t xml:space="preserve"> </w:t>
            </w:r>
          </w:p>
          <w:p w14:paraId="44007C3B" w14:textId="4FD08351" w:rsidR="003C16F2" w:rsidRPr="00EB5561" w:rsidRDefault="003C16F2" w:rsidP="003C16F2">
            <w:pPr>
              <w:pStyle w:val="TBLContenu"/>
              <w:rPr>
                <w:lang w:bidi="en-US"/>
              </w:rPr>
            </w:pPr>
            <w:proofErr w:type="spellStart"/>
            <w:proofErr w:type="gramStart"/>
            <w:r>
              <w:rPr>
                <w:szCs w:val="18"/>
              </w:rPr>
              <w:t>patient.identifier</w:t>
            </w:r>
            <w:proofErr w:type="spellEnd"/>
            <w:proofErr w:type="gramEnd"/>
            <w:r>
              <w:rPr>
                <w:szCs w:val="18"/>
              </w:rPr>
              <w:t xml:space="preserve"> : </w:t>
            </w:r>
            <w:proofErr w:type="spellStart"/>
            <w:r>
              <w:rPr>
                <w:szCs w:val="18"/>
              </w:rPr>
              <w:t>token</w:t>
            </w:r>
            <w:proofErr w:type="spellEnd"/>
            <w:r>
              <w:rPr>
                <w:szCs w:val="18"/>
              </w:rPr>
              <w:t xml:space="preserve"> </w:t>
            </w:r>
          </w:p>
        </w:tc>
      </w:tr>
      <w:tr w:rsidR="003C16F2" w:rsidRPr="00EB5561" w14:paraId="6AE18AB5" w14:textId="77777777" w:rsidTr="003C16F2">
        <w:trPr>
          <w:gridAfter w:val="1"/>
          <w:wAfter w:w="5" w:type="pct"/>
          <w:trHeight w:val="288"/>
        </w:trPr>
        <w:tc>
          <w:tcPr>
            <w:tcW w:w="1084" w:type="pct"/>
            <w:vMerge/>
            <w:noWrap/>
            <w:hideMark/>
          </w:tcPr>
          <w:p w14:paraId="6F17AD7F" w14:textId="4D782CD9" w:rsidR="003C16F2" w:rsidRPr="00EB5561" w:rsidRDefault="003C16F2" w:rsidP="003C16F2">
            <w:pPr>
              <w:pStyle w:val="TBLContenu"/>
              <w:rPr>
                <w:lang w:bidi="en-US"/>
              </w:rPr>
            </w:pPr>
          </w:p>
        </w:tc>
        <w:tc>
          <w:tcPr>
            <w:tcW w:w="1559" w:type="pct"/>
          </w:tcPr>
          <w:p w14:paraId="23D7F9BE" w14:textId="16B0C8F0" w:rsidR="003C16F2" w:rsidRDefault="003C16F2" w:rsidP="003C16F2">
            <w:pPr>
              <w:pStyle w:val="TBLContenu"/>
              <w:rPr>
                <w:lang w:bidi="en-US"/>
              </w:rPr>
            </w:pPr>
            <w:r>
              <w:t>INS</w:t>
            </w:r>
          </w:p>
        </w:tc>
        <w:tc>
          <w:tcPr>
            <w:tcW w:w="751" w:type="pct"/>
            <w:gridSpan w:val="2"/>
            <w:noWrap/>
            <w:hideMark/>
          </w:tcPr>
          <w:p w14:paraId="0A27DB0E" w14:textId="4B50497A" w:rsidR="003C16F2" w:rsidRPr="00EB5561" w:rsidRDefault="003C16F2" w:rsidP="003C16F2">
            <w:pPr>
              <w:pStyle w:val="TBLContenu"/>
              <w:rPr>
                <w:lang w:bidi="en-US"/>
              </w:rPr>
            </w:pPr>
            <w:proofErr w:type="spellStart"/>
            <w:r>
              <w:rPr>
                <w:lang w:bidi="en-US"/>
              </w:rPr>
              <w:t>Appointment</w:t>
            </w:r>
            <w:proofErr w:type="spellEnd"/>
          </w:p>
        </w:tc>
        <w:tc>
          <w:tcPr>
            <w:tcW w:w="1601" w:type="pct"/>
            <w:noWrap/>
            <w:hideMark/>
          </w:tcPr>
          <w:p w14:paraId="4E15404B" w14:textId="77777777" w:rsidR="003C16F2" w:rsidRDefault="003C16F2" w:rsidP="003C16F2">
            <w:pPr>
              <w:pStyle w:val="TBLContenu"/>
              <w:rPr>
                <w:lang w:bidi="en-US"/>
              </w:rPr>
            </w:pPr>
            <w:proofErr w:type="spellStart"/>
            <w:proofErr w:type="gramStart"/>
            <w:r>
              <w:rPr>
                <w:lang w:bidi="en-US"/>
              </w:rPr>
              <w:t>actor:Patient.identifier</w:t>
            </w:r>
            <w:proofErr w:type="spellEnd"/>
            <w:proofErr w:type="gramEnd"/>
            <w:r>
              <w:rPr>
                <w:lang w:bidi="en-US"/>
              </w:rPr>
              <w:t xml:space="preserve"> : </w:t>
            </w:r>
            <w:proofErr w:type="spellStart"/>
            <w:r>
              <w:rPr>
                <w:lang w:bidi="en-US"/>
              </w:rPr>
              <w:t>token</w:t>
            </w:r>
            <w:proofErr w:type="spellEnd"/>
          </w:p>
          <w:p w14:paraId="12C6A962" w14:textId="77777777" w:rsidR="001F634F" w:rsidRDefault="001F634F" w:rsidP="003C16F2">
            <w:pPr>
              <w:pStyle w:val="TBLContenu"/>
              <w:rPr>
                <w:lang w:bidi="en-US"/>
              </w:rPr>
            </w:pPr>
            <w:proofErr w:type="gramStart"/>
            <w:r>
              <w:rPr>
                <w:lang w:bidi="en-US"/>
              </w:rPr>
              <w:t>ou</w:t>
            </w:r>
            <w:proofErr w:type="gramEnd"/>
          </w:p>
          <w:p w14:paraId="360B4EFA" w14:textId="0DA9C7B1" w:rsidR="001F634F" w:rsidRPr="00EB5561" w:rsidRDefault="001F634F" w:rsidP="003C16F2">
            <w:pPr>
              <w:pStyle w:val="TBLContenu"/>
              <w:rPr>
                <w:lang w:bidi="en-US"/>
              </w:rPr>
            </w:pPr>
            <w:proofErr w:type="spellStart"/>
            <w:proofErr w:type="gramStart"/>
            <w:r>
              <w:rPr>
                <w:szCs w:val="18"/>
              </w:rPr>
              <w:t>patient.identifier</w:t>
            </w:r>
            <w:proofErr w:type="spellEnd"/>
            <w:proofErr w:type="gramEnd"/>
            <w:r>
              <w:rPr>
                <w:szCs w:val="18"/>
              </w:rPr>
              <w:t xml:space="preserve"> : </w:t>
            </w:r>
            <w:proofErr w:type="spellStart"/>
            <w:r>
              <w:rPr>
                <w:szCs w:val="18"/>
              </w:rPr>
              <w:t>token</w:t>
            </w:r>
            <w:proofErr w:type="spellEnd"/>
          </w:p>
        </w:tc>
      </w:tr>
      <w:tr w:rsidR="003C16F2" w:rsidRPr="003C546A" w14:paraId="4A9AEE0E" w14:textId="77777777" w:rsidTr="003C16F2">
        <w:trPr>
          <w:gridAfter w:val="1"/>
          <w:wAfter w:w="5" w:type="pct"/>
          <w:trHeight w:val="288"/>
        </w:trPr>
        <w:tc>
          <w:tcPr>
            <w:tcW w:w="1084" w:type="pct"/>
            <w:noWrap/>
            <w:hideMark/>
          </w:tcPr>
          <w:p w14:paraId="6993434D" w14:textId="77777777" w:rsidR="003C16F2" w:rsidRPr="00EB5561" w:rsidRDefault="003C16F2" w:rsidP="003C16F2">
            <w:pPr>
              <w:pStyle w:val="TBLContenu"/>
              <w:rPr>
                <w:b/>
                <w:bCs/>
                <w:lang w:bidi="en-US"/>
              </w:rPr>
            </w:pPr>
            <w:r w:rsidRPr="00EB5561">
              <w:rPr>
                <w:lang w:bidi="en-US"/>
              </w:rPr>
              <w:t>Professionnel</w:t>
            </w:r>
          </w:p>
        </w:tc>
        <w:tc>
          <w:tcPr>
            <w:tcW w:w="1559" w:type="pct"/>
          </w:tcPr>
          <w:p w14:paraId="74D94A9A" w14:textId="3D44CAFF" w:rsidR="003C16F2" w:rsidRDefault="003C16F2" w:rsidP="003C16F2">
            <w:pPr>
              <w:pStyle w:val="TBLContenu"/>
              <w:rPr>
                <w:lang w:bidi="en-US"/>
              </w:rPr>
            </w:pPr>
            <w:proofErr w:type="spellStart"/>
            <w:proofErr w:type="gramStart"/>
            <w:r>
              <w:t>idPP</w:t>
            </w:r>
            <w:proofErr w:type="spellEnd"/>
            <w:proofErr w:type="gramEnd"/>
          </w:p>
        </w:tc>
        <w:tc>
          <w:tcPr>
            <w:tcW w:w="751" w:type="pct"/>
            <w:gridSpan w:val="2"/>
            <w:noWrap/>
            <w:hideMark/>
          </w:tcPr>
          <w:p w14:paraId="31E68924" w14:textId="2F94A70C" w:rsidR="003C16F2" w:rsidRDefault="003C16F2" w:rsidP="003C16F2">
            <w:pPr>
              <w:pStyle w:val="TBLContenu"/>
              <w:rPr>
                <w:lang w:bidi="en-US"/>
              </w:rPr>
            </w:pPr>
            <w:proofErr w:type="spellStart"/>
            <w:r>
              <w:rPr>
                <w:lang w:bidi="en-US"/>
              </w:rPr>
              <w:t>Appointment</w:t>
            </w:r>
            <w:proofErr w:type="spellEnd"/>
          </w:p>
          <w:p w14:paraId="7427FAEC" w14:textId="77777777" w:rsidR="003C16F2" w:rsidRPr="00EB5561" w:rsidRDefault="003C16F2" w:rsidP="003C16F2">
            <w:pPr>
              <w:pStyle w:val="TBLContenu"/>
              <w:rPr>
                <w:lang w:bidi="en-US"/>
              </w:rPr>
            </w:pPr>
          </w:p>
        </w:tc>
        <w:tc>
          <w:tcPr>
            <w:tcW w:w="1601" w:type="pct"/>
            <w:noWrap/>
            <w:hideMark/>
          </w:tcPr>
          <w:p w14:paraId="0D7A2D1A" w14:textId="77777777" w:rsidR="003C16F2" w:rsidRPr="003C546A" w:rsidRDefault="003C16F2" w:rsidP="003C16F2">
            <w:pPr>
              <w:pStyle w:val="Default"/>
              <w:jc w:val="both"/>
              <w:rPr>
                <w:rFonts w:ascii="Arial" w:hAnsi="Arial" w:cs="Arial"/>
                <w:sz w:val="18"/>
                <w:szCs w:val="18"/>
              </w:rPr>
            </w:pPr>
          </w:p>
          <w:p w14:paraId="2320EBEE" w14:textId="1B3F3B21" w:rsidR="003C16F2" w:rsidRPr="003C546A" w:rsidRDefault="003C16F2" w:rsidP="003C16F2">
            <w:pPr>
              <w:pStyle w:val="Default"/>
              <w:jc w:val="both"/>
              <w:rPr>
                <w:rFonts w:ascii="Arial" w:hAnsi="Arial" w:cs="Arial"/>
                <w:sz w:val="18"/>
                <w:szCs w:val="18"/>
              </w:rPr>
            </w:pPr>
            <w:proofErr w:type="spellStart"/>
            <w:proofErr w:type="gramStart"/>
            <w:r w:rsidRPr="003C546A">
              <w:rPr>
                <w:rFonts w:ascii="Arial" w:hAnsi="Arial" w:cs="Arial"/>
                <w:sz w:val="18"/>
                <w:szCs w:val="18"/>
              </w:rPr>
              <w:t>actor:Practitioner.identifier</w:t>
            </w:r>
            <w:proofErr w:type="spellEnd"/>
            <w:proofErr w:type="gramEnd"/>
            <w:r w:rsidRPr="003C546A">
              <w:rPr>
                <w:rFonts w:ascii="Arial" w:hAnsi="Arial" w:cs="Arial"/>
                <w:sz w:val="18"/>
                <w:szCs w:val="18"/>
              </w:rPr>
              <w:t xml:space="preserve"> : </w:t>
            </w:r>
            <w:proofErr w:type="spellStart"/>
            <w:r w:rsidRPr="003C546A">
              <w:rPr>
                <w:rFonts w:ascii="Arial" w:hAnsi="Arial" w:cs="Arial"/>
                <w:sz w:val="18"/>
                <w:szCs w:val="18"/>
              </w:rPr>
              <w:t>token</w:t>
            </w:r>
            <w:proofErr w:type="spellEnd"/>
            <w:r w:rsidRPr="003C546A">
              <w:rPr>
                <w:rFonts w:ascii="Arial" w:hAnsi="Arial" w:cs="Arial"/>
                <w:sz w:val="18"/>
                <w:szCs w:val="18"/>
              </w:rPr>
              <w:t xml:space="preserve"> </w:t>
            </w:r>
          </w:p>
          <w:p w14:paraId="4107C6C1" w14:textId="77777777" w:rsidR="003C16F2" w:rsidRPr="003C546A" w:rsidRDefault="003C16F2" w:rsidP="003C16F2">
            <w:pPr>
              <w:pStyle w:val="Default"/>
              <w:jc w:val="both"/>
              <w:rPr>
                <w:rFonts w:ascii="Arial" w:hAnsi="Arial" w:cs="Arial"/>
                <w:sz w:val="18"/>
                <w:szCs w:val="18"/>
              </w:rPr>
            </w:pPr>
            <w:proofErr w:type="gramStart"/>
            <w:r w:rsidRPr="003C546A">
              <w:rPr>
                <w:rFonts w:ascii="Arial" w:hAnsi="Arial" w:cs="Arial"/>
                <w:sz w:val="18"/>
                <w:szCs w:val="18"/>
              </w:rPr>
              <w:t>ou</w:t>
            </w:r>
            <w:proofErr w:type="gramEnd"/>
            <w:r w:rsidRPr="003C546A">
              <w:rPr>
                <w:rFonts w:ascii="Arial" w:hAnsi="Arial" w:cs="Arial"/>
                <w:sz w:val="18"/>
                <w:szCs w:val="18"/>
              </w:rPr>
              <w:t xml:space="preserve"> </w:t>
            </w:r>
          </w:p>
          <w:p w14:paraId="7778C0C4" w14:textId="77777777" w:rsidR="003C16F2" w:rsidRDefault="003C16F2" w:rsidP="001F634F">
            <w:pPr>
              <w:pStyle w:val="Default"/>
              <w:jc w:val="both"/>
              <w:rPr>
                <w:rFonts w:ascii="Arial" w:hAnsi="Arial" w:cs="Arial"/>
                <w:sz w:val="18"/>
                <w:szCs w:val="18"/>
              </w:rPr>
            </w:pPr>
            <w:proofErr w:type="spellStart"/>
            <w:proofErr w:type="gramStart"/>
            <w:r w:rsidRPr="003C546A">
              <w:rPr>
                <w:rFonts w:ascii="Arial" w:hAnsi="Arial" w:cs="Arial"/>
                <w:sz w:val="18"/>
                <w:szCs w:val="18"/>
              </w:rPr>
              <w:t>practitioner.identifier</w:t>
            </w:r>
            <w:proofErr w:type="spellEnd"/>
            <w:proofErr w:type="gramEnd"/>
            <w:r w:rsidRPr="003C546A">
              <w:rPr>
                <w:rFonts w:ascii="Arial" w:hAnsi="Arial" w:cs="Arial"/>
                <w:sz w:val="18"/>
                <w:szCs w:val="18"/>
              </w:rPr>
              <w:t xml:space="preserve"> : </w:t>
            </w:r>
            <w:proofErr w:type="spellStart"/>
            <w:r w:rsidRPr="003C546A">
              <w:rPr>
                <w:rFonts w:ascii="Arial" w:hAnsi="Arial" w:cs="Arial"/>
                <w:sz w:val="18"/>
                <w:szCs w:val="18"/>
              </w:rPr>
              <w:t>token</w:t>
            </w:r>
            <w:proofErr w:type="spellEnd"/>
            <w:r w:rsidRPr="003C546A">
              <w:rPr>
                <w:rFonts w:ascii="Arial" w:hAnsi="Arial" w:cs="Arial"/>
                <w:sz w:val="18"/>
                <w:szCs w:val="18"/>
              </w:rPr>
              <w:t xml:space="preserve"> </w:t>
            </w:r>
          </w:p>
          <w:p w14:paraId="10F60E9A" w14:textId="695B87E1" w:rsidR="001F634F" w:rsidRPr="001F634F" w:rsidRDefault="001F634F" w:rsidP="001F634F">
            <w:pPr>
              <w:pStyle w:val="Default"/>
              <w:jc w:val="both"/>
              <w:rPr>
                <w:rFonts w:ascii="Arial" w:hAnsi="Arial" w:cs="Arial"/>
                <w:sz w:val="18"/>
                <w:szCs w:val="18"/>
              </w:rPr>
            </w:pPr>
          </w:p>
        </w:tc>
      </w:tr>
      <w:tr w:rsidR="003C16F2" w:rsidRPr="00EB5561" w14:paraId="1DF50A16" w14:textId="77777777" w:rsidTr="003C16F2">
        <w:trPr>
          <w:gridAfter w:val="1"/>
          <w:wAfter w:w="5" w:type="pct"/>
          <w:trHeight w:val="288"/>
        </w:trPr>
        <w:tc>
          <w:tcPr>
            <w:tcW w:w="1084" w:type="pct"/>
            <w:noWrap/>
          </w:tcPr>
          <w:p w14:paraId="34AB6D32" w14:textId="621F97DF" w:rsidR="003C16F2" w:rsidRPr="00EB5561" w:rsidRDefault="003C16F2" w:rsidP="003C16F2">
            <w:pPr>
              <w:pStyle w:val="TBLContenu"/>
              <w:rPr>
                <w:lang w:bidi="en-US"/>
              </w:rPr>
            </w:pPr>
            <w:r>
              <w:rPr>
                <w:lang w:bidi="en-US"/>
              </w:rPr>
              <w:t>Contact</w:t>
            </w:r>
          </w:p>
        </w:tc>
        <w:tc>
          <w:tcPr>
            <w:tcW w:w="1559" w:type="pct"/>
          </w:tcPr>
          <w:p w14:paraId="31408EB1" w14:textId="5F1D719D" w:rsidR="003C16F2" w:rsidRDefault="003C16F2" w:rsidP="003C16F2">
            <w:pPr>
              <w:pStyle w:val="TBLContenu"/>
              <w:rPr>
                <w:lang w:bidi="en-US"/>
              </w:rPr>
            </w:pPr>
            <w:proofErr w:type="spellStart"/>
            <w:proofErr w:type="gramStart"/>
            <w:r>
              <w:t>idContact</w:t>
            </w:r>
            <w:proofErr w:type="spellEnd"/>
            <w:proofErr w:type="gramEnd"/>
          </w:p>
        </w:tc>
        <w:tc>
          <w:tcPr>
            <w:tcW w:w="751" w:type="pct"/>
            <w:gridSpan w:val="2"/>
            <w:noWrap/>
          </w:tcPr>
          <w:p w14:paraId="1AD44BCA" w14:textId="71123BF2" w:rsidR="003C16F2" w:rsidRPr="00EB5561" w:rsidRDefault="003C16F2" w:rsidP="003C16F2">
            <w:pPr>
              <w:pStyle w:val="TBLContenu"/>
              <w:rPr>
                <w:lang w:bidi="en-US"/>
              </w:rPr>
            </w:pPr>
            <w:proofErr w:type="spellStart"/>
            <w:r>
              <w:rPr>
                <w:lang w:bidi="en-US"/>
              </w:rPr>
              <w:t>Appointment</w:t>
            </w:r>
            <w:proofErr w:type="spellEnd"/>
          </w:p>
        </w:tc>
        <w:tc>
          <w:tcPr>
            <w:tcW w:w="1601" w:type="pct"/>
            <w:noWrap/>
          </w:tcPr>
          <w:p w14:paraId="5D6C4738" w14:textId="7A01C7D9" w:rsidR="003C16F2" w:rsidRDefault="003C16F2" w:rsidP="003C16F2">
            <w:pPr>
              <w:pStyle w:val="TBLContenu"/>
              <w:rPr>
                <w:lang w:bidi="en-US"/>
              </w:rPr>
            </w:pPr>
            <w:proofErr w:type="spellStart"/>
            <w:proofErr w:type="gramStart"/>
            <w:r>
              <w:rPr>
                <w:lang w:bidi="en-US"/>
              </w:rPr>
              <w:t>actor:RelatedPerson.identifier</w:t>
            </w:r>
            <w:proofErr w:type="spellEnd"/>
            <w:proofErr w:type="gramEnd"/>
            <w:r>
              <w:rPr>
                <w:lang w:bidi="en-US"/>
              </w:rPr>
              <w:t xml:space="preserve"> : </w:t>
            </w:r>
            <w:proofErr w:type="spellStart"/>
            <w:r>
              <w:rPr>
                <w:lang w:bidi="en-US"/>
              </w:rPr>
              <w:t>token</w:t>
            </w:r>
            <w:proofErr w:type="spellEnd"/>
          </w:p>
        </w:tc>
      </w:tr>
      <w:tr w:rsidR="003C16F2" w:rsidRPr="00EB5561" w14:paraId="2E9B1FB1" w14:textId="77777777" w:rsidTr="003C16F2">
        <w:trPr>
          <w:gridAfter w:val="1"/>
          <w:wAfter w:w="5" w:type="pct"/>
          <w:trHeight w:val="288"/>
        </w:trPr>
        <w:tc>
          <w:tcPr>
            <w:tcW w:w="1084" w:type="pct"/>
            <w:noWrap/>
            <w:hideMark/>
          </w:tcPr>
          <w:p w14:paraId="5C90A031" w14:textId="77777777" w:rsidR="003C16F2" w:rsidRPr="00EB5561" w:rsidRDefault="003C16F2" w:rsidP="003C16F2">
            <w:pPr>
              <w:pStyle w:val="TBLContenu"/>
              <w:rPr>
                <w:lang w:bidi="en-US"/>
              </w:rPr>
            </w:pPr>
            <w:r>
              <w:rPr>
                <w:lang w:bidi="en-US"/>
              </w:rPr>
              <w:t>Lieu</w:t>
            </w:r>
          </w:p>
        </w:tc>
        <w:tc>
          <w:tcPr>
            <w:tcW w:w="1559" w:type="pct"/>
          </w:tcPr>
          <w:p w14:paraId="128DE9A6" w14:textId="19C72D3F" w:rsidR="003C16F2" w:rsidRDefault="003C16F2" w:rsidP="003C16F2">
            <w:pPr>
              <w:pStyle w:val="TBLContenu"/>
              <w:rPr>
                <w:lang w:bidi="en-US"/>
              </w:rPr>
            </w:pPr>
            <w:proofErr w:type="gramStart"/>
            <w:r>
              <w:t>identifiant</w:t>
            </w:r>
            <w:proofErr w:type="gramEnd"/>
          </w:p>
        </w:tc>
        <w:tc>
          <w:tcPr>
            <w:tcW w:w="751" w:type="pct"/>
            <w:gridSpan w:val="2"/>
            <w:noWrap/>
            <w:hideMark/>
          </w:tcPr>
          <w:p w14:paraId="4873E3F3" w14:textId="14AED77F" w:rsidR="003C16F2" w:rsidRDefault="003C16F2" w:rsidP="003C16F2">
            <w:pPr>
              <w:pStyle w:val="TBLContenu"/>
              <w:rPr>
                <w:lang w:bidi="en-US"/>
              </w:rPr>
            </w:pPr>
            <w:proofErr w:type="spellStart"/>
            <w:r>
              <w:rPr>
                <w:lang w:bidi="en-US"/>
              </w:rPr>
              <w:t>Appointment</w:t>
            </w:r>
            <w:proofErr w:type="spellEnd"/>
          </w:p>
          <w:p w14:paraId="20FCCF80" w14:textId="77777777" w:rsidR="003C16F2" w:rsidRPr="00EB5561" w:rsidRDefault="003C16F2" w:rsidP="003C16F2">
            <w:pPr>
              <w:pStyle w:val="TBLContenu"/>
              <w:rPr>
                <w:lang w:bidi="en-US"/>
              </w:rPr>
            </w:pPr>
          </w:p>
        </w:tc>
        <w:tc>
          <w:tcPr>
            <w:tcW w:w="1601" w:type="pct"/>
            <w:noWrap/>
            <w:hideMark/>
          </w:tcPr>
          <w:p w14:paraId="7D3FB153" w14:textId="77777777" w:rsidR="003C16F2" w:rsidRDefault="003C16F2" w:rsidP="003C16F2">
            <w:pPr>
              <w:pStyle w:val="TBLContenu"/>
              <w:rPr>
                <w:lang w:bidi="en-US"/>
              </w:rPr>
            </w:pPr>
            <w:proofErr w:type="spellStart"/>
            <w:proofErr w:type="gramStart"/>
            <w:r>
              <w:rPr>
                <w:lang w:bidi="en-US"/>
              </w:rPr>
              <w:t>actor:Location.identifier</w:t>
            </w:r>
            <w:proofErr w:type="spellEnd"/>
            <w:proofErr w:type="gramEnd"/>
            <w:r>
              <w:rPr>
                <w:lang w:bidi="en-US"/>
              </w:rPr>
              <w:t xml:space="preserve"> : </w:t>
            </w:r>
            <w:proofErr w:type="spellStart"/>
            <w:r>
              <w:rPr>
                <w:lang w:bidi="en-US"/>
              </w:rPr>
              <w:t>token</w:t>
            </w:r>
            <w:proofErr w:type="spellEnd"/>
          </w:p>
          <w:p w14:paraId="56A4B762" w14:textId="77777777" w:rsidR="001F634F" w:rsidRDefault="001F634F" w:rsidP="003C16F2">
            <w:pPr>
              <w:pStyle w:val="TBLContenu"/>
              <w:rPr>
                <w:lang w:bidi="en-US"/>
              </w:rPr>
            </w:pPr>
            <w:proofErr w:type="gramStart"/>
            <w:r>
              <w:rPr>
                <w:lang w:bidi="en-US"/>
              </w:rPr>
              <w:t>ou</w:t>
            </w:r>
            <w:proofErr w:type="gramEnd"/>
          </w:p>
          <w:p w14:paraId="1DB11C65" w14:textId="5B14D6E3" w:rsidR="001F634F" w:rsidRPr="00EB5561" w:rsidRDefault="001F634F" w:rsidP="003C16F2">
            <w:pPr>
              <w:pStyle w:val="TBLContenu"/>
              <w:rPr>
                <w:lang w:bidi="en-US"/>
              </w:rPr>
            </w:pPr>
            <w:proofErr w:type="spellStart"/>
            <w:proofErr w:type="gramStart"/>
            <w:r>
              <w:rPr>
                <w:lang w:bidi="en-US"/>
              </w:rPr>
              <w:t>location.identifier</w:t>
            </w:r>
            <w:proofErr w:type="spellEnd"/>
            <w:proofErr w:type="gramEnd"/>
            <w:r>
              <w:rPr>
                <w:lang w:bidi="en-US"/>
              </w:rPr>
              <w:t xml:space="preserve"> : </w:t>
            </w:r>
            <w:proofErr w:type="spellStart"/>
            <w:r>
              <w:rPr>
                <w:lang w:bidi="en-US"/>
              </w:rPr>
              <w:t>token</w:t>
            </w:r>
            <w:proofErr w:type="spellEnd"/>
          </w:p>
        </w:tc>
      </w:tr>
      <w:tr w:rsidR="003C16F2" w:rsidRPr="00EB5561" w14:paraId="7CFFEB4C" w14:textId="77777777" w:rsidTr="003C16F2">
        <w:trPr>
          <w:gridAfter w:val="1"/>
          <w:wAfter w:w="5" w:type="pct"/>
          <w:trHeight w:val="288"/>
        </w:trPr>
        <w:tc>
          <w:tcPr>
            <w:tcW w:w="1084" w:type="pct"/>
            <w:noWrap/>
            <w:hideMark/>
          </w:tcPr>
          <w:p w14:paraId="101B8A57" w14:textId="6792411F" w:rsidR="003C16F2" w:rsidRPr="00EB5561" w:rsidRDefault="003C16F2" w:rsidP="003C16F2">
            <w:pPr>
              <w:pStyle w:val="TBLContenu"/>
              <w:rPr>
                <w:lang w:bidi="en-US"/>
              </w:rPr>
            </w:pPr>
            <w:proofErr w:type="spellStart"/>
            <w:r>
              <w:rPr>
                <w:lang w:bidi="en-US"/>
              </w:rPr>
              <w:t>EquipementOperationnel</w:t>
            </w:r>
            <w:proofErr w:type="spellEnd"/>
          </w:p>
        </w:tc>
        <w:tc>
          <w:tcPr>
            <w:tcW w:w="1559" w:type="pct"/>
          </w:tcPr>
          <w:p w14:paraId="38A4075F" w14:textId="28ADE6F2" w:rsidR="003C16F2" w:rsidRDefault="003C16F2" w:rsidP="003C16F2">
            <w:pPr>
              <w:pStyle w:val="TBLContenu"/>
              <w:rPr>
                <w:lang w:bidi="en-US"/>
              </w:rPr>
            </w:pPr>
            <w:proofErr w:type="spellStart"/>
            <w:proofErr w:type="gramStart"/>
            <w:r>
              <w:t>idRessourceMaterielle</w:t>
            </w:r>
            <w:proofErr w:type="spellEnd"/>
            <w:proofErr w:type="gramEnd"/>
          </w:p>
        </w:tc>
        <w:tc>
          <w:tcPr>
            <w:tcW w:w="751" w:type="pct"/>
            <w:gridSpan w:val="2"/>
            <w:noWrap/>
            <w:hideMark/>
          </w:tcPr>
          <w:p w14:paraId="39CA4E55" w14:textId="694935DB" w:rsidR="003C16F2" w:rsidRDefault="003C16F2" w:rsidP="003C16F2">
            <w:pPr>
              <w:pStyle w:val="TBLContenu"/>
              <w:rPr>
                <w:lang w:bidi="en-US"/>
              </w:rPr>
            </w:pPr>
            <w:proofErr w:type="spellStart"/>
            <w:r>
              <w:rPr>
                <w:lang w:bidi="en-US"/>
              </w:rPr>
              <w:t>Appointment</w:t>
            </w:r>
            <w:proofErr w:type="spellEnd"/>
          </w:p>
          <w:p w14:paraId="212BD831" w14:textId="77777777" w:rsidR="003C16F2" w:rsidRPr="00EB5561" w:rsidRDefault="003C16F2" w:rsidP="003C16F2">
            <w:pPr>
              <w:pStyle w:val="TBLContenu"/>
              <w:rPr>
                <w:lang w:bidi="en-US"/>
              </w:rPr>
            </w:pPr>
          </w:p>
        </w:tc>
        <w:tc>
          <w:tcPr>
            <w:tcW w:w="1601" w:type="pct"/>
            <w:noWrap/>
            <w:hideMark/>
          </w:tcPr>
          <w:p w14:paraId="2A1183F4" w14:textId="70B1D456" w:rsidR="003C16F2" w:rsidRDefault="003C16F2" w:rsidP="003C16F2">
            <w:pPr>
              <w:pStyle w:val="TBLContenu"/>
              <w:rPr>
                <w:lang w:bidi="en-US"/>
              </w:rPr>
            </w:pPr>
            <w:proofErr w:type="spellStart"/>
            <w:proofErr w:type="gramStart"/>
            <w:r>
              <w:rPr>
                <w:lang w:bidi="en-US"/>
              </w:rPr>
              <w:t>actor:Device.identifier</w:t>
            </w:r>
            <w:proofErr w:type="spellEnd"/>
            <w:proofErr w:type="gramEnd"/>
            <w:r>
              <w:rPr>
                <w:lang w:bidi="en-US"/>
              </w:rPr>
              <w:t xml:space="preserve"> : </w:t>
            </w:r>
            <w:proofErr w:type="spellStart"/>
            <w:r>
              <w:rPr>
                <w:lang w:bidi="en-US"/>
              </w:rPr>
              <w:t>token</w:t>
            </w:r>
            <w:proofErr w:type="spellEnd"/>
          </w:p>
        </w:tc>
      </w:tr>
      <w:tr w:rsidR="003C16F2" w:rsidRPr="002A22C2" w14:paraId="3E90314F" w14:textId="77777777" w:rsidTr="003C16F2">
        <w:trPr>
          <w:gridAfter w:val="1"/>
          <w:wAfter w:w="5" w:type="pct"/>
          <w:trHeight w:val="288"/>
        </w:trPr>
        <w:tc>
          <w:tcPr>
            <w:tcW w:w="1084" w:type="pct"/>
            <w:noWrap/>
          </w:tcPr>
          <w:p w14:paraId="00F2C3A4" w14:textId="6392AF5E" w:rsidR="003C16F2" w:rsidRDefault="003C16F2" w:rsidP="003C16F2">
            <w:pPr>
              <w:pStyle w:val="TBLContenu"/>
              <w:rPr>
                <w:lang w:bidi="en-US"/>
              </w:rPr>
            </w:pPr>
            <w:proofErr w:type="spellStart"/>
            <w:r>
              <w:rPr>
                <w:lang w:bidi="en-US"/>
              </w:rPr>
              <w:lastRenderedPageBreak/>
              <w:t>OrganismeInterne</w:t>
            </w:r>
            <w:proofErr w:type="spellEnd"/>
          </w:p>
        </w:tc>
        <w:tc>
          <w:tcPr>
            <w:tcW w:w="1559" w:type="pct"/>
          </w:tcPr>
          <w:p w14:paraId="452F5F99" w14:textId="100AAEE9" w:rsidR="003C16F2" w:rsidRDefault="003C16F2" w:rsidP="003C16F2">
            <w:pPr>
              <w:pStyle w:val="TBLContenu"/>
              <w:rPr>
                <w:lang w:bidi="en-US"/>
              </w:rPr>
            </w:pPr>
            <w:proofErr w:type="spellStart"/>
            <w:proofErr w:type="gramStart"/>
            <w:r>
              <w:t>identifiantOI</w:t>
            </w:r>
            <w:proofErr w:type="spellEnd"/>
            <w:proofErr w:type="gramEnd"/>
          </w:p>
        </w:tc>
        <w:tc>
          <w:tcPr>
            <w:tcW w:w="751" w:type="pct"/>
            <w:gridSpan w:val="2"/>
            <w:noWrap/>
          </w:tcPr>
          <w:p w14:paraId="747F5EB9" w14:textId="07BBA82C" w:rsidR="003C16F2" w:rsidRDefault="003C16F2" w:rsidP="003C16F2">
            <w:pPr>
              <w:pStyle w:val="TBLContenu"/>
              <w:rPr>
                <w:lang w:bidi="en-US"/>
              </w:rPr>
            </w:pPr>
            <w:proofErr w:type="spellStart"/>
            <w:r>
              <w:rPr>
                <w:lang w:bidi="en-US"/>
              </w:rPr>
              <w:t>Appointment</w:t>
            </w:r>
            <w:proofErr w:type="spellEnd"/>
          </w:p>
          <w:p w14:paraId="5561DB36" w14:textId="77777777" w:rsidR="003C16F2" w:rsidRPr="00EB5561" w:rsidRDefault="003C16F2" w:rsidP="003C16F2">
            <w:pPr>
              <w:pStyle w:val="TBLContenu"/>
              <w:rPr>
                <w:lang w:bidi="en-US"/>
              </w:rPr>
            </w:pPr>
          </w:p>
        </w:tc>
        <w:tc>
          <w:tcPr>
            <w:tcW w:w="1601" w:type="pct"/>
            <w:noWrap/>
          </w:tcPr>
          <w:p w14:paraId="26239823" w14:textId="2365F3F5" w:rsidR="003C16F2" w:rsidRPr="002A22C2" w:rsidRDefault="00D04AB7" w:rsidP="003C16F2">
            <w:pPr>
              <w:pStyle w:val="TBLContenu"/>
              <w:rPr>
                <w:lang w:val="en-US" w:bidi="en-US"/>
              </w:rPr>
            </w:pPr>
            <w:proofErr w:type="spellStart"/>
            <w:proofErr w:type="gramStart"/>
            <w:r>
              <w:rPr>
                <w:lang w:val="en-US" w:bidi="en-US"/>
              </w:rPr>
              <w:t>actor:Health</w:t>
            </w:r>
            <w:r w:rsidR="003C16F2" w:rsidRPr="002A22C2">
              <w:rPr>
                <w:lang w:val="en-US" w:bidi="en-US"/>
              </w:rPr>
              <w:t>careService.identifier</w:t>
            </w:r>
            <w:proofErr w:type="spellEnd"/>
            <w:proofErr w:type="gramEnd"/>
            <w:r w:rsidR="003C16F2" w:rsidRPr="002A22C2">
              <w:rPr>
                <w:lang w:val="en-US" w:bidi="en-US"/>
              </w:rPr>
              <w:t> : token</w:t>
            </w:r>
          </w:p>
        </w:tc>
      </w:tr>
      <w:tr w:rsidR="00F72466" w:rsidRPr="00EB5561" w14:paraId="240FD4A2" w14:textId="77777777" w:rsidTr="003C16F2">
        <w:trPr>
          <w:gridAfter w:val="1"/>
          <w:wAfter w:w="5" w:type="pct"/>
          <w:trHeight w:val="288"/>
        </w:trPr>
        <w:tc>
          <w:tcPr>
            <w:tcW w:w="1084" w:type="pct"/>
            <w:vMerge w:val="restart"/>
            <w:noWrap/>
            <w:hideMark/>
          </w:tcPr>
          <w:p w14:paraId="3CC07F30" w14:textId="0D5E9E1D" w:rsidR="00F72466" w:rsidRPr="00EB5561" w:rsidRDefault="00F72466" w:rsidP="003C16F2">
            <w:pPr>
              <w:pStyle w:val="TBLContenu"/>
              <w:rPr>
                <w:b/>
                <w:bCs/>
                <w:lang w:bidi="en-US"/>
              </w:rPr>
            </w:pPr>
            <w:proofErr w:type="spellStart"/>
            <w:r>
              <w:rPr>
                <w:lang w:bidi="en-US"/>
              </w:rPr>
              <w:t>RendezVous</w:t>
            </w:r>
            <w:proofErr w:type="spellEnd"/>
          </w:p>
        </w:tc>
        <w:tc>
          <w:tcPr>
            <w:tcW w:w="1559" w:type="pct"/>
          </w:tcPr>
          <w:p w14:paraId="743434CF" w14:textId="2CC0C6B0" w:rsidR="00F72466" w:rsidRDefault="00F72466" w:rsidP="003C16F2">
            <w:pPr>
              <w:pStyle w:val="TBLContenu"/>
              <w:rPr>
                <w:lang w:bidi="en-US"/>
              </w:rPr>
            </w:pPr>
            <w:proofErr w:type="spellStart"/>
            <w:proofErr w:type="gramStart"/>
            <w:r>
              <w:t>idRDV</w:t>
            </w:r>
            <w:proofErr w:type="spellEnd"/>
            <w:proofErr w:type="gramEnd"/>
          </w:p>
        </w:tc>
        <w:tc>
          <w:tcPr>
            <w:tcW w:w="751" w:type="pct"/>
            <w:gridSpan w:val="2"/>
            <w:noWrap/>
            <w:hideMark/>
          </w:tcPr>
          <w:p w14:paraId="7BA919D1" w14:textId="45735297" w:rsidR="00F72466" w:rsidRPr="00EB5561" w:rsidRDefault="00F72466" w:rsidP="003C16F2">
            <w:pPr>
              <w:pStyle w:val="TBLContenu"/>
              <w:rPr>
                <w:lang w:bidi="en-US"/>
              </w:rPr>
            </w:pPr>
            <w:proofErr w:type="spellStart"/>
            <w:r>
              <w:rPr>
                <w:lang w:bidi="en-US"/>
              </w:rPr>
              <w:t>Appointment</w:t>
            </w:r>
            <w:proofErr w:type="spellEnd"/>
          </w:p>
        </w:tc>
        <w:tc>
          <w:tcPr>
            <w:tcW w:w="1601" w:type="pct"/>
            <w:noWrap/>
            <w:hideMark/>
          </w:tcPr>
          <w:p w14:paraId="215063C2" w14:textId="77777777" w:rsidR="00F72466" w:rsidRPr="00EB5561" w:rsidRDefault="00F72466" w:rsidP="003C16F2">
            <w:pPr>
              <w:pStyle w:val="TBLContenu"/>
              <w:rPr>
                <w:lang w:bidi="en-US"/>
              </w:rPr>
            </w:pPr>
            <w:proofErr w:type="gramStart"/>
            <w:r>
              <w:rPr>
                <w:lang w:bidi="en-US"/>
              </w:rPr>
              <w:t>identifier</w:t>
            </w:r>
            <w:proofErr w:type="gramEnd"/>
            <w:r>
              <w:rPr>
                <w:lang w:bidi="en-US"/>
              </w:rPr>
              <w:t xml:space="preserve"> : </w:t>
            </w:r>
            <w:proofErr w:type="spellStart"/>
            <w:r>
              <w:rPr>
                <w:lang w:bidi="en-US"/>
              </w:rPr>
              <w:t>token</w:t>
            </w:r>
            <w:proofErr w:type="spellEnd"/>
          </w:p>
        </w:tc>
      </w:tr>
      <w:tr w:rsidR="00F72466" w:rsidRPr="00EB5561" w14:paraId="0343ECE3" w14:textId="77777777" w:rsidTr="003C16F2">
        <w:trPr>
          <w:gridAfter w:val="1"/>
          <w:wAfter w:w="5" w:type="pct"/>
          <w:trHeight w:val="288"/>
        </w:trPr>
        <w:tc>
          <w:tcPr>
            <w:tcW w:w="1084" w:type="pct"/>
            <w:vMerge/>
            <w:noWrap/>
            <w:hideMark/>
          </w:tcPr>
          <w:p w14:paraId="0E5D0573" w14:textId="77777777" w:rsidR="00F72466" w:rsidRPr="00EB5561" w:rsidRDefault="00F72466" w:rsidP="003C16F2">
            <w:pPr>
              <w:pStyle w:val="TBLContenu"/>
              <w:rPr>
                <w:lang w:bidi="en-US"/>
              </w:rPr>
            </w:pPr>
          </w:p>
        </w:tc>
        <w:tc>
          <w:tcPr>
            <w:tcW w:w="1559" w:type="pct"/>
          </w:tcPr>
          <w:p w14:paraId="121435F7" w14:textId="7F74DA22" w:rsidR="00F72466" w:rsidRDefault="00F72466" w:rsidP="003C16F2">
            <w:pPr>
              <w:pStyle w:val="TBLContenu"/>
              <w:rPr>
                <w:lang w:bidi="en-US"/>
              </w:rPr>
            </w:pPr>
            <w:proofErr w:type="spellStart"/>
            <w:proofErr w:type="gramStart"/>
            <w:r>
              <w:t>dateDebut</w:t>
            </w:r>
            <w:proofErr w:type="spellEnd"/>
            <w:proofErr w:type="gramEnd"/>
          </w:p>
        </w:tc>
        <w:tc>
          <w:tcPr>
            <w:tcW w:w="751" w:type="pct"/>
            <w:gridSpan w:val="2"/>
            <w:noWrap/>
            <w:hideMark/>
          </w:tcPr>
          <w:p w14:paraId="15698C71" w14:textId="11DACDC2" w:rsidR="00F72466" w:rsidRDefault="00F72466" w:rsidP="003C16F2">
            <w:pPr>
              <w:pStyle w:val="TBLContenu"/>
              <w:rPr>
                <w:lang w:bidi="en-US"/>
              </w:rPr>
            </w:pPr>
            <w:proofErr w:type="spellStart"/>
            <w:r>
              <w:rPr>
                <w:lang w:bidi="en-US"/>
              </w:rPr>
              <w:t>Appointment</w:t>
            </w:r>
            <w:proofErr w:type="spellEnd"/>
          </w:p>
          <w:p w14:paraId="0D3D9682" w14:textId="77777777" w:rsidR="00F72466" w:rsidRPr="00EB5561" w:rsidRDefault="00F72466" w:rsidP="003C16F2">
            <w:pPr>
              <w:pStyle w:val="TBLContenu"/>
              <w:rPr>
                <w:lang w:bidi="en-US"/>
              </w:rPr>
            </w:pPr>
          </w:p>
        </w:tc>
        <w:tc>
          <w:tcPr>
            <w:tcW w:w="1601" w:type="pct"/>
            <w:noWrap/>
            <w:hideMark/>
          </w:tcPr>
          <w:p w14:paraId="14DB3C3D" w14:textId="3DD15FD9" w:rsidR="00E56809" w:rsidRPr="001F634F" w:rsidRDefault="00E56809" w:rsidP="00E56809">
            <w:pPr>
              <w:pStyle w:val="TBLContenu"/>
              <w:rPr>
                <w:lang w:bidi="en-US"/>
              </w:rPr>
            </w:pPr>
            <w:r w:rsidRPr="001F634F">
              <w:rPr>
                <w:lang w:bidi="en-US"/>
              </w:rPr>
              <w:t xml:space="preserve">Ce critère représente le début de l’intervalle de recherche. </w:t>
            </w:r>
            <w:r w:rsidR="00E17E7C" w:rsidRPr="001F634F">
              <w:rPr>
                <w:lang w:bidi="en-US"/>
              </w:rPr>
              <w:t>Le</w:t>
            </w:r>
            <w:r w:rsidR="00BF56E6" w:rsidRPr="001F634F">
              <w:rPr>
                <w:lang w:bidi="en-US"/>
              </w:rPr>
              <w:t xml:space="preserve"> critère de recherche</w:t>
            </w:r>
            <w:r w:rsidR="00E17E7C" w:rsidRPr="001F634F">
              <w:rPr>
                <w:lang w:bidi="en-US"/>
              </w:rPr>
              <w:t xml:space="preserve"> </w:t>
            </w:r>
            <w:proofErr w:type="spellStart"/>
            <w:r w:rsidR="00E17E7C" w:rsidRPr="001F634F">
              <w:rPr>
                <w:lang w:bidi="en-US"/>
              </w:rPr>
              <w:t>GAP_Appointment-earliestStart</w:t>
            </w:r>
            <w:proofErr w:type="spellEnd"/>
            <w:r w:rsidR="00E17E7C" w:rsidRPr="001F634F">
              <w:rPr>
                <w:lang w:bidi="en-US"/>
              </w:rPr>
              <w:t xml:space="preserve"> </w:t>
            </w:r>
            <w:r w:rsidR="00BF56E6" w:rsidRPr="001F634F">
              <w:rPr>
                <w:lang w:bidi="en-US"/>
              </w:rPr>
              <w:t>basé sur start et accompagné d’un comparateur est créé :</w:t>
            </w:r>
          </w:p>
          <w:p w14:paraId="0EC3A955" w14:textId="3F2CAA58" w:rsidR="00F72466" w:rsidRPr="001F634F" w:rsidRDefault="001F634F" w:rsidP="00E56809">
            <w:pPr>
              <w:pStyle w:val="TBLContenu"/>
              <w:rPr>
                <w:lang w:bidi="en-US"/>
              </w:rPr>
            </w:pPr>
            <w:proofErr w:type="gramStart"/>
            <w:r w:rsidRPr="001F634F">
              <w:rPr>
                <w:lang w:bidi="en-US"/>
              </w:rPr>
              <w:t>date</w:t>
            </w:r>
            <w:proofErr w:type="gramEnd"/>
            <w:r w:rsidR="00E56809" w:rsidRPr="001F634F">
              <w:rPr>
                <w:lang w:bidi="en-US"/>
              </w:rPr>
              <w:t> : date</w:t>
            </w:r>
          </w:p>
        </w:tc>
      </w:tr>
      <w:tr w:rsidR="00F72466" w:rsidRPr="00EB5561" w14:paraId="630BACE1" w14:textId="77777777" w:rsidTr="003C16F2">
        <w:trPr>
          <w:gridAfter w:val="1"/>
          <w:wAfter w:w="5" w:type="pct"/>
          <w:trHeight w:val="288"/>
        </w:trPr>
        <w:tc>
          <w:tcPr>
            <w:tcW w:w="1084" w:type="pct"/>
            <w:vMerge/>
            <w:noWrap/>
            <w:hideMark/>
          </w:tcPr>
          <w:p w14:paraId="5FE36D1F" w14:textId="77777777" w:rsidR="00F72466" w:rsidRPr="00EB5561" w:rsidRDefault="00F72466" w:rsidP="003C16F2">
            <w:pPr>
              <w:pStyle w:val="TBLContenu"/>
              <w:rPr>
                <w:lang w:bidi="en-US"/>
              </w:rPr>
            </w:pPr>
          </w:p>
        </w:tc>
        <w:tc>
          <w:tcPr>
            <w:tcW w:w="1559" w:type="pct"/>
          </w:tcPr>
          <w:p w14:paraId="053E7B94" w14:textId="40E13F77" w:rsidR="00F72466" w:rsidRDefault="00F72466" w:rsidP="003C16F2">
            <w:pPr>
              <w:pStyle w:val="TBLContenu"/>
              <w:rPr>
                <w:lang w:bidi="en-US"/>
              </w:rPr>
            </w:pPr>
            <w:proofErr w:type="spellStart"/>
            <w:proofErr w:type="gramStart"/>
            <w:r>
              <w:t>dateFin</w:t>
            </w:r>
            <w:proofErr w:type="spellEnd"/>
            <w:proofErr w:type="gramEnd"/>
          </w:p>
        </w:tc>
        <w:tc>
          <w:tcPr>
            <w:tcW w:w="751" w:type="pct"/>
            <w:gridSpan w:val="2"/>
            <w:noWrap/>
            <w:hideMark/>
          </w:tcPr>
          <w:p w14:paraId="0ECAF50D" w14:textId="2C66F7D5" w:rsidR="00F72466" w:rsidRDefault="00F72466" w:rsidP="003C16F2">
            <w:pPr>
              <w:pStyle w:val="TBLContenu"/>
              <w:rPr>
                <w:lang w:bidi="en-US"/>
              </w:rPr>
            </w:pPr>
            <w:proofErr w:type="spellStart"/>
            <w:r>
              <w:rPr>
                <w:lang w:bidi="en-US"/>
              </w:rPr>
              <w:t>Appointment</w:t>
            </w:r>
            <w:proofErr w:type="spellEnd"/>
          </w:p>
          <w:p w14:paraId="1B27BD28" w14:textId="77777777" w:rsidR="00F72466" w:rsidRPr="00EB5561" w:rsidRDefault="00F72466" w:rsidP="003C16F2">
            <w:pPr>
              <w:pStyle w:val="TBLContenu"/>
              <w:rPr>
                <w:lang w:bidi="en-US"/>
              </w:rPr>
            </w:pPr>
          </w:p>
        </w:tc>
        <w:tc>
          <w:tcPr>
            <w:tcW w:w="1601" w:type="pct"/>
            <w:noWrap/>
            <w:hideMark/>
          </w:tcPr>
          <w:p w14:paraId="7CDDB382" w14:textId="43898096" w:rsidR="00E56809" w:rsidRPr="001F634F" w:rsidRDefault="00E56809" w:rsidP="00E56809">
            <w:pPr>
              <w:pStyle w:val="TBLContenu"/>
              <w:rPr>
                <w:lang w:bidi="en-US"/>
              </w:rPr>
            </w:pPr>
            <w:r w:rsidRPr="001F634F">
              <w:rPr>
                <w:lang w:bidi="en-US"/>
              </w:rPr>
              <w:t xml:space="preserve">Ce critère représente la fin de l’intervalle de recherche. </w:t>
            </w:r>
            <w:r w:rsidR="00E17E7C" w:rsidRPr="001F634F">
              <w:rPr>
                <w:lang w:bidi="en-US"/>
              </w:rPr>
              <w:t>Le</w:t>
            </w:r>
            <w:r w:rsidR="00BF56E6" w:rsidRPr="001F634F">
              <w:rPr>
                <w:lang w:bidi="en-US"/>
              </w:rPr>
              <w:t xml:space="preserve"> critère de recherche</w:t>
            </w:r>
            <w:r w:rsidR="00E17E7C" w:rsidRPr="001F634F">
              <w:rPr>
                <w:lang w:bidi="en-US"/>
              </w:rPr>
              <w:t xml:space="preserve"> </w:t>
            </w:r>
            <w:proofErr w:type="spellStart"/>
            <w:r w:rsidR="00E17E7C" w:rsidRPr="001F634F">
              <w:rPr>
                <w:color w:val="auto"/>
                <w:szCs w:val="18"/>
              </w:rPr>
              <w:t>GAP_Appointment-latestStart</w:t>
            </w:r>
            <w:proofErr w:type="spellEnd"/>
            <w:r w:rsidR="00E17E7C" w:rsidRPr="001F634F">
              <w:rPr>
                <w:i/>
                <w:iCs/>
                <w:color w:val="FF0000"/>
                <w:szCs w:val="18"/>
              </w:rPr>
              <w:t xml:space="preserve"> </w:t>
            </w:r>
            <w:r w:rsidR="00BF56E6" w:rsidRPr="001F634F">
              <w:rPr>
                <w:lang w:bidi="en-US"/>
              </w:rPr>
              <w:t xml:space="preserve">basé sur </w:t>
            </w:r>
            <w:r w:rsidR="00BF56E6" w:rsidRPr="001F634F">
              <w:rPr>
                <w:i/>
                <w:iCs/>
                <w:lang w:bidi="en-US"/>
              </w:rPr>
              <w:t>start</w:t>
            </w:r>
            <w:r w:rsidR="00BF56E6" w:rsidRPr="001F634F">
              <w:rPr>
                <w:lang w:bidi="en-US"/>
              </w:rPr>
              <w:t xml:space="preserve"> et accompagné d’un comparateur est créé :</w:t>
            </w:r>
          </w:p>
          <w:p w14:paraId="5E905B4E" w14:textId="0095B615" w:rsidR="00F72466" w:rsidRPr="001F634F" w:rsidRDefault="001F634F" w:rsidP="00E56809">
            <w:pPr>
              <w:pStyle w:val="TBLContenu"/>
              <w:rPr>
                <w:lang w:bidi="en-US"/>
              </w:rPr>
            </w:pPr>
            <w:proofErr w:type="gramStart"/>
            <w:r w:rsidRPr="001F634F">
              <w:rPr>
                <w:lang w:bidi="en-US"/>
              </w:rPr>
              <w:t>date</w:t>
            </w:r>
            <w:proofErr w:type="gramEnd"/>
            <w:r w:rsidR="00E56809" w:rsidRPr="001F634F">
              <w:rPr>
                <w:lang w:bidi="en-US"/>
              </w:rPr>
              <w:t> : date</w:t>
            </w:r>
          </w:p>
        </w:tc>
      </w:tr>
      <w:tr w:rsidR="00F72466" w:rsidRPr="00EB5561" w14:paraId="271BF657" w14:textId="77777777" w:rsidTr="003C16F2">
        <w:trPr>
          <w:gridAfter w:val="1"/>
          <w:wAfter w:w="5" w:type="pct"/>
          <w:trHeight w:val="288"/>
        </w:trPr>
        <w:tc>
          <w:tcPr>
            <w:tcW w:w="1084" w:type="pct"/>
            <w:vMerge/>
            <w:noWrap/>
            <w:hideMark/>
          </w:tcPr>
          <w:p w14:paraId="51F42302" w14:textId="77777777" w:rsidR="00F72466" w:rsidRPr="00EB5561" w:rsidRDefault="00F72466" w:rsidP="003C16F2">
            <w:pPr>
              <w:pStyle w:val="TBLContenu"/>
              <w:rPr>
                <w:lang w:bidi="en-US"/>
              </w:rPr>
            </w:pPr>
          </w:p>
        </w:tc>
        <w:tc>
          <w:tcPr>
            <w:tcW w:w="1559" w:type="pct"/>
          </w:tcPr>
          <w:p w14:paraId="254AEBA0" w14:textId="4B8313E2" w:rsidR="00F72466" w:rsidRDefault="00F72466" w:rsidP="003C16F2">
            <w:pPr>
              <w:pStyle w:val="TBLContenu"/>
              <w:rPr>
                <w:lang w:bidi="en-US"/>
              </w:rPr>
            </w:pPr>
            <w:proofErr w:type="spellStart"/>
            <w:proofErr w:type="gramStart"/>
            <w:r>
              <w:t>datePriseRDV</w:t>
            </w:r>
            <w:proofErr w:type="spellEnd"/>
            <w:proofErr w:type="gramEnd"/>
          </w:p>
        </w:tc>
        <w:tc>
          <w:tcPr>
            <w:tcW w:w="751" w:type="pct"/>
            <w:gridSpan w:val="2"/>
            <w:noWrap/>
            <w:hideMark/>
          </w:tcPr>
          <w:p w14:paraId="148FC6CF" w14:textId="49177E09" w:rsidR="00F72466" w:rsidRDefault="00F72466" w:rsidP="003C16F2">
            <w:pPr>
              <w:pStyle w:val="TBLContenu"/>
              <w:rPr>
                <w:lang w:bidi="en-US"/>
              </w:rPr>
            </w:pPr>
            <w:proofErr w:type="spellStart"/>
            <w:r>
              <w:rPr>
                <w:lang w:bidi="en-US"/>
              </w:rPr>
              <w:t>Appointment</w:t>
            </w:r>
            <w:proofErr w:type="spellEnd"/>
          </w:p>
          <w:p w14:paraId="6ACAB97B" w14:textId="77777777" w:rsidR="00F72466" w:rsidRPr="00EB5561" w:rsidRDefault="00F72466" w:rsidP="003C16F2">
            <w:pPr>
              <w:pStyle w:val="TBLContenu"/>
              <w:rPr>
                <w:lang w:bidi="en-US"/>
              </w:rPr>
            </w:pPr>
          </w:p>
        </w:tc>
        <w:tc>
          <w:tcPr>
            <w:tcW w:w="1601" w:type="pct"/>
            <w:noWrap/>
            <w:hideMark/>
          </w:tcPr>
          <w:p w14:paraId="7E3A8C0E" w14:textId="4F1019A8" w:rsidR="00F72466" w:rsidRPr="004A5E9E" w:rsidRDefault="00F72466" w:rsidP="003C16F2">
            <w:pPr>
              <w:pStyle w:val="TBLContenu"/>
              <w:rPr>
                <w:i/>
                <w:iCs/>
                <w:lang w:bidi="en-US"/>
              </w:rPr>
            </w:pPr>
            <w:proofErr w:type="spellStart"/>
            <w:proofErr w:type="gramStart"/>
            <w:r w:rsidRPr="00737BBA">
              <w:rPr>
                <w:i/>
                <w:iCs/>
                <w:color w:val="FF0000"/>
                <w:lang w:bidi="en-US"/>
              </w:rPr>
              <w:t>created</w:t>
            </w:r>
            <w:proofErr w:type="spellEnd"/>
            <w:proofErr w:type="gramEnd"/>
            <w:r w:rsidRPr="00737BBA">
              <w:rPr>
                <w:i/>
                <w:iCs/>
                <w:color w:val="FF0000"/>
                <w:lang w:bidi="en-US"/>
              </w:rPr>
              <w:t xml:space="preserve"> : </w:t>
            </w:r>
            <w:proofErr w:type="spellStart"/>
            <w:r w:rsidRPr="00737BBA">
              <w:rPr>
                <w:i/>
                <w:iCs/>
                <w:color w:val="FF0000"/>
                <w:lang w:bidi="en-US"/>
              </w:rPr>
              <w:t>token</w:t>
            </w:r>
            <w:proofErr w:type="spellEnd"/>
          </w:p>
        </w:tc>
      </w:tr>
      <w:tr w:rsidR="00F72466" w:rsidRPr="00EB5561" w14:paraId="1FD4E19E" w14:textId="77777777" w:rsidTr="003C16F2">
        <w:trPr>
          <w:gridAfter w:val="1"/>
          <w:wAfter w:w="5" w:type="pct"/>
          <w:trHeight w:val="288"/>
        </w:trPr>
        <w:tc>
          <w:tcPr>
            <w:tcW w:w="1084" w:type="pct"/>
            <w:vMerge/>
            <w:noWrap/>
            <w:hideMark/>
          </w:tcPr>
          <w:p w14:paraId="76C627D1" w14:textId="77777777" w:rsidR="00F72466" w:rsidRPr="00EB5561" w:rsidRDefault="00F72466" w:rsidP="003C16F2">
            <w:pPr>
              <w:pStyle w:val="TBLContenu"/>
              <w:rPr>
                <w:lang w:bidi="en-US"/>
              </w:rPr>
            </w:pPr>
          </w:p>
        </w:tc>
        <w:tc>
          <w:tcPr>
            <w:tcW w:w="1559" w:type="pct"/>
          </w:tcPr>
          <w:p w14:paraId="55FD5B8A" w14:textId="6981CD15" w:rsidR="00F72466" w:rsidRDefault="00F72466" w:rsidP="003C16F2">
            <w:pPr>
              <w:pStyle w:val="TBLContenu"/>
              <w:rPr>
                <w:lang w:bidi="en-US"/>
              </w:rPr>
            </w:pPr>
            <w:proofErr w:type="gramStart"/>
            <w:r>
              <w:rPr>
                <w:lang w:bidi="en-US"/>
              </w:rPr>
              <w:t>type</w:t>
            </w:r>
            <w:proofErr w:type="gramEnd"/>
            <w:r>
              <w:rPr>
                <w:lang w:bidi="en-US"/>
              </w:rPr>
              <w:t xml:space="preserve"> </w:t>
            </w:r>
          </w:p>
        </w:tc>
        <w:tc>
          <w:tcPr>
            <w:tcW w:w="751" w:type="pct"/>
            <w:gridSpan w:val="2"/>
            <w:noWrap/>
            <w:hideMark/>
          </w:tcPr>
          <w:p w14:paraId="31CBA2C7" w14:textId="463E101F" w:rsidR="00F72466" w:rsidRDefault="00F72466" w:rsidP="003C16F2">
            <w:pPr>
              <w:pStyle w:val="TBLContenu"/>
              <w:rPr>
                <w:lang w:bidi="en-US"/>
              </w:rPr>
            </w:pPr>
            <w:proofErr w:type="spellStart"/>
            <w:r>
              <w:rPr>
                <w:lang w:bidi="en-US"/>
              </w:rPr>
              <w:t>Appointment</w:t>
            </w:r>
            <w:proofErr w:type="spellEnd"/>
          </w:p>
          <w:p w14:paraId="6C306D7A" w14:textId="77777777" w:rsidR="00F72466" w:rsidRPr="00EB5561" w:rsidRDefault="00F72466" w:rsidP="003C16F2">
            <w:pPr>
              <w:pStyle w:val="TBLContenu"/>
              <w:rPr>
                <w:lang w:bidi="en-US"/>
              </w:rPr>
            </w:pPr>
          </w:p>
        </w:tc>
        <w:tc>
          <w:tcPr>
            <w:tcW w:w="1601" w:type="pct"/>
            <w:noWrap/>
            <w:hideMark/>
          </w:tcPr>
          <w:p w14:paraId="18E4E293" w14:textId="78E6E8E1" w:rsidR="00F72466" w:rsidRPr="00737BBA" w:rsidRDefault="00DD4F70" w:rsidP="003C16F2">
            <w:pPr>
              <w:pStyle w:val="Default"/>
              <w:jc w:val="both"/>
              <w:rPr>
                <w:rFonts w:ascii="Arial" w:hAnsi="Arial" w:cs="Arial"/>
                <w:sz w:val="18"/>
                <w:szCs w:val="18"/>
                <w:lang w:bidi="en-US"/>
              </w:rPr>
            </w:pPr>
            <w:proofErr w:type="gramStart"/>
            <w:r w:rsidRPr="00737BBA">
              <w:rPr>
                <w:rFonts w:ascii="Arial" w:hAnsi="Arial" w:cs="Arial"/>
                <w:sz w:val="18"/>
                <w:szCs w:val="18"/>
              </w:rPr>
              <w:t>s</w:t>
            </w:r>
            <w:r w:rsidR="00F72466" w:rsidRPr="00737BBA">
              <w:rPr>
                <w:rFonts w:ascii="Arial" w:hAnsi="Arial" w:cs="Arial"/>
                <w:sz w:val="18"/>
                <w:szCs w:val="18"/>
              </w:rPr>
              <w:t>ervice</w:t>
            </w:r>
            <w:proofErr w:type="gramEnd"/>
            <w:r w:rsidRPr="00737BBA">
              <w:rPr>
                <w:rFonts w:ascii="Arial" w:hAnsi="Arial" w:cs="Arial"/>
                <w:sz w:val="18"/>
                <w:szCs w:val="18"/>
              </w:rPr>
              <w:t>-t</w:t>
            </w:r>
            <w:r w:rsidR="00F72466" w:rsidRPr="00737BBA">
              <w:rPr>
                <w:rFonts w:ascii="Arial" w:hAnsi="Arial" w:cs="Arial"/>
                <w:sz w:val="18"/>
                <w:szCs w:val="18"/>
              </w:rPr>
              <w:t>ype</w:t>
            </w:r>
            <w:r w:rsidR="00F72466" w:rsidRPr="00737BBA">
              <w:rPr>
                <w:rFonts w:ascii="Arial" w:hAnsi="Arial" w:cs="Arial"/>
                <w:sz w:val="18"/>
                <w:szCs w:val="18"/>
                <w:lang w:bidi="en-US"/>
              </w:rPr>
              <w:t xml:space="preserve"> : </w:t>
            </w:r>
            <w:proofErr w:type="spellStart"/>
            <w:r w:rsidR="00F72466" w:rsidRPr="00737BBA">
              <w:rPr>
                <w:rFonts w:ascii="Arial" w:hAnsi="Arial" w:cs="Arial"/>
                <w:sz w:val="18"/>
                <w:szCs w:val="18"/>
                <w:lang w:bidi="en-US"/>
              </w:rPr>
              <w:t>token</w:t>
            </w:r>
            <w:proofErr w:type="spellEnd"/>
          </w:p>
        </w:tc>
      </w:tr>
      <w:tr w:rsidR="00F72466" w:rsidRPr="00EB5561" w14:paraId="55421C58" w14:textId="77777777" w:rsidTr="003C16F2">
        <w:trPr>
          <w:gridAfter w:val="1"/>
          <w:wAfter w:w="5" w:type="pct"/>
          <w:trHeight w:val="288"/>
        </w:trPr>
        <w:tc>
          <w:tcPr>
            <w:tcW w:w="1084" w:type="pct"/>
            <w:vMerge/>
            <w:noWrap/>
            <w:hideMark/>
          </w:tcPr>
          <w:p w14:paraId="44E0376D" w14:textId="77777777" w:rsidR="00F72466" w:rsidRPr="00EB5561" w:rsidRDefault="00F72466" w:rsidP="003C16F2">
            <w:pPr>
              <w:pStyle w:val="TBLContenu"/>
              <w:rPr>
                <w:lang w:bidi="en-US"/>
              </w:rPr>
            </w:pPr>
          </w:p>
        </w:tc>
        <w:tc>
          <w:tcPr>
            <w:tcW w:w="1559" w:type="pct"/>
          </w:tcPr>
          <w:p w14:paraId="652C8423" w14:textId="1DBC7444" w:rsidR="00F72466" w:rsidRDefault="00F72466" w:rsidP="003C16F2">
            <w:pPr>
              <w:pStyle w:val="TBLContenu"/>
              <w:rPr>
                <w:lang w:bidi="en-US"/>
              </w:rPr>
            </w:pPr>
            <w:proofErr w:type="gramStart"/>
            <w:r>
              <w:rPr>
                <w:lang w:bidi="en-US"/>
              </w:rPr>
              <w:t>statut</w:t>
            </w:r>
            <w:proofErr w:type="gramEnd"/>
            <w:r>
              <w:rPr>
                <w:lang w:bidi="en-US"/>
              </w:rPr>
              <w:t xml:space="preserve"> </w:t>
            </w:r>
          </w:p>
        </w:tc>
        <w:tc>
          <w:tcPr>
            <w:tcW w:w="751" w:type="pct"/>
            <w:gridSpan w:val="2"/>
            <w:noWrap/>
            <w:hideMark/>
          </w:tcPr>
          <w:p w14:paraId="4A2BA61E" w14:textId="394BB393" w:rsidR="00F72466" w:rsidRPr="00EB5561" w:rsidRDefault="00F72466" w:rsidP="003C16F2">
            <w:pPr>
              <w:pStyle w:val="TBLContenu"/>
              <w:rPr>
                <w:lang w:bidi="en-US"/>
              </w:rPr>
            </w:pPr>
            <w:proofErr w:type="spellStart"/>
            <w:r>
              <w:rPr>
                <w:lang w:bidi="en-US"/>
              </w:rPr>
              <w:t>Appointment</w:t>
            </w:r>
            <w:proofErr w:type="spellEnd"/>
          </w:p>
        </w:tc>
        <w:tc>
          <w:tcPr>
            <w:tcW w:w="1601" w:type="pct"/>
            <w:noWrap/>
            <w:hideMark/>
          </w:tcPr>
          <w:p w14:paraId="0790B37B" w14:textId="2834D6A3" w:rsidR="00F72466" w:rsidRPr="00234AD5" w:rsidRDefault="00F72466" w:rsidP="003C16F2">
            <w:pPr>
              <w:pStyle w:val="TBLContenu"/>
              <w:rPr>
                <w:lang w:bidi="en-US"/>
              </w:rPr>
            </w:pPr>
            <w:proofErr w:type="gramStart"/>
            <w:r>
              <w:rPr>
                <w:lang w:bidi="en-US"/>
              </w:rPr>
              <w:t>status</w:t>
            </w:r>
            <w:proofErr w:type="gramEnd"/>
            <w:r>
              <w:rPr>
                <w:lang w:bidi="en-US"/>
              </w:rPr>
              <w:t xml:space="preserve"> : </w:t>
            </w:r>
            <w:proofErr w:type="spellStart"/>
            <w:r>
              <w:rPr>
                <w:lang w:bidi="en-US"/>
              </w:rPr>
              <w:t>token</w:t>
            </w:r>
            <w:proofErr w:type="spellEnd"/>
          </w:p>
        </w:tc>
      </w:tr>
      <w:tr w:rsidR="00F72466" w:rsidRPr="00EB5561" w14:paraId="4105FF80" w14:textId="77777777" w:rsidTr="003C16F2">
        <w:trPr>
          <w:gridAfter w:val="1"/>
          <w:wAfter w:w="5" w:type="pct"/>
          <w:trHeight w:val="288"/>
        </w:trPr>
        <w:tc>
          <w:tcPr>
            <w:tcW w:w="1084" w:type="pct"/>
            <w:vMerge/>
            <w:noWrap/>
          </w:tcPr>
          <w:p w14:paraId="34F99969" w14:textId="77777777" w:rsidR="00F72466" w:rsidRPr="00EB5561" w:rsidRDefault="00F72466" w:rsidP="003C16F2">
            <w:pPr>
              <w:pStyle w:val="TBLContenu"/>
              <w:rPr>
                <w:lang w:bidi="en-US"/>
              </w:rPr>
            </w:pPr>
          </w:p>
        </w:tc>
        <w:tc>
          <w:tcPr>
            <w:tcW w:w="1559" w:type="pct"/>
          </w:tcPr>
          <w:p w14:paraId="667F2FC7" w14:textId="020AA126" w:rsidR="00F72466" w:rsidRPr="00890089" w:rsidRDefault="00F72466" w:rsidP="003C16F2">
            <w:pPr>
              <w:pStyle w:val="TBLContenu"/>
              <w:rPr>
                <w:lang w:bidi="en-US"/>
              </w:rPr>
            </w:pPr>
            <w:proofErr w:type="spellStart"/>
            <w:proofErr w:type="gramStart"/>
            <w:r w:rsidRPr="00890089">
              <w:rPr>
                <w:lang w:bidi="en-US"/>
              </w:rPr>
              <w:t>titreRDV</w:t>
            </w:r>
            <w:proofErr w:type="spellEnd"/>
            <w:proofErr w:type="gramEnd"/>
          </w:p>
        </w:tc>
        <w:tc>
          <w:tcPr>
            <w:tcW w:w="751" w:type="pct"/>
            <w:gridSpan w:val="2"/>
            <w:noWrap/>
          </w:tcPr>
          <w:p w14:paraId="3858CEF1" w14:textId="52BA26C7" w:rsidR="00F72466" w:rsidRDefault="00890089" w:rsidP="003C16F2">
            <w:pPr>
              <w:pStyle w:val="TBLContenu"/>
              <w:rPr>
                <w:lang w:bidi="en-US"/>
              </w:rPr>
            </w:pPr>
            <w:proofErr w:type="spellStart"/>
            <w:r>
              <w:rPr>
                <w:lang w:bidi="en-US"/>
              </w:rPr>
              <w:t>Appointment</w:t>
            </w:r>
            <w:proofErr w:type="spellEnd"/>
          </w:p>
        </w:tc>
        <w:tc>
          <w:tcPr>
            <w:tcW w:w="1601" w:type="pct"/>
            <w:noWrap/>
          </w:tcPr>
          <w:p w14:paraId="4207D1BC" w14:textId="1B2170A6" w:rsidR="00F72466" w:rsidRPr="00F539C2" w:rsidRDefault="00F539C2" w:rsidP="003C16F2">
            <w:pPr>
              <w:pStyle w:val="TBLContenu"/>
              <w:rPr>
                <w:i/>
                <w:iCs/>
                <w:lang w:bidi="en-US"/>
              </w:rPr>
            </w:pPr>
            <w:proofErr w:type="gramStart"/>
            <w:r w:rsidRPr="00F539C2">
              <w:rPr>
                <w:i/>
                <w:iCs/>
                <w:color w:val="FF0000"/>
                <w:lang w:bidi="en-US"/>
              </w:rPr>
              <w:t>description</w:t>
            </w:r>
            <w:proofErr w:type="gramEnd"/>
            <w:r w:rsidR="001117FF" w:rsidRPr="00F539C2">
              <w:rPr>
                <w:i/>
                <w:iCs/>
                <w:color w:val="FF0000"/>
                <w:lang w:bidi="en-US"/>
              </w:rPr>
              <w:t> </w:t>
            </w:r>
            <w:r w:rsidR="00890089" w:rsidRPr="00F539C2">
              <w:rPr>
                <w:i/>
                <w:iCs/>
                <w:color w:val="FF0000"/>
                <w:lang w:bidi="en-US"/>
              </w:rPr>
              <w:t xml:space="preserve">: </w:t>
            </w:r>
            <w:r w:rsidR="001117FF" w:rsidRPr="00F539C2">
              <w:rPr>
                <w:i/>
                <w:iCs/>
                <w:color w:val="FF0000"/>
                <w:lang w:bidi="en-US"/>
              </w:rPr>
              <w:t>string</w:t>
            </w:r>
          </w:p>
        </w:tc>
      </w:tr>
      <w:tr w:rsidR="00F72466" w:rsidRPr="00EB5561" w14:paraId="4C2DEA44" w14:textId="77777777" w:rsidTr="003C16F2">
        <w:trPr>
          <w:gridAfter w:val="1"/>
          <w:wAfter w:w="5" w:type="pct"/>
          <w:trHeight w:val="288"/>
        </w:trPr>
        <w:tc>
          <w:tcPr>
            <w:tcW w:w="1084" w:type="pct"/>
            <w:vMerge/>
            <w:noWrap/>
          </w:tcPr>
          <w:p w14:paraId="5DC650ED" w14:textId="77777777" w:rsidR="00F72466" w:rsidRPr="00EB5561" w:rsidRDefault="00F72466" w:rsidP="003C16F2">
            <w:pPr>
              <w:pStyle w:val="TBLContenu"/>
              <w:rPr>
                <w:lang w:bidi="en-US"/>
              </w:rPr>
            </w:pPr>
          </w:p>
        </w:tc>
        <w:tc>
          <w:tcPr>
            <w:tcW w:w="1559" w:type="pct"/>
          </w:tcPr>
          <w:p w14:paraId="1C1B82FE" w14:textId="05D6447D" w:rsidR="00F72466" w:rsidRPr="00890089" w:rsidRDefault="00F72466" w:rsidP="003C16F2">
            <w:pPr>
              <w:pStyle w:val="TBLContenu"/>
              <w:rPr>
                <w:lang w:bidi="en-US"/>
              </w:rPr>
            </w:pPr>
            <w:proofErr w:type="spellStart"/>
            <w:proofErr w:type="gramStart"/>
            <w:r w:rsidRPr="00890089">
              <w:t>pieceJointe</w:t>
            </w:r>
            <w:proofErr w:type="spellEnd"/>
            <w:proofErr w:type="gramEnd"/>
          </w:p>
        </w:tc>
        <w:tc>
          <w:tcPr>
            <w:tcW w:w="751" w:type="pct"/>
            <w:gridSpan w:val="2"/>
            <w:noWrap/>
          </w:tcPr>
          <w:p w14:paraId="667D1D84" w14:textId="4A6E75F0" w:rsidR="00F72466" w:rsidRDefault="00890089" w:rsidP="003C16F2">
            <w:pPr>
              <w:pStyle w:val="TBLContenu"/>
              <w:rPr>
                <w:lang w:bidi="en-US"/>
              </w:rPr>
            </w:pPr>
            <w:proofErr w:type="spellStart"/>
            <w:r>
              <w:rPr>
                <w:lang w:bidi="en-US"/>
              </w:rPr>
              <w:t>Appointment</w:t>
            </w:r>
            <w:proofErr w:type="spellEnd"/>
          </w:p>
        </w:tc>
        <w:tc>
          <w:tcPr>
            <w:tcW w:w="1601" w:type="pct"/>
            <w:noWrap/>
          </w:tcPr>
          <w:p w14:paraId="68E24996" w14:textId="6ADBCAD6" w:rsidR="00F72466" w:rsidRPr="00737BBA" w:rsidRDefault="00A72243" w:rsidP="003C16F2">
            <w:pPr>
              <w:pStyle w:val="TBLContenu"/>
              <w:rPr>
                <w:lang w:bidi="en-US"/>
              </w:rPr>
            </w:pPr>
            <w:proofErr w:type="spellStart"/>
            <w:proofErr w:type="gramStart"/>
            <w:r w:rsidRPr="00737BBA">
              <w:rPr>
                <w:lang w:bidi="en-US"/>
              </w:rPr>
              <w:t>s</w:t>
            </w:r>
            <w:r w:rsidR="00890089" w:rsidRPr="00737BBA">
              <w:rPr>
                <w:lang w:bidi="en-US"/>
              </w:rPr>
              <w:t>upporting</w:t>
            </w:r>
            <w:proofErr w:type="spellEnd"/>
            <w:proofErr w:type="gramEnd"/>
            <w:r w:rsidR="00913158" w:rsidRPr="00737BBA">
              <w:rPr>
                <w:lang w:bidi="en-US"/>
              </w:rPr>
              <w:t>-</w:t>
            </w:r>
            <w:r w:rsidR="00985FBA" w:rsidRPr="00737BBA">
              <w:rPr>
                <w:lang w:bidi="en-US"/>
              </w:rPr>
              <w:t>i</w:t>
            </w:r>
            <w:r w:rsidR="00890089" w:rsidRPr="00737BBA">
              <w:rPr>
                <w:lang w:bidi="en-US"/>
              </w:rPr>
              <w:t xml:space="preserve">nfo : </w:t>
            </w:r>
            <w:r w:rsidRPr="00737BBA">
              <w:rPr>
                <w:lang w:bidi="en-US"/>
              </w:rPr>
              <w:t>reference</w:t>
            </w:r>
          </w:p>
        </w:tc>
      </w:tr>
      <w:tr w:rsidR="00F72466" w:rsidRPr="00EB5561" w14:paraId="04FD6EA0" w14:textId="77777777" w:rsidTr="003C16F2">
        <w:trPr>
          <w:gridAfter w:val="1"/>
          <w:wAfter w:w="5" w:type="pct"/>
          <w:trHeight w:val="288"/>
        </w:trPr>
        <w:tc>
          <w:tcPr>
            <w:tcW w:w="1084" w:type="pct"/>
            <w:vMerge/>
            <w:noWrap/>
          </w:tcPr>
          <w:p w14:paraId="4675A58D" w14:textId="77777777" w:rsidR="00F72466" w:rsidRPr="00EB5561" w:rsidRDefault="00F72466" w:rsidP="003C16F2">
            <w:pPr>
              <w:pStyle w:val="TBLContenu"/>
              <w:rPr>
                <w:lang w:bidi="en-US"/>
              </w:rPr>
            </w:pPr>
          </w:p>
        </w:tc>
        <w:tc>
          <w:tcPr>
            <w:tcW w:w="1559" w:type="pct"/>
          </w:tcPr>
          <w:p w14:paraId="2A5CF475" w14:textId="341D4F37" w:rsidR="00F72466" w:rsidRPr="00890089" w:rsidRDefault="00F72466" w:rsidP="003C16F2">
            <w:pPr>
              <w:pStyle w:val="TBLContenu"/>
              <w:rPr>
                <w:lang w:bidi="en-US"/>
              </w:rPr>
            </w:pPr>
            <w:proofErr w:type="spellStart"/>
            <w:proofErr w:type="gramStart"/>
            <w:r w:rsidRPr="00890089">
              <w:t>priorite</w:t>
            </w:r>
            <w:proofErr w:type="spellEnd"/>
            <w:proofErr w:type="gramEnd"/>
          </w:p>
        </w:tc>
        <w:tc>
          <w:tcPr>
            <w:tcW w:w="751" w:type="pct"/>
            <w:gridSpan w:val="2"/>
            <w:noWrap/>
          </w:tcPr>
          <w:p w14:paraId="4B1AE500" w14:textId="0AAF4345" w:rsidR="00F72466" w:rsidRDefault="00890089" w:rsidP="003C16F2">
            <w:pPr>
              <w:pStyle w:val="TBLContenu"/>
              <w:rPr>
                <w:lang w:bidi="en-US"/>
              </w:rPr>
            </w:pPr>
            <w:proofErr w:type="spellStart"/>
            <w:r>
              <w:rPr>
                <w:lang w:bidi="en-US"/>
              </w:rPr>
              <w:t>Appointment</w:t>
            </w:r>
            <w:proofErr w:type="spellEnd"/>
          </w:p>
        </w:tc>
        <w:tc>
          <w:tcPr>
            <w:tcW w:w="1601" w:type="pct"/>
            <w:noWrap/>
          </w:tcPr>
          <w:p w14:paraId="61D00930" w14:textId="322EABDF" w:rsidR="00F72466" w:rsidRPr="00737BBA" w:rsidRDefault="00890089" w:rsidP="003C16F2">
            <w:pPr>
              <w:pStyle w:val="TBLContenu"/>
              <w:rPr>
                <w:i/>
                <w:iCs/>
                <w:color w:val="FF0000"/>
                <w:lang w:bidi="en-US"/>
              </w:rPr>
            </w:pPr>
            <w:proofErr w:type="spellStart"/>
            <w:proofErr w:type="gramStart"/>
            <w:r w:rsidRPr="00737BBA">
              <w:rPr>
                <w:i/>
                <w:iCs/>
                <w:color w:val="FF0000"/>
                <w:lang w:bidi="en-US"/>
              </w:rPr>
              <w:t>priority</w:t>
            </w:r>
            <w:proofErr w:type="spellEnd"/>
            <w:proofErr w:type="gramEnd"/>
            <w:r w:rsidRPr="00737BBA">
              <w:rPr>
                <w:i/>
                <w:iCs/>
                <w:color w:val="FF0000"/>
                <w:lang w:bidi="en-US"/>
              </w:rPr>
              <w:t xml:space="preserve"> : </w:t>
            </w:r>
            <w:proofErr w:type="spellStart"/>
            <w:r w:rsidRPr="00737BBA">
              <w:rPr>
                <w:i/>
                <w:iCs/>
                <w:color w:val="FF0000"/>
                <w:lang w:bidi="en-US"/>
              </w:rPr>
              <w:t>token</w:t>
            </w:r>
            <w:proofErr w:type="spellEnd"/>
          </w:p>
        </w:tc>
      </w:tr>
      <w:tr w:rsidR="00F72466" w:rsidRPr="00EB5561" w14:paraId="5EF01951" w14:textId="77777777" w:rsidTr="003C16F2">
        <w:trPr>
          <w:gridAfter w:val="1"/>
          <w:wAfter w:w="5" w:type="pct"/>
          <w:trHeight w:val="288"/>
        </w:trPr>
        <w:tc>
          <w:tcPr>
            <w:tcW w:w="1084" w:type="pct"/>
            <w:vMerge/>
            <w:noWrap/>
          </w:tcPr>
          <w:p w14:paraId="23DD5AD7" w14:textId="77777777" w:rsidR="00F72466" w:rsidRPr="00EB5561" w:rsidRDefault="00F72466" w:rsidP="003C16F2">
            <w:pPr>
              <w:pStyle w:val="TBLContenu"/>
              <w:rPr>
                <w:lang w:bidi="en-US"/>
              </w:rPr>
            </w:pPr>
          </w:p>
        </w:tc>
        <w:tc>
          <w:tcPr>
            <w:tcW w:w="1559" w:type="pct"/>
          </w:tcPr>
          <w:p w14:paraId="7DF2AA2A" w14:textId="62789DFA" w:rsidR="00F72466" w:rsidRPr="00890089" w:rsidRDefault="00F72466" w:rsidP="003C16F2">
            <w:pPr>
              <w:pStyle w:val="TBLContenu"/>
              <w:rPr>
                <w:lang w:bidi="en-US"/>
              </w:rPr>
            </w:pPr>
            <w:proofErr w:type="gramStart"/>
            <w:r w:rsidRPr="00890089">
              <w:t>commentaire</w:t>
            </w:r>
            <w:proofErr w:type="gramEnd"/>
          </w:p>
        </w:tc>
        <w:tc>
          <w:tcPr>
            <w:tcW w:w="751" w:type="pct"/>
            <w:gridSpan w:val="2"/>
            <w:noWrap/>
          </w:tcPr>
          <w:p w14:paraId="61771913" w14:textId="00B461B2" w:rsidR="00F72466" w:rsidRDefault="00890089" w:rsidP="003C16F2">
            <w:pPr>
              <w:pStyle w:val="TBLContenu"/>
              <w:rPr>
                <w:lang w:bidi="en-US"/>
              </w:rPr>
            </w:pPr>
            <w:proofErr w:type="spellStart"/>
            <w:r>
              <w:rPr>
                <w:lang w:bidi="en-US"/>
              </w:rPr>
              <w:t>Appointment</w:t>
            </w:r>
            <w:proofErr w:type="spellEnd"/>
          </w:p>
        </w:tc>
        <w:tc>
          <w:tcPr>
            <w:tcW w:w="1601" w:type="pct"/>
            <w:noWrap/>
          </w:tcPr>
          <w:p w14:paraId="3109C5A5" w14:textId="0B48572C" w:rsidR="00F72466" w:rsidRPr="00737BBA" w:rsidRDefault="00F539C2" w:rsidP="00FA68FE">
            <w:pPr>
              <w:pStyle w:val="TBLContenu"/>
              <w:keepNext/>
              <w:rPr>
                <w:lang w:bidi="en-US"/>
              </w:rPr>
            </w:pPr>
            <w:proofErr w:type="gramStart"/>
            <w:r>
              <w:rPr>
                <w:i/>
                <w:iCs/>
                <w:color w:val="FF0000"/>
                <w:lang w:bidi="en-US"/>
              </w:rPr>
              <w:t>description</w:t>
            </w:r>
            <w:proofErr w:type="gramEnd"/>
            <w:r w:rsidR="00900B73" w:rsidRPr="00737BBA">
              <w:rPr>
                <w:i/>
                <w:iCs/>
                <w:color w:val="FF0000"/>
                <w:lang w:bidi="en-US"/>
              </w:rPr>
              <w:t> : string</w:t>
            </w:r>
            <w:r w:rsidR="00900B73" w:rsidRPr="00737BBA" w:rsidDel="001117FF">
              <w:rPr>
                <w:lang w:bidi="en-US"/>
              </w:rPr>
              <w:t xml:space="preserve"> </w:t>
            </w:r>
          </w:p>
        </w:tc>
      </w:tr>
    </w:tbl>
    <w:p w14:paraId="59E2A825" w14:textId="03A78FAB" w:rsidR="00FA68FE" w:rsidRDefault="00FA68FE">
      <w:pPr>
        <w:pStyle w:val="Lgende"/>
      </w:pPr>
      <w:r>
        <w:t xml:space="preserve">Tableau </w:t>
      </w:r>
      <w:fldSimple w:instr=" SEQ Tableau \* ARABIC ">
        <w:r w:rsidR="00A100DC">
          <w:rPr>
            <w:noProof/>
          </w:rPr>
          <w:t>9</w:t>
        </w:r>
      </w:fldSimple>
      <w:r>
        <w:t xml:space="preserve"> </w:t>
      </w:r>
      <w:r w:rsidRPr="00FA68FE">
        <w:t>Mise en correspondance entre éléments métier et éléments FHIR pour le flux 4b</w:t>
      </w:r>
    </w:p>
    <w:p w14:paraId="55717EBA" w14:textId="4D9431C6" w:rsidR="002206AD" w:rsidRPr="00C14816" w:rsidRDefault="002206AD" w:rsidP="00635C70">
      <w:pPr>
        <w:pStyle w:val="Titre2"/>
      </w:pPr>
      <w:bookmarkStart w:id="23" w:name="_Toc34751956"/>
      <w:bookmarkStart w:id="24" w:name="_Toc142042210"/>
      <w:bookmarkEnd w:id="15"/>
      <w:r w:rsidRPr="00C14816">
        <w:t xml:space="preserve">Flux </w:t>
      </w:r>
      <w:r w:rsidR="00292294">
        <w:t>5</w:t>
      </w:r>
      <w:r w:rsidRPr="00C14816">
        <w:t>a – Réponse à la demande de consultation de disponibilités</w:t>
      </w:r>
      <w:bookmarkEnd w:id="23"/>
      <w:bookmarkEnd w:id="24"/>
    </w:p>
    <w:p w14:paraId="4865031F" w14:textId="77777777" w:rsidR="002206AD" w:rsidRPr="00B8281C" w:rsidRDefault="002206AD" w:rsidP="00390E61">
      <w:pPr>
        <w:pStyle w:val="Lgende"/>
      </w:pPr>
    </w:p>
    <w:tbl>
      <w:tblPr>
        <w:tblStyle w:val="Tableaustandard"/>
        <w:tblW w:w="5000" w:type="pct"/>
        <w:tblLayout w:type="fixed"/>
        <w:tblLook w:val="04A0" w:firstRow="1" w:lastRow="0" w:firstColumn="1" w:lastColumn="0" w:noHBand="0" w:noVBand="1"/>
      </w:tblPr>
      <w:tblGrid>
        <w:gridCol w:w="2120"/>
        <w:gridCol w:w="3401"/>
        <w:gridCol w:w="2126"/>
        <w:gridCol w:w="2543"/>
      </w:tblGrid>
      <w:tr w:rsidR="00AD75F0" w:rsidRPr="002A3ED8" w14:paraId="2CF863C2" w14:textId="77777777" w:rsidTr="004A5E9E">
        <w:trPr>
          <w:cnfStyle w:val="100000000000" w:firstRow="1" w:lastRow="0" w:firstColumn="0" w:lastColumn="0" w:oddVBand="0" w:evenVBand="0" w:oddHBand="0" w:evenHBand="0" w:firstRowFirstColumn="0" w:firstRowLastColumn="0" w:lastRowFirstColumn="0" w:lastRowLastColumn="0"/>
          <w:trHeight w:val="288"/>
        </w:trPr>
        <w:tc>
          <w:tcPr>
            <w:tcW w:w="2709" w:type="pct"/>
            <w:gridSpan w:val="2"/>
            <w:noWrap/>
            <w:hideMark/>
          </w:tcPr>
          <w:p w14:paraId="66359726" w14:textId="77777777" w:rsidR="00AD75F0" w:rsidRPr="00C30AD8" w:rsidRDefault="00AD75F0" w:rsidP="004A5E9E">
            <w:pPr>
              <w:pStyle w:val="TBLTitrecolonne"/>
            </w:pPr>
            <w:proofErr w:type="spellStart"/>
            <w:r w:rsidRPr="00C30AD8">
              <w:t>Eléments</w:t>
            </w:r>
            <w:proofErr w:type="spellEnd"/>
            <w:r w:rsidRPr="00C30AD8">
              <w:t xml:space="preserve"> métier</w:t>
            </w:r>
          </w:p>
        </w:tc>
        <w:tc>
          <w:tcPr>
            <w:tcW w:w="2291" w:type="pct"/>
            <w:gridSpan w:val="2"/>
          </w:tcPr>
          <w:p w14:paraId="30F4734F" w14:textId="02013191" w:rsidR="00AD75F0" w:rsidRPr="00923EBE" w:rsidRDefault="00AD75F0" w:rsidP="004A5E9E">
            <w:pPr>
              <w:pStyle w:val="TBLTitrecolonne"/>
            </w:pPr>
            <w:proofErr w:type="spellStart"/>
            <w:r w:rsidRPr="00A75037">
              <w:t>Eléments</w:t>
            </w:r>
            <w:proofErr w:type="spellEnd"/>
            <w:r w:rsidRPr="00A75037">
              <w:t xml:space="preserve"> </w:t>
            </w:r>
            <w:r>
              <w:t>des ressources et profils FHIR identifiés</w:t>
            </w:r>
          </w:p>
        </w:tc>
      </w:tr>
      <w:tr w:rsidR="00AD75F0" w:rsidRPr="002A3ED8" w14:paraId="1782F88A" w14:textId="77777777" w:rsidTr="004A5E9E">
        <w:trPr>
          <w:trHeight w:val="288"/>
        </w:trPr>
        <w:tc>
          <w:tcPr>
            <w:tcW w:w="1040" w:type="pct"/>
            <w:noWrap/>
            <w:hideMark/>
          </w:tcPr>
          <w:p w14:paraId="5017DCF2" w14:textId="77777777" w:rsidR="00AD75F0" w:rsidRPr="00173E75" w:rsidRDefault="00AD75F0" w:rsidP="004A5E9E">
            <w:pPr>
              <w:pStyle w:val="TBLTitrecolonne"/>
            </w:pPr>
            <w:r w:rsidRPr="00173E75">
              <w:t>Classe</w:t>
            </w:r>
          </w:p>
        </w:tc>
        <w:tc>
          <w:tcPr>
            <w:tcW w:w="1669" w:type="pct"/>
            <w:noWrap/>
            <w:hideMark/>
          </w:tcPr>
          <w:p w14:paraId="3E841717" w14:textId="77777777" w:rsidR="00AD75F0" w:rsidRPr="00173E75" w:rsidRDefault="00AD75F0" w:rsidP="004A5E9E">
            <w:pPr>
              <w:pStyle w:val="TBLTitrecolonne"/>
            </w:pPr>
            <w:r w:rsidRPr="00173E75">
              <w:t>Attribut</w:t>
            </w:r>
          </w:p>
        </w:tc>
        <w:tc>
          <w:tcPr>
            <w:tcW w:w="1043" w:type="pct"/>
            <w:noWrap/>
            <w:hideMark/>
          </w:tcPr>
          <w:p w14:paraId="6C76ABC3" w14:textId="77777777" w:rsidR="00AD75F0" w:rsidRPr="00173E75" w:rsidRDefault="00AD75F0" w:rsidP="004A5E9E">
            <w:pPr>
              <w:pStyle w:val="TBLTitrecolonne"/>
            </w:pPr>
            <w:r w:rsidRPr="00173E75">
              <w:t>Ressource</w:t>
            </w:r>
          </w:p>
        </w:tc>
        <w:tc>
          <w:tcPr>
            <w:tcW w:w="1248" w:type="pct"/>
            <w:noWrap/>
            <w:hideMark/>
          </w:tcPr>
          <w:p w14:paraId="1FA852F3" w14:textId="77777777" w:rsidR="00AD75F0" w:rsidRPr="00173E75" w:rsidRDefault="00AD75F0" w:rsidP="004A5E9E">
            <w:pPr>
              <w:pStyle w:val="TBLTitrecolonne"/>
            </w:pPr>
            <w:proofErr w:type="spellStart"/>
            <w:r w:rsidRPr="00173E75">
              <w:t>Elément</w:t>
            </w:r>
            <w:proofErr w:type="spellEnd"/>
          </w:p>
        </w:tc>
      </w:tr>
      <w:tr w:rsidR="00AD75F0" w:rsidRPr="002A3ED8" w14:paraId="2F56347F" w14:textId="77777777" w:rsidTr="004A5E9E">
        <w:trPr>
          <w:trHeight w:val="288"/>
        </w:trPr>
        <w:tc>
          <w:tcPr>
            <w:tcW w:w="1040" w:type="pct"/>
            <w:vMerge w:val="restart"/>
            <w:noWrap/>
          </w:tcPr>
          <w:p w14:paraId="53ECF7C1" w14:textId="728EA70D" w:rsidR="00AD75F0" w:rsidRPr="00D20CCC" w:rsidRDefault="00AD75F0" w:rsidP="00AD75F0">
            <w:pPr>
              <w:pStyle w:val="TBLContenu"/>
              <w:rPr>
                <w:lang w:val="en-US" w:bidi="en-US"/>
              </w:rPr>
            </w:pPr>
            <w:proofErr w:type="spellStart"/>
            <w:r w:rsidRPr="00D20CCC">
              <w:rPr>
                <w:lang w:val="en-US" w:bidi="en-US"/>
              </w:rPr>
              <w:t>Creneau</w:t>
            </w:r>
            <w:proofErr w:type="spellEnd"/>
          </w:p>
        </w:tc>
        <w:tc>
          <w:tcPr>
            <w:tcW w:w="1669" w:type="pct"/>
            <w:noWrap/>
          </w:tcPr>
          <w:p w14:paraId="44E98BAA" w14:textId="65AB8186" w:rsidR="00AD75F0" w:rsidRPr="00D20CCC" w:rsidRDefault="00AD75F0" w:rsidP="00AD75F0">
            <w:pPr>
              <w:pStyle w:val="TBLContenu"/>
              <w:rPr>
                <w:color w:val="auto"/>
                <w:lang w:val="en-US" w:bidi="en-US"/>
              </w:rPr>
            </w:pPr>
            <w:proofErr w:type="spellStart"/>
            <w:proofErr w:type="gramStart"/>
            <w:r w:rsidRPr="00D20CCC">
              <w:rPr>
                <w:color w:val="auto"/>
                <w:lang w:val="en-US" w:bidi="en-US"/>
              </w:rPr>
              <w:t>idCreneau</w:t>
            </w:r>
            <w:proofErr w:type="spellEnd"/>
            <w:r w:rsidRPr="00D20CCC">
              <w:rPr>
                <w:color w:val="auto"/>
                <w:lang w:val="en-US" w:bidi="en-US"/>
              </w:rPr>
              <w:t> :</w:t>
            </w:r>
            <w:proofErr w:type="gramEnd"/>
            <w:r w:rsidRPr="00D20CCC">
              <w:rPr>
                <w:color w:val="auto"/>
                <w:lang w:val="en-US" w:bidi="en-US"/>
              </w:rPr>
              <w:t xml:space="preserve"> [1..1] </w:t>
            </w:r>
            <w:proofErr w:type="spellStart"/>
            <w:r w:rsidRPr="00D20CCC">
              <w:rPr>
                <w:color w:val="auto"/>
                <w:lang w:val="en-US" w:bidi="en-US"/>
              </w:rPr>
              <w:t>Identifiant</w:t>
            </w:r>
            <w:proofErr w:type="spellEnd"/>
          </w:p>
        </w:tc>
        <w:tc>
          <w:tcPr>
            <w:tcW w:w="1043" w:type="pct"/>
            <w:noWrap/>
          </w:tcPr>
          <w:p w14:paraId="7F94EFC8" w14:textId="77777777" w:rsidR="00AD75F0" w:rsidRPr="00D20CCC" w:rsidRDefault="00AD75F0" w:rsidP="00AD75F0">
            <w:pPr>
              <w:pStyle w:val="TBLContenu"/>
              <w:rPr>
                <w:color w:val="auto"/>
                <w:lang w:val="en-US" w:bidi="en-US"/>
              </w:rPr>
            </w:pPr>
            <w:r w:rsidRPr="00D20CCC">
              <w:rPr>
                <w:color w:val="auto"/>
                <w:lang w:val="en-US" w:bidi="en-US"/>
              </w:rPr>
              <w:t xml:space="preserve">Slot </w:t>
            </w:r>
          </w:p>
          <w:p w14:paraId="4E9FC1D0" w14:textId="0FBFC066" w:rsidR="00AD75F0" w:rsidRPr="00D20CCC" w:rsidRDefault="00AD75F0" w:rsidP="00AD75F0">
            <w:pPr>
              <w:pStyle w:val="TBLContenu"/>
              <w:rPr>
                <w:color w:val="F79646" w:themeColor="accent6"/>
                <w:lang w:val="en-US" w:bidi="en-US"/>
              </w:rPr>
            </w:pPr>
            <w:proofErr w:type="spellStart"/>
            <w:r w:rsidRPr="00D20CCC">
              <w:rPr>
                <w:color w:val="F79646" w:themeColor="accent6"/>
                <w:lang w:val="en-US" w:bidi="en-US"/>
              </w:rPr>
              <w:t>FrSlot</w:t>
            </w:r>
            <w:proofErr w:type="spellEnd"/>
          </w:p>
        </w:tc>
        <w:tc>
          <w:tcPr>
            <w:tcW w:w="1248" w:type="pct"/>
            <w:noWrap/>
          </w:tcPr>
          <w:p w14:paraId="61DB2639" w14:textId="2DA5CB38" w:rsidR="00AD75F0" w:rsidRPr="00D20CCC" w:rsidRDefault="00AD75F0" w:rsidP="00AD75F0">
            <w:pPr>
              <w:pStyle w:val="TBLContenu"/>
              <w:rPr>
                <w:lang w:val="en-US" w:bidi="en-US"/>
              </w:rPr>
            </w:pPr>
            <w:proofErr w:type="gramStart"/>
            <w:r w:rsidRPr="00D20CCC">
              <w:rPr>
                <w:lang w:val="en-US" w:bidi="en-US"/>
              </w:rPr>
              <w:t>identifier :</w:t>
            </w:r>
            <w:proofErr w:type="gramEnd"/>
            <w:r w:rsidRPr="00D20CCC">
              <w:rPr>
                <w:lang w:val="en-US" w:bidi="en-US"/>
              </w:rPr>
              <w:t xml:space="preserve"> Identifier [0..</w:t>
            </w:r>
            <w:r>
              <w:rPr>
                <w:lang w:val="en-US" w:bidi="en-US"/>
              </w:rPr>
              <w:t>*</w:t>
            </w:r>
            <w:r w:rsidRPr="00D20CCC">
              <w:rPr>
                <w:lang w:val="en-US" w:bidi="en-US"/>
              </w:rPr>
              <w:t>]</w:t>
            </w:r>
          </w:p>
        </w:tc>
      </w:tr>
      <w:tr w:rsidR="00AD75F0" w:rsidRPr="002A3ED8" w14:paraId="2CCE69F6" w14:textId="77777777" w:rsidTr="004A5E9E">
        <w:trPr>
          <w:trHeight w:val="288"/>
        </w:trPr>
        <w:tc>
          <w:tcPr>
            <w:tcW w:w="1040" w:type="pct"/>
            <w:vMerge/>
            <w:noWrap/>
          </w:tcPr>
          <w:p w14:paraId="281E84C9" w14:textId="77777777" w:rsidR="00AD75F0" w:rsidRPr="00D20CCC" w:rsidRDefault="00AD75F0" w:rsidP="00AD75F0">
            <w:pPr>
              <w:pStyle w:val="TBLContenu"/>
              <w:rPr>
                <w:lang w:val="en-US" w:bidi="en-US"/>
              </w:rPr>
            </w:pPr>
          </w:p>
        </w:tc>
        <w:tc>
          <w:tcPr>
            <w:tcW w:w="1669" w:type="pct"/>
            <w:noWrap/>
          </w:tcPr>
          <w:p w14:paraId="35D8C8AB" w14:textId="4A017F14" w:rsidR="00AD75F0" w:rsidRPr="00D20CCC" w:rsidRDefault="00AD75F0" w:rsidP="00AD75F0">
            <w:pPr>
              <w:pStyle w:val="TBLContenu"/>
              <w:rPr>
                <w:lang w:val="en-US" w:bidi="en-US"/>
              </w:rPr>
            </w:pPr>
            <w:proofErr w:type="spellStart"/>
            <w:proofErr w:type="gramStart"/>
            <w:r w:rsidRPr="00D20CCC">
              <w:rPr>
                <w:lang w:val="en-US" w:bidi="en-US"/>
              </w:rPr>
              <w:t>statut</w:t>
            </w:r>
            <w:proofErr w:type="spellEnd"/>
            <w:r w:rsidRPr="00D20CCC">
              <w:rPr>
                <w:lang w:val="en-US" w:bidi="en-US"/>
              </w:rPr>
              <w:t> :</w:t>
            </w:r>
            <w:proofErr w:type="gramEnd"/>
            <w:r w:rsidRPr="00D20CCC">
              <w:rPr>
                <w:lang w:val="en-US" w:bidi="en-US"/>
              </w:rPr>
              <w:t xml:space="preserve"> [1..1] Code </w:t>
            </w:r>
          </w:p>
        </w:tc>
        <w:tc>
          <w:tcPr>
            <w:tcW w:w="1043" w:type="pct"/>
            <w:noWrap/>
          </w:tcPr>
          <w:p w14:paraId="3674FBA8" w14:textId="77777777" w:rsidR="00AD75F0" w:rsidRPr="00D20CCC" w:rsidRDefault="00AD75F0" w:rsidP="00AD75F0">
            <w:pPr>
              <w:pStyle w:val="TBLContenu"/>
              <w:rPr>
                <w:lang w:val="en-US" w:bidi="en-US"/>
              </w:rPr>
            </w:pPr>
            <w:r w:rsidRPr="00D20CCC">
              <w:rPr>
                <w:lang w:val="en-US" w:bidi="en-US"/>
              </w:rPr>
              <w:t xml:space="preserve">Slot </w:t>
            </w:r>
          </w:p>
          <w:p w14:paraId="5897240F" w14:textId="00693570" w:rsidR="00AD75F0" w:rsidRPr="00D20CCC" w:rsidRDefault="00AD75F0" w:rsidP="00AD75F0">
            <w:pPr>
              <w:pStyle w:val="TBLContenu"/>
              <w:rPr>
                <w:lang w:val="en-US" w:bidi="en-US"/>
              </w:rPr>
            </w:pPr>
            <w:proofErr w:type="spellStart"/>
            <w:r w:rsidRPr="00D20CCC">
              <w:rPr>
                <w:color w:val="F79646" w:themeColor="accent6"/>
                <w:lang w:val="en-US" w:bidi="en-US"/>
              </w:rPr>
              <w:t>FrSlot</w:t>
            </w:r>
            <w:proofErr w:type="spellEnd"/>
          </w:p>
        </w:tc>
        <w:tc>
          <w:tcPr>
            <w:tcW w:w="1248" w:type="pct"/>
            <w:noWrap/>
          </w:tcPr>
          <w:p w14:paraId="394F286B" w14:textId="7F4CF1BA" w:rsidR="00AD75F0" w:rsidRPr="00D20CCC" w:rsidRDefault="00AD75F0" w:rsidP="00AD75F0">
            <w:pPr>
              <w:pStyle w:val="TBLContenu"/>
              <w:rPr>
                <w:lang w:val="en-US" w:bidi="en-US"/>
              </w:rPr>
            </w:pPr>
            <w:proofErr w:type="gramStart"/>
            <w:r w:rsidRPr="00D20CCC">
              <w:rPr>
                <w:lang w:val="en-US" w:bidi="en-US"/>
              </w:rPr>
              <w:t>status :</w:t>
            </w:r>
            <w:proofErr w:type="gramEnd"/>
            <w:r w:rsidRPr="00D20CCC">
              <w:rPr>
                <w:lang w:val="en-US" w:bidi="en-US"/>
              </w:rPr>
              <w:t xml:space="preserve"> code [1..1]</w:t>
            </w:r>
          </w:p>
        </w:tc>
      </w:tr>
      <w:tr w:rsidR="00AD75F0" w:rsidRPr="002A3ED8" w14:paraId="223F2EAC" w14:textId="77777777" w:rsidTr="004A5E9E">
        <w:trPr>
          <w:trHeight w:val="288"/>
        </w:trPr>
        <w:tc>
          <w:tcPr>
            <w:tcW w:w="1040" w:type="pct"/>
            <w:vMerge/>
            <w:noWrap/>
          </w:tcPr>
          <w:p w14:paraId="3DA3516A" w14:textId="77777777" w:rsidR="00AD75F0" w:rsidRPr="00D20CCC" w:rsidRDefault="00AD75F0" w:rsidP="00AD75F0">
            <w:pPr>
              <w:pStyle w:val="TBLContenu"/>
              <w:rPr>
                <w:lang w:val="en-US" w:bidi="en-US"/>
              </w:rPr>
            </w:pPr>
          </w:p>
        </w:tc>
        <w:tc>
          <w:tcPr>
            <w:tcW w:w="1669" w:type="pct"/>
            <w:noWrap/>
          </w:tcPr>
          <w:p w14:paraId="3D772214" w14:textId="45E25EE9" w:rsidR="00AD75F0" w:rsidRPr="00D20CCC" w:rsidRDefault="00AD75F0" w:rsidP="00AD75F0">
            <w:pPr>
              <w:pStyle w:val="TBLContenu"/>
              <w:rPr>
                <w:lang w:val="en-US" w:bidi="en-US"/>
              </w:rPr>
            </w:pPr>
            <w:proofErr w:type="spellStart"/>
            <w:proofErr w:type="gramStart"/>
            <w:r w:rsidRPr="00D20CCC">
              <w:rPr>
                <w:lang w:val="en-US" w:bidi="en-US"/>
              </w:rPr>
              <w:t>dateDebut</w:t>
            </w:r>
            <w:proofErr w:type="spellEnd"/>
            <w:r w:rsidRPr="00D20CCC">
              <w:rPr>
                <w:lang w:val="en-US" w:bidi="en-US"/>
              </w:rPr>
              <w:t> :</w:t>
            </w:r>
            <w:proofErr w:type="gramEnd"/>
            <w:r w:rsidRPr="00D20CCC">
              <w:rPr>
                <w:lang w:val="en-US" w:bidi="en-US"/>
              </w:rPr>
              <w:t xml:space="preserve"> [1..1] </w:t>
            </w:r>
            <w:proofErr w:type="spellStart"/>
            <w:r w:rsidRPr="00D20CCC">
              <w:rPr>
                <w:lang w:val="en-US" w:bidi="en-US"/>
              </w:rPr>
              <w:t>DateHeure</w:t>
            </w:r>
            <w:proofErr w:type="spellEnd"/>
          </w:p>
        </w:tc>
        <w:tc>
          <w:tcPr>
            <w:tcW w:w="1043" w:type="pct"/>
            <w:noWrap/>
          </w:tcPr>
          <w:p w14:paraId="185FF1AE" w14:textId="77777777" w:rsidR="00AD75F0" w:rsidRPr="00D20CCC" w:rsidRDefault="00AD75F0" w:rsidP="00AD75F0">
            <w:pPr>
              <w:pStyle w:val="TBLContenu"/>
              <w:rPr>
                <w:lang w:val="en-US" w:bidi="en-US"/>
              </w:rPr>
            </w:pPr>
            <w:r w:rsidRPr="00D20CCC">
              <w:rPr>
                <w:lang w:val="en-US" w:bidi="en-US"/>
              </w:rPr>
              <w:t xml:space="preserve">Slot </w:t>
            </w:r>
          </w:p>
          <w:p w14:paraId="1E63398D" w14:textId="31718F01" w:rsidR="00AD75F0" w:rsidRPr="00D20CCC" w:rsidRDefault="00AD75F0" w:rsidP="00AD75F0">
            <w:pPr>
              <w:pStyle w:val="TBLContenu"/>
              <w:rPr>
                <w:lang w:val="en-US" w:bidi="en-US"/>
              </w:rPr>
            </w:pPr>
            <w:proofErr w:type="spellStart"/>
            <w:r w:rsidRPr="00D20CCC">
              <w:rPr>
                <w:color w:val="F79646" w:themeColor="accent6"/>
                <w:lang w:val="en-US" w:bidi="en-US"/>
              </w:rPr>
              <w:t>FrSlot</w:t>
            </w:r>
            <w:proofErr w:type="spellEnd"/>
          </w:p>
        </w:tc>
        <w:tc>
          <w:tcPr>
            <w:tcW w:w="1248" w:type="pct"/>
            <w:noWrap/>
          </w:tcPr>
          <w:p w14:paraId="5FA3995B" w14:textId="022CE9BE" w:rsidR="00AD75F0" w:rsidRPr="00D20CCC" w:rsidRDefault="00AD75F0" w:rsidP="00AD75F0">
            <w:pPr>
              <w:pStyle w:val="TBLContenu"/>
              <w:rPr>
                <w:lang w:val="en-US" w:bidi="en-US"/>
              </w:rPr>
            </w:pPr>
            <w:proofErr w:type="gramStart"/>
            <w:r w:rsidRPr="00D20CCC">
              <w:rPr>
                <w:lang w:val="en-US" w:bidi="en-US"/>
              </w:rPr>
              <w:t>start :</w:t>
            </w:r>
            <w:proofErr w:type="gramEnd"/>
            <w:r w:rsidRPr="00D20CCC">
              <w:rPr>
                <w:lang w:val="en-US" w:bidi="en-US"/>
              </w:rPr>
              <w:t xml:space="preserve"> instant [1..1]</w:t>
            </w:r>
          </w:p>
        </w:tc>
      </w:tr>
      <w:tr w:rsidR="00AD75F0" w:rsidRPr="002A3ED8" w14:paraId="4AD47181" w14:textId="77777777" w:rsidTr="004A5E9E">
        <w:trPr>
          <w:trHeight w:val="288"/>
        </w:trPr>
        <w:tc>
          <w:tcPr>
            <w:tcW w:w="1040" w:type="pct"/>
            <w:vMerge/>
            <w:noWrap/>
          </w:tcPr>
          <w:p w14:paraId="1EC48A76" w14:textId="77777777" w:rsidR="00AD75F0" w:rsidRPr="00D20CCC" w:rsidRDefault="00AD75F0" w:rsidP="00AD75F0">
            <w:pPr>
              <w:pStyle w:val="TBLContenu"/>
              <w:rPr>
                <w:lang w:val="en-US" w:bidi="en-US"/>
              </w:rPr>
            </w:pPr>
          </w:p>
        </w:tc>
        <w:tc>
          <w:tcPr>
            <w:tcW w:w="1669" w:type="pct"/>
            <w:noWrap/>
          </w:tcPr>
          <w:p w14:paraId="75009054" w14:textId="100FC37E" w:rsidR="00AD75F0" w:rsidRPr="00D20CCC" w:rsidRDefault="00AD75F0" w:rsidP="00AD75F0">
            <w:pPr>
              <w:pStyle w:val="TBLContenu"/>
              <w:rPr>
                <w:lang w:val="en-US" w:bidi="en-US"/>
              </w:rPr>
            </w:pPr>
            <w:proofErr w:type="spellStart"/>
            <w:proofErr w:type="gramStart"/>
            <w:r w:rsidRPr="00D20CCC">
              <w:rPr>
                <w:lang w:val="en-US" w:bidi="en-US"/>
              </w:rPr>
              <w:t>dateFin</w:t>
            </w:r>
            <w:proofErr w:type="spellEnd"/>
            <w:r w:rsidRPr="00D20CCC">
              <w:rPr>
                <w:lang w:val="en-US" w:bidi="en-US"/>
              </w:rPr>
              <w:t> :</w:t>
            </w:r>
            <w:proofErr w:type="gramEnd"/>
            <w:r w:rsidRPr="00D20CCC">
              <w:rPr>
                <w:lang w:val="en-US" w:bidi="en-US"/>
              </w:rPr>
              <w:t xml:space="preserve"> [1..1] </w:t>
            </w:r>
            <w:proofErr w:type="spellStart"/>
            <w:r w:rsidRPr="00D20CCC">
              <w:rPr>
                <w:lang w:val="en-US" w:bidi="en-US"/>
              </w:rPr>
              <w:t>DateHeure</w:t>
            </w:r>
            <w:proofErr w:type="spellEnd"/>
          </w:p>
        </w:tc>
        <w:tc>
          <w:tcPr>
            <w:tcW w:w="1043" w:type="pct"/>
            <w:noWrap/>
          </w:tcPr>
          <w:p w14:paraId="47CB655C" w14:textId="77777777" w:rsidR="00AD75F0" w:rsidRPr="00D20CCC" w:rsidRDefault="00AD75F0" w:rsidP="00AD75F0">
            <w:pPr>
              <w:pStyle w:val="TBLContenu"/>
              <w:rPr>
                <w:lang w:val="en-US" w:bidi="en-US"/>
              </w:rPr>
            </w:pPr>
            <w:r w:rsidRPr="00D20CCC">
              <w:rPr>
                <w:lang w:val="en-US" w:bidi="en-US"/>
              </w:rPr>
              <w:t xml:space="preserve">Slot </w:t>
            </w:r>
          </w:p>
          <w:p w14:paraId="31ADE0F3" w14:textId="3C32836E" w:rsidR="00AD75F0" w:rsidRPr="00D20CCC" w:rsidRDefault="00AD75F0" w:rsidP="00AD75F0">
            <w:pPr>
              <w:pStyle w:val="TBLContenu"/>
              <w:rPr>
                <w:lang w:val="en-US" w:bidi="en-US"/>
              </w:rPr>
            </w:pPr>
            <w:proofErr w:type="spellStart"/>
            <w:r w:rsidRPr="00D20CCC">
              <w:rPr>
                <w:color w:val="F79646" w:themeColor="accent6"/>
                <w:lang w:val="en-US" w:bidi="en-US"/>
              </w:rPr>
              <w:t>FrSlot</w:t>
            </w:r>
            <w:proofErr w:type="spellEnd"/>
          </w:p>
        </w:tc>
        <w:tc>
          <w:tcPr>
            <w:tcW w:w="1248" w:type="pct"/>
            <w:noWrap/>
          </w:tcPr>
          <w:p w14:paraId="769B9C9F" w14:textId="495C357B" w:rsidR="00AD75F0" w:rsidRPr="00D20CCC" w:rsidRDefault="00AD75F0" w:rsidP="00AD75F0">
            <w:pPr>
              <w:pStyle w:val="TBLContenu"/>
              <w:rPr>
                <w:lang w:val="en-US" w:bidi="en-US"/>
              </w:rPr>
            </w:pPr>
            <w:proofErr w:type="gramStart"/>
            <w:r w:rsidRPr="00D20CCC">
              <w:rPr>
                <w:lang w:val="en-US" w:bidi="en-US"/>
              </w:rPr>
              <w:t>end :</w:t>
            </w:r>
            <w:proofErr w:type="gramEnd"/>
            <w:r w:rsidRPr="00D20CCC">
              <w:rPr>
                <w:lang w:val="en-US" w:bidi="en-US"/>
              </w:rPr>
              <w:t xml:space="preserve"> instant [1..1]</w:t>
            </w:r>
          </w:p>
        </w:tc>
      </w:tr>
      <w:tr w:rsidR="00AD75F0" w:rsidRPr="002A3ED8" w14:paraId="6C3BCD66" w14:textId="77777777" w:rsidTr="004A5E9E">
        <w:trPr>
          <w:trHeight w:val="288"/>
        </w:trPr>
        <w:tc>
          <w:tcPr>
            <w:tcW w:w="1040" w:type="pct"/>
            <w:vMerge/>
            <w:noWrap/>
          </w:tcPr>
          <w:p w14:paraId="5B7D73F1" w14:textId="77777777" w:rsidR="00AD75F0" w:rsidRPr="00D20CCC" w:rsidRDefault="00AD75F0" w:rsidP="00AD75F0">
            <w:pPr>
              <w:pStyle w:val="TBLContenu"/>
              <w:rPr>
                <w:lang w:val="en-US" w:bidi="en-US"/>
              </w:rPr>
            </w:pPr>
          </w:p>
        </w:tc>
        <w:tc>
          <w:tcPr>
            <w:tcW w:w="1669" w:type="pct"/>
            <w:noWrap/>
          </w:tcPr>
          <w:p w14:paraId="76D5CDE6" w14:textId="717C82A0" w:rsidR="00AD75F0" w:rsidRPr="00D20CCC" w:rsidRDefault="00AD75F0" w:rsidP="00AD75F0">
            <w:pPr>
              <w:pStyle w:val="TBLContenu"/>
              <w:rPr>
                <w:lang w:val="en-US" w:bidi="en-US"/>
              </w:rPr>
            </w:pPr>
            <w:proofErr w:type="spellStart"/>
            <w:proofErr w:type="gramStart"/>
            <w:r w:rsidRPr="00D20CCC">
              <w:rPr>
                <w:lang w:val="en-US" w:bidi="en-US"/>
              </w:rPr>
              <w:t>informationComplementaire</w:t>
            </w:r>
            <w:proofErr w:type="spellEnd"/>
            <w:r w:rsidRPr="00D20CCC">
              <w:rPr>
                <w:lang w:val="en-US" w:bidi="en-US"/>
              </w:rPr>
              <w:t> :</w:t>
            </w:r>
            <w:proofErr w:type="gramEnd"/>
            <w:r w:rsidRPr="00D20CCC">
              <w:rPr>
                <w:lang w:val="en-US" w:bidi="en-US"/>
              </w:rPr>
              <w:t xml:space="preserve"> [0..1]</w:t>
            </w:r>
          </w:p>
        </w:tc>
        <w:tc>
          <w:tcPr>
            <w:tcW w:w="1043" w:type="pct"/>
            <w:noWrap/>
          </w:tcPr>
          <w:p w14:paraId="50AC3740" w14:textId="77777777" w:rsidR="00AD75F0" w:rsidRPr="00D20CCC" w:rsidRDefault="00AD75F0" w:rsidP="00AD75F0">
            <w:pPr>
              <w:pStyle w:val="TBLContenu"/>
              <w:rPr>
                <w:lang w:val="en-US" w:bidi="en-US"/>
              </w:rPr>
            </w:pPr>
            <w:r w:rsidRPr="00D20CCC">
              <w:rPr>
                <w:lang w:val="en-US" w:bidi="en-US"/>
              </w:rPr>
              <w:t xml:space="preserve">Slot </w:t>
            </w:r>
          </w:p>
          <w:p w14:paraId="0348D93C" w14:textId="71DBD918" w:rsidR="00AD75F0" w:rsidRPr="00D20CCC" w:rsidRDefault="00AD75F0" w:rsidP="00AD75F0">
            <w:pPr>
              <w:pStyle w:val="TBLContenu"/>
              <w:rPr>
                <w:lang w:val="en-US" w:bidi="en-US"/>
              </w:rPr>
            </w:pPr>
            <w:proofErr w:type="spellStart"/>
            <w:r w:rsidRPr="00D20CCC">
              <w:rPr>
                <w:color w:val="F79646" w:themeColor="accent6"/>
                <w:lang w:val="en-US" w:bidi="en-US"/>
              </w:rPr>
              <w:lastRenderedPageBreak/>
              <w:t>FrSlot</w:t>
            </w:r>
            <w:proofErr w:type="spellEnd"/>
          </w:p>
        </w:tc>
        <w:tc>
          <w:tcPr>
            <w:tcW w:w="1248" w:type="pct"/>
            <w:noWrap/>
          </w:tcPr>
          <w:p w14:paraId="1CC27CD6" w14:textId="4B17884E" w:rsidR="00AD75F0" w:rsidRPr="00D20CCC" w:rsidRDefault="00AD75F0" w:rsidP="00AD75F0">
            <w:pPr>
              <w:pStyle w:val="TBLContenu"/>
              <w:rPr>
                <w:lang w:val="en-US" w:bidi="en-US"/>
              </w:rPr>
            </w:pPr>
            <w:proofErr w:type="gramStart"/>
            <w:r w:rsidRPr="00D20CCC">
              <w:rPr>
                <w:lang w:val="en-US" w:bidi="en-US"/>
              </w:rPr>
              <w:lastRenderedPageBreak/>
              <w:t>comment :</w:t>
            </w:r>
            <w:proofErr w:type="gramEnd"/>
            <w:r w:rsidRPr="00D20CCC">
              <w:rPr>
                <w:lang w:val="en-US" w:bidi="en-US"/>
              </w:rPr>
              <w:t xml:space="preserve"> string [0..1]</w:t>
            </w:r>
          </w:p>
        </w:tc>
      </w:tr>
      <w:tr w:rsidR="00AD75F0" w:rsidRPr="002A3ED8" w14:paraId="53F8FD94" w14:textId="77777777" w:rsidTr="004A5E9E">
        <w:trPr>
          <w:trHeight w:val="288"/>
        </w:trPr>
        <w:tc>
          <w:tcPr>
            <w:tcW w:w="1040" w:type="pct"/>
            <w:vMerge/>
            <w:noWrap/>
          </w:tcPr>
          <w:p w14:paraId="7F2E1CB4" w14:textId="77777777" w:rsidR="00AD75F0" w:rsidRPr="00D20CCC" w:rsidRDefault="00AD75F0" w:rsidP="00AD75F0">
            <w:pPr>
              <w:pStyle w:val="TBLContenu"/>
              <w:rPr>
                <w:lang w:val="en-US" w:bidi="en-US"/>
              </w:rPr>
            </w:pPr>
          </w:p>
        </w:tc>
        <w:tc>
          <w:tcPr>
            <w:tcW w:w="1669" w:type="pct"/>
            <w:shd w:val="clear" w:color="auto" w:fill="D9D9D9" w:themeFill="background1" w:themeFillShade="D9"/>
            <w:noWrap/>
          </w:tcPr>
          <w:p w14:paraId="2710266B" w14:textId="77F6C202" w:rsidR="00AD75F0" w:rsidRPr="00D20CCC" w:rsidRDefault="00AD75F0" w:rsidP="00AD75F0">
            <w:pPr>
              <w:pStyle w:val="TBLContenu"/>
              <w:rPr>
                <w:lang w:val="en-US" w:bidi="en-US"/>
              </w:rPr>
            </w:pPr>
            <w:r>
              <w:rPr>
                <w:lang w:val="en-US" w:bidi="en-US"/>
              </w:rPr>
              <w:t>Agenda [</w:t>
            </w:r>
            <w:proofErr w:type="gramStart"/>
            <w:r>
              <w:rPr>
                <w:lang w:val="en-US" w:bidi="en-US"/>
              </w:rPr>
              <w:t>1..</w:t>
            </w:r>
            <w:proofErr w:type="gramEnd"/>
            <w:r>
              <w:rPr>
                <w:lang w:val="en-US" w:bidi="en-US"/>
              </w:rPr>
              <w:t>1]</w:t>
            </w:r>
            <w:r>
              <w:rPr>
                <w:rStyle w:val="Appelnotedebasdep"/>
                <w:lang w:bidi="en-US"/>
              </w:rPr>
              <w:t xml:space="preserve"> </w:t>
            </w:r>
            <w:r>
              <w:rPr>
                <w:rStyle w:val="Appelnotedebasdep"/>
                <w:lang w:bidi="en-US"/>
              </w:rPr>
              <w:footnoteReference w:id="9"/>
            </w:r>
          </w:p>
        </w:tc>
        <w:tc>
          <w:tcPr>
            <w:tcW w:w="1043" w:type="pct"/>
            <w:shd w:val="clear" w:color="auto" w:fill="D9D9D9" w:themeFill="background1" w:themeFillShade="D9"/>
            <w:noWrap/>
          </w:tcPr>
          <w:p w14:paraId="36C1C85C" w14:textId="77777777" w:rsidR="00AD75F0" w:rsidRPr="00D20CCC" w:rsidRDefault="00AD75F0" w:rsidP="00AD75F0">
            <w:pPr>
              <w:pStyle w:val="TBLContenu"/>
              <w:rPr>
                <w:lang w:val="en-US" w:bidi="en-US"/>
              </w:rPr>
            </w:pPr>
            <w:r w:rsidRPr="00D20CCC">
              <w:rPr>
                <w:lang w:val="en-US" w:bidi="en-US"/>
              </w:rPr>
              <w:t xml:space="preserve">Slot </w:t>
            </w:r>
          </w:p>
          <w:p w14:paraId="319EA89E" w14:textId="433045DE" w:rsidR="00AD75F0" w:rsidRPr="00D20CCC" w:rsidRDefault="00AD75F0" w:rsidP="00AD75F0">
            <w:pPr>
              <w:pStyle w:val="TBLContenu"/>
              <w:rPr>
                <w:lang w:val="en-US" w:bidi="en-US"/>
              </w:rPr>
            </w:pPr>
            <w:proofErr w:type="spellStart"/>
            <w:r w:rsidRPr="00D20CCC">
              <w:rPr>
                <w:color w:val="F79646" w:themeColor="accent6"/>
                <w:lang w:val="en-US" w:bidi="en-US"/>
              </w:rPr>
              <w:t>FrSlot</w:t>
            </w:r>
            <w:proofErr w:type="spellEnd"/>
          </w:p>
        </w:tc>
        <w:tc>
          <w:tcPr>
            <w:tcW w:w="1248" w:type="pct"/>
            <w:shd w:val="clear" w:color="auto" w:fill="D9D9D9" w:themeFill="background1" w:themeFillShade="D9"/>
            <w:noWrap/>
          </w:tcPr>
          <w:p w14:paraId="4E09CF42" w14:textId="5F635885" w:rsidR="00AD75F0" w:rsidRDefault="00AD75F0" w:rsidP="00AD75F0">
            <w:pPr>
              <w:pStyle w:val="TBLContenu"/>
              <w:spacing w:line="360" w:lineRule="auto"/>
              <w:rPr>
                <w:lang w:val="en-US" w:bidi="en-US"/>
              </w:rPr>
            </w:pPr>
            <w:proofErr w:type="gramStart"/>
            <w:r>
              <w:rPr>
                <w:lang w:val="en-US" w:bidi="en-US"/>
              </w:rPr>
              <w:t>schedule :</w:t>
            </w:r>
            <w:proofErr w:type="gramEnd"/>
            <w:r>
              <w:rPr>
                <w:lang w:val="en-US" w:bidi="en-US"/>
              </w:rPr>
              <w:t xml:space="preserve"> Reference [1..1]</w:t>
            </w:r>
          </w:p>
          <w:p w14:paraId="2EB795C2" w14:textId="6F2D21EA" w:rsidR="00AD75F0" w:rsidRPr="00D20CCC" w:rsidRDefault="00AD75F0" w:rsidP="00AD75F0">
            <w:pPr>
              <w:pStyle w:val="TBLContenu"/>
              <w:spacing w:line="360" w:lineRule="auto"/>
              <w:rPr>
                <w:lang w:val="en-US" w:bidi="en-US"/>
              </w:rPr>
            </w:pPr>
            <w:r>
              <w:rPr>
                <w:lang w:val="en-US" w:bidi="en-US"/>
              </w:rPr>
              <w:t>(</w:t>
            </w:r>
            <w:proofErr w:type="spellStart"/>
            <w:r w:rsidRPr="000041D5">
              <w:rPr>
                <w:color w:val="F79646" w:themeColor="accent6"/>
                <w:lang w:val="en-US" w:bidi="en-US"/>
              </w:rPr>
              <w:t>FrSchedule</w:t>
            </w:r>
            <w:proofErr w:type="spellEnd"/>
            <w:r w:rsidRPr="001E4F9F">
              <w:rPr>
                <w:color w:val="auto"/>
                <w:lang w:val="en-US" w:bidi="en-US"/>
              </w:rPr>
              <w:t>)</w:t>
            </w:r>
          </w:p>
        </w:tc>
      </w:tr>
      <w:tr w:rsidR="00AD75F0" w:rsidRPr="00E72F3A" w14:paraId="67628EE5" w14:textId="77777777" w:rsidTr="004A5E9E">
        <w:trPr>
          <w:trHeight w:val="288"/>
        </w:trPr>
        <w:tc>
          <w:tcPr>
            <w:tcW w:w="1040" w:type="pct"/>
            <w:vMerge w:val="restart"/>
            <w:noWrap/>
          </w:tcPr>
          <w:p w14:paraId="770E98B2" w14:textId="77777777" w:rsidR="00AD75F0" w:rsidRPr="00E72F3A" w:rsidRDefault="00AD75F0" w:rsidP="00AD75F0">
            <w:pPr>
              <w:pStyle w:val="TBLContenu"/>
              <w:rPr>
                <w:lang w:val="en-US" w:bidi="en-US"/>
              </w:rPr>
            </w:pPr>
            <w:r>
              <w:rPr>
                <w:lang w:val="en-US" w:bidi="en-US"/>
              </w:rPr>
              <w:t>Agenda</w:t>
            </w:r>
          </w:p>
        </w:tc>
        <w:tc>
          <w:tcPr>
            <w:tcW w:w="1669" w:type="pct"/>
            <w:noWrap/>
          </w:tcPr>
          <w:p w14:paraId="0604D223" w14:textId="77777777" w:rsidR="00AD75F0" w:rsidRPr="00E72F3A" w:rsidRDefault="00AD75F0" w:rsidP="00AD75F0">
            <w:pPr>
              <w:pStyle w:val="TBLContenu"/>
              <w:rPr>
                <w:lang w:val="en-US" w:bidi="en-US"/>
              </w:rPr>
            </w:pPr>
            <w:proofErr w:type="spellStart"/>
            <w:proofErr w:type="gramStart"/>
            <w:r>
              <w:rPr>
                <w:lang w:val="en-US" w:bidi="en-US"/>
              </w:rPr>
              <w:t>idAgenda</w:t>
            </w:r>
            <w:proofErr w:type="spellEnd"/>
            <w:r>
              <w:rPr>
                <w:lang w:val="en-US" w:bidi="en-US"/>
              </w:rPr>
              <w:t xml:space="preserve"> :</w:t>
            </w:r>
            <w:proofErr w:type="gramEnd"/>
            <w:r>
              <w:rPr>
                <w:lang w:val="en-US" w:bidi="en-US"/>
              </w:rPr>
              <w:t xml:space="preserve"> [1..1] </w:t>
            </w:r>
            <w:proofErr w:type="spellStart"/>
            <w:r>
              <w:rPr>
                <w:lang w:val="en-US" w:bidi="en-US"/>
              </w:rPr>
              <w:t>Identifiant</w:t>
            </w:r>
            <w:proofErr w:type="spellEnd"/>
            <w:r>
              <w:rPr>
                <w:lang w:val="en-US" w:bidi="en-US"/>
              </w:rPr>
              <w:t xml:space="preserve"> </w:t>
            </w:r>
          </w:p>
        </w:tc>
        <w:tc>
          <w:tcPr>
            <w:tcW w:w="1043" w:type="pct"/>
            <w:noWrap/>
          </w:tcPr>
          <w:p w14:paraId="01FE4ABB" w14:textId="77777777" w:rsidR="00AD75F0" w:rsidRDefault="00AD75F0" w:rsidP="00AD75F0">
            <w:pPr>
              <w:pStyle w:val="TBLContenu"/>
              <w:rPr>
                <w:lang w:val="en-US" w:bidi="en-US"/>
              </w:rPr>
            </w:pPr>
            <w:r>
              <w:rPr>
                <w:lang w:val="en-US" w:bidi="en-US"/>
              </w:rPr>
              <w:t xml:space="preserve">Schedule </w:t>
            </w:r>
          </w:p>
          <w:p w14:paraId="13859C63" w14:textId="77777777" w:rsidR="00AD75F0" w:rsidRPr="00E72F3A" w:rsidRDefault="00AD75F0" w:rsidP="00AD75F0">
            <w:pPr>
              <w:pStyle w:val="TBLContenu"/>
              <w:rPr>
                <w:lang w:val="en-US" w:bidi="en-US"/>
              </w:rPr>
            </w:pPr>
            <w:proofErr w:type="spellStart"/>
            <w:r w:rsidRPr="000041D5">
              <w:rPr>
                <w:color w:val="F79646" w:themeColor="accent6"/>
                <w:lang w:val="en-US" w:bidi="en-US"/>
              </w:rPr>
              <w:t>FrSchedule</w:t>
            </w:r>
            <w:proofErr w:type="spellEnd"/>
          </w:p>
        </w:tc>
        <w:tc>
          <w:tcPr>
            <w:tcW w:w="1248" w:type="pct"/>
            <w:noWrap/>
          </w:tcPr>
          <w:p w14:paraId="07CD3B24" w14:textId="77777777" w:rsidR="00AD75F0" w:rsidRPr="00E72F3A" w:rsidRDefault="00AD75F0" w:rsidP="00AD75F0">
            <w:pPr>
              <w:pStyle w:val="TBLContenu"/>
              <w:rPr>
                <w:lang w:val="en-US" w:bidi="en-US"/>
              </w:rPr>
            </w:pPr>
            <w:proofErr w:type="gramStart"/>
            <w:r>
              <w:rPr>
                <w:lang w:val="en-US" w:bidi="en-US"/>
              </w:rPr>
              <w:t>identifier :</w:t>
            </w:r>
            <w:proofErr w:type="gramEnd"/>
            <w:r>
              <w:rPr>
                <w:lang w:val="en-US" w:bidi="en-US"/>
              </w:rPr>
              <w:t xml:space="preserve"> Identifier [0..*]</w:t>
            </w:r>
          </w:p>
        </w:tc>
      </w:tr>
      <w:tr w:rsidR="00AD75F0" w:rsidRPr="00842E2E" w14:paraId="05501420" w14:textId="77777777" w:rsidTr="004A5E9E">
        <w:trPr>
          <w:trHeight w:val="288"/>
        </w:trPr>
        <w:tc>
          <w:tcPr>
            <w:tcW w:w="1040" w:type="pct"/>
            <w:vMerge/>
            <w:noWrap/>
          </w:tcPr>
          <w:p w14:paraId="4B10D795" w14:textId="77777777" w:rsidR="00AD75F0" w:rsidRDefault="00AD75F0" w:rsidP="00AD75F0">
            <w:pPr>
              <w:pStyle w:val="TBLContenu"/>
              <w:rPr>
                <w:lang w:val="en-US" w:bidi="en-US"/>
              </w:rPr>
            </w:pPr>
          </w:p>
        </w:tc>
        <w:tc>
          <w:tcPr>
            <w:tcW w:w="1669" w:type="pct"/>
            <w:shd w:val="clear" w:color="auto" w:fill="D9D9D9" w:themeFill="background1" w:themeFillShade="D9"/>
            <w:noWrap/>
          </w:tcPr>
          <w:p w14:paraId="602B5AA6" w14:textId="7EF4E554" w:rsidR="00AD75F0" w:rsidRDefault="00AD75F0" w:rsidP="00AD75F0">
            <w:pPr>
              <w:pStyle w:val="TBLContenu"/>
              <w:rPr>
                <w:lang w:val="en-US" w:bidi="en-US"/>
              </w:rPr>
            </w:pPr>
            <w:proofErr w:type="spellStart"/>
            <w:r>
              <w:rPr>
                <w:lang w:val="en-US" w:bidi="en-US"/>
              </w:rPr>
              <w:t>PersonnePriseCharge</w:t>
            </w:r>
            <w:proofErr w:type="spellEnd"/>
            <w:r>
              <w:rPr>
                <w:lang w:val="en-US" w:bidi="en-US"/>
              </w:rPr>
              <w:t xml:space="preserve"> [</w:t>
            </w:r>
            <w:proofErr w:type="gramStart"/>
            <w:r>
              <w:rPr>
                <w:lang w:val="en-US" w:bidi="en-US"/>
              </w:rPr>
              <w:t>0..</w:t>
            </w:r>
            <w:proofErr w:type="gramEnd"/>
            <w:r>
              <w:rPr>
                <w:lang w:val="en-US" w:bidi="en-US"/>
              </w:rPr>
              <w:t>*]</w:t>
            </w:r>
            <w:r>
              <w:rPr>
                <w:rStyle w:val="Appelnotedebasdep"/>
                <w:lang w:bidi="en-US"/>
              </w:rPr>
              <w:t xml:space="preserve"> </w:t>
            </w:r>
            <w:r>
              <w:rPr>
                <w:rStyle w:val="Appelnotedebasdep"/>
                <w:lang w:bidi="en-US"/>
              </w:rPr>
              <w:footnoteReference w:id="10"/>
            </w:r>
          </w:p>
        </w:tc>
        <w:tc>
          <w:tcPr>
            <w:tcW w:w="1043" w:type="pct"/>
            <w:vMerge w:val="restart"/>
            <w:shd w:val="clear" w:color="auto" w:fill="D9D9D9" w:themeFill="background1" w:themeFillShade="D9"/>
            <w:noWrap/>
          </w:tcPr>
          <w:p w14:paraId="7A41853E" w14:textId="77777777" w:rsidR="00AD75F0" w:rsidRDefault="00AD75F0" w:rsidP="00AD75F0">
            <w:pPr>
              <w:pStyle w:val="TBLContenu"/>
              <w:rPr>
                <w:lang w:val="en-US" w:bidi="en-US"/>
              </w:rPr>
            </w:pPr>
            <w:r>
              <w:rPr>
                <w:lang w:val="en-US" w:bidi="en-US"/>
              </w:rPr>
              <w:t xml:space="preserve">Schedule </w:t>
            </w:r>
          </w:p>
          <w:p w14:paraId="3EA18DCA" w14:textId="77777777" w:rsidR="00AD75F0" w:rsidRDefault="00AD75F0" w:rsidP="00AD75F0">
            <w:pPr>
              <w:pStyle w:val="TBLContenu"/>
              <w:rPr>
                <w:lang w:val="en-US" w:bidi="en-US"/>
              </w:rPr>
            </w:pPr>
            <w:proofErr w:type="spellStart"/>
            <w:r w:rsidRPr="00442F70">
              <w:rPr>
                <w:color w:val="F79646" w:themeColor="accent6"/>
                <w:lang w:val="en-US" w:bidi="en-US"/>
              </w:rPr>
              <w:t>FrSchedule</w:t>
            </w:r>
            <w:proofErr w:type="spellEnd"/>
          </w:p>
        </w:tc>
        <w:tc>
          <w:tcPr>
            <w:tcW w:w="1248" w:type="pct"/>
            <w:vMerge w:val="restart"/>
            <w:shd w:val="clear" w:color="auto" w:fill="D9D9D9" w:themeFill="background1" w:themeFillShade="D9"/>
            <w:noWrap/>
          </w:tcPr>
          <w:p w14:paraId="1DCCB4F4" w14:textId="08A3B86A" w:rsidR="00AD75F0" w:rsidRPr="00E41670" w:rsidRDefault="00AD75F0" w:rsidP="00AD75F0">
            <w:pPr>
              <w:pStyle w:val="TBLContenu"/>
              <w:rPr>
                <w:rStyle w:val="constraints"/>
                <w:lang w:val="en-US"/>
              </w:rPr>
            </w:pPr>
            <w:proofErr w:type="gramStart"/>
            <w:r w:rsidRPr="00E41670">
              <w:rPr>
                <w:lang w:val="en-US" w:bidi="en-US"/>
              </w:rPr>
              <w:t>actor :</w:t>
            </w:r>
            <w:proofErr w:type="gramEnd"/>
            <w:r w:rsidRPr="00E41670">
              <w:rPr>
                <w:lang w:val="en-US" w:bidi="en-US"/>
              </w:rPr>
              <w:t xml:space="preserve"> Reference [1..*]</w:t>
            </w:r>
            <w:r w:rsidRPr="00E41670">
              <w:rPr>
                <w:rStyle w:val="Appelnotedebasdep"/>
                <w:lang w:bidi="en-US"/>
              </w:rPr>
              <w:footnoteReference w:id="11"/>
            </w:r>
          </w:p>
          <w:p w14:paraId="56C9585F" w14:textId="5076C2CF" w:rsidR="00246EC8" w:rsidRPr="00E41670" w:rsidRDefault="00246EC8" w:rsidP="00AD75F0">
            <w:pPr>
              <w:pStyle w:val="TBLContenu"/>
              <w:rPr>
                <w:lang w:val="en-US" w:bidi="en-US"/>
              </w:rPr>
            </w:pPr>
            <w:r w:rsidRPr="00E41670">
              <w:rPr>
                <w:rStyle w:val="constraints"/>
                <w:lang w:val="en-US"/>
              </w:rPr>
              <w:t>(</w:t>
            </w:r>
            <w:proofErr w:type="spellStart"/>
            <w:r w:rsidRPr="00E41670">
              <w:rPr>
                <w:color w:val="F79646" w:themeColor="accent6"/>
                <w:lang w:val="en-US" w:bidi="en-US"/>
              </w:rPr>
              <w:t>Fr</w:t>
            </w:r>
            <w:hyperlink r:id="rId20" w:tooltip="RelatedPerson simplifier.core.r4.resources 4.0.0 StructureDefinition-RelatedPerson.json" w:history="1">
              <w:r w:rsidRPr="00E41670">
                <w:rPr>
                  <w:color w:val="F79646" w:themeColor="accent6"/>
                  <w:lang w:val="en-US" w:bidi="en-US"/>
                </w:rPr>
                <w:t>RelatedPerson</w:t>
              </w:r>
              <w:proofErr w:type="spellEnd"/>
            </w:hyperlink>
            <w:r w:rsidRPr="00E41670">
              <w:rPr>
                <w:rStyle w:val="Lienhypertexte"/>
                <w:color w:val="auto"/>
                <w:u w:val="none"/>
                <w:lang w:val="en-US"/>
              </w:rPr>
              <w:t xml:space="preserve"> </w:t>
            </w:r>
            <w:r w:rsidRPr="00E41670">
              <w:rPr>
                <w:rStyle w:val="constraints"/>
                <w:lang w:val="en-US"/>
              </w:rPr>
              <w:t xml:space="preserve">| </w:t>
            </w:r>
            <w:hyperlink r:id="rId21" w:tooltip="Device simplifier.core.r4.resources 4.0.0 StructureDefinition-Device.json" w:history="1">
              <w:r w:rsidRPr="00E41670">
                <w:rPr>
                  <w:rStyle w:val="Lienhypertexte"/>
                  <w:color w:val="auto"/>
                  <w:u w:val="none"/>
                  <w:lang w:val="en-US"/>
                </w:rPr>
                <w:t>Device</w:t>
              </w:r>
            </w:hyperlink>
            <w:r w:rsidRPr="00E41670">
              <w:rPr>
                <w:rStyle w:val="Lienhypertexte"/>
                <w:color w:val="auto"/>
                <w:u w:val="none"/>
                <w:lang w:val="en-US"/>
              </w:rPr>
              <w:t xml:space="preserve"> </w:t>
            </w:r>
            <w:r w:rsidRPr="00E41670">
              <w:rPr>
                <w:rStyle w:val="constraints"/>
                <w:lang w:val="en-US"/>
              </w:rPr>
              <w:t xml:space="preserve">| </w:t>
            </w:r>
            <w:hyperlink r:id="rId22" w:tooltip="Profile of the HealthcareService resource for France | Profil de la ressource HealthcareService pour l'usage en France. This profile adds the element serviceTypeDuration to associate the service with the duration of this service | Ce profil ajoute l'élément se" w:history="1">
              <w:proofErr w:type="spellStart"/>
              <w:r w:rsidRPr="00E41670">
                <w:rPr>
                  <w:color w:val="F79646" w:themeColor="accent6"/>
                  <w:lang w:val="en-US" w:bidi="en-US"/>
                </w:rPr>
                <w:t>FrHealthcareService</w:t>
              </w:r>
              <w:proofErr w:type="spellEnd"/>
            </w:hyperlink>
            <w:r w:rsidRPr="00E41670">
              <w:rPr>
                <w:color w:val="F79646" w:themeColor="accent6"/>
                <w:lang w:val="en-US" w:bidi="en-US"/>
              </w:rPr>
              <w:t xml:space="preserve"> </w:t>
            </w:r>
            <w:r w:rsidRPr="00E41670">
              <w:rPr>
                <w:lang w:val="en-US" w:bidi="en-US"/>
              </w:rPr>
              <w:t xml:space="preserve">| </w:t>
            </w:r>
            <w:hyperlink r:id="rId23" w:tooltip="French profile of Location | Profil français de la ressource Location" w:history="1">
              <w:proofErr w:type="spellStart"/>
              <w:r w:rsidRPr="00E41670">
                <w:rPr>
                  <w:color w:val="F79646" w:themeColor="accent6"/>
                  <w:lang w:val="en-US" w:bidi="en-US"/>
                </w:rPr>
                <w:t>FrLocation</w:t>
              </w:r>
              <w:proofErr w:type="spellEnd"/>
            </w:hyperlink>
            <w:r w:rsidRPr="00E41670">
              <w:rPr>
                <w:color w:val="F79646" w:themeColor="accent6"/>
                <w:lang w:val="en-US" w:bidi="en-US"/>
              </w:rPr>
              <w:t xml:space="preserve"> </w:t>
            </w:r>
            <w:r w:rsidRPr="00E41670">
              <w:rPr>
                <w:lang w:val="en-US" w:bidi="en-US"/>
              </w:rPr>
              <w:t xml:space="preserve">| </w:t>
            </w:r>
            <w:r w:rsidRPr="00E41670">
              <w:rPr>
                <w:color w:val="F79646" w:themeColor="accent6"/>
                <w:lang w:val="en-US" w:bidi="en-US"/>
              </w:rPr>
              <w:t xml:space="preserve"> </w:t>
            </w:r>
            <w:hyperlink r:id="rId24" w:tooltip="Profile of the Patient resource for France | Profil de la ressource Patient pour l'usage en FranceThis profile specifies the patient's identifiers for France. It uses international extensions (birtplace and nationality) and adds specific French extensions | Ce" w:history="1">
              <w:proofErr w:type="spellStart"/>
              <w:r w:rsidRPr="00E41670">
                <w:rPr>
                  <w:color w:val="F79646" w:themeColor="accent6"/>
                  <w:lang w:val="en-US" w:bidi="en-US"/>
                </w:rPr>
                <w:t>FrPatient</w:t>
              </w:r>
              <w:proofErr w:type="spellEnd"/>
            </w:hyperlink>
            <w:r w:rsidRPr="00E41670">
              <w:rPr>
                <w:color w:val="F79646" w:themeColor="accent6"/>
                <w:lang w:val="en-US" w:bidi="en-US"/>
              </w:rPr>
              <w:t xml:space="preserve"> </w:t>
            </w:r>
            <w:r w:rsidRPr="00E41670">
              <w:rPr>
                <w:lang w:val="en-US" w:bidi="en-US"/>
              </w:rPr>
              <w:t xml:space="preserve">| </w:t>
            </w:r>
            <w:r w:rsidRPr="00E41670">
              <w:rPr>
                <w:color w:val="F79646" w:themeColor="accent6"/>
                <w:lang w:val="en-US" w:bidi="en-US"/>
              </w:rPr>
              <w:t xml:space="preserve"> </w:t>
            </w:r>
            <w:hyperlink r:id="rId25" w:tooltip="French profile of the Practitioner resource | Profil de la ressource Practitionner pour la France This profile specifies the types of identifiers for practitioners in France | Ce profil contraint les types d'identifiants du professionnel de santé en France" w:history="1">
              <w:proofErr w:type="spellStart"/>
              <w:r w:rsidRPr="00E41670">
                <w:rPr>
                  <w:color w:val="F79646" w:themeColor="accent6"/>
                  <w:lang w:val="en-US" w:bidi="en-US"/>
                </w:rPr>
                <w:t>FrPractitioner</w:t>
              </w:r>
              <w:proofErr w:type="spellEnd"/>
            </w:hyperlink>
            <w:r w:rsidRPr="00E41670">
              <w:rPr>
                <w:color w:val="F79646" w:themeColor="accent6"/>
                <w:lang w:val="en-US" w:bidi="en-US"/>
              </w:rPr>
              <w:t xml:space="preserve"> </w:t>
            </w:r>
            <w:r w:rsidRPr="00E41670">
              <w:rPr>
                <w:lang w:val="en-US" w:bidi="en-US"/>
              </w:rPr>
              <w:t xml:space="preserve">| </w:t>
            </w:r>
            <w:proofErr w:type="spellStart"/>
            <w:r w:rsidRPr="00E41670">
              <w:rPr>
                <w:lang w:val="en-US" w:bidi="en-US"/>
              </w:rPr>
              <w:t>PractitionerRole</w:t>
            </w:r>
            <w:proofErr w:type="spellEnd"/>
            <w:r w:rsidR="00A87B23" w:rsidRPr="00E41670">
              <w:rPr>
                <w:rStyle w:val="Appelnotedebasdep"/>
                <w:lang w:val="en-US" w:bidi="en-US"/>
              </w:rPr>
              <w:footnoteReference w:id="12"/>
            </w:r>
            <w:r w:rsidRPr="00E41670">
              <w:rPr>
                <w:rStyle w:val="constraints"/>
                <w:lang w:val="en-US"/>
              </w:rPr>
              <w:t>)</w:t>
            </w:r>
          </w:p>
        </w:tc>
      </w:tr>
      <w:tr w:rsidR="00AD75F0" w14:paraId="517E49E7" w14:textId="77777777" w:rsidTr="004A5E9E">
        <w:trPr>
          <w:trHeight w:val="288"/>
        </w:trPr>
        <w:tc>
          <w:tcPr>
            <w:tcW w:w="1040" w:type="pct"/>
            <w:vMerge/>
            <w:noWrap/>
          </w:tcPr>
          <w:p w14:paraId="6C20BA68" w14:textId="77777777" w:rsidR="00AD75F0" w:rsidRDefault="00AD75F0" w:rsidP="00AD75F0">
            <w:pPr>
              <w:pStyle w:val="TBLContenu"/>
              <w:rPr>
                <w:lang w:val="en-US" w:bidi="en-US"/>
              </w:rPr>
            </w:pPr>
          </w:p>
        </w:tc>
        <w:tc>
          <w:tcPr>
            <w:tcW w:w="1669" w:type="pct"/>
            <w:shd w:val="clear" w:color="auto" w:fill="D9D9D9" w:themeFill="background1" w:themeFillShade="D9"/>
            <w:noWrap/>
          </w:tcPr>
          <w:p w14:paraId="3E9C1D1F" w14:textId="77777777" w:rsidR="00AD75F0" w:rsidRDefault="00AD75F0" w:rsidP="00AD75F0">
            <w:pPr>
              <w:pStyle w:val="TBLContenu"/>
              <w:rPr>
                <w:lang w:val="en-US" w:bidi="en-US"/>
              </w:rPr>
            </w:pPr>
            <w:r>
              <w:rPr>
                <w:lang w:val="en-US" w:bidi="en-US"/>
              </w:rPr>
              <w:t>Contact [</w:t>
            </w:r>
            <w:proofErr w:type="gramStart"/>
            <w:r>
              <w:rPr>
                <w:lang w:val="en-US" w:bidi="en-US"/>
              </w:rPr>
              <w:t>0..</w:t>
            </w:r>
            <w:proofErr w:type="gramEnd"/>
            <w:r>
              <w:rPr>
                <w:lang w:val="en-US" w:bidi="en-US"/>
              </w:rPr>
              <w:t>*]</w:t>
            </w:r>
          </w:p>
        </w:tc>
        <w:tc>
          <w:tcPr>
            <w:tcW w:w="1043" w:type="pct"/>
            <w:vMerge/>
            <w:shd w:val="clear" w:color="auto" w:fill="D9D9D9" w:themeFill="background1" w:themeFillShade="D9"/>
            <w:noWrap/>
          </w:tcPr>
          <w:p w14:paraId="0615F320" w14:textId="77777777" w:rsidR="00AD75F0" w:rsidRDefault="00AD75F0" w:rsidP="00AD75F0">
            <w:pPr>
              <w:pStyle w:val="TBLContenu"/>
              <w:rPr>
                <w:lang w:val="en-US" w:bidi="en-US"/>
              </w:rPr>
            </w:pPr>
          </w:p>
        </w:tc>
        <w:tc>
          <w:tcPr>
            <w:tcW w:w="1248" w:type="pct"/>
            <w:vMerge/>
            <w:shd w:val="clear" w:color="auto" w:fill="D9D9D9" w:themeFill="background1" w:themeFillShade="D9"/>
            <w:noWrap/>
          </w:tcPr>
          <w:p w14:paraId="131CC355" w14:textId="77777777" w:rsidR="00AD75F0" w:rsidRDefault="00AD75F0" w:rsidP="00AD75F0">
            <w:pPr>
              <w:pStyle w:val="TBLContenu"/>
              <w:rPr>
                <w:lang w:val="en-US" w:bidi="en-US"/>
              </w:rPr>
            </w:pPr>
          </w:p>
        </w:tc>
      </w:tr>
      <w:tr w:rsidR="00AD75F0" w14:paraId="326024F6" w14:textId="77777777" w:rsidTr="004A5E9E">
        <w:trPr>
          <w:trHeight w:val="288"/>
        </w:trPr>
        <w:tc>
          <w:tcPr>
            <w:tcW w:w="1040" w:type="pct"/>
            <w:vMerge/>
            <w:noWrap/>
          </w:tcPr>
          <w:p w14:paraId="74E5FB55" w14:textId="77777777" w:rsidR="00AD75F0" w:rsidRDefault="00AD75F0" w:rsidP="00AD75F0">
            <w:pPr>
              <w:pStyle w:val="TBLContenu"/>
              <w:rPr>
                <w:lang w:val="en-US" w:bidi="en-US"/>
              </w:rPr>
            </w:pPr>
          </w:p>
        </w:tc>
        <w:tc>
          <w:tcPr>
            <w:tcW w:w="1669" w:type="pct"/>
            <w:shd w:val="clear" w:color="auto" w:fill="D9D9D9" w:themeFill="background1" w:themeFillShade="D9"/>
            <w:noWrap/>
          </w:tcPr>
          <w:p w14:paraId="35E7D29B" w14:textId="77777777" w:rsidR="00AD75F0" w:rsidRDefault="00AD75F0" w:rsidP="00AD75F0">
            <w:pPr>
              <w:pStyle w:val="TBLContenu"/>
              <w:rPr>
                <w:lang w:val="en-US" w:bidi="en-US"/>
              </w:rPr>
            </w:pPr>
            <w:proofErr w:type="spellStart"/>
            <w:r>
              <w:rPr>
                <w:lang w:val="en-US" w:bidi="en-US"/>
              </w:rPr>
              <w:t>Professionnel</w:t>
            </w:r>
            <w:proofErr w:type="spellEnd"/>
            <w:r>
              <w:rPr>
                <w:lang w:val="en-US" w:bidi="en-US"/>
              </w:rPr>
              <w:t xml:space="preserve"> [</w:t>
            </w:r>
            <w:proofErr w:type="gramStart"/>
            <w:r>
              <w:rPr>
                <w:lang w:val="en-US" w:bidi="en-US"/>
              </w:rPr>
              <w:t>0..</w:t>
            </w:r>
            <w:proofErr w:type="gramEnd"/>
            <w:r>
              <w:rPr>
                <w:lang w:val="en-US" w:bidi="en-US"/>
              </w:rPr>
              <w:t>*]</w:t>
            </w:r>
          </w:p>
        </w:tc>
        <w:tc>
          <w:tcPr>
            <w:tcW w:w="1043" w:type="pct"/>
            <w:vMerge/>
            <w:shd w:val="clear" w:color="auto" w:fill="D9D9D9" w:themeFill="background1" w:themeFillShade="D9"/>
            <w:noWrap/>
          </w:tcPr>
          <w:p w14:paraId="19875F59" w14:textId="77777777" w:rsidR="00AD75F0" w:rsidRDefault="00AD75F0" w:rsidP="00AD75F0">
            <w:pPr>
              <w:pStyle w:val="TBLContenu"/>
              <w:rPr>
                <w:lang w:val="en-US" w:bidi="en-US"/>
              </w:rPr>
            </w:pPr>
          </w:p>
        </w:tc>
        <w:tc>
          <w:tcPr>
            <w:tcW w:w="1248" w:type="pct"/>
            <w:vMerge/>
            <w:shd w:val="clear" w:color="auto" w:fill="D9D9D9" w:themeFill="background1" w:themeFillShade="D9"/>
            <w:noWrap/>
          </w:tcPr>
          <w:p w14:paraId="7961A767" w14:textId="77777777" w:rsidR="00AD75F0" w:rsidRDefault="00AD75F0" w:rsidP="00AD75F0">
            <w:pPr>
              <w:pStyle w:val="TBLContenu"/>
              <w:rPr>
                <w:lang w:val="en-US" w:bidi="en-US"/>
              </w:rPr>
            </w:pPr>
          </w:p>
        </w:tc>
      </w:tr>
      <w:tr w:rsidR="00AD75F0" w14:paraId="18B446AA" w14:textId="77777777" w:rsidTr="004A5E9E">
        <w:trPr>
          <w:trHeight w:val="288"/>
        </w:trPr>
        <w:tc>
          <w:tcPr>
            <w:tcW w:w="1040" w:type="pct"/>
            <w:vMerge/>
            <w:noWrap/>
          </w:tcPr>
          <w:p w14:paraId="2D76C5AA" w14:textId="77777777" w:rsidR="00AD75F0" w:rsidRDefault="00AD75F0" w:rsidP="00AD75F0">
            <w:pPr>
              <w:pStyle w:val="TBLContenu"/>
              <w:rPr>
                <w:lang w:val="en-US" w:bidi="en-US"/>
              </w:rPr>
            </w:pPr>
          </w:p>
        </w:tc>
        <w:tc>
          <w:tcPr>
            <w:tcW w:w="1669" w:type="pct"/>
            <w:shd w:val="clear" w:color="auto" w:fill="D9D9D9" w:themeFill="background1" w:themeFillShade="D9"/>
            <w:noWrap/>
          </w:tcPr>
          <w:p w14:paraId="4089CB7F" w14:textId="77777777" w:rsidR="00AD75F0" w:rsidRDefault="00AD75F0" w:rsidP="00AD75F0">
            <w:pPr>
              <w:pStyle w:val="TBLContenu"/>
              <w:rPr>
                <w:lang w:val="en-US" w:bidi="en-US"/>
              </w:rPr>
            </w:pPr>
            <w:proofErr w:type="spellStart"/>
            <w:r>
              <w:rPr>
                <w:lang w:val="en-US" w:bidi="en-US"/>
              </w:rPr>
              <w:t>OrganisationInterne</w:t>
            </w:r>
            <w:proofErr w:type="spellEnd"/>
            <w:r>
              <w:rPr>
                <w:lang w:val="en-US" w:bidi="en-US"/>
              </w:rPr>
              <w:t xml:space="preserve"> [</w:t>
            </w:r>
            <w:proofErr w:type="gramStart"/>
            <w:r>
              <w:rPr>
                <w:lang w:val="en-US" w:bidi="en-US"/>
              </w:rPr>
              <w:t>0..</w:t>
            </w:r>
            <w:proofErr w:type="gramEnd"/>
            <w:r>
              <w:rPr>
                <w:lang w:val="en-US" w:bidi="en-US"/>
              </w:rPr>
              <w:t>*]</w:t>
            </w:r>
          </w:p>
        </w:tc>
        <w:tc>
          <w:tcPr>
            <w:tcW w:w="1043" w:type="pct"/>
            <w:vMerge/>
            <w:shd w:val="clear" w:color="auto" w:fill="D9D9D9" w:themeFill="background1" w:themeFillShade="D9"/>
            <w:noWrap/>
          </w:tcPr>
          <w:p w14:paraId="01509E95" w14:textId="77777777" w:rsidR="00AD75F0" w:rsidRDefault="00AD75F0" w:rsidP="00AD75F0">
            <w:pPr>
              <w:pStyle w:val="TBLContenu"/>
              <w:rPr>
                <w:lang w:val="en-US" w:bidi="en-US"/>
              </w:rPr>
            </w:pPr>
          </w:p>
        </w:tc>
        <w:tc>
          <w:tcPr>
            <w:tcW w:w="1248" w:type="pct"/>
            <w:vMerge/>
            <w:shd w:val="clear" w:color="auto" w:fill="D9D9D9" w:themeFill="background1" w:themeFillShade="D9"/>
            <w:noWrap/>
          </w:tcPr>
          <w:p w14:paraId="0CE06CA2" w14:textId="77777777" w:rsidR="00AD75F0" w:rsidRDefault="00AD75F0" w:rsidP="00AD75F0">
            <w:pPr>
              <w:pStyle w:val="TBLContenu"/>
              <w:rPr>
                <w:lang w:val="en-US" w:bidi="en-US"/>
              </w:rPr>
            </w:pPr>
          </w:p>
        </w:tc>
      </w:tr>
      <w:tr w:rsidR="00AD75F0" w14:paraId="2CD94276" w14:textId="77777777" w:rsidTr="004A5E9E">
        <w:trPr>
          <w:trHeight w:val="288"/>
        </w:trPr>
        <w:tc>
          <w:tcPr>
            <w:tcW w:w="1040" w:type="pct"/>
            <w:vMerge/>
            <w:noWrap/>
          </w:tcPr>
          <w:p w14:paraId="5707B57F" w14:textId="77777777" w:rsidR="00AD75F0" w:rsidRDefault="00AD75F0" w:rsidP="00AD75F0">
            <w:pPr>
              <w:pStyle w:val="TBLContenu"/>
              <w:rPr>
                <w:lang w:val="en-US" w:bidi="en-US"/>
              </w:rPr>
            </w:pPr>
          </w:p>
        </w:tc>
        <w:tc>
          <w:tcPr>
            <w:tcW w:w="1669" w:type="pct"/>
            <w:shd w:val="clear" w:color="auto" w:fill="D9D9D9" w:themeFill="background1" w:themeFillShade="D9"/>
            <w:noWrap/>
          </w:tcPr>
          <w:p w14:paraId="5DCAA123" w14:textId="77777777" w:rsidR="00AD75F0" w:rsidRDefault="00AD75F0" w:rsidP="00AD75F0">
            <w:pPr>
              <w:pStyle w:val="TBLContenu"/>
              <w:rPr>
                <w:lang w:val="en-US" w:bidi="en-US"/>
              </w:rPr>
            </w:pPr>
            <w:r>
              <w:rPr>
                <w:lang w:val="en-US" w:bidi="en-US"/>
              </w:rPr>
              <w:t>Lieu [</w:t>
            </w:r>
            <w:proofErr w:type="gramStart"/>
            <w:r>
              <w:rPr>
                <w:lang w:val="en-US" w:bidi="en-US"/>
              </w:rPr>
              <w:t>0..</w:t>
            </w:r>
            <w:proofErr w:type="gramEnd"/>
            <w:r>
              <w:rPr>
                <w:lang w:val="en-US" w:bidi="en-US"/>
              </w:rPr>
              <w:t>*]</w:t>
            </w:r>
          </w:p>
        </w:tc>
        <w:tc>
          <w:tcPr>
            <w:tcW w:w="1043" w:type="pct"/>
            <w:vMerge/>
            <w:shd w:val="clear" w:color="auto" w:fill="D9D9D9" w:themeFill="background1" w:themeFillShade="D9"/>
            <w:noWrap/>
          </w:tcPr>
          <w:p w14:paraId="4194B5B3" w14:textId="77777777" w:rsidR="00AD75F0" w:rsidRDefault="00AD75F0" w:rsidP="00AD75F0">
            <w:pPr>
              <w:pStyle w:val="TBLContenu"/>
              <w:rPr>
                <w:lang w:val="en-US" w:bidi="en-US"/>
              </w:rPr>
            </w:pPr>
          </w:p>
        </w:tc>
        <w:tc>
          <w:tcPr>
            <w:tcW w:w="1248" w:type="pct"/>
            <w:vMerge/>
            <w:shd w:val="clear" w:color="auto" w:fill="D9D9D9" w:themeFill="background1" w:themeFillShade="D9"/>
            <w:noWrap/>
          </w:tcPr>
          <w:p w14:paraId="010B62C8" w14:textId="77777777" w:rsidR="00AD75F0" w:rsidRDefault="00AD75F0" w:rsidP="00AD75F0">
            <w:pPr>
              <w:pStyle w:val="TBLContenu"/>
              <w:rPr>
                <w:lang w:val="en-US" w:bidi="en-US"/>
              </w:rPr>
            </w:pPr>
          </w:p>
        </w:tc>
      </w:tr>
      <w:tr w:rsidR="00AD75F0" w14:paraId="1DCF9321" w14:textId="77777777" w:rsidTr="004A5E9E">
        <w:trPr>
          <w:trHeight w:val="288"/>
        </w:trPr>
        <w:tc>
          <w:tcPr>
            <w:tcW w:w="1040" w:type="pct"/>
            <w:vMerge/>
            <w:noWrap/>
          </w:tcPr>
          <w:p w14:paraId="25D77E5D" w14:textId="77777777" w:rsidR="00AD75F0" w:rsidRDefault="00AD75F0" w:rsidP="00AD75F0">
            <w:pPr>
              <w:pStyle w:val="TBLContenu"/>
              <w:rPr>
                <w:lang w:val="en-US" w:bidi="en-US"/>
              </w:rPr>
            </w:pPr>
          </w:p>
        </w:tc>
        <w:tc>
          <w:tcPr>
            <w:tcW w:w="1669" w:type="pct"/>
            <w:shd w:val="clear" w:color="auto" w:fill="D9D9D9" w:themeFill="background1" w:themeFillShade="D9"/>
            <w:noWrap/>
          </w:tcPr>
          <w:p w14:paraId="57177E6D" w14:textId="77777777" w:rsidR="00AD75F0" w:rsidRDefault="00AD75F0" w:rsidP="00AD75F0">
            <w:pPr>
              <w:pStyle w:val="TBLContenu"/>
              <w:rPr>
                <w:lang w:val="en-US" w:bidi="en-US"/>
              </w:rPr>
            </w:pPr>
            <w:proofErr w:type="spellStart"/>
            <w:r>
              <w:rPr>
                <w:lang w:val="en-US" w:bidi="en-US"/>
              </w:rPr>
              <w:t>EquipementProfessionnel</w:t>
            </w:r>
            <w:proofErr w:type="spellEnd"/>
            <w:r>
              <w:rPr>
                <w:lang w:val="en-US" w:bidi="en-US"/>
              </w:rPr>
              <w:t xml:space="preserve"> [</w:t>
            </w:r>
            <w:proofErr w:type="gramStart"/>
            <w:r>
              <w:rPr>
                <w:lang w:val="en-US" w:bidi="en-US"/>
              </w:rPr>
              <w:t>0..</w:t>
            </w:r>
            <w:proofErr w:type="gramEnd"/>
            <w:r>
              <w:rPr>
                <w:lang w:val="en-US" w:bidi="en-US"/>
              </w:rPr>
              <w:t>*]</w:t>
            </w:r>
          </w:p>
        </w:tc>
        <w:tc>
          <w:tcPr>
            <w:tcW w:w="1043" w:type="pct"/>
            <w:vMerge/>
            <w:shd w:val="clear" w:color="auto" w:fill="D9D9D9" w:themeFill="background1" w:themeFillShade="D9"/>
            <w:noWrap/>
          </w:tcPr>
          <w:p w14:paraId="3B5A0C7A" w14:textId="77777777" w:rsidR="00AD75F0" w:rsidRDefault="00AD75F0" w:rsidP="00AD75F0">
            <w:pPr>
              <w:pStyle w:val="TBLContenu"/>
              <w:rPr>
                <w:lang w:val="en-US" w:bidi="en-US"/>
              </w:rPr>
            </w:pPr>
          </w:p>
        </w:tc>
        <w:tc>
          <w:tcPr>
            <w:tcW w:w="1248" w:type="pct"/>
            <w:vMerge/>
            <w:shd w:val="clear" w:color="auto" w:fill="D9D9D9" w:themeFill="background1" w:themeFillShade="D9"/>
            <w:noWrap/>
          </w:tcPr>
          <w:p w14:paraId="089D83A2" w14:textId="77777777" w:rsidR="00AD75F0" w:rsidRDefault="00AD75F0" w:rsidP="00AD75F0">
            <w:pPr>
              <w:pStyle w:val="TBLContenu"/>
              <w:rPr>
                <w:lang w:val="en-US" w:bidi="en-US"/>
              </w:rPr>
            </w:pPr>
          </w:p>
        </w:tc>
      </w:tr>
      <w:tr w:rsidR="00AD75F0" w:rsidRPr="002A3ED8" w14:paraId="57D108DB" w14:textId="77777777" w:rsidTr="004A5E9E">
        <w:trPr>
          <w:trHeight w:val="288"/>
        </w:trPr>
        <w:tc>
          <w:tcPr>
            <w:tcW w:w="1040" w:type="pct"/>
            <w:vMerge w:val="restart"/>
            <w:noWrap/>
          </w:tcPr>
          <w:p w14:paraId="76E93A5A" w14:textId="6FC312C9" w:rsidR="00AD75F0" w:rsidRPr="00EB5561" w:rsidRDefault="00AD75F0" w:rsidP="00AD75F0">
            <w:pPr>
              <w:pStyle w:val="TBLContenu"/>
              <w:rPr>
                <w:lang w:bidi="en-US"/>
              </w:rPr>
            </w:pPr>
            <w:proofErr w:type="spellStart"/>
            <w:r w:rsidRPr="00EB5561">
              <w:rPr>
                <w:lang w:bidi="en-US"/>
              </w:rPr>
              <w:t>PersonnePriseCharge</w:t>
            </w:r>
            <w:proofErr w:type="spellEnd"/>
          </w:p>
        </w:tc>
        <w:tc>
          <w:tcPr>
            <w:tcW w:w="1669" w:type="pct"/>
            <w:noWrap/>
          </w:tcPr>
          <w:p w14:paraId="6C708695" w14:textId="0FC4A460" w:rsidR="00AD75F0" w:rsidRPr="00EB5561" w:rsidRDefault="00AD75F0" w:rsidP="00AD75F0">
            <w:pPr>
              <w:pStyle w:val="TBLContenu"/>
              <w:rPr>
                <w:lang w:bidi="en-US"/>
              </w:rPr>
            </w:pPr>
            <w:proofErr w:type="spellStart"/>
            <w:proofErr w:type="gramStart"/>
            <w:r w:rsidRPr="00EB5561">
              <w:rPr>
                <w:lang w:bidi="en-US"/>
              </w:rPr>
              <w:t>idPersonnePriseCharge</w:t>
            </w:r>
            <w:proofErr w:type="spellEnd"/>
            <w:proofErr w:type="gramEnd"/>
            <w:r w:rsidRPr="00EB5561">
              <w:rPr>
                <w:lang w:bidi="en-US"/>
              </w:rPr>
              <w:t xml:space="preserve"> : [0..</w:t>
            </w:r>
            <w:r>
              <w:rPr>
                <w:lang w:bidi="en-US"/>
              </w:rPr>
              <w:t>*</w:t>
            </w:r>
            <w:r w:rsidRPr="00EB5561">
              <w:rPr>
                <w:lang w:bidi="en-US"/>
              </w:rPr>
              <w:t>] Identifiant</w:t>
            </w:r>
          </w:p>
        </w:tc>
        <w:tc>
          <w:tcPr>
            <w:tcW w:w="1043" w:type="pct"/>
            <w:noWrap/>
          </w:tcPr>
          <w:p w14:paraId="33E7E4A9" w14:textId="77777777" w:rsidR="00AD75F0" w:rsidRDefault="00AD75F0" w:rsidP="00AD75F0">
            <w:pPr>
              <w:pStyle w:val="TBLContenu"/>
              <w:rPr>
                <w:lang w:bidi="en-US"/>
              </w:rPr>
            </w:pPr>
            <w:r>
              <w:rPr>
                <w:lang w:bidi="en-US"/>
              </w:rPr>
              <w:t>Patient</w:t>
            </w:r>
          </w:p>
          <w:p w14:paraId="623BFBD6" w14:textId="77777777" w:rsidR="00AD75F0" w:rsidRPr="00EB5561" w:rsidRDefault="00AD75F0" w:rsidP="00AD75F0">
            <w:pPr>
              <w:pStyle w:val="TBLContenu"/>
              <w:rPr>
                <w:lang w:bidi="en-US"/>
              </w:rPr>
            </w:pPr>
            <w:proofErr w:type="spellStart"/>
            <w:r>
              <w:rPr>
                <w:color w:val="F79646" w:themeColor="accent6"/>
                <w:lang w:bidi="en-US"/>
              </w:rPr>
              <w:t>FrP</w:t>
            </w:r>
            <w:r w:rsidRPr="00E73B77">
              <w:rPr>
                <w:color w:val="F79646" w:themeColor="accent6"/>
                <w:lang w:bidi="en-US"/>
              </w:rPr>
              <w:t>atient</w:t>
            </w:r>
            <w:proofErr w:type="spellEnd"/>
          </w:p>
        </w:tc>
        <w:tc>
          <w:tcPr>
            <w:tcW w:w="1248" w:type="pct"/>
            <w:noWrap/>
          </w:tcPr>
          <w:p w14:paraId="323935C8" w14:textId="4497B88C" w:rsidR="00AD75F0" w:rsidRPr="007A1E66" w:rsidRDefault="00AD75F0" w:rsidP="00AD75F0">
            <w:pPr>
              <w:pStyle w:val="TBLContenu"/>
            </w:pPr>
            <w:proofErr w:type="gramStart"/>
            <w:r>
              <w:rPr>
                <w:lang w:bidi="en-US"/>
              </w:rPr>
              <w:t>identifier</w:t>
            </w:r>
            <w:proofErr w:type="gramEnd"/>
            <w:r>
              <w:rPr>
                <w:lang w:bidi="en-US"/>
              </w:rPr>
              <w:t xml:space="preserve"> : </w:t>
            </w:r>
            <w:r>
              <w:t>Identifier [0..*]</w:t>
            </w:r>
          </w:p>
        </w:tc>
      </w:tr>
      <w:tr w:rsidR="00AD75F0" w:rsidRPr="006440A1" w14:paraId="59987D71" w14:textId="77777777" w:rsidTr="004A5E9E">
        <w:trPr>
          <w:trHeight w:val="288"/>
        </w:trPr>
        <w:tc>
          <w:tcPr>
            <w:tcW w:w="1040" w:type="pct"/>
            <w:vMerge/>
            <w:noWrap/>
          </w:tcPr>
          <w:p w14:paraId="6FC0E89E" w14:textId="77777777" w:rsidR="00AD75F0" w:rsidRPr="00EB5561" w:rsidRDefault="00AD75F0" w:rsidP="00AD75F0">
            <w:pPr>
              <w:pStyle w:val="TBLContenu"/>
              <w:rPr>
                <w:lang w:bidi="en-US"/>
              </w:rPr>
            </w:pPr>
          </w:p>
        </w:tc>
        <w:tc>
          <w:tcPr>
            <w:tcW w:w="1669" w:type="pct"/>
            <w:noWrap/>
            <w:vAlign w:val="top"/>
          </w:tcPr>
          <w:p w14:paraId="25F8AC2B" w14:textId="77777777" w:rsidR="006440A1" w:rsidRPr="003E23AB" w:rsidRDefault="006440A1" w:rsidP="004A5E9E">
            <w:pPr>
              <w:pStyle w:val="TBLContenu"/>
              <w:jc w:val="left"/>
            </w:pPr>
            <w:r w:rsidRPr="000A1E27">
              <w:t>INS</w:t>
            </w:r>
            <w:r w:rsidRPr="00C5317A">
              <w:t> : [</w:t>
            </w:r>
            <w:proofErr w:type="gramStart"/>
            <w:r>
              <w:t>0</w:t>
            </w:r>
            <w:r w:rsidRPr="00C5317A">
              <w:t>..</w:t>
            </w:r>
            <w:proofErr w:type="gramEnd"/>
            <w:r w:rsidRPr="00C5317A">
              <w:t>1] INS</w:t>
            </w:r>
            <w:r>
              <w:rPr>
                <w:rStyle w:val="Appelnotedebasdep"/>
              </w:rPr>
              <w:footnoteReference w:id="13"/>
            </w:r>
          </w:p>
          <w:p w14:paraId="4FF1A9DD" w14:textId="77777777" w:rsidR="006440A1" w:rsidRDefault="006440A1" w:rsidP="004A5E9E">
            <w:pPr>
              <w:pStyle w:val="TBLListepuces"/>
              <w:jc w:val="left"/>
            </w:pPr>
            <w:proofErr w:type="spellStart"/>
            <w:proofErr w:type="gramStart"/>
            <w:r w:rsidRPr="001212EC">
              <w:t>matriculeINS</w:t>
            </w:r>
            <w:proofErr w:type="spellEnd"/>
            <w:proofErr w:type="gramEnd"/>
            <w:r w:rsidRPr="001212EC">
              <w:t> : [1..1] Identifiant</w:t>
            </w:r>
          </w:p>
          <w:p w14:paraId="050E5EA0" w14:textId="77777777" w:rsidR="006440A1" w:rsidRPr="00C5317A" w:rsidRDefault="006440A1" w:rsidP="004A5E9E">
            <w:pPr>
              <w:pStyle w:val="TBLListepuces"/>
              <w:numPr>
                <w:ilvl w:val="0"/>
                <w:numId w:val="0"/>
              </w:numPr>
              <w:ind w:left="357"/>
              <w:jc w:val="left"/>
            </w:pPr>
          </w:p>
          <w:p w14:paraId="1350E3B7" w14:textId="77777777" w:rsidR="006440A1" w:rsidRPr="00C5317A" w:rsidRDefault="006440A1" w:rsidP="004A5E9E">
            <w:pPr>
              <w:pStyle w:val="TBLListepuces"/>
              <w:jc w:val="left"/>
            </w:pPr>
            <w:proofErr w:type="spellStart"/>
            <w:proofErr w:type="gramStart"/>
            <w:r w:rsidRPr="001212EC">
              <w:t>nomFamille</w:t>
            </w:r>
            <w:proofErr w:type="spellEnd"/>
            <w:proofErr w:type="gramEnd"/>
            <w:r w:rsidRPr="001212EC">
              <w:t> : [1..1] Texte</w:t>
            </w:r>
          </w:p>
          <w:p w14:paraId="213C90D0" w14:textId="77777777" w:rsidR="006440A1" w:rsidRPr="00C5317A" w:rsidRDefault="006440A1" w:rsidP="004A5E9E">
            <w:pPr>
              <w:pStyle w:val="TBLListepuces"/>
              <w:jc w:val="left"/>
            </w:pPr>
            <w:proofErr w:type="spellStart"/>
            <w:proofErr w:type="gramStart"/>
            <w:r w:rsidRPr="001212EC">
              <w:t>prenomActeNaissance</w:t>
            </w:r>
            <w:proofErr w:type="spellEnd"/>
            <w:proofErr w:type="gramEnd"/>
            <w:r w:rsidRPr="001212EC">
              <w:t> : [1..1] Texte</w:t>
            </w:r>
          </w:p>
          <w:p w14:paraId="2B8C5148" w14:textId="77777777" w:rsidR="006440A1" w:rsidRDefault="006440A1" w:rsidP="004A5E9E">
            <w:pPr>
              <w:pStyle w:val="TBLListepuces"/>
              <w:jc w:val="left"/>
            </w:pPr>
            <w:proofErr w:type="spellStart"/>
            <w:proofErr w:type="gramStart"/>
            <w:r w:rsidRPr="001212EC">
              <w:t>premierPrenomActeNaissance</w:t>
            </w:r>
            <w:proofErr w:type="spellEnd"/>
            <w:proofErr w:type="gramEnd"/>
            <w:r w:rsidRPr="001212EC">
              <w:t xml:space="preserve"> : [1..1] Texte</w:t>
            </w:r>
          </w:p>
          <w:p w14:paraId="41170934" w14:textId="77777777" w:rsidR="006440A1" w:rsidRDefault="006440A1" w:rsidP="004A5E9E">
            <w:pPr>
              <w:pStyle w:val="TBLListepuces"/>
              <w:numPr>
                <w:ilvl w:val="0"/>
                <w:numId w:val="0"/>
              </w:numPr>
              <w:jc w:val="left"/>
            </w:pPr>
          </w:p>
          <w:p w14:paraId="2BC8E5C3" w14:textId="77777777" w:rsidR="006440A1" w:rsidRPr="000A1E27" w:rsidRDefault="006440A1" w:rsidP="004A5E9E">
            <w:pPr>
              <w:pStyle w:val="TBLListepuces"/>
              <w:numPr>
                <w:ilvl w:val="0"/>
                <w:numId w:val="0"/>
              </w:numPr>
              <w:ind w:left="357" w:hanging="357"/>
              <w:jc w:val="left"/>
            </w:pPr>
          </w:p>
          <w:p w14:paraId="55232375" w14:textId="77777777" w:rsidR="006440A1" w:rsidRPr="00C5317A" w:rsidRDefault="006440A1" w:rsidP="004A5E9E">
            <w:pPr>
              <w:pStyle w:val="TBLListepuces"/>
              <w:jc w:val="left"/>
            </w:pPr>
            <w:proofErr w:type="spellStart"/>
            <w:proofErr w:type="gramStart"/>
            <w:r w:rsidRPr="001212EC">
              <w:t>nomUtilise</w:t>
            </w:r>
            <w:proofErr w:type="spellEnd"/>
            <w:proofErr w:type="gramEnd"/>
            <w:r w:rsidRPr="001212EC">
              <w:t xml:space="preserve"> : [1..1] Texte</w:t>
            </w:r>
          </w:p>
          <w:p w14:paraId="4014337E" w14:textId="77777777" w:rsidR="006440A1" w:rsidRDefault="006440A1" w:rsidP="004A5E9E">
            <w:pPr>
              <w:pStyle w:val="TBLListepuces"/>
              <w:jc w:val="left"/>
            </w:pPr>
            <w:proofErr w:type="spellStart"/>
            <w:proofErr w:type="gramStart"/>
            <w:r w:rsidRPr="001212EC">
              <w:t>prenomUtilise</w:t>
            </w:r>
            <w:proofErr w:type="spellEnd"/>
            <w:proofErr w:type="gramEnd"/>
            <w:r w:rsidRPr="001212EC">
              <w:t xml:space="preserve"> : [1..1] Texte</w:t>
            </w:r>
          </w:p>
          <w:p w14:paraId="62084981" w14:textId="77777777" w:rsidR="006440A1" w:rsidRDefault="006440A1" w:rsidP="004A5E9E">
            <w:pPr>
              <w:pStyle w:val="TBLListepuces"/>
              <w:numPr>
                <w:ilvl w:val="0"/>
                <w:numId w:val="0"/>
              </w:numPr>
              <w:jc w:val="left"/>
            </w:pPr>
          </w:p>
          <w:p w14:paraId="72F8C6CE" w14:textId="77777777" w:rsidR="006440A1" w:rsidRPr="000A1E27" w:rsidRDefault="006440A1" w:rsidP="004A5E9E">
            <w:pPr>
              <w:pStyle w:val="TBLListepuces"/>
              <w:numPr>
                <w:ilvl w:val="0"/>
                <w:numId w:val="0"/>
              </w:numPr>
              <w:jc w:val="left"/>
            </w:pPr>
          </w:p>
          <w:p w14:paraId="4CEFD115" w14:textId="77777777" w:rsidR="006440A1" w:rsidRPr="00C5317A" w:rsidRDefault="006440A1" w:rsidP="004A5E9E">
            <w:pPr>
              <w:pStyle w:val="TBLListepuces"/>
              <w:jc w:val="left"/>
            </w:pPr>
            <w:proofErr w:type="gramStart"/>
            <w:r w:rsidRPr="001212EC">
              <w:t>sexe</w:t>
            </w:r>
            <w:proofErr w:type="gramEnd"/>
            <w:r w:rsidRPr="001212EC">
              <w:t xml:space="preserve"> : [1..1] Code</w:t>
            </w:r>
          </w:p>
          <w:p w14:paraId="4B6CC480" w14:textId="77777777" w:rsidR="006440A1" w:rsidRDefault="006440A1" w:rsidP="004A5E9E">
            <w:pPr>
              <w:pStyle w:val="TBLListepuces"/>
              <w:jc w:val="left"/>
            </w:pPr>
            <w:proofErr w:type="spellStart"/>
            <w:proofErr w:type="gramStart"/>
            <w:r w:rsidRPr="001212EC">
              <w:t>dateNaissance</w:t>
            </w:r>
            <w:proofErr w:type="spellEnd"/>
            <w:proofErr w:type="gramEnd"/>
            <w:r w:rsidRPr="001212EC">
              <w:t xml:space="preserve"> : [1..1] </w:t>
            </w:r>
            <w:proofErr w:type="spellStart"/>
            <w:r w:rsidRPr="001212EC">
              <w:t>DateHeure</w:t>
            </w:r>
            <w:proofErr w:type="spellEnd"/>
          </w:p>
          <w:p w14:paraId="56A8F41A" w14:textId="0D15752C" w:rsidR="006440A1" w:rsidRPr="00951411" w:rsidRDefault="006440A1" w:rsidP="004A5E9E">
            <w:pPr>
              <w:pStyle w:val="TBLListepuces"/>
              <w:jc w:val="left"/>
            </w:pPr>
            <w:proofErr w:type="spellStart"/>
            <w:proofErr w:type="gramStart"/>
            <w:r w:rsidRPr="00492BF5">
              <w:rPr>
                <w:szCs w:val="20"/>
              </w:rPr>
              <w:t>lieuNaissance</w:t>
            </w:r>
            <w:proofErr w:type="spellEnd"/>
            <w:proofErr w:type="gramEnd"/>
            <w:r w:rsidRPr="00492BF5">
              <w:rPr>
                <w:szCs w:val="20"/>
              </w:rPr>
              <w:t xml:space="preserve"> : [1..1] Texte</w:t>
            </w:r>
          </w:p>
        </w:tc>
        <w:tc>
          <w:tcPr>
            <w:tcW w:w="1043" w:type="pct"/>
            <w:noWrap/>
          </w:tcPr>
          <w:p w14:paraId="291CAFBA" w14:textId="77777777" w:rsidR="00AD75F0" w:rsidRDefault="00AD75F0" w:rsidP="00AD75F0">
            <w:pPr>
              <w:pStyle w:val="TBLContenu"/>
              <w:rPr>
                <w:lang w:bidi="en-US"/>
              </w:rPr>
            </w:pPr>
            <w:r>
              <w:rPr>
                <w:lang w:bidi="en-US"/>
              </w:rPr>
              <w:t>Patient</w:t>
            </w:r>
          </w:p>
          <w:p w14:paraId="2AA96948" w14:textId="4C8E4A89" w:rsidR="00AD75F0" w:rsidRDefault="00AD75F0" w:rsidP="00AD75F0">
            <w:pPr>
              <w:pStyle w:val="TBLContenu"/>
              <w:rPr>
                <w:lang w:bidi="en-US"/>
              </w:rPr>
            </w:pPr>
            <w:proofErr w:type="spellStart"/>
            <w:r>
              <w:rPr>
                <w:color w:val="F79646" w:themeColor="accent6"/>
                <w:lang w:bidi="en-US"/>
              </w:rPr>
              <w:t>FrP</w:t>
            </w:r>
            <w:r w:rsidRPr="00E73B77">
              <w:rPr>
                <w:color w:val="F79646" w:themeColor="accent6"/>
                <w:lang w:bidi="en-US"/>
              </w:rPr>
              <w:t>atient</w:t>
            </w:r>
            <w:proofErr w:type="spellEnd"/>
          </w:p>
        </w:tc>
        <w:tc>
          <w:tcPr>
            <w:tcW w:w="1248" w:type="pct"/>
            <w:noWrap/>
          </w:tcPr>
          <w:p w14:paraId="1DC3171F" w14:textId="77777777" w:rsidR="006440A1" w:rsidRPr="00E41670" w:rsidRDefault="006440A1" w:rsidP="006440A1">
            <w:pPr>
              <w:pStyle w:val="TBLListepuces"/>
              <w:rPr>
                <w:lang w:bidi="en-US"/>
              </w:rPr>
            </w:pPr>
            <w:r w:rsidRPr="00E41670">
              <w:rPr>
                <w:lang w:bidi="en-US"/>
              </w:rPr>
              <w:t>Identifier : Identifier [</w:t>
            </w:r>
            <w:proofErr w:type="gramStart"/>
            <w:r w:rsidRPr="00E41670">
              <w:rPr>
                <w:lang w:bidi="en-US"/>
              </w:rPr>
              <w:t>0..</w:t>
            </w:r>
            <w:proofErr w:type="gramEnd"/>
            <w:r w:rsidRPr="00E41670">
              <w:rPr>
                <w:lang w:bidi="en-US"/>
              </w:rPr>
              <w:t>*]</w:t>
            </w:r>
          </w:p>
          <w:p w14:paraId="605ACF29" w14:textId="77777777" w:rsidR="006440A1" w:rsidRPr="00E41670" w:rsidRDefault="006440A1" w:rsidP="006440A1">
            <w:pPr>
              <w:pStyle w:val="TBLListepuce2"/>
              <w:spacing w:line="276" w:lineRule="auto"/>
              <w:rPr>
                <w:lang w:bidi="en-US"/>
              </w:rPr>
            </w:pPr>
            <w:r w:rsidRPr="00E41670">
              <w:rPr>
                <w:lang w:bidi="en-US"/>
              </w:rPr>
              <w:t>Slice « INS-NIR »</w:t>
            </w:r>
          </w:p>
          <w:p w14:paraId="16CA3C00" w14:textId="77777777" w:rsidR="006440A1" w:rsidRPr="00E41670" w:rsidRDefault="006440A1" w:rsidP="006440A1">
            <w:pPr>
              <w:pStyle w:val="TBLListepuce2"/>
              <w:spacing w:line="276" w:lineRule="auto"/>
              <w:rPr>
                <w:lang w:bidi="en-US"/>
              </w:rPr>
            </w:pPr>
            <w:r w:rsidRPr="00E41670">
              <w:rPr>
                <w:lang w:bidi="en-US"/>
              </w:rPr>
              <w:t xml:space="preserve">Slice « INS-NIA » </w:t>
            </w:r>
          </w:p>
          <w:p w14:paraId="676C9940" w14:textId="77777777" w:rsidR="006440A1" w:rsidRPr="00E41670" w:rsidRDefault="006440A1" w:rsidP="006440A1">
            <w:pPr>
              <w:pStyle w:val="TBLListepuce2"/>
              <w:spacing w:line="276" w:lineRule="auto"/>
              <w:rPr>
                <w:lang w:bidi="en-US"/>
              </w:rPr>
            </w:pPr>
            <w:r w:rsidRPr="00E41670">
              <w:rPr>
                <w:lang w:bidi="en-US"/>
              </w:rPr>
              <w:t>Slice « INS-C »</w:t>
            </w:r>
          </w:p>
          <w:p w14:paraId="4C401081" w14:textId="77777777" w:rsidR="006440A1" w:rsidRPr="00E41670" w:rsidRDefault="006440A1" w:rsidP="004A5E9E">
            <w:pPr>
              <w:pStyle w:val="TBLListepuce2"/>
              <w:numPr>
                <w:ilvl w:val="0"/>
                <w:numId w:val="0"/>
              </w:numPr>
              <w:spacing w:line="276" w:lineRule="auto"/>
              <w:ind w:left="714"/>
              <w:rPr>
                <w:lang w:bidi="en-US"/>
              </w:rPr>
            </w:pPr>
          </w:p>
          <w:p w14:paraId="50C6000D" w14:textId="77777777" w:rsidR="006440A1" w:rsidRPr="00E41670" w:rsidRDefault="006440A1" w:rsidP="006440A1">
            <w:pPr>
              <w:pStyle w:val="TBLListepuces"/>
              <w:spacing w:line="276" w:lineRule="auto"/>
              <w:rPr>
                <w:lang w:bidi="en-US"/>
              </w:rPr>
            </w:pPr>
            <w:proofErr w:type="spellStart"/>
            <w:proofErr w:type="gramStart"/>
            <w:r w:rsidRPr="00E41670">
              <w:rPr>
                <w:lang w:bidi="en-US"/>
              </w:rPr>
              <w:t>name</w:t>
            </w:r>
            <w:proofErr w:type="spellEnd"/>
            <w:r w:rsidRPr="00E41670">
              <w:rPr>
                <w:lang w:bidi="en-US"/>
              </w:rPr>
              <w:t>[</w:t>
            </w:r>
            <w:proofErr w:type="gramEnd"/>
            <w:r w:rsidRPr="00E41670">
              <w:rPr>
                <w:lang w:bidi="en-US"/>
              </w:rPr>
              <w:t>1..*].</w:t>
            </w:r>
            <w:proofErr w:type="spellStart"/>
            <w:r w:rsidRPr="00E41670">
              <w:rPr>
                <w:lang w:bidi="en-US"/>
              </w:rPr>
              <w:t>family</w:t>
            </w:r>
            <w:proofErr w:type="spellEnd"/>
            <w:r w:rsidRPr="00E41670">
              <w:rPr>
                <w:lang w:bidi="en-US"/>
              </w:rPr>
              <w:t> : string [1..1] (</w:t>
            </w:r>
            <w:proofErr w:type="spellStart"/>
            <w:r w:rsidRPr="00E41670">
              <w:rPr>
                <w:lang w:bidi="en-US"/>
              </w:rPr>
              <w:t>FrHumanName</w:t>
            </w:r>
            <w:proofErr w:type="spellEnd"/>
            <w:r w:rsidRPr="00E41670">
              <w:rPr>
                <w:lang w:bidi="en-US"/>
              </w:rPr>
              <w:t>)</w:t>
            </w:r>
          </w:p>
          <w:p w14:paraId="56FCCEBC" w14:textId="77777777" w:rsidR="006440A1" w:rsidRPr="00E41670" w:rsidRDefault="006440A1" w:rsidP="006440A1">
            <w:pPr>
              <w:pStyle w:val="TBLListepuces"/>
              <w:spacing w:line="276" w:lineRule="auto"/>
              <w:rPr>
                <w:lang w:bidi="en-US"/>
              </w:rPr>
            </w:pPr>
            <w:proofErr w:type="spellStart"/>
            <w:proofErr w:type="gramStart"/>
            <w:r w:rsidRPr="00E41670">
              <w:rPr>
                <w:lang w:bidi="en-US"/>
              </w:rPr>
              <w:t>name</w:t>
            </w:r>
            <w:proofErr w:type="spellEnd"/>
            <w:r w:rsidRPr="00E41670">
              <w:rPr>
                <w:lang w:bidi="en-US"/>
              </w:rPr>
              <w:t>[</w:t>
            </w:r>
            <w:proofErr w:type="gramEnd"/>
            <w:r w:rsidRPr="00E41670">
              <w:rPr>
                <w:lang w:bidi="en-US"/>
              </w:rPr>
              <w:t>1..*].</w:t>
            </w:r>
            <w:proofErr w:type="spellStart"/>
            <w:r w:rsidRPr="00E41670">
              <w:rPr>
                <w:lang w:bidi="en-US"/>
              </w:rPr>
              <w:t>text</w:t>
            </w:r>
            <w:proofErr w:type="spellEnd"/>
            <w:r w:rsidRPr="00E41670">
              <w:rPr>
                <w:lang w:bidi="en-US"/>
              </w:rPr>
              <w:t> : string [0..1] (</w:t>
            </w:r>
            <w:proofErr w:type="spellStart"/>
            <w:r w:rsidRPr="00E41670">
              <w:rPr>
                <w:lang w:bidi="en-US"/>
              </w:rPr>
              <w:t>FrHumanName</w:t>
            </w:r>
            <w:proofErr w:type="spellEnd"/>
            <w:r w:rsidRPr="00E41670">
              <w:rPr>
                <w:lang w:bidi="en-US"/>
              </w:rPr>
              <w:t>)</w:t>
            </w:r>
          </w:p>
          <w:p w14:paraId="3B93DE3C" w14:textId="77777777" w:rsidR="006440A1" w:rsidRPr="00E41670" w:rsidRDefault="006440A1" w:rsidP="006440A1">
            <w:pPr>
              <w:pStyle w:val="TBLListepuces"/>
              <w:spacing w:line="276" w:lineRule="auto"/>
              <w:rPr>
                <w:lang w:bidi="en-US"/>
              </w:rPr>
            </w:pPr>
            <w:proofErr w:type="spellStart"/>
            <w:proofErr w:type="gramStart"/>
            <w:r w:rsidRPr="00E41670">
              <w:rPr>
                <w:lang w:bidi="en-US"/>
              </w:rPr>
              <w:t>name</w:t>
            </w:r>
            <w:proofErr w:type="spellEnd"/>
            <w:r w:rsidRPr="00E41670">
              <w:rPr>
                <w:lang w:bidi="en-US"/>
              </w:rPr>
              <w:t>[</w:t>
            </w:r>
            <w:proofErr w:type="gramEnd"/>
            <w:r w:rsidRPr="00E41670">
              <w:rPr>
                <w:lang w:bidi="en-US"/>
              </w:rPr>
              <w:t>1..*].</w:t>
            </w:r>
            <w:proofErr w:type="spellStart"/>
            <w:r w:rsidRPr="00E41670">
              <w:rPr>
                <w:lang w:bidi="en-US"/>
              </w:rPr>
              <w:t>given</w:t>
            </w:r>
            <w:proofErr w:type="spellEnd"/>
            <w:r w:rsidRPr="00E41670">
              <w:rPr>
                <w:lang w:bidi="en-US"/>
              </w:rPr>
              <w:t> : string [1..1] (</w:t>
            </w:r>
            <w:proofErr w:type="spellStart"/>
            <w:r w:rsidRPr="00E41670">
              <w:rPr>
                <w:lang w:bidi="en-US"/>
              </w:rPr>
              <w:t>FrHumanName</w:t>
            </w:r>
            <w:proofErr w:type="spellEnd"/>
            <w:r w:rsidRPr="00E41670">
              <w:rPr>
                <w:lang w:bidi="en-US"/>
              </w:rPr>
              <w:t>)</w:t>
            </w:r>
          </w:p>
          <w:p w14:paraId="32C178C4" w14:textId="77777777" w:rsidR="006440A1" w:rsidRPr="00E41670" w:rsidRDefault="006440A1" w:rsidP="004A5E9E">
            <w:pPr>
              <w:pStyle w:val="TBLListepuces"/>
              <w:numPr>
                <w:ilvl w:val="0"/>
                <w:numId w:val="0"/>
              </w:numPr>
              <w:spacing w:line="276" w:lineRule="auto"/>
              <w:ind w:left="357"/>
              <w:rPr>
                <w:lang w:bidi="en-US"/>
              </w:rPr>
            </w:pPr>
          </w:p>
          <w:p w14:paraId="4342D04B" w14:textId="77777777" w:rsidR="006440A1" w:rsidRPr="00E41670" w:rsidRDefault="006440A1" w:rsidP="006440A1">
            <w:pPr>
              <w:pStyle w:val="TBLListepuces"/>
              <w:numPr>
                <w:ilvl w:val="0"/>
                <w:numId w:val="0"/>
              </w:numPr>
              <w:rPr>
                <w:lang w:bidi="en-US"/>
              </w:rPr>
            </w:pPr>
            <w:r w:rsidRPr="00E41670">
              <w:rPr>
                <w:lang w:bidi="en-US"/>
              </w:rPr>
              <w:t xml:space="preserve">Slice </w:t>
            </w:r>
            <w:proofErr w:type="spellStart"/>
            <w:r w:rsidRPr="00E41670">
              <w:rPr>
                <w:lang w:bidi="en-US"/>
              </w:rPr>
              <w:t>officialName</w:t>
            </w:r>
            <w:proofErr w:type="spellEnd"/>
            <w:r w:rsidRPr="00E41670">
              <w:rPr>
                <w:lang w:bidi="en-US"/>
              </w:rPr>
              <w:t xml:space="preserve">, </w:t>
            </w:r>
            <w:proofErr w:type="spellStart"/>
            <w:r w:rsidRPr="00E41670">
              <w:rPr>
                <w:lang w:bidi="en-US"/>
              </w:rPr>
              <w:t>Patient.name.use</w:t>
            </w:r>
            <w:proofErr w:type="spellEnd"/>
            <w:r w:rsidRPr="00E41670">
              <w:rPr>
                <w:lang w:bidi="en-US"/>
              </w:rPr>
              <w:t xml:space="preserve"> prenant la valeur « official »)</w:t>
            </w:r>
          </w:p>
          <w:p w14:paraId="753DA5F5" w14:textId="77777777" w:rsidR="006440A1" w:rsidRPr="00E41670" w:rsidRDefault="006440A1" w:rsidP="006440A1">
            <w:pPr>
              <w:pStyle w:val="TBLListepuces"/>
              <w:numPr>
                <w:ilvl w:val="0"/>
                <w:numId w:val="0"/>
              </w:numPr>
              <w:rPr>
                <w:lang w:bidi="en-US"/>
              </w:rPr>
            </w:pPr>
          </w:p>
          <w:p w14:paraId="5914AA9A" w14:textId="77777777" w:rsidR="006440A1" w:rsidRPr="00E41670" w:rsidRDefault="006440A1" w:rsidP="004A5E9E">
            <w:pPr>
              <w:pStyle w:val="TBLListepuces"/>
              <w:numPr>
                <w:ilvl w:val="0"/>
                <w:numId w:val="0"/>
              </w:numPr>
              <w:spacing w:line="276" w:lineRule="auto"/>
              <w:ind w:left="357" w:hanging="357"/>
              <w:rPr>
                <w:lang w:bidi="en-US"/>
              </w:rPr>
            </w:pPr>
          </w:p>
          <w:p w14:paraId="08E1C6DE" w14:textId="77777777" w:rsidR="006440A1" w:rsidRPr="00E41670" w:rsidRDefault="006440A1" w:rsidP="006440A1">
            <w:pPr>
              <w:pStyle w:val="TBLListepuces"/>
              <w:rPr>
                <w:lang w:bidi="en-US"/>
              </w:rPr>
            </w:pPr>
            <w:proofErr w:type="spellStart"/>
            <w:proofErr w:type="gramStart"/>
            <w:r w:rsidRPr="00E41670">
              <w:rPr>
                <w:lang w:bidi="en-US"/>
              </w:rPr>
              <w:t>name</w:t>
            </w:r>
            <w:proofErr w:type="spellEnd"/>
            <w:r w:rsidRPr="00E41670">
              <w:rPr>
                <w:lang w:bidi="en-US"/>
              </w:rPr>
              <w:t>[</w:t>
            </w:r>
            <w:proofErr w:type="gramEnd"/>
            <w:r w:rsidRPr="00E41670">
              <w:rPr>
                <w:lang w:bidi="en-US"/>
              </w:rPr>
              <w:t>1..*].</w:t>
            </w:r>
            <w:proofErr w:type="spellStart"/>
            <w:r w:rsidRPr="00E41670">
              <w:rPr>
                <w:lang w:bidi="en-US"/>
              </w:rPr>
              <w:t>family</w:t>
            </w:r>
            <w:proofErr w:type="spellEnd"/>
            <w:r w:rsidRPr="00E41670">
              <w:rPr>
                <w:lang w:bidi="en-US"/>
              </w:rPr>
              <w:t> : string [0..1] (</w:t>
            </w:r>
            <w:proofErr w:type="spellStart"/>
            <w:r w:rsidRPr="00E41670">
              <w:rPr>
                <w:lang w:bidi="en-US"/>
              </w:rPr>
              <w:t>FrHumanName</w:t>
            </w:r>
            <w:proofErr w:type="spellEnd"/>
            <w:r w:rsidRPr="00E41670">
              <w:rPr>
                <w:lang w:bidi="en-US"/>
              </w:rPr>
              <w:t>)</w:t>
            </w:r>
          </w:p>
          <w:p w14:paraId="5896DBDC" w14:textId="77777777" w:rsidR="006440A1" w:rsidRPr="00E41670" w:rsidRDefault="006440A1" w:rsidP="006440A1">
            <w:pPr>
              <w:pStyle w:val="TBLListepuces"/>
              <w:spacing w:line="276" w:lineRule="auto"/>
              <w:rPr>
                <w:lang w:bidi="en-US"/>
              </w:rPr>
            </w:pPr>
            <w:proofErr w:type="spellStart"/>
            <w:proofErr w:type="gramStart"/>
            <w:r w:rsidRPr="00E41670">
              <w:rPr>
                <w:lang w:bidi="en-US"/>
              </w:rPr>
              <w:t>name</w:t>
            </w:r>
            <w:proofErr w:type="spellEnd"/>
            <w:r w:rsidRPr="00E41670">
              <w:rPr>
                <w:lang w:bidi="en-US"/>
              </w:rPr>
              <w:t>[</w:t>
            </w:r>
            <w:proofErr w:type="gramEnd"/>
            <w:r w:rsidRPr="00E41670">
              <w:rPr>
                <w:lang w:bidi="en-US"/>
              </w:rPr>
              <w:t>1..*].</w:t>
            </w:r>
            <w:proofErr w:type="spellStart"/>
            <w:r w:rsidRPr="00E41670">
              <w:rPr>
                <w:lang w:bidi="en-US"/>
              </w:rPr>
              <w:t>given</w:t>
            </w:r>
            <w:proofErr w:type="spellEnd"/>
            <w:r w:rsidRPr="00E41670">
              <w:rPr>
                <w:lang w:bidi="en-US"/>
              </w:rPr>
              <w:t> : string [0..*] (</w:t>
            </w:r>
            <w:proofErr w:type="spellStart"/>
            <w:r w:rsidRPr="00E41670">
              <w:rPr>
                <w:lang w:bidi="en-US"/>
              </w:rPr>
              <w:t>FrHumanName</w:t>
            </w:r>
            <w:proofErr w:type="spellEnd"/>
            <w:r w:rsidRPr="00E41670">
              <w:rPr>
                <w:lang w:bidi="en-US"/>
              </w:rPr>
              <w:t>)</w:t>
            </w:r>
          </w:p>
          <w:p w14:paraId="2E7D5D04" w14:textId="77777777" w:rsidR="006440A1" w:rsidRPr="00E41670" w:rsidRDefault="006440A1" w:rsidP="004A5E9E">
            <w:pPr>
              <w:pStyle w:val="TBLListepuces"/>
              <w:numPr>
                <w:ilvl w:val="0"/>
                <w:numId w:val="0"/>
              </w:numPr>
              <w:rPr>
                <w:lang w:bidi="en-US"/>
              </w:rPr>
            </w:pPr>
          </w:p>
          <w:p w14:paraId="1A6630FB" w14:textId="77777777" w:rsidR="006440A1" w:rsidRPr="00E41670" w:rsidRDefault="006440A1" w:rsidP="006440A1">
            <w:pPr>
              <w:pStyle w:val="TBLListepuce2"/>
              <w:numPr>
                <w:ilvl w:val="0"/>
                <w:numId w:val="0"/>
              </w:numPr>
              <w:rPr>
                <w:lang w:bidi="en-US"/>
              </w:rPr>
            </w:pPr>
            <w:r w:rsidRPr="00E41670">
              <w:rPr>
                <w:lang w:bidi="en-US"/>
              </w:rPr>
              <w:t xml:space="preserve">Slice </w:t>
            </w:r>
            <w:proofErr w:type="spellStart"/>
            <w:r w:rsidRPr="00E41670">
              <w:rPr>
                <w:lang w:bidi="en-US"/>
              </w:rPr>
              <w:t>usualName</w:t>
            </w:r>
            <w:proofErr w:type="spellEnd"/>
            <w:r w:rsidRPr="00E41670">
              <w:rPr>
                <w:lang w:bidi="en-US"/>
              </w:rPr>
              <w:t xml:space="preserve">, </w:t>
            </w:r>
            <w:proofErr w:type="spellStart"/>
            <w:r w:rsidRPr="00E41670">
              <w:rPr>
                <w:lang w:bidi="en-US"/>
              </w:rPr>
              <w:t>Patient.name.use</w:t>
            </w:r>
            <w:proofErr w:type="spellEnd"/>
            <w:r w:rsidRPr="00E41670">
              <w:rPr>
                <w:lang w:bidi="en-US"/>
              </w:rPr>
              <w:t xml:space="preserve"> prenant la valeur « </w:t>
            </w:r>
            <w:proofErr w:type="spellStart"/>
            <w:r w:rsidRPr="00E41670">
              <w:rPr>
                <w:lang w:bidi="en-US"/>
              </w:rPr>
              <w:t>usual</w:t>
            </w:r>
            <w:proofErr w:type="spellEnd"/>
            <w:r w:rsidRPr="00E41670">
              <w:rPr>
                <w:lang w:bidi="en-US"/>
              </w:rPr>
              <w:t xml:space="preserve"> »</w:t>
            </w:r>
          </w:p>
          <w:p w14:paraId="7209CD45" w14:textId="362969AE" w:rsidR="006440A1" w:rsidRPr="00E41670" w:rsidRDefault="006440A1" w:rsidP="006440A1">
            <w:pPr>
              <w:pStyle w:val="TBLListepuce2"/>
              <w:numPr>
                <w:ilvl w:val="0"/>
                <w:numId w:val="0"/>
              </w:numPr>
              <w:spacing w:line="276" w:lineRule="auto"/>
              <w:rPr>
                <w:lang w:bidi="en-US"/>
              </w:rPr>
            </w:pPr>
          </w:p>
          <w:p w14:paraId="6DC80F6D" w14:textId="77777777" w:rsidR="006440A1" w:rsidRPr="00E41670" w:rsidRDefault="006440A1" w:rsidP="004A5E9E">
            <w:pPr>
              <w:pStyle w:val="TBLListepuce2"/>
              <w:numPr>
                <w:ilvl w:val="0"/>
                <w:numId w:val="0"/>
              </w:numPr>
              <w:spacing w:line="276" w:lineRule="auto"/>
              <w:rPr>
                <w:lang w:bidi="en-US"/>
              </w:rPr>
            </w:pPr>
          </w:p>
          <w:p w14:paraId="7D14B272" w14:textId="77777777" w:rsidR="006440A1" w:rsidRPr="00E41670" w:rsidRDefault="006440A1" w:rsidP="006440A1">
            <w:pPr>
              <w:pStyle w:val="TBLListepuces"/>
              <w:rPr>
                <w:lang w:bidi="en-US"/>
              </w:rPr>
            </w:pPr>
            <w:proofErr w:type="spellStart"/>
            <w:proofErr w:type="gramStart"/>
            <w:r w:rsidRPr="00E41670">
              <w:rPr>
                <w:lang w:bidi="en-US"/>
              </w:rPr>
              <w:lastRenderedPageBreak/>
              <w:t>gender</w:t>
            </w:r>
            <w:proofErr w:type="spellEnd"/>
            <w:proofErr w:type="gramEnd"/>
            <w:r w:rsidRPr="00E41670">
              <w:rPr>
                <w:lang w:bidi="en-US"/>
              </w:rPr>
              <w:t xml:space="preserve"> : code [1..1]</w:t>
            </w:r>
          </w:p>
          <w:p w14:paraId="1E0EAC4A" w14:textId="77777777" w:rsidR="006440A1" w:rsidRPr="00E41670" w:rsidRDefault="006440A1" w:rsidP="006440A1">
            <w:pPr>
              <w:pStyle w:val="TBLListepuces"/>
              <w:rPr>
                <w:lang w:bidi="en-US"/>
              </w:rPr>
            </w:pPr>
            <w:proofErr w:type="spellStart"/>
            <w:proofErr w:type="gramStart"/>
            <w:r w:rsidRPr="00E41670">
              <w:rPr>
                <w:lang w:bidi="en-US"/>
              </w:rPr>
              <w:t>birthDate</w:t>
            </w:r>
            <w:proofErr w:type="spellEnd"/>
            <w:proofErr w:type="gramEnd"/>
            <w:r w:rsidRPr="00E41670">
              <w:rPr>
                <w:lang w:bidi="en-US"/>
              </w:rPr>
              <w:t xml:space="preserve"> : date [1..1]</w:t>
            </w:r>
          </w:p>
          <w:p w14:paraId="51B71962" w14:textId="77777777" w:rsidR="005B56DC" w:rsidRPr="00E41670" w:rsidRDefault="006440A1" w:rsidP="006440A1">
            <w:pPr>
              <w:pStyle w:val="TBLListepuces"/>
              <w:rPr>
                <w:color w:val="FF0000"/>
                <w:szCs w:val="20"/>
                <w:lang w:val="en-US"/>
              </w:rPr>
            </w:pPr>
            <w:proofErr w:type="spellStart"/>
            <w:proofErr w:type="gramStart"/>
            <w:r w:rsidRPr="00E41670">
              <w:rPr>
                <w:color w:val="FF0000"/>
                <w:szCs w:val="20"/>
                <w:lang w:val="en-US"/>
              </w:rPr>
              <w:t>birthPlace</w:t>
            </w:r>
            <w:proofErr w:type="spellEnd"/>
            <w:r w:rsidRPr="00E41670">
              <w:rPr>
                <w:color w:val="FF0000"/>
                <w:szCs w:val="20"/>
                <w:lang w:val="en-US"/>
              </w:rPr>
              <w:t xml:space="preserve"> :</w:t>
            </w:r>
            <w:proofErr w:type="gramEnd"/>
            <w:r w:rsidRPr="00E41670">
              <w:rPr>
                <w:color w:val="FF0000"/>
                <w:szCs w:val="20"/>
                <w:lang w:val="en-US"/>
              </w:rPr>
              <w:t xml:space="preserve"> Extension(Address) [0..1] </w:t>
            </w:r>
          </w:p>
          <w:p w14:paraId="4038AED8" w14:textId="0FA8CA4F" w:rsidR="00AD75F0" w:rsidRPr="00E41670" w:rsidRDefault="006440A1" w:rsidP="004A5E9E">
            <w:pPr>
              <w:pStyle w:val="TBLListepuces"/>
              <w:numPr>
                <w:ilvl w:val="0"/>
                <w:numId w:val="0"/>
              </w:numPr>
              <w:ind w:left="357"/>
              <w:rPr>
                <w:color w:val="FF0000"/>
                <w:lang w:val="en-US"/>
              </w:rPr>
            </w:pPr>
            <w:r w:rsidRPr="00E41670">
              <w:rPr>
                <w:color w:val="FF0000"/>
                <w:szCs w:val="20"/>
                <w:lang w:val="en-US"/>
              </w:rPr>
              <w:t xml:space="preserve">Extension </w:t>
            </w:r>
            <w:r w:rsidR="005B56DC" w:rsidRPr="00E41670">
              <w:rPr>
                <w:color w:val="FF0000"/>
                <w:szCs w:val="20"/>
                <w:lang w:val="en-US"/>
              </w:rPr>
              <w:t>(</w:t>
            </w:r>
            <w:proofErr w:type="spellStart"/>
            <w:r w:rsidRPr="00E41670">
              <w:rPr>
                <w:color w:val="FF0000"/>
                <w:szCs w:val="20"/>
                <w:lang w:val="en-US"/>
              </w:rPr>
              <w:t>BirthPlace</w:t>
            </w:r>
            <w:proofErr w:type="spellEnd"/>
            <w:r w:rsidR="005B56DC" w:rsidRPr="00E41670">
              <w:rPr>
                <w:color w:val="FF0000"/>
                <w:szCs w:val="20"/>
                <w:lang w:val="en-US"/>
              </w:rPr>
              <w:t>)</w:t>
            </w:r>
          </w:p>
        </w:tc>
      </w:tr>
      <w:tr w:rsidR="00AD75F0" w:rsidRPr="002A3ED8" w14:paraId="30996A21" w14:textId="77777777" w:rsidTr="004A5E9E">
        <w:trPr>
          <w:trHeight w:val="288"/>
        </w:trPr>
        <w:tc>
          <w:tcPr>
            <w:tcW w:w="1040" w:type="pct"/>
            <w:vMerge/>
            <w:noWrap/>
          </w:tcPr>
          <w:p w14:paraId="094D932D" w14:textId="77777777" w:rsidR="00AD75F0" w:rsidRPr="004A5E9E" w:rsidRDefault="00AD75F0" w:rsidP="00AD75F0">
            <w:pPr>
              <w:pStyle w:val="TBLContenu"/>
              <w:rPr>
                <w:lang w:val="en-US" w:bidi="en-US"/>
              </w:rPr>
            </w:pPr>
          </w:p>
        </w:tc>
        <w:tc>
          <w:tcPr>
            <w:tcW w:w="1669" w:type="pct"/>
            <w:noWrap/>
          </w:tcPr>
          <w:p w14:paraId="0013E21E" w14:textId="423CFF23" w:rsidR="00AD75F0" w:rsidRPr="00EB5561" w:rsidRDefault="00AD75F0" w:rsidP="00AD75F0">
            <w:pPr>
              <w:pStyle w:val="TBLContenu"/>
              <w:rPr>
                <w:lang w:bidi="en-US"/>
              </w:rPr>
            </w:pPr>
            <w:proofErr w:type="spellStart"/>
            <w:proofErr w:type="gramStart"/>
            <w:r>
              <w:rPr>
                <w:lang w:bidi="en-US"/>
              </w:rPr>
              <w:t>adresseCorrespondance</w:t>
            </w:r>
            <w:proofErr w:type="spellEnd"/>
            <w:proofErr w:type="gramEnd"/>
            <w:r>
              <w:rPr>
                <w:lang w:bidi="en-US"/>
              </w:rPr>
              <w:t xml:space="preserve"> : [0..*] Adresse</w:t>
            </w:r>
          </w:p>
        </w:tc>
        <w:tc>
          <w:tcPr>
            <w:tcW w:w="1043" w:type="pct"/>
            <w:noWrap/>
          </w:tcPr>
          <w:p w14:paraId="15D6584A" w14:textId="77777777" w:rsidR="00AD75F0" w:rsidRDefault="00AD75F0" w:rsidP="00AD75F0">
            <w:pPr>
              <w:pStyle w:val="TBLContenu"/>
              <w:rPr>
                <w:lang w:bidi="en-US"/>
              </w:rPr>
            </w:pPr>
            <w:r>
              <w:rPr>
                <w:lang w:bidi="en-US"/>
              </w:rPr>
              <w:t>Patient</w:t>
            </w:r>
          </w:p>
          <w:p w14:paraId="5B05DBFC" w14:textId="77777777" w:rsidR="00AD75F0" w:rsidRPr="00EB5561" w:rsidRDefault="00AD75F0" w:rsidP="00AD75F0">
            <w:pPr>
              <w:pStyle w:val="TBLContenu"/>
              <w:rPr>
                <w:lang w:bidi="en-US"/>
              </w:rPr>
            </w:pPr>
            <w:proofErr w:type="spellStart"/>
            <w:r>
              <w:rPr>
                <w:color w:val="F79646" w:themeColor="accent6"/>
                <w:lang w:bidi="en-US"/>
              </w:rPr>
              <w:t>FrP</w:t>
            </w:r>
            <w:r w:rsidRPr="00E73B77">
              <w:rPr>
                <w:color w:val="F79646" w:themeColor="accent6"/>
                <w:lang w:bidi="en-US"/>
              </w:rPr>
              <w:t>atient</w:t>
            </w:r>
            <w:proofErr w:type="spellEnd"/>
          </w:p>
        </w:tc>
        <w:tc>
          <w:tcPr>
            <w:tcW w:w="1248" w:type="pct"/>
            <w:noWrap/>
          </w:tcPr>
          <w:p w14:paraId="0AD53686" w14:textId="77777777" w:rsidR="00AD75F0" w:rsidRPr="00EB5561" w:rsidRDefault="00AD75F0" w:rsidP="00AD75F0">
            <w:pPr>
              <w:pStyle w:val="TBLContenu"/>
              <w:rPr>
                <w:lang w:bidi="en-US"/>
              </w:rPr>
            </w:pPr>
            <w:proofErr w:type="spellStart"/>
            <w:proofErr w:type="gramStart"/>
            <w:r>
              <w:rPr>
                <w:lang w:bidi="en-US"/>
              </w:rPr>
              <w:t>address</w:t>
            </w:r>
            <w:proofErr w:type="spellEnd"/>
            <w:proofErr w:type="gramEnd"/>
            <w:r>
              <w:rPr>
                <w:lang w:bidi="en-US"/>
              </w:rPr>
              <w:t xml:space="preserve"> : </w:t>
            </w:r>
            <w:proofErr w:type="spellStart"/>
            <w:r>
              <w:rPr>
                <w:color w:val="F79646" w:themeColor="accent6"/>
              </w:rPr>
              <w:t>FrA</w:t>
            </w:r>
            <w:r w:rsidRPr="006D594B">
              <w:rPr>
                <w:color w:val="F79646" w:themeColor="accent6"/>
              </w:rPr>
              <w:t>ddress</w:t>
            </w:r>
            <w:proofErr w:type="spellEnd"/>
            <w:r w:rsidRPr="006D594B">
              <w:rPr>
                <w:color w:val="F79646" w:themeColor="accent6"/>
              </w:rPr>
              <w:t xml:space="preserve"> </w:t>
            </w:r>
            <w:r>
              <w:t>[0..*]</w:t>
            </w:r>
          </w:p>
        </w:tc>
      </w:tr>
      <w:tr w:rsidR="00AD75F0" w:rsidRPr="002A3ED8" w14:paraId="7BE24A69" w14:textId="77777777" w:rsidTr="004A5E9E">
        <w:trPr>
          <w:trHeight w:val="288"/>
        </w:trPr>
        <w:tc>
          <w:tcPr>
            <w:tcW w:w="1040" w:type="pct"/>
            <w:vMerge/>
            <w:noWrap/>
          </w:tcPr>
          <w:p w14:paraId="0889375A" w14:textId="77777777" w:rsidR="00AD75F0" w:rsidRPr="00EB5561" w:rsidRDefault="00AD75F0" w:rsidP="00AD75F0">
            <w:pPr>
              <w:pStyle w:val="TBLContenu"/>
              <w:rPr>
                <w:lang w:bidi="en-US"/>
              </w:rPr>
            </w:pPr>
          </w:p>
        </w:tc>
        <w:tc>
          <w:tcPr>
            <w:tcW w:w="1669" w:type="pct"/>
            <w:noWrap/>
          </w:tcPr>
          <w:p w14:paraId="131D367D" w14:textId="77777777" w:rsidR="00AD75F0" w:rsidRPr="00EB5561" w:rsidRDefault="00AD75F0" w:rsidP="00AD75F0">
            <w:pPr>
              <w:pStyle w:val="TBLContenu"/>
              <w:rPr>
                <w:lang w:bidi="en-US"/>
              </w:rPr>
            </w:pPr>
            <w:proofErr w:type="spellStart"/>
            <w:proofErr w:type="gramStart"/>
            <w:r>
              <w:rPr>
                <w:lang w:bidi="en-US"/>
              </w:rPr>
              <w:t>telecommunication</w:t>
            </w:r>
            <w:proofErr w:type="spellEnd"/>
            <w:proofErr w:type="gramEnd"/>
            <w:r>
              <w:rPr>
                <w:lang w:bidi="en-US"/>
              </w:rPr>
              <w:t xml:space="preserve"> : [0..*] </w:t>
            </w:r>
            <w:proofErr w:type="spellStart"/>
            <w:r>
              <w:rPr>
                <w:lang w:bidi="en-US"/>
              </w:rPr>
              <w:t>Telecommunication</w:t>
            </w:r>
            <w:proofErr w:type="spellEnd"/>
          </w:p>
        </w:tc>
        <w:tc>
          <w:tcPr>
            <w:tcW w:w="1043" w:type="pct"/>
            <w:noWrap/>
          </w:tcPr>
          <w:p w14:paraId="62C01520" w14:textId="77777777" w:rsidR="00AD75F0" w:rsidRDefault="00AD75F0" w:rsidP="00AD75F0">
            <w:pPr>
              <w:pStyle w:val="TBLContenu"/>
              <w:rPr>
                <w:lang w:bidi="en-US"/>
              </w:rPr>
            </w:pPr>
            <w:r>
              <w:rPr>
                <w:lang w:bidi="en-US"/>
              </w:rPr>
              <w:t>Patient</w:t>
            </w:r>
          </w:p>
          <w:p w14:paraId="7DF763E8" w14:textId="77777777" w:rsidR="00AD75F0" w:rsidRPr="00EB5561" w:rsidRDefault="00AD75F0" w:rsidP="00AD75F0">
            <w:pPr>
              <w:pStyle w:val="TBLContenu"/>
              <w:rPr>
                <w:lang w:bidi="en-US"/>
              </w:rPr>
            </w:pPr>
            <w:proofErr w:type="spellStart"/>
            <w:r>
              <w:rPr>
                <w:color w:val="F79646" w:themeColor="accent6"/>
                <w:lang w:bidi="en-US"/>
              </w:rPr>
              <w:t>FrP</w:t>
            </w:r>
            <w:r w:rsidRPr="00E73B77">
              <w:rPr>
                <w:color w:val="F79646" w:themeColor="accent6"/>
                <w:lang w:bidi="en-US"/>
              </w:rPr>
              <w:t>atient</w:t>
            </w:r>
            <w:proofErr w:type="spellEnd"/>
          </w:p>
        </w:tc>
        <w:tc>
          <w:tcPr>
            <w:tcW w:w="1248" w:type="pct"/>
            <w:noWrap/>
          </w:tcPr>
          <w:p w14:paraId="16C0C215" w14:textId="77777777" w:rsidR="00AD75F0" w:rsidRPr="00EB5561" w:rsidRDefault="00AD75F0" w:rsidP="00AD75F0">
            <w:pPr>
              <w:pStyle w:val="TBLContenu"/>
              <w:rPr>
                <w:lang w:bidi="en-US"/>
              </w:rPr>
            </w:pPr>
            <w:proofErr w:type="spellStart"/>
            <w:proofErr w:type="gramStart"/>
            <w:r>
              <w:rPr>
                <w:lang w:bidi="en-US"/>
              </w:rPr>
              <w:t>telecom</w:t>
            </w:r>
            <w:proofErr w:type="spellEnd"/>
            <w:proofErr w:type="gramEnd"/>
            <w:r>
              <w:rPr>
                <w:lang w:bidi="en-US"/>
              </w:rPr>
              <w:t xml:space="preserve"> : </w:t>
            </w:r>
            <w:proofErr w:type="spellStart"/>
            <w:r w:rsidRPr="0039032C">
              <w:rPr>
                <w:color w:val="F79646" w:themeColor="accent6"/>
                <w:lang w:bidi="en-US"/>
              </w:rPr>
              <w:t>Fr</w:t>
            </w:r>
            <w:r w:rsidRPr="0039032C">
              <w:rPr>
                <w:color w:val="F79646" w:themeColor="accent6"/>
              </w:rPr>
              <w:t>ContactPoint</w:t>
            </w:r>
            <w:proofErr w:type="spellEnd"/>
            <w:r w:rsidRPr="0039032C">
              <w:rPr>
                <w:color w:val="F79646" w:themeColor="accent6"/>
              </w:rPr>
              <w:t xml:space="preserve"> </w:t>
            </w:r>
            <w:r>
              <w:t>[0..*]</w:t>
            </w:r>
          </w:p>
        </w:tc>
      </w:tr>
      <w:tr w:rsidR="00AD75F0" w:rsidRPr="00A0706E" w14:paraId="1757243A" w14:textId="77777777" w:rsidTr="004A5E9E">
        <w:trPr>
          <w:trHeight w:val="288"/>
        </w:trPr>
        <w:tc>
          <w:tcPr>
            <w:tcW w:w="1040" w:type="pct"/>
            <w:vMerge w:val="restart"/>
            <w:noWrap/>
          </w:tcPr>
          <w:p w14:paraId="49587E5A" w14:textId="77777777" w:rsidR="00AD75F0" w:rsidRPr="00EB5561" w:rsidRDefault="00AD75F0" w:rsidP="00AD75F0">
            <w:pPr>
              <w:pStyle w:val="TBLContenu"/>
              <w:rPr>
                <w:b/>
                <w:bCs/>
                <w:lang w:bidi="en-US"/>
              </w:rPr>
            </w:pPr>
            <w:proofErr w:type="spellStart"/>
            <w:r w:rsidRPr="00EB5561">
              <w:rPr>
                <w:lang w:bidi="en-US"/>
              </w:rPr>
              <w:t>PersonnePhysique</w:t>
            </w:r>
            <w:proofErr w:type="spellEnd"/>
          </w:p>
        </w:tc>
        <w:tc>
          <w:tcPr>
            <w:tcW w:w="1669" w:type="pct"/>
            <w:noWrap/>
          </w:tcPr>
          <w:p w14:paraId="62F4302A" w14:textId="05E2B106" w:rsidR="00AD75F0" w:rsidRPr="00EB5561" w:rsidRDefault="00AD75F0" w:rsidP="00AD75F0">
            <w:pPr>
              <w:pStyle w:val="TBLContenu"/>
              <w:rPr>
                <w:lang w:bidi="en-US"/>
              </w:rPr>
            </w:pPr>
            <w:proofErr w:type="spellStart"/>
            <w:proofErr w:type="gramStart"/>
            <w:r w:rsidRPr="00EB5561">
              <w:rPr>
                <w:lang w:bidi="en-US"/>
              </w:rPr>
              <w:t>nomFamille</w:t>
            </w:r>
            <w:proofErr w:type="spellEnd"/>
            <w:proofErr w:type="gramEnd"/>
            <w:r w:rsidRPr="00EB5561">
              <w:rPr>
                <w:lang w:bidi="en-US"/>
              </w:rPr>
              <w:t xml:space="preserve"> : [0..</w:t>
            </w:r>
            <w:r>
              <w:rPr>
                <w:lang w:bidi="en-US"/>
              </w:rPr>
              <w:t>1</w:t>
            </w:r>
            <w:r w:rsidRPr="00EB5561">
              <w:rPr>
                <w:lang w:bidi="en-US"/>
              </w:rPr>
              <w:t>] Texte</w:t>
            </w:r>
          </w:p>
        </w:tc>
        <w:tc>
          <w:tcPr>
            <w:tcW w:w="1043" w:type="pct"/>
            <w:noWrap/>
          </w:tcPr>
          <w:p w14:paraId="4CE8A38F" w14:textId="77777777" w:rsidR="00AD75F0" w:rsidRDefault="00AD75F0" w:rsidP="00AD75F0">
            <w:pPr>
              <w:pStyle w:val="TBLContenu"/>
              <w:rPr>
                <w:lang w:bidi="en-US"/>
              </w:rPr>
            </w:pPr>
            <w:r>
              <w:rPr>
                <w:lang w:bidi="en-US"/>
              </w:rPr>
              <w:t>Patient</w:t>
            </w:r>
          </w:p>
          <w:p w14:paraId="13D778CC" w14:textId="77777777" w:rsidR="00AD75F0" w:rsidRPr="002A3ED8" w:rsidRDefault="00AD75F0" w:rsidP="00AD75F0">
            <w:pPr>
              <w:pStyle w:val="TBLContenu"/>
              <w:rPr>
                <w:lang w:bidi="en-US"/>
              </w:rPr>
            </w:pPr>
            <w:proofErr w:type="spellStart"/>
            <w:r>
              <w:rPr>
                <w:color w:val="F79646" w:themeColor="accent6"/>
                <w:lang w:bidi="en-US"/>
              </w:rPr>
              <w:t>FrP</w:t>
            </w:r>
            <w:r w:rsidRPr="00E73B77">
              <w:rPr>
                <w:color w:val="F79646" w:themeColor="accent6"/>
                <w:lang w:bidi="en-US"/>
              </w:rPr>
              <w:t>atient</w:t>
            </w:r>
            <w:proofErr w:type="spellEnd"/>
          </w:p>
        </w:tc>
        <w:tc>
          <w:tcPr>
            <w:tcW w:w="1248" w:type="pct"/>
            <w:noWrap/>
          </w:tcPr>
          <w:p w14:paraId="3EE31196" w14:textId="61EAC0DB" w:rsidR="00AD75F0" w:rsidRPr="004A5E9E" w:rsidRDefault="00AD75F0" w:rsidP="00AD75F0">
            <w:pPr>
              <w:pStyle w:val="TBLContenu"/>
              <w:rPr>
                <w:lang w:val="en-US"/>
              </w:rPr>
            </w:pPr>
            <w:proofErr w:type="gramStart"/>
            <w:r w:rsidRPr="004A5E9E">
              <w:rPr>
                <w:lang w:val="en-US" w:bidi="en-US"/>
              </w:rPr>
              <w:t>name</w:t>
            </w:r>
            <w:r w:rsidRPr="004A5E9E">
              <w:rPr>
                <w:color w:val="7F7F7F" w:themeColor="text1" w:themeTint="80"/>
                <w:lang w:val="en-US" w:bidi="en-US"/>
              </w:rPr>
              <w:t>[</w:t>
            </w:r>
            <w:proofErr w:type="gramEnd"/>
            <w:r w:rsidRPr="004A5E9E">
              <w:rPr>
                <w:color w:val="7F7F7F" w:themeColor="text1" w:themeTint="80"/>
                <w:lang w:val="en-US" w:bidi="en-US"/>
              </w:rPr>
              <w:t>1..*]</w:t>
            </w:r>
            <w:r w:rsidRPr="004A5E9E">
              <w:rPr>
                <w:lang w:val="en-US" w:bidi="en-US"/>
              </w:rPr>
              <w:t xml:space="preserve">.family : </w:t>
            </w:r>
            <w:r w:rsidRPr="004A5E9E">
              <w:rPr>
                <w:lang w:val="en-US"/>
              </w:rPr>
              <w:t>string [0..1]</w:t>
            </w:r>
          </w:p>
          <w:p w14:paraId="11E4BAD5" w14:textId="4A320E0F" w:rsidR="00AD75F0" w:rsidRPr="004A5E9E" w:rsidRDefault="00AD75F0" w:rsidP="00AD75F0">
            <w:pPr>
              <w:pStyle w:val="TBLContenu"/>
              <w:rPr>
                <w:color w:val="F79646" w:themeColor="accent6"/>
                <w:lang w:val="en-US" w:bidi="en-US"/>
              </w:rPr>
            </w:pPr>
            <w:r w:rsidRPr="00F11EA0">
              <w:rPr>
                <w:color w:val="auto"/>
                <w:lang w:val="en-US" w:bidi="en-US"/>
              </w:rPr>
              <w:t>(</w:t>
            </w:r>
            <w:proofErr w:type="spellStart"/>
            <w:r>
              <w:rPr>
                <w:color w:val="F79646" w:themeColor="accent6"/>
                <w:lang w:val="en-US" w:bidi="en-US"/>
              </w:rPr>
              <w:t>FrHumanName</w:t>
            </w:r>
            <w:proofErr w:type="spellEnd"/>
            <w:r w:rsidRPr="00F11EA0">
              <w:rPr>
                <w:color w:val="auto"/>
                <w:lang w:val="en-US" w:bidi="en-US"/>
              </w:rPr>
              <w:t>)</w:t>
            </w:r>
          </w:p>
          <w:p w14:paraId="4C41E766" w14:textId="115A3486" w:rsidR="00AD75F0" w:rsidRPr="004A5E9E" w:rsidRDefault="0038751D" w:rsidP="00AD75F0">
            <w:pPr>
              <w:pStyle w:val="TBLContenu"/>
              <w:rPr>
                <w:lang w:val="en-US"/>
              </w:rPr>
            </w:pPr>
            <w:r w:rsidRPr="00E41670">
              <w:rPr>
                <w:lang w:val="en-US"/>
              </w:rPr>
              <w:t>Slice « </w:t>
            </w:r>
            <w:proofErr w:type="spellStart"/>
            <w:r w:rsidRPr="00E41670">
              <w:rPr>
                <w:lang w:val="en-US"/>
              </w:rPr>
              <w:t>usualName</w:t>
            </w:r>
            <w:proofErr w:type="spellEnd"/>
            <w:r w:rsidRPr="00E41670">
              <w:rPr>
                <w:lang w:val="en-US"/>
              </w:rPr>
              <w:t xml:space="preserve"> », </w:t>
            </w:r>
            <w:proofErr w:type="spellStart"/>
            <w:r w:rsidRPr="00E41670">
              <w:rPr>
                <w:lang w:val="en-US" w:bidi="en-US"/>
              </w:rPr>
              <w:t>Patient.name.use</w:t>
            </w:r>
            <w:proofErr w:type="spellEnd"/>
            <w:r w:rsidRPr="00E41670">
              <w:rPr>
                <w:lang w:val="en-US" w:bidi="en-US"/>
              </w:rPr>
              <w:t xml:space="preserve"> </w:t>
            </w:r>
            <w:proofErr w:type="spellStart"/>
            <w:r w:rsidRPr="00E41670">
              <w:rPr>
                <w:lang w:val="en-US" w:bidi="en-US"/>
              </w:rPr>
              <w:t>prenant</w:t>
            </w:r>
            <w:proofErr w:type="spellEnd"/>
            <w:r w:rsidRPr="00E41670">
              <w:rPr>
                <w:lang w:val="en-US" w:bidi="en-US"/>
              </w:rPr>
              <w:t xml:space="preserve"> la </w:t>
            </w:r>
            <w:proofErr w:type="spellStart"/>
            <w:r w:rsidRPr="00E41670">
              <w:rPr>
                <w:lang w:val="en-US" w:bidi="en-US"/>
              </w:rPr>
              <w:t>valeur</w:t>
            </w:r>
            <w:proofErr w:type="spellEnd"/>
            <w:r w:rsidRPr="00E41670">
              <w:rPr>
                <w:lang w:val="en-US" w:bidi="en-US"/>
              </w:rPr>
              <w:t xml:space="preserve"> « usual »</w:t>
            </w:r>
          </w:p>
        </w:tc>
      </w:tr>
      <w:tr w:rsidR="00AD75F0" w:rsidRPr="00A0706E" w14:paraId="28BE21A4" w14:textId="77777777" w:rsidTr="004A5E9E">
        <w:trPr>
          <w:trHeight w:val="288"/>
        </w:trPr>
        <w:tc>
          <w:tcPr>
            <w:tcW w:w="1040" w:type="pct"/>
            <w:vMerge/>
            <w:noWrap/>
          </w:tcPr>
          <w:p w14:paraId="05157554" w14:textId="77777777" w:rsidR="00AD75F0" w:rsidRPr="004A5E9E" w:rsidRDefault="00AD75F0" w:rsidP="00AD75F0">
            <w:pPr>
              <w:pStyle w:val="TBLContenu"/>
              <w:rPr>
                <w:lang w:val="en-US" w:bidi="en-US"/>
              </w:rPr>
            </w:pPr>
          </w:p>
        </w:tc>
        <w:tc>
          <w:tcPr>
            <w:tcW w:w="1669" w:type="pct"/>
            <w:noWrap/>
          </w:tcPr>
          <w:p w14:paraId="2342CA18" w14:textId="64ADE4DB" w:rsidR="00AD75F0" w:rsidRPr="00EB5561" w:rsidRDefault="00AD75F0" w:rsidP="00AD75F0">
            <w:pPr>
              <w:pStyle w:val="TBLContenu"/>
              <w:rPr>
                <w:lang w:bidi="en-US"/>
              </w:rPr>
            </w:pPr>
            <w:proofErr w:type="spellStart"/>
            <w:proofErr w:type="gramStart"/>
            <w:r w:rsidRPr="00EB5561">
              <w:rPr>
                <w:lang w:bidi="en-US"/>
              </w:rPr>
              <w:t>prenomUsuel</w:t>
            </w:r>
            <w:proofErr w:type="spellEnd"/>
            <w:proofErr w:type="gramEnd"/>
            <w:r w:rsidRPr="00EB5561">
              <w:rPr>
                <w:lang w:bidi="en-US"/>
              </w:rPr>
              <w:t xml:space="preserve"> : [0..</w:t>
            </w:r>
            <w:r>
              <w:rPr>
                <w:lang w:bidi="en-US"/>
              </w:rPr>
              <w:t>1</w:t>
            </w:r>
            <w:r w:rsidRPr="00EB5561">
              <w:rPr>
                <w:lang w:bidi="en-US"/>
              </w:rPr>
              <w:t>] Texte</w:t>
            </w:r>
          </w:p>
        </w:tc>
        <w:tc>
          <w:tcPr>
            <w:tcW w:w="1043" w:type="pct"/>
            <w:noWrap/>
          </w:tcPr>
          <w:p w14:paraId="544FC57F" w14:textId="77777777" w:rsidR="00AD75F0" w:rsidRDefault="00AD75F0" w:rsidP="00AD75F0">
            <w:pPr>
              <w:pStyle w:val="TBLContenu"/>
              <w:rPr>
                <w:lang w:bidi="en-US"/>
              </w:rPr>
            </w:pPr>
            <w:r>
              <w:rPr>
                <w:lang w:bidi="en-US"/>
              </w:rPr>
              <w:t>Patient</w:t>
            </w:r>
          </w:p>
          <w:p w14:paraId="13587D9E" w14:textId="77777777" w:rsidR="00AD75F0" w:rsidRPr="002A3ED8" w:rsidRDefault="00AD75F0" w:rsidP="00AD75F0">
            <w:pPr>
              <w:pStyle w:val="TBLContenu"/>
              <w:rPr>
                <w:lang w:bidi="en-US"/>
              </w:rPr>
            </w:pPr>
            <w:proofErr w:type="spellStart"/>
            <w:r>
              <w:rPr>
                <w:color w:val="F79646" w:themeColor="accent6"/>
                <w:lang w:bidi="en-US"/>
              </w:rPr>
              <w:t>FrP</w:t>
            </w:r>
            <w:r w:rsidRPr="00E73B77">
              <w:rPr>
                <w:color w:val="F79646" w:themeColor="accent6"/>
                <w:lang w:bidi="en-US"/>
              </w:rPr>
              <w:t>atient</w:t>
            </w:r>
            <w:proofErr w:type="spellEnd"/>
          </w:p>
        </w:tc>
        <w:tc>
          <w:tcPr>
            <w:tcW w:w="1248" w:type="pct"/>
            <w:noWrap/>
          </w:tcPr>
          <w:p w14:paraId="5E787B41" w14:textId="79985D3B" w:rsidR="00AD75F0" w:rsidRDefault="00AD75F0" w:rsidP="00AD75F0">
            <w:pPr>
              <w:pStyle w:val="TBLContenu"/>
              <w:rPr>
                <w:lang w:val="en-US"/>
              </w:rPr>
            </w:pPr>
            <w:proofErr w:type="gramStart"/>
            <w:r w:rsidRPr="008F7A55">
              <w:rPr>
                <w:lang w:val="en-US" w:bidi="en-US"/>
              </w:rPr>
              <w:t>name</w:t>
            </w:r>
            <w:r w:rsidRPr="008F7A55">
              <w:rPr>
                <w:color w:val="7F7F7F" w:themeColor="text1" w:themeTint="80"/>
                <w:lang w:val="en-US" w:bidi="en-US"/>
              </w:rPr>
              <w:t>[</w:t>
            </w:r>
            <w:proofErr w:type="gramEnd"/>
            <w:r>
              <w:rPr>
                <w:color w:val="7F7F7F" w:themeColor="text1" w:themeTint="80"/>
                <w:lang w:val="en-US" w:bidi="en-US"/>
              </w:rPr>
              <w:t>1</w:t>
            </w:r>
            <w:r w:rsidRPr="008F7A55">
              <w:rPr>
                <w:color w:val="7F7F7F" w:themeColor="text1" w:themeTint="80"/>
                <w:lang w:val="en-US" w:bidi="en-US"/>
              </w:rPr>
              <w:t>..*]</w:t>
            </w:r>
            <w:r w:rsidRPr="008F7A55">
              <w:rPr>
                <w:lang w:val="en-US" w:bidi="en-US"/>
              </w:rPr>
              <w:t xml:space="preserve">.given : </w:t>
            </w:r>
            <w:r w:rsidRPr="008F7A55">
              <w:rPr>
                <w:lang w:val="en-US"/>
              </w:rPr>
              <w:t xml:space="preserve">string </w:t>
            </w:r>
            <w:r w:rsidRPr="007844C7">
              <w:rPr>
                <w:lang w:val="en-US"/>
              </w:rPr>
              <w:t>[</w:t>
            </w:r>
            <w:r>
              <w:rPr>
                <w:lang w:val="en-US"/>
              </w:rPr>
              <w:t>0</w:t>
            </w:r>
            <w:r w:rsidRPr="007844C7">
              <w:rPr>
                <w:lang w:val="en-US"/>
              </w:rPr>
              <w:t>..*]</w:t>
            </w:r>
          </w:p>
          <w:p w14:paraId="771FE27E" w14:textId="3130187F" w:rsidR="00AD75F0" w:rsidRDefault="00AD75F0" w:rsidP="00AD75F0">
            <w:pPr>
              <w:pStyle w:val="TBLContenu"/>
              <w:rPr>
                <w:color w:val="F79646" w:themeColor="accent6"/>
                <w:lang w:val="en-US" w:bidi="en-US"/>
              </w:rPr>
            </w:pPr>
            <w:r w:rsidRPr="004A5E9E">
              <w:rPr>
                <w:color w:val="auto"/>
                <w:lang w:val="en-US" w:bidi="en-US"/>
              </w:rPr>
              <w:t>(</w:t>
            </w:r>
            <w:proofErr w:type="spellStart"/>
            <w:r>
              <w:rPr>
                <w:color w:val="F79646" w:themeColor="accent6"/>
                <w:lang w:val="en-US" w:bidi="en-US"/>
              </w:rPr>
              <w:t>FrHumanName</w:t>
            </w:r>
            <w:proofErr w:type="spellEnd"/>
            <w:r w:rsidRPr="004A5E9E">
              <w:rPr>
                <w:color w:val="auto"/>
                <w:lang w:val="en-US" w:bidi="en-US"/>
              </w:rPr>
              <w:t>)</w:t>
            </w:r>
          </w:p>
          <w:p w14:paraId="44D7E021" w14:textId="250D6A68" w:rsidR="00AD75F0" w:rsidRPr="008F7A55" w:rsidRDefault="0038751D" w:rsidP="00AD75F0">
            <w:pPr>
              <w:pStyle w:val="TBLContenu"/>
              <w:rPr>
                <w:lang w:val="en-US"/>
              </w:rPr>
            </w:pPr>
            <w:r w:rsidRPr="00E41670">
              <w:rPr>
                <w:lang w:val="en-US"/>
              </w:rPr>
              <w:t>Slice « </w:t>
            </w:r>
            <w:proofErr w:type="spellStart"/>
            <w:r w:rsidRPr="00E41670">
              <w:rPr>
                <w:lang w:val="en-US"/>
              </w:rPr>
              <w:t>usualName</w:t>
            </w:r>
            <w:proofErr w:type="spellEnd"/>
            <w:r w:rsidRPr="00E41670">
              <w:rPr>
                <w:lang w:val="en-US"/>
              </w:rPr>
              <w:t xml:space="preserve"> », </w:t>
            </w:r>
            <w:proofErr w:type="spellStart"/>
            <w:r w:rsidRPr="00E41670">
              <w:rPr>
                <w:lang w:val="en-US" w:bidi="en-US"/>
              </w:rPr>
              <w:t>Patient.name.use</w:t>
            </w:r>
            <w:proofErr w:type="spellEnd"/>
            <w:r w:rsidRPr="00E41670">
              <w:rPr>
                <w:lang w:val="en-US" w:bidi="en-US"/>
              </w:rPr>
              <w:t xml:space="preserve"> </w:t>
            </w:r>
            <w:proofErr w:type="spellStart"/>
            <w:r w:rsidRPr="00E41670">
              <w:rPr>
                <w:lang w:val="en-US" w:bidi="en-US"/>
              </w:rPr>
              <w:t>prenant</w:t>
            </w:r>
            <w:proofErr w:type="spellEnd"/>
            <w:r w:rsidRPr="00E41670">
              <w:rPr>
                <w:lang w:val="en-US" w:bidi="en-US"/>
              </w:rPr>
              <w:t xml:space="preserve"> la </w:t>
            </w:r>
            <w:proofErr w:type="spellStart"/>
            <w:r w:rsidRPr="00E41670">
              <w:rPr>
                <w:lang w:val="en-US" w:bidi="en-US"/>
              </w:rPr>
              <w:t>valeur</w:t>
            </w:r>
            <w:proofErr w:type="spellEnd"/>
            <w:r w:rsidRPr="00E41670">
              <w:rPr>
                <w:lang w:val="en-US" w:bidi="en-US"/>
              </w:rPr>
              <w:t xml:space="preserve"> « usual »</w:t>
            </w:r>
          </w:p>
        </w:tc>
      </w:tr>
      <w:tr w:rsidR="00AD75F0" w:rsidRPr="002A3ED8" w14:paraId="622ECC8D" w14:textId="77777777" w:rsidTr="004A5E9E">
        <w:trPr>
          <w:trHeight w:val="288"/>
        </w:trPr>
        <w:tc>
          <w:tcPr>
            <w:tcW w:w="1040" w:type="pct"/>
            <w:noWrap/>
          </w:tcPr>
          <w:p w14:paraId="211D4747" w14:textId="77777777" w:rsidR="00AD75F0" w:rsidRPr="008F7A55" w:rsidRDefault="00AD75F0" w:rsidP="00AD75F0">
            <w:pPr>
              <w:pStyle w:val="TBLContenu"/>
              <w:rPr>
                <w:b/>
                <w:bCs/>
                <w:lang w:val="en-US" w:bidi="en-US"/>
              </w:rPr>
            </w:pPr>
            <w:proofErr w:type="spellStart"/>
            <w:r w:rsidRPr="008F7A55">
              <w:rPr>
                <w:lang w:val="en-US" w:bidi="en-US"/>
              </w:rPr>
              <w:t>Professionnel</w:t>
            </w:r>
            <w:proofErr w:type="spellEnd"/>
          </w:p>
        </w:tc>
        <w:tc>
          <w:tcPr>
            <w:tcW w:w="1669" w:type="pct"/>
            <w:noWrap/>
          </w:tcPr>
          <w:p w14:paraId="7B443932" w14:textId="7E318FCE" w:rsidR="00AD75F0" w:rsidRPr="008F7A55" w:rsidRDefault="00AD75F0" w:rsidP="00AD75F0">
            <w:pPr>
              <w:pStyle w:val="TBLContenu"/>
              <w:rPr>
                <w:lang w:val="en-US" w:bidi="en-US"/>
              </w:rPr>
            </w:pPr>
            <w:proofErr w:type="spellStart"/>
            <w:proofErr w:type="gramStart"/>
            <w:r w:rsidRPr="008F7A55">
              <w:rPr>
                <w:lang w:val="en-US" w:bidi="en-US"/>
              </w:rPr>
              <w:t>idPP</w:t>
            </w:r>
            <w:proofErr w:type="spellEnd"/>
            <w:r w:rsidRPr="008F7A55">
              <w:rPr>
                <w:lang w:val="en-US" w:bidi="en-US"/>
              </w:rPr>
              <w:t xml:space="preserve"> :</w:t>
            </w:r>
            <w:proofErr w:type="gramEnd"/>
            <w:r w:rsidRPr="008F7A55">
              <w:rPr>
                <w:lang w:val="en-US" w:bidi="en-US"/>
              </w:rPr>
              <w:t xml:space="preserve"> [</w:t>
            </w:r>
            <w:r>
              <w:rPr>
                <w:lang w:val="en-US" w:bidi="en-US"/>
              </w:rPr>
              <w:t>1</w:t>
            </w:r>
            <w:r w:rsidRPr="008F7A55">
              <w:rPr>
                <w:lang w:val="en-US" w:bidi="en-US"/>
              </w:rPr>
              <w:t xml:space="preserve">..1] </w:t>
            </w:r>
            <w:proofErr w:type="spellStart"/>
            <w:r w:rsidRPr="008F7A55">
              <w:rPr>
                <w:lang w:val="en-US" w:bidi="en-US"/>
              </w:rPr>
              <w:t>Identifiant</w:t>
            </w:r>
            <w:proofErr w:type="spellEnd"/>
            <w:r>
              <w:rPr>
                <w:lang w:val="en-US" w:bidi="en-US"/>
              </w:rPr>
              <w:t xml:space="preserve"> </w:t>
            </w:r>
          </w:p>
        </w:tc>
        <w:tc>
          <w:tcPr>
            <w:tcW w:w="1043" w:type="pct"/>
            <w:noWrap/>
          </w:tcPr>
          <w:p w14:paraId="03531B2B" w14:textId="77777777" w:rsidR="00AD75F0" w:rsidRDefault="00AD75F0" w:rsidP="00AD75F0">
            <w:pPr>
              <w:pStyle w:val="TBLContenu"/>
              <w:rPr>
                <w:lang w:val="en-US" w:bidi="en-US"/>
              </w:rPr>
            </w:pPr>
            <w:r w:rsidRPr="008F7A55">
              <w:rPr>
                <w:lang w:val="en-US" w:bidi="en-US"/>
              </w:rPr>
              <w:t>Practitioner</w:t>
            </w:r>
          </w:p>
          <w:p w14:paraId="2645F898" w14:textId="77777777" w:rsidR="00AD75F0" w:rsidRPr="008F7A55" w:rsidRDefault="00AD75F0" w:rsidP="00AD75F0">
            <w:pPr>
              <w:pStyle w:val="TBLContenu"/>
              <w:rPr>
                <w:lang w:val="en-US" w:bidi="en-US"/>
              </w:rPr>
            </w:pPr>
            <w:proofErr w:type="spellStart"/>
            <w:r>
              <w:rPr>
                <w:color w:val="F79646" w:themeColor="accent6"/>
                <w:lang w:bidi="en-US"/>
              </w:rPr>
              <w:t>FrPractitioner</w:t>
            </w:r>
            <w:proofErr w:type="spellEnd"/>
          </w:p>
        </w:tc>
        <w:tc>
          <w:tcPr>
            <w:tcW w:w="1248" w:type="pct"/>
            <w:noWrap/>
          </w:tcPr>
          <w:p w14:paraId="7C1F91F1" w14:textId="487A7A3C" w:rsidR="00AD75F0" w:rsidRPr="002A22C2" w:rsidRDefault="00AD75F0" w:rsidP="00AD75F0">
            <w:pPr>
              <w:pStyle w:val="TBLContenu"/>
              <w:rPr>
                <w:lang w:bidi="en-US"/>
              </w:rPr>
            </w:pPr>
            <w:proofErr w:type="gramStart"/>
            <w:r w:rsidRPr="002A22C2">
              <w:rPr>
                <w:lang w:bidi="en-US"/>
              </w:rPr>
              <w:t>identifier</w:t>
            </w:r>
            <w:proofErr w:type="gramEnd"/>
            <w:r w:rsidRPr="002A22C2">
              <w:rPr>
                <w:lang w:bidi="en-US"/>
              </w:rPr>
              <w:t xml:space="preserve"> </w:t>
            </w:r>
            <w:r>
              <w:rPr>
                <w:lang w:bidi="en-US"/>
              </w:rPr>
              <w:t xml:space="preserve">: </w:t>
            </w:r>
            <w:r>
              <w:t>Identifier [0..*]</w:t>
            </w:r>
          </w:p>
        </w:tc>
      </w:tr>
      <w:tr w:rsidR="00FA2DFC" w:rsidRPr="00A0706E" w14:paraId="3BBEEBB5" w14:textId="77777777" w:rsidTr="004A5E9E">
        <w:trPr>
          <w:trHeight w:val="288"/>
        </w:trPr>
        <w:tc>
          <w:tcPr>
            <w:tcW w:w="1040" w:type="pct"/>
            <w:vMerge w:val="restart"/>
            <w:noWrap/>
          </w:tcPr>
          <w:p w14:paraId="386A1CC2" w14:textId="77777777" w:rsidR="00FA2DFC" w:rsidRPr="00EB5561" w:rsidRDefault="00FA2DFC" w:rsidP="00FA2DFC">
            <w:pPr>
              <w:pStyle w:val="TBLContenu"/>
              <w:rPr>
                <w:lang w:bidi="en-US"/>
              </w:rPr>
            </w:pPr>
            <w:proofErr w:type="spellStart"/>
            <w:r w:rsidRPr="008F7A55">
              <w:rPr>
                <w:lang w:val="en-US" w:bidi="en-US"/>
              </w:rPr>
              <w:t>Exercic</w:t>
            </w:r>
            <w:r>
              <w:rPr>
                <w:lang w:bidi="en-US"/>
              </w:rPr>
              <w:t>eProfessionnel</w:t>
            </w:r>
            <w:proofErr w:type="spellEnd"/>
          </w:p>
        </w:tc>
        <w:tc>
          <w:tcPr>
            <w:tcW w:w="1669" w:type="pct"/>
            <w:noWrap/>
          </w:tcPr>
          <w:p w14:paraId="59DE08A8" w14:textId="77777777" w:rsidR="00FA2DFC" w:rsidRPr="00EB5561" w:rsidRDefault="00FA2DFC" w:rsidP="00FA2DFC">
            <w:pPr>
              <w:pStyle w:val="TBLContenu"/>
              <w:rPr>
                <w:lang w:bidi="en-US"/>
              </w:rPr>
            </w:pPr>
            <w:proofErr w:type="spellStart"/>
            <w:proofErr w:type="gramStart"/>
            <w:r>
              <w:rPr>
                <w:lang w:bidi="en-US"/>
              </w:rPr>
              <w:t>nomExercice</w:t>
            </w:r>
            <w:proofErr w:type="spellEnd"/>
            <w:proofErr w:type="gramEnd"/>
            <w:r>
              <w:rPr>
                <w:lang w:bidi="en-US"/>
              </w:rPr>
              <w:t> : [0..1] Texte</w:t>
            </w:r>
          </w:p>
        </w:tc>
        <w:tc>
          <w:tcPr>
            <w:tcW w:w="1043" w:type="pct"/>
            <w:noWrap/>
          </w:tcPr>
          <w:p w14:paraId="34CE5BF1" w14:textId="77777777" w:rsidR="00FA2DFC" w:rsidRPr="00E41670" w:rsidRDefault="00FA2DFC" w:rsidP="00FA2DFC">
            <w:pPr>
              <w:pStyle w:val="TBLContenu"/>
              <w:rPr>
                <w:lang w:bidi="en-US"/>
              </w:rPr>
            </w:pPr>
            <w:proofErr w:type="spellStart"/>
            <w:r w:rsidRPr="00E41670">
              <w:rPr>
                <w:lang w:bidi="en-US"/>
              </w:rPr>
              <w:t>PractitionerRole</w:t>
            </w:r>
            <w:proofErr w:type="spellEnd"/>
          </w:p>
          <w:p w14:paraId="0F1BFE54" w14:textId="163B898A" w:rsidR="00FA2DFC" w:rsidRPr="00E41670" w:rsidRDefault="008E5132" w:rsidP="00FA2DFC">
            <w:pPr>
              <w:pStyle w:val="TBLContenu"/>
              <w:rPr>
                <w:lang w:bidi="en-US"/>
              </w:rPr>
            </w:pPr>
            <w:proofErr w:type="spellStart"/>
            <w:r>
              <w:rPr>
                <w:color w:val="F79646" w:themeColor="accent6"/>
                <w:lang w:bidi="en-US"/>
              </w:rPr>
              <w:t>AsPractitionerRoleProfile</w:t>
            </w:r>
            <w:proofErr w:type="spellEnd"/>
          </w:p>
        </w:tc>
        <w:tc>
          <w:tcPr>
            <w:tcW w:w="1248" w:type="pct"/>
            <w:noWrap/>
          </w:tcPr>
          <w:p w14:paraId="7423033D" w14:textId="77777777" w:rsidR="00FA2DFC" w:rsidRPr="00E41670" w:rsidRDefault="00FA2DFC" w:rsidP="00FA2DFC">
            <w:pPr>
              <w:pStyle w:val="TBLContenu"/>
              <w:rPr>
                <w:color w:val="FF0000"/>
                <w:lang w:val="en-US" w:bidi="en-US"/>
              </w:rPr>
            </w:pPr>
            <w:proofErr w:type="gramStart"/>
            <w:r w:rsidRPr="00E41670">
              <w:rPr>
                <w:color w:val="FF0000"/>
                <w:lang w:val="en-US" w:bidi="en-US"/>
              </w:rPr>
              <w:t>name[</w:t>
            </w:r>
            <w:proofErr w:type="gramEnd"/>
            <w:r w:rsidRPr="00E41670">
              <w:rPr>
                <w:color w:val="FF0000"/>
                <w:lang w:val="en-US" w:bidi="en-US"/>
              </w:rPr>
              <w:t>0..*].family : string [0..1]</w:t>
            </w:r>
          </w:p>
          <w:p w14:paraId="7E403BA9" w14:textId="77777777" w:rsidR="00FA2DFC" w:rsidRPr="00E41670" w:rsidRDefault="00FA2DFC" w:rsidP="00FA2DFC">
            <w:pPr>
              <w:pStyle w:val="TBLContenu"/>
              <w:rPr>
                <w:color w:val="FF0000"/>
                <w:lang w:val="en-US" w:bidi="en-US"/>
              </w:rPr>
            </w:pPr>
            <w:r w:rsidRPr="00E41670">
              <w:rPr>
                <w:color w:val="FF0000"/>
                <w:lang w:val="en-US" w:bidi="en-US"/>
              </w:rPr>
              <w:t>(</w:t>
            </w:r>
            <w:proofErr w:type="spellStart"/>
            <w:r w:rsidRPr="00E41670">
              <w:rPr>
                <w:color w:val="FF0000"/>
                <w:lang w:val="en-US" w:bidi="en-US"/>
              </w:rPr>
              <w:t>FrHumanName</w:t>
            </w:r>
            <w:proofErr w:type="spellEnd"/>
            <w:r w:rsidRPr="00E41670">
              <w:rPr>
                <w:color w:val="FF0000"/>
                <w:lang w:val="en-US" w:bidi="en-US"/>
              </w:rPr>
              <w:t>)</w:t>
            </w:r>
          </w:p>
          <w:p w14:paraId="3FF882CE" w14:textId="14CC9CF6" w:rsidR="00FA2DFC" w:rsidRPr="00E41670" w:rsidRDefault="00FA2DFC" w:rsidP="00FA2DFC">
            <w:pPr>
              <w:pStyle w:val="TBLContenu"/>
              <w:rPr>
                <w:color w:val="F79646" w:themeColor="accent6"/>
                <w:lang w:val="en-US" w:bidi="en-US"/>
              </w:rPr>
            </w:pPr>
            <w:r w:rsidRPr="00E41670">
              <w:rPr>
                <w:color w:val="FF0000"/>
                <w:lang w:val="en-US" w:bidi="en-US"/>
              </w:rPr>
              <w:t>Extension française (</w:t>
            </w:r>
            <w:proofErr w:type="spellStart"/>
            <w:r w:rsidRPr="00E41670">
              <w:rPr>
                <w:color w:val="FF0000"/>
                <w:lang w:val="en-US" w:bidi="en-US"/>
              </w:rPr>
              <w:t>PractitionerRoleName</w:t>
            </w:r>
            <w:proofErr w:type="spellEnd"/>
            <w:r w:rsidRPr="00E41670">
              <w:rPr>
                <w:color w:val="FF0000"/>
                <w:lang w:val="en-US" w:bidi="en-US"/>
              </w:rPr>
              <w:t>)</w:t>
            </w:r>
          </w:p>
        </w:tc>
      </w:tr>
      <w:tr w:rsidR="00FA2DFC" w:rsidRPr="00A0706E" w14:paraId="5FFC7CC6" w14:textId="77777777" w:rsidTr="004A5E9E">
        <w:trPr>
          <w:trHeight w:val="288"/>
        </w:trPr>
        <w:tc>
          <w:tcPr>
            <w:tcW w:w="1040" w:type="pct"/>
            <w:vMerge/>
            <w:noWrap/>
          </w:tcPr>
          <w:p w14:paraId="2665548C" w14:textId="77777777" w:rsidR="00FA2DFC" w:rsidRPr="004A5E9E" w:rsidRDefault="00FA2DFC" w:rsidP="00FA2DFC">
            <w:pPr>
              <w:pStyle w:val="TBLContenu"/>
              <w:rPr>
                <w:lang w:val="en-US" w:bidi="en-US"/>
              </w:rPr>
            </w:pPr>
          </w:p>
        </w:tc>
        <w:tc>
          <w:tcPr>
            <w:tcW w:w="1669" w:type="pct"/>
            <w:noWrap/>
          </w:tcPr>
          <w:p w14:paraId="186957E0" w14:textId="77777777" w:rsidR="00FA2DFC" w:rsidRDefault="00FA2DFC" w:rsidP="00FA2DFC">
            <w:pPr>
              <w:pStyle w:val="TBLContenu"/>
              <w:rPr>
                <w:lang w:bidi="en-US"/>
              </w:rPr>
            </w:pPr>
            <w:proofErr w:type="spellStart"/>
            <w:proofErr w:type="gramStart"/>
            <w:r>
              <w:rPr>
                <w:lang w:bidi="en-US"/>
              </w:rPr>
              <w:t>prenomExercice</w:t>
            </w:r>
            <w:proofErr w:type="spellEnd"/>
            <w:proofErr w:type="gramEnd"/>
            <w:r>
              <w:rPr>
                <w:lang w:bidi="en-US"/>
              </w:rPr>
              <w:t> : [0..1] Texte</w:t>
            </w:r>
          </w:p>
        </w:tc>
        <w:tc>
          <w:tcPr>
            <w:tcW w:w="1043" w:type="pct"/>
            <w:noWrap/>
          </w:tcPr>
          <w:p w14:paraId="36965967" w14:textId="77777777" w:rsidR="00FA2DFC" w:rsidRPr="00E41670" w:rsidRDefault="00FA2DFC" w:rsidP="00FA2DFC">
            <w:pPr>
              <w:pStyle w:val="TBLContenu"/>
              <w:rPr>
                <w:lang w:bidi="en-US"/>
              </w:rPr>
            </w:pPr>
            <w:proofErr w:type="spellStart"/>
            <w:r w:rsidRPr="00E41670">
              <w:rPr>
                <w:lang w:bidi="en-US"/>
              </w:rPr>
              <w:t>PractitionerRole</w:t>
            </w:r>
            <w:proofErr w:type="spellEnd"/>
          </w:p>
          <w:p w14:paraId="368DCB9F" w14:textId="16D08BE7" w:rsidR="00FA2DFC" w:rsidRPr="00E41670" w:rsidRDefault="008E5132" w:rsidP="00FA2DFC">
            <w:pPr>
              <w:pStyle w:val="TBLContenu"/>
              <w:rPr>
                <w:lang w:bidi="en-US"/>
              </w:rPr>
            </w:pPr>
            <w:proofErr w:type="spellStart"/>
            <w:r>
              <w:rPr>
                <w:color w:val="F79646" w:themeColor="accent6"/>
                <w:lang w:bidi="en-US"/>
              </w:rPr>
              <w:t>AsPractitionerRoleProfile</w:t>
            </w:r>
            <w:proofErr w:type="spellEnd"/>
          </w:p>
        </w:tc>
        <w:tc>
          <w:tcPr>
            <w:tcW w:w="1248" w:type="pct"/>
            <w:noWrap/>
          </w:tcPr>
          <w:p w14:paraId="68DD53A8" w14:textId="77777777" w:rsidR="00FA2DFC" w:rsidRPr="00E41670" w:rsidRDefault="00FA2DFC" w:rsidP="00FA2DFC">
            <w:pPr>
              <w:pStyle w:val="TBLContenu"/>
              <w:rPr>
                <w:color w:val="FF0000"/>
                <w:lang w:val="en-US" w:bidi="en-US"/>
              </w:rPr>
            </w:pPr>
            <w:proofErr w:type="gramStart"/>
            <w:r w:rsidRPr="00E41670">
              <w:rPr>
                <w:color w:val="FF0000"/>
                <w:lang w:val="en-US" w:bidi="en-US"/>
              </w:rPr>
              <w:t>name[</w:t>
            </w:r>
            <w:proofErr w:type="gramEnd"/>
            <w:r w:rsidRPr="00E41670">
              <w:rPr>
                <w:color w:val="FF0000"/>
                <w:lang w:val="en-US" w:bidi="en-US"/>
              </w:rPr>
              <w:t>0..*].given : string [0..*]</w:t>
            </w:r>
          </w:p>
          <w:p w14:paraId="0DDF3584" w14:textId="77777777" w:rsidR="00FA2DFC" w:rsidRPr="00E41670" w:rsidRDefault="00FA2DFC" w:rsidP="00FA2DFC">
            <w:pPr>
              <w:pStyle w:val="TBLContenu"/>
              <w:rPr>
                <w:color w:val="FF0000"/>
                <w:lang w:val="en-US" w:bidi="en-US"/>
              </w:rPr>
            </w:pPr>
            <w:r w:rsidRPr="00E41670">
              <w:rPr>
                <w:color w:val="FF0000"/>
                <w:lang w:val="en-US" w:bidi="en-US"/>
              </w:rPr>
              <w:t>(</w:t>
            </w:r>
            <w:proofErr w:type="spellStart"/>
            <w:r w:rsidRPr="00E41670">
              <w:rPr>
                <w:color w:val="FF0000"/>
                <w:lang w:val="en-US" w:bidi="en-US"/>
              </w:rPr>
              <w:t>FrHumanName</w:t>
            </w:r>
            <w:proofErr w:type="spellEnd"/>
            <w:r w:rsidRPr="00E41670">
              <w:rPr>
                <w:color w:val="FF0000"/>
                <w:lang w:val="en-US" w:bidi="en-US"/>
              </w:rPr>
              <w:t>)</w:t>
            </w:r>
          </w:p>
          <w:p w14:paraId="78C95CDD" w14:textId="3FF729D0" w:rsidR="00FA2DFC" w:rsidRPr="00E41670" w:rsidRDefault="00FA2DFC" w:rsidP="00FA2DFC">
            <w:pPr>
              <w:pStyle w:val="TBLContenu"/>
              <w:rPr>
                <w:color w:val="F79646" w:themeColor="accent6"/>
                <w:lang w:val="en-US" w:bidi="en-US"/>
              </w:rPr>
            </w:pPr>
            <w:r w:rsidRPr="00E41670">
              <w:rPr>
                <w:color w:val="FF0000"/>
                <w:lang w:val="en-US" w:bidi="en-US"/>
              </w:rPr>
              <w:t>Extension française (</w:t>
            </w:r>
            <w:proofErr w:type="spellStart"/>
            <w:r w:rsidRPr="00E41670">
              <w:rPr>
                <w:color w:val="FF0000"/>
                <w:lang w:val="en-US" w:bidi="en-US"/>
              </w:rPr>
              <w:t>PractitionerRoleName</w:t>
            </w:r>
            <w:proofErr w:type="spellEnd"/>
            <w:r w:rsidRPr="00E41670">
              <w:rPr>
                <w:color w:val="FF0000"/>
                <w:lang w:val="en-US" w:bidi="en-US"/>
              </w:rPr>
              <w:t>)</w:t>
            </w:r>
          </w:p>
        </w:tc>
      </w:tr>
      <w:tr w:rsidR="00FA2DFC" w:rsidRPr="002A3ED8" w14:paraId="3BDB38F4" w14:textId="77777777" w:rsidTr="004A5E9E">
        <w:trPr>
          <w:trHeight w:val="288"/>
        </w:trPr>
        <w:tc>
          <w:tcPr>
            <w:tcW w:w="1040" w:type="pct"/>
            <w:vMerge/>
            <w:noWrap/>
          </w:tcPr>
          <w:p w14:paraId="744BA6BF" w14:textId="77777777" w:rsidR="00FA2DFC" w:rsidRPr="004A5E9E" w:rsidRDefault="00FA2DFC" w:rsidP="00FA2DFC">
            <w:pPr>
              <w:pStyle w:val="TBLContenu"/>
              <w:rPr>
                <w:lang w:val="en-GB" w:bidi="en-US"/>
              </w:rPr>
            </w:pPr>
          </w:p>
        </w:tc>
        <w:tc>
          <w:tcPr>
            <w:tcW w:w="1669" w:type="pct"/>
            <w:noWrap/>
          </w:tcPr>
          <w:p w14:paraId="1548E008" w14:textId="57167817" w:rsidR="00FA2DFC" w:rsidRPr="00EB5561" w:rsidRDefault="00FA2DFC" w:rsidP="00FA2DFC">
            <w:pPr>
              <w:pStyle w:val="TBLContenu"/>
              <w:rPr>
                <w:lang w:bidi="en-US"/>
              </w:rPr>
            </w:pPr>
            <w:proofErr w:type="gramStart"/>
            <w:r>
              <w:rPr>
                <w:lang w:bidi="en-US"/>
              </w:rPr>
              <w:t>profession</w:t>
            </w:r>
            <w:proofErr w:type="gramEnd"/>
            <w:r>
              <w:rPr>
                <w:lang w:bidi="en-US"/>
              </w:rPr>
              <w:t xml:space="preserve"> : [0.</w:t>
            </w:r>
            <w:r w:rsidRPr="00EB5561">
              <w:rPr>
                <w:lang w:bidi="en-US"/>
              </w:rPr>
              <w:t>.</w:t>
            </w:r>
            <w:r>
              <w:rPr>
                <w:lang w:bidi="en-US"/>
              </w:rPr>
              <w:t>1</w:t>
            </w:r>
            <w:r w:rsidRPr="00EB5561">
              <w:rPr>
                <w:lang w:bidi="en-US"/>
              </w:rPr>
              <w:t>] Code</w:t>
            </w:r>
          </w:p>
        </w:tc>
        <w:tc>
          <w:tcPr>
            <w:tcW w:w="1043" w:type="pct"/>
            <w:noWrap/>
          </w:tcPr>
          <w:p w14:paraId="27C74316" w14:textId="77777777" w:rsidR="00FA2DFC" w:rsidRPr="00E41670" w:rsidRDefault="00FA2DFC" w:rsidP="00FA2DFC">
            <w:pPr>
              <w:pStyle w:val="TBLContenu"/>
              <w:rPr>
                <w:lang w:bidi="en-US"/>
              </w:rPr>
            </w:pPr>
            <w:proofErr w:type="spellStart"/>
            <w:r w:rsidRPr="00E41670">
              <w:rPr>
                <w:lang w:bidi="en-US"/>
              </w:rPr>
              <w:t>PractitionerRole</w:t>
            </w:r>
            <w:proofErr w:type="spellEnd"/>
          </w:p>
          <w:p w14:paraId="226574F7" w14:textId="0B899DF4" w:rsidR="00FA2DFC" w:rsidRPr="00E41670" w:rsidRDefault="008E5132" w:rsidP="00FA2DFC">
            <w:pPr>
              <w:pStyle w:val="TBLContenu"/>
              <w:rPr>
                <w:lang w:bidi="en-US"/>
              </w:rPr>
            </w:pPr>
            <w:proofErr w:type="spellStart"/>
            <w:r>
              <w:rPr>
                <w:color w:val="F79646" w:themeColor="accent6"/>
                <w:lang w:bidi="en-US"/>
              </w:rPr>
              <w:t>AsPractitionerRoleProfile</w:t>
            </w:r>
            <w:proofErr w:type="spellEnd"/>
          </w:p>
        </w:tc>
        <w:tc>
          <w:tcPr>
            <w:tcW w:w="1248" w:type="pct"/>
            <w:noWrap/>
          </w:tcPr>
          <w:p w14:paraId="2944F6A2" w14:textId="3266953D" w:rsidR="00FA2DFC" w:rsidRPr="00E41670" w:rsidRDefault="00FA2DFC" w:rsidP="00FA2DFC">
            <w:pPr>
              <w:pStyle w:val="TBLContenu"/>
              <w:rPr>
                <w:color w:val="auto"/>
                <w:lang w:bidi="en-US"/>
              </w:rPr>
            </w:pPr>
            <w:r w:rsidRPr="00E41670">
              <w:rPr>
                <w:lang w:bidi="en-US"/>
              </w:rPr>
              <w:t xml:space="preserve">Code : </w:t>
            </w:r>
            <w:proofErr w:type="spellStart"/>
            <w:r w:rsidRPr="00E41670">
              <w:rPr>
                <w:lang w:bidi="en-US"/>
              </w:rPr>
              <w:t>CodeableConcept</w:t>
            </w:r>
            <w:proofErr w:type="spellEnd"/>
            <w:r w:rsidRPr="00E41670">
              <w:rPr>
                <w:lang w:bidi="en-US"/>
              </w:rPr>
              <w:t xml:space="preserve"> [</w:t>
            </w:r>
            <w:proofErr w:type="gramStart"/>
            <w:r w:rsidRPr="00E41670">
              <w:rPr>
                <w:lang w:bidi="en-US"/>
              </w:rPr>
              <w:t>0..</w:t>
            </w:r>
            <w:proofErr w:type="gramEnd"/>
            <w:r w:rsidRPr="00E41670">
              <w:rPr>
                <w:lang w:bidi="en-US"/>
              </w:rPr>
              <w:t>*]</w:t>
            </w:r>
          </w:p>
          <w:p w14:paraId="24781E2D" w14:textId="0528C45A" w:rsidR="00FA2DFC" w:rsidRPr="00E41670" w:rsidRDefault="00FA2DFC" w:rsidP="00FA2DFC">
            <w:pPr>
              <w:pStyle w:val="TBLContenu"/>
              <w:numPr>
                <w:ilvl w:val="0"/>
                <w:numId w:val="36"/>
              </w:numPr>
              <w:rPr>
                <w:lang w:bidi="en-US"/>
              </w:rPr>
            </w:pPr>
            <w:r w:rsidRPr="00E41670">
              <w:rPr>
                <w:color w:val="auto"/>
                <w:lang w:bidi="en-US"/>
              </w:rPr>
              <w:t xml:space="preserve">Slice </w:t>
            </w:r>
            <w:r w:rsidRPr="00E41670">
              <w:rPr>
                <w:lang w:bidi="en-US"/>
              </w:rPr>
              <w:t>« professionG15 »</w:t>
            </w:r>
          </w:p>
          <w:p w14:paraId="3BD5FBF6" w14:textId="16EC847B" w:rsidR="00FA2DFC" w:rsidRPr="00E41670" w:rsidRDefault="00FA2DFC" w:rsidP="00FA2DFC">
            <w:pPr>
              <w:pStyle w:val="TBLContenu"/>
              <w:numPr>
                <w:ilvl w:val="0"/>
                <w:numId w:val="36"/>
              </w:numPr>
              <w:rPr>
                <w:lang w:bidi="en-US"/>
              </w:rPr>
            </w:pPr>
            <w:r w:rsidRPr="00E41670">
              <w:rPr>
                <w:color w:val="auto"/>
                <w:lang w:bidi="en-US"/>
              </w:rPr>
              <w:t xml:space="preserve">Slice </w:t>
            </w:r>
            <w:r w:rsidR="00E41670">
              <w:rPr>
                <w:lang w:bidi="en-US"/>
              </w:rPr>
              <w:t>«</w:t>
            </w:r>
            <w:r w:rsidRPr="00E41670">
              <w:rPr>
                <w:lang w:bidi="en-US"/>
              </w:rPr>
              <w:t xml:space="preserve"> professionR94 »</w:t>
            </w:r>
          </w:p>
          <w:p w14:paraId="748F63B4" w14:textId="554DA33D" w:rsidR="00FA2DFC" w:rsidRPr="00E41670" w:rsidRDefault="00FA2DFC" w:rsidP="00FA2DFC">
            <w:pPr>
              <w:pStyle w:val="TBLContenu"/>
              <w:numPr>
                <w:ilvl w:val="0"/>
                <w:numId w:val="36"/>
              </w:numPr>
              <w:rPr>
                <w:lang w:bidi="en-US"/>
              </w:rPr>
            </w:pPr>
            <w:r w:rsidRPr="00E41670">
              <w:rPr>
                <w:color w:val="auto"/>
                <w:lang w:bidi="en-US"/>
              </w:rPr>
              <w:t xml:space="preserve">Slice </w:t>
            </w:r>
            <w:r w:rsidR="00E41670">
              <w:rPr>
                <w:lang w:bidi="en-US"/>
              </w:rPr>
              <w:t>«</w:t>
            </w:r>
            <w:r w:rsidRPr="00E41670">
              <w:rPr>
                <w:lang w:bidi="en-US"/>
              </w:rPr>
              <w:t xml:space="preserve"> professionR95 »</w:t>
            </w:r>
          </w:p>
          <w:p w14:paraId="269D2E45" w14:textId="301EA09A" w:rsidR="00FA2DFC" w:rsidRPr="00E41670" w:rsidRDefault="00FA2DFC" w:rsidP="00FA2DFC">
            <w:pPr>
              <w:pStyle w:val="TBLContenu"/>
              <w:numPr>
                <w:ilvl w:val="0"/>
                <w:numId w:val="36"/>
              </w:numPr>
              <w:rPr>
                <w:color w:val="F79646" w:themeColor="accent6"/>
                <w:lang w:bidi="en-US"/>
              </w:rPr>
            </w:pPr>
            <w:r w:rsidRPr="00E41670">
              <w:rPr>
                <w:color w:val="auto"/>
                <w:lang w:bidi="en-US"/>
              </w:rPr>
              <w:t xml:space="preserve">Slice </w:t>
            </w:r>
            <w:r w:rsidR="00E41670">
              <w:rPr>
                <w:lang w:bidi="en-US"/>
              </w:rPr>
              <w:t>« </w:t>
            </w:r>
            <w:r w:rsidRPr="00E41670">
              <w:rPr>
                <w:lang w:bidi="en-US"/>
              </w:rPr>
              <w:t>professionR291</w:t>
            </w:r>
            <w:r w:rsidRPr="00E41670">
              <w:t> »</w:t>
            </w:r>
          </w:p>
          <w:p w14:paraId="184F78D5" w14:textId="42058457" w:rsidR="00FA2DFC" w:rsidRPr="00E41670" w:rsidRDefault="00FA2DFC" w:rsidP="00FA2DFC">
            <w:pPr>
              <w:pStyle w:val="TBLContenu"/>
              <w:rPr>
                <w:lang w:bidi="en-US"/>
              </w:rPr>
            </w:pPr>
          </w:p>
        </w:tc>
      </w:tr>
      <w:tr w:rsidR="00FA2DFC" w:rsidRPr="000B05CB" w14:paraId="1F102C38" w14:textId="77777777" w:rsidTr="004A5E9E">
        <w:trPr>
          <w:trHeight w:val="288"/>
        </w:trPr>
        <w:tc>
          <w:tcPr>
            <w:tcW w:w="1040" w:type="pct"/>
            <w:vMerge w:val="restart"/>
            <w:noWrap/>
          </w:tcPr>
          <w:p w14:paraId="6424BD9C" w14:textId="77777777" w:rsidR="00FA2DFC" w:rsidRDefault="00FA2DFC" w:rsidP="00FA2DFC">
            <w:pPr>
              <w:pStyle w:val="TBLContenu"/>
              <w:rPr>
                <w:lang w:bidi="en-US"/>
              </w:rPr>
            </w:pPr>
            <w:proofErr w:type="spellStart"/>
            <w:r>
              <w:rPr>
                <w:lang w:bidi="en-US"/>
              </w:rPr>
              <w:t>SituationExercice</w:t>
            </w:r>
            <w:proofErr w:type="spellEnd"/>
          </w:p>
        </w:tc>
        <w:tc>
          <w:tcPr>
            <w:tcW w:w="1669" w:type="pct"/>
            <w:noWrap/>
          </w:tcPr>
          <w:p w14:paraId="708AE2C2" w14:textId="77777777" w:rsidR="00FA2DFC" w:rsidRPr="00FC510F" w:rsidRDefault="00FA2DFC" w:rsidP="00FA2DFC">
            <w:pPr>
              <w:pStyle w:val="TBLContenu"/>
              <w:rPr>
                <w:lang w:bidi="en-US"/>
              </w:rPr>
            </w:pPr>
            <w:proofErr w:type="spellStart"/>
            <w:proofErr w:type="gramStart"/>
            <w:r w:rsidRPr="00FC510F">
              <w:rPr>
                <w:lang w:bidi="en-US"/>
              </w:rPr>
              <w:t>adresseSE</w:t>
            </w:r>
            <w:proofErr w:type="spellEnd"/>
            <w:proofErr w:type="gramEnd"/>
            <w:r w:rsidRPr="00FC510F">
              <w:rPr>
                <w:lang w:bidi="en-US"/>
              </w:rPr>
              <w:t xml:space="preserve"> : [</w:t>
            </w:r>
            <w:r>
              <w:rPr>
                <w:lang w:bidi="en-US"/>
              </w:rPr>
              <w:t>1</w:t>
            </w:r>
            <w:r w:rsidRPr="00FC510F">
              <w:rPr>
                <w:lang w:bidi="en-US"/>
              </w:rPr>
              <w:t>..*] Adresse</w:t>
            </w:r>
          </w:p>
        </w:tc>
        <w:tc>
          <w:tcPr>
            <w:tcW w:w="1043" w:type="pct"/>
            <w:noWrap/>
          </w:tcPr>
          <w:p w14:paraId="1B2A2B8F" w14:textId="77777777" w:rsidR="00FA2DFC" w:rsidRPr="00E41670" w:rsidRDefault="00FA2DFC" w:rsidP="00FA2DFC">
            <w:pPr>
              <w:pStyle w:val="TBLContenu"/>
              <w:rPr>
                <w:lang w:bidi="en-US"/>
              </w:rPr>
            </w:pPr>
            <w:proofErr w:type="spellStart"/>
            <w:r w:rsidRPr="00E41670">
              <w:rPr>
                <w:lang w:bidi="en-US"/>
              </w:rPr>
              <w:t>PractitionerRole</w:t>
            </w:r>
            <w:proofErr w:type="spellEnd"/>
          </w:p>
          <w:p w14:paraId="3BD5C2D3" w14:textId="5C874A41" w:rsidR="00FA2DFC" w:rsidRPr="00E41670" w:rsidRDefault="008E5132" w:rsidP="00FA2DFC">
            <w:pPr>
              <w:pStyle w:val="TBLContenu"/>
              <w:rPr>
                <w:lang w:bidi="en-US"/>
              </w:rPr>
            </w:pPr>
            <w:proofErr w:type="spellStart"/>
            <w:r>
              <w:rPr>
                <w:color w:val="F79646" w:themeColor="accent6"/>
                <w:lang w:bidi="en-US"/>
              </w:rPr>
              <w:t>AsPractitionerRoleProfile</w:t>
            </w:r>
            <w:proofErr w:type="spellEnd"/>
          </w:p>
        </w:tc>
        <w:tc>
          <w:tcPr>
            <w:tcW w:w="1248" w:type="pct"/>
            <w:noWrap/>
          </w:tcPr>
          <w:p w14:paraId="6A8DABBA" w14:textId="67EBBC05" w:rsidR="00FA2DFC" w:rsidRPr="00E41670" w:rsidRDefault="00FA2DFC" w:rsidP="00FA2DFC">
            <w:pPr>
              <w:pStyle w:val="TBLContenu"/>
              <w:rPr>
                <w:lang w:val="en-US" w:bidi="en-US"/>
              </w:rPr>
            </w:pPr>
            <w:proofErr w:type="gramStart"/>
            <w:r w:rsidRPr="00E41670">
              <w:rPr>
                <w:lang w:val="en-US" w:bidi="en-US"/>
              </w:rPr>
              <w:t>location</w:t>
            </w:r>
            <w:r w:rsidRPr="00E41670">
              <w:rPr>
                <w:color w:val="808080" w:themeColor="background1" w:themeShade="80"/>
                <w:lang w:val="en-US" w:bidi="en-US"/>
              </w:rPr>
              <w:t>[</w:t>
            </w:r>
            <w:proofErr w:type="gramEnd"/>
            <w:r w:rsidRPr="00E41670">
              <w:rPr>
                <w:color w:val="808080" w:themeColor="background1" w:themeShade="80"/>
                <w:lang w:val="en-US" w:bidi="en-US"/>
              </w:rPr>
              <w:t>0..*]</w:t>
            </w:r>
            <w:r w:rsidRPr="00E41670">
              <w:rPr>
                <w:lang w:val="en-US" w:bidi="en-US"/>
              </w:rPr>
              <w:t xml:space="preserve">.address : </w:t>
            </w:r>
            <w:proofErr w:type="spellStart"/>
            <w:r w:rsidRPr="00E41670">
              <w:rPr>
                <w:color w:val="F79646" w:themeColor="accent6"/>
                <w:lang w:val="en-US" w:bidi="en-US"/>
              </w:rPr>
              <w:t>FrAddressExtended</w:t>
            </w:r>
            <w:proofErr w:type="spellEnd"/>
            <w:r w:rsidRPr="00E41670">
              <w:rPr>
                <w:lang w:val="en-US" w:bidi="en-US"/>
              </w:rPr>
              <w:t xml:space="preserve"> [0..1]</w:t>
            </w:r>
          </w:p>
          <w:p w14:paraId="1AD957F6" w14:textId="5ECA2BE4" w:rsidR="00FA2DFC" w:rsidRPr="00E41670" w:rsidRDefault="00FA2DFC" w:rsidP="00FA2DFC">
            <w:pPr>
              <w:pStyle w:val="TBLContenu"/>
              <w:rPr>
                <w:lang w:val="en-US" w:bidi="en-US"/>
              </w:rPr>
            </w:pPr>
            <w:r w:rsidRPr="00E41670">
              <w:rPr>
                <w:lang w:val="en-US" w:bidi="en-US"/>
              </w:rPr>
              <w:t>(</w:t>
            </w:r>
            <w:proofErr w:type="spellStart"/>
            <w:r w:rsidR="008E5132">
              <w:rPr>
                <w:color w:val="F79646" w:themeColor="accent6"/>
                <w:lang w:val="en-US" w:bidi="en-US"/>
              </w:rPr>
              <w:t>AsLocationProfile</w:t>
            </w:r>
            <w:proofErr w:type="spellEnd"/>
            <w:r w:rsidRPr="00E41670">
              <w:rPr>
                <w:lang w:val="en-US" w:bidi="en-US"/>
              </w:rPr>
              <w:t>)</w:t>
            </w:r>
          </w:p>
        </w:tc>
      </w:tr>
      <w:tr w:rsidR="00FA2DFC" w:rsidRPr="002A3ED8" w14:paraId="26A6911D" w14:textId="77777777" w:rsidTr="004A5E9E">
        <w:trPr>
          <w:trHeight w:val="288"/>
        </w:trPr>
        <w:tc>
          <w:tcPr>
            <w:tcW w:w="1040" w:type="pct"/>
            <w:vMerge/>
            <w:noWrap/>
          </w:tcPr>
          <w:p w14:paraId="4A7D2E7E" w14:textId="77777777" w:rsidR="00FA2DFC" w:rsidRPr="00E72F3A" w:rsidRDefault="00FA2DFC" w:rsidP="00FA2DFC">
            <w:pPr>
              <w:pStyle w:val="TBLContenu"/>
              <w:rPr>
                <w:lang w:val="en-US" w:bidi="en-US"/>
              </w:rPr>
            </w:pPr>
          </w:p>
        </w:tc>
        <w:tc>
          <w:tcPr>
            <w:tcW w:w="1669" w:type="pct"/>
            <w:noWrap/>
          </w:tcPr>
          <w:p w14:paraId="3F6D82EC" w14:textId="77777777" w:rsidR="00FA2DFC" w:rsidRPr="00E72F3A" w:rsidRDefault="00FA2DFC" w:rsidP="00FA2DFC">
            <w:pPr>
              <w:pStyle w:val="TBLContenu"/>
              <w:rPr>
                <w:lang w:val="en-US" w:bidi="en-US"/>
              </w:rPr>
            </w:pPr>
            <w:proofErr w:type="gramStart"/>
            <w:r w:rsidRPr="00E72F3A">
              <w:rPr>
                <w:lang w:val="en-US" w:bidi="en-US"/>
              </w:rPr>
              <w:t>telecommunication :</w:t>
            </w:r>
            <w:proofErr w:type="gramEnd"/>
            <w:r w:rsidRPr="00E72F3A">
              <w:rPr>
                <w:lang w:val="en-US" w:bidi="en-US"/>
              </w:rPr>
              <w:t xml:space="preserve"> [0..*] Telecommunication</w:t>
            </w:r>
          </w:p>
        </w:tc>
        <w:tc>
          <w:tcPr>
            <w:tcW w:w="1043" w:type="pct"/>
            <w:noWrap/>
          </w:tcPr>
          <w:p w14:paraId="674467D5" w14:textId="77777777" w:rsidR="00FA2DFC" w:rsidRPr="00E41670" w:rsidRDefault="00FA2DFC" w:rsidP="00FA2DFC">
            <w:pPr>
              <w:pStyle w:val="TBLContenu"/>
              <w:rPr>
                <w:lang w:val="en-US" w:bidi="en-US"/>
              </w:rPr>
            </w:pPr>
            <w:proofErr w:type="spellStart"/>
            <w:r w:rsidRPr="00E41670">
              <w:rPr>
                <w:lang w:val="en-US" w:bidi="en-US"/>
              </w:rPr>
              <w:t>PractitionerRole</w:t>
            </w:r>
            <w:proofErr w:type="spellEnd"/>
          </w:p>
          <w:p w14:paraId="465036E3" w14:textId="42E81A65" w:rsidR="00FA2DFC" w:rsidRPr="00E41670" w:rsidRDefault="008E5132" w:rsidP="00FA2DFC">
            <w:pPr>
              <w:pStyle w:val="TBLContenu"/>
              <w:rPr>
                <w:lang w:val="en-US" w:bidi="en-US"/>
              </w:rPr>
            </w:pPr>
            <w:proofErr w:type="spellStart"/>
            <w:r>
              <w:rPr>
                <w:color w:val="F79646" w:themeColor="accent6"/>
                <w:lang w:bidi="en-US"/>
              </w:rPr>
              <w:t>AsPractitionerRoleP</w:t>
            </w:r>
            <w:r>
              <w:rPr>
                <w:color w:val="F79646" w:themeColor="accent6"/>
                <w:lang w:bidi="en-US"/>
              </w:rPr>
              <w:t>r</w:t>
            </w:r>
            <w:r>
              <w:rPr>
                <w:color w:val="F79646" w:themeColor="accent6"/>
                <w:lang w:bidi="en-US"/>
              </w:rPr>
              <w:t>ofile</w:t>
            </w:r>
            <w:proofErr w:type="spellEnd"/>
          </w:p>
        </w:tc>
        <w:tc>
          <w:tcPr>
            <w:tcW w:w="1248" w:type="pct"/>
            <w:noWrap/>
          </w:tcPr>
          <w:p w14:paraId="0E567A82" w14:textId="77777777" w:rsidR="00FA2DFC" w:rsidRPr="00E41670" w:rsidRDefault="00FA2DFC" w:rsidP="00FA2DFC">
            <w:pPr>
              <w:pStyle w:val="TBLContenu"/>
              <w:rPr>
                <w:lang w:val="en-US" w:bidi="en-US"/>
              </w:rPr>
            </w:pPr>
            <w:proofErr w:type="gramStart"/>
            <w:r w:rsidRPr="00E41670">
              <w:rPr>
                <w:lang w:val="en-US" w:bidi="en-US"/>
              </w:rPr>
              <w:t>telecom :</w:t>
            </w:r>
            <w:proofErr w:type="gramEnd"/>
            <w:r w:rsidRPr="00E41670">
              <w:rPr>
                <w:lang w:val="en-US" w:bidi="en-US"/>
              </w:rPr>
              <w:t xml:space="preserve"> </w:t>
            </w:r>
            <w:proofErr w:type="spellStart"/>
            <w:r w:rsidRPr="00E41670">
              <w:rPr>
                <w:color w:val="F79646" w:themeColor="accent6"/>
                <w:lang w:val="en-US" w:bidi="en-US"/>
              </w:rPr>
              <w:t>FrContactPoint</w:t>
            </w:r>
            <w:proofErr w:type="spellEnd"/>
            <w:r w:rsidRPr="00E41670">
              <w:rPr>
                <w:lang w:val="en-US" w:bidi="en-US"/>
              </w:rPr>
              <w:t xml:space="preserve"> </w:t>
            </w:r>
            <w:r w:rsidRPr="00E41670">
              <w:rPr>
                <w:lang w:val="en-US"/>
              </w:rPr>
              <w:t>[0..*]</w:t>
            </w:r>
          </w:p>
        </w:tc>
      </w:tr>
      <w:tr w:rsidR="00FA2DFC" w:rsidRPr="00550919" w14:paraId="768469D6" w14:textId="77777777" w:rsidTr="004A5E9E">
        <w:trPr>
          <w:trHeight w:val="288"/>
        </w:trPr>
        <w:tc>
          <w:tcPr>
            <w:tcW w:w="1040" w:type="pct"/>
            <w:vMerge w:val="restart"/>
            <w:noWrap/>
          </w:tcPr>
          <w:p w14:paraId="5F19CEBD" w14:textId="77777777" w:rsidR="00FA2DFC" w:rsidRPr="00E72F3A" w:rsidRDefault="00FA2DFC" w:rsidP="00FA2DFC">
            <w:pPr>
              <w:pStyle w:val="TBLContenu"/>
              <w:rPr>
                <w:lang w:val="en-US" w:bidi="en-US"/>
              </w:rPr>
            </w:pPr>
            <w:proofErr w:type="spellStart"/>
            <w:r>
              <w:rPr>
                <w:lang w:val="en-US" w:bidi="en-US"/>
              </w:rPr>
              <w:lastRenderedPageBreak/>
              <w:t>SavoirFaire</w:t>
            </w:r>
            <w:proofErr w:type="spellEnd"/>
          </w:p>
        </w:tc>
        <w:tc>
          <w:tcPr>
            <w:tcW w:w="1669" w:type="pct"/>
            <w:noWrap/>
          </w:tcPr>
          <w:p w14:paraId="7C1D1441" w14:textId="5A9E02AC" w:rsidR="00FA2DFC" w:rsidRDefault="00FA2DFC" w:rsidP="00FA2DFC">
            <w:pPr>
              <w:pStyle w:val="TBLContenu"/>
              <w:rPr>
                <w:lang w:bidi="en-US"/>
              </w:rPr>
            </w:pPr>
            <w:proofErr w:type="spellStart"/>
            <w:proofErr w:type="gramStart"/>
            <w:r>
              <w:t>s</w:t>
            </w:r>
            <w:r w:rsidRPr="000A3314">
              <w:t>pecialite</w:t>
            </w:r>
            <w:proofErr w:type="spellEnd"/>
            <w:r w:rsidRPr="0036685F">
              <w:t>:</w:t>
            </w:r>
            <w:proofErr w:type="gramEnd"/>
            <w:r w:rsidRPr="0036685F">
              <w:t xml:space="preserve"> [0..1] </w:t>
            </w:r>
            <w:r>
              <w:t>Code</w:t>
            </w:r>
          </w:p>
        </w:tc>
        <w:tc>
          <w:tcPr>
            <w:tcW w:w="1043" w:type="pct"/>
            <w:noWrap/>
            <w:vAlign w:val="top"/>
          </w:tcPr>
          <w:p w14:paraId="2E29F765" w14:textId="77777777" w:rsidR="00FA2DFC" w:rsidRPr="00E41670" w:rsidRDefault="00FA2DFC" w:rsidP="00FA2DFC">
            <w:pPr>
              <w:pStyle w:val="TBLContenu"/>
              <w:rPr>
                <w:lang w:val="en-US" w:bidi="en-US"/>
              </w:rPr>
            </w:pPr>
            <w:proofErr w:type="spellStart"/>
            <w:r w:rsidRPr="00E41670">
              <w:rPr>
                <w:lang w:val="en-US" w:bidi="en-US"/>
              </w:rPr>
              <w:t>PractitionerRole</w:t>
            </w:r>
            <w:proofErr w:type="spellEnd"/>
          </w:p>
          <w:p w14:paraId="28240B8A" w14:textId="11E7FFD3" w:rsidR="00FA2DFC" w:rsidRPr="00E41670" w:rsidRDefault="008E5132" w:rsidP="00FA2DFC">
            <w:pPr>
              <w:pStyle w:val="TBLContenu"/>
              <w:rPr>
                <w:lang w:bidi="en-US"/>
              </w:rPr>
            </w:pPr>
            <w:proofErr w:type="spellStart"/>
            <w:r>
              <w:rPr>
                <w:color w:val="F79646" w:themeColor="accent6"/>
                <w:lang w:bidi="en-US"/>
              </w:rPr>
              <w:t>AsPractitionerRoleP</w:t>
            </w:r>
            <w:r>
              <w:rPr>
                <w:color w:val="F79646" w:themeColor="accent6"/>
                <w:lang w:bidi="en-US"/>
              </w:rPr>
              <w:t>r</w:t>
            </w:r>
            <w:r>
              <w:rPr>
                <w:color w:val="F79646" w:themeColor="accent6"/>
                <w:lang w:bidi="en-US"/>
              </w:rPr>
              <w:t>ofile</w:t>
            </w:r>
            <w:proofErr w:type="spellEnd"/>
          </w:p>
        </w:tc>
        <w:tc>
          <w:tcPr>
            <w:tcW w:w="1248" w:type="pct"/>
            <w:noWrap/>
          </w:tcPr>
          <w:p w14:paraId="1F0A4DB1" w14:textId="77777777" w:rsidR="00FA2DFC" w:rsidRPr="00E41670" w:rsidRDefault="00FA2DFC" w:rsidP="00FA2DFC">
            <w:pPr>
              <w:pStyle w:val="TBLContenu"/>
              <w:rPr>
                <w:lang w:val="en-US" w:bidi="en-US"/>
              </w:rPr>
            </w:pPr>
            <w:proofErr w:type="gramStart"/>
            <w:r w:rsidRPr="00E41670">
              <w:rPr>
                <w:lang w:val="en-US" w:bidi="en-US"/>
              </w:rPr>
              <w:t>specialty :</w:t>
            </w:r>
            <w:proofErr w:type="gramEnd"/>
            <w:r w:rsidRPr="00E41670">
              <w:rPr>
                <w:lang w:val="en-US" w:bidi="en-US"/>
              </w:rPr>
              <w:t xml:space="preserve"> </w:t>
            </w:r>
            <w:proofErr w:type="spellStart"/>
            <w:r w:rsidRPr="00E41670">
              <w:rPr>
                <w:lang w:val="en-US" w:bidi="en-US"/>
              </w:rPr>
              <w:t>CodeableConceptTimed</w:t>
            </w:r>
            <w:proofErr w:type="spellEnd"/>
            <w:r w:rsidRPr="00E41670">
              <w:rPr>
                <w:lang w:val="en-US" w:bidi="en-US"/>
              </w:rPr>
              <w:t xml:space="preserve"> [0..*]</w:t>
            </w:r>
          </w:p>
          <w:p w14:paraId="6077FF27" w14:textId="471B449B" w:rsidR="00FA2DFC" w:rsidRPr="00E41670" w:rsidRDefault="00FA2DFC" w:rsidP="00FA2DFC">
            <w:pPr>
              <w:pStyle w:val="TBLContenu"/>
              <w:rPr>
                <w:lang w:val="en-US" w:bidi="en-US"/>
              </w:rPr>
            </w:pPr>
            <w:r w:rsidRPr="00E41670">
              <w:rPr>
                <w:lang w:val="en-US" w:bidi="en-US"/>
              </w:rPr>
              <w:t xml:space="preserve">Slice </w:t>
            </w:r>
            <w:proofErr w:type="gramStart"/>
            <w:r w:rsidRPr="00E41670">
              <w:t xml:space="preserve">«  </w:t>
            </w:r>
            <w:r w:rsidRPr="00E41670">
              <w:rPr>
                <w:lang w:val="en-US" w:bidi="en-US"/>
              </w:rPr>
              <w:t>savoirFaireR</w:t>
            </w:r>
            <w:proofErr w:type="gramEnd"/>
            <w:r w:rsidRPr="00E41670">
              <w:rPr>
                <w:lang w:val="en-US" w:bidi="en-US"/>
              </w:rPr>
              <w:t>38</w:t>
            </w:r>
            <w:r w:rsidRPr="00E41670">
              <w:t> »</w:t>
            </w:r>
          </w:p>
        </w:tc>
      </w:tr>
      <w:tr w:rsidR="00FA2DFC" w:rsidRPr="00550919" w14:paraId="6A7B12D0" w14:textId="77777777" w:rsidTr="004A5E9E">
        <w:trPr>
          <w:trHeight w:val="288"/>
        </w:trPr>
        <w:tc>
          <w:tcPr>
            <w:tcW w:w="1040" w:type="pct"/>
            <w:vMerge/>
            <w:noWrap/>
          </w:tcPr>
          <w:p w14:paraId="50DD1B72" w14:textId="77777777" w:rsidR="00FA2DFC" w:rsidRPr="00E72F3A" w:rsidRDefault="00FA2DFC" w:rsidP="00FA2DFC">
            <w:pPr>
              <w:pStyle w:val="TBLContenu"/>
              <w:rPr>
                <w:lang w:val="en-US" w:bidi="en-US"/>
              </w:rPr>
            </w:pPr>
          </w:p>
        </w:tc>
        <w:tc>
          <w:tcPr>
            <w:tcW w:w="1669" w:type="pct"/>
            <w:noWrap/>
          </w:tcPr>
          <w:p w14:paraId="4D72C30C" w14:textId="7AD95B25" w:rsidR="00FA2DFC" w:rsidRDefault="00FA2DFC" w:rsidP="00FA2DFC">
            <w:pPr>
              <w:pStyle w:val="TBLContenu"/>
              <w:rPr>
                <w:lang w:bidi="en-US"/>
              </w:rPr>
            </w:pPr>
            <w:proofErr w:type="spellStart"/>
            <w:proofErr w:type="gramStart"/>
            <w:r>
              <w:t>c</w:t>
            </w:r>
            <w:r w:rsidRPr="000A3314">
              <w:t>ompetence</w:t>
            </w:r>
            <w:proofErr w:type="spellEnd"/>
            <w:r w:rsidRPr="0036685F">
              <w:t>:</w:t>
            </w:r>
            <w:proofErr w:type="gramEnd"/>
            <w:r w:rsidRPr="0036685F">
              <w:t xml:space="preserve"> [0</w:t>
            </w:r>
            <w:r>
              <w:t>..1</w:t>
            </w:r>
            <w:r w:rsidRPr="0036685F">
              <w:t xml:space="preserve">] </w:t>
            </w:r>
            <w:r>
              <w:t>Code</w:t>
            </w:r>
          </w:p>
        </w:tc>
        <w:tc>
          <w:tcPr>
            <w:tcW w:w="1043" w:type="pct"/>
            <w:noWrap/>
            <w:vAlign w:val="top"/>
          </w:tcPr>
          <w:p w14:paraId="3BA401DE" w14:textId="77777777" w:rsidR="00FA2DFC" w:rsidRPr="00E41670" w:rsidRDefault="00FA2DFC" w:rsidP="00FA2DFC">
            <w:pPr>
              <w:pStyle w:val="TBLContenu"/>
              <w:rPr>
                <w:lang w:val="en-US" w:bidi="en-US"/>
              </w:rPr>
            </w:pPr>
            <w:proofErr w:type="spellStart"/>
            <w:r w:rsidRPr="00E41670">
              <w:rPr>
                <w:lang w:val="en-US" w:bidi="en-US"/>
              </w:rPr>
              <w:t>PractitionerRole</w:t>
            </w:r>
            <w:proofErr w:type="spellEnd"/>
          </w:p>
          <w:p w14:paraId="247B63EA" w14:textId="3E28879B" w:rsidR="00FA2DFC" w:rsidRPr="00E41670" w:rsidRDefault="008E5132" w:rsidP="00FA2DFC">
            <w:pPr>
              <w:pStyle w:val="TBLContenu"/>
              <w:rPr>
                <w:lang w:bidi="en-US"/>
              </w:rPr>
            </w:pPr>
            <w:proofErr w:type="spellStart"/>
            <w:r>
              <w:rPr>
                <w:color w:val="F79646" w:themeColor="accent6"/>
                <w:lang w:bidi="en-US"/>
              </w:rPr>
              <w:t>AsPractitionerRoleProfile</w:t>
            </w:r>
            <w:proofErr w:type="spellEnd"/>
          </w:p>
        </w:tc>
        <w:tc>
          <w:tcPr>
            <w:tcW w:w="1248" w:type="pct"/>
            <w:noWrap/>
          </w:tcPr>
          <w:p w14:paraId="772486A1" w14:textId="77777777" w:rsidR="00FA2DFC" w:rsidRPr="00E41670" w:rsidRDefault="00FA2DFC" w:rsidP="00FA2DFC">
            <w:pPr>
              <w:pStyle w:val="TBLContenu"/>
              <w:rPr>
                <w:lang w:val="en-US" w:bidi="en-US"/>
              </w:rPr>
            </w:pPr>
            <w:proofErr w:type="gramStart"/>
            <w:r w:rsidRPr="00E41670">
              <w:rPr>
                <w:lang w:val="en-US" w:bidi="en-US"/>
              </w:rPr>
              <w:t>specialty :</w:t>
            </w:r>
            <w:proofErr w:type="gramEnd"/>
            <w:r w:rsidRPr="00E41670">
              <w:rPr>
                <w:lang w:val="en-US" w:bidi="en-US"/>
              </w:rPr>
              <w:t xml:space="preserve"> </w:t>
            </w:r>
            <w:proofErr w:type="spellStart"/>
            <w:r w:rsidRPr="00E41670">
              <w:rPr>
                <w:lang w:val="en-US" w:bidi="en-US"/>
              </w:rPr>
              <w:t>CodeableConceptTimed</w:t>
            </w:r>
            <w:proofErr w:type="spellEnd"/>
            <w:r w:rsidRPr="00E41670">
              <w:rPr>
                <w:lang w:val="en-US" w:bidi="en-US"/>
              </w:rPr>
              <w:t xml:space="preserve"> [0..*]</w:t>
            </w:r>
          </w:p>
          <w:p w14:paraId="5F91767A" w14:textId="46DE5738" w:rsidR="00FA2DFC" w:rsidRPr="00E41670" w:rsidRDefault="00FA2DFC" w:rsidP="00FA2DFC">
            <w:pPr>
              <w:pStyle w:val="TBLContenu"/>
              <w:rPr>
                <w:lang w:val="en-US" w:bidi="en-US"/>
              </w:rPr>
            </w:pPr>
            <w:r w:rsidRPr="00E41670">
              <w:rPr>
                <w:lang w:val="en-US" w:bidi="en-US"/>
              </w:rPr>
              <w:t xml:space="preserve">Slice </w:t>
            </w:r>
            <w:proofErr w:type="gramStart"/>
            <w:r w:rsidRPr="00E41670">
              <w:rPr>
                <w:lang w:val="en-US" w:bidi="en-US"/>
              </w:rPr>
              <w:t>«  savoirFaireR</w:t>
            </w:r>
            <w:proofErr w:type="gramEnd"/>
            <w:r w:rsidRPr="00E41670">
              <w:rPr>
                <w:lang w:val="en-US" w:bidi="en-US"/>
              </w:rPr>
              <w:t>39 »</w:t>
            </w:r>
          </w:p>
        </w:tc>
      </w:tr>
      <w:tr w:rsidR="00FA2DFC" w:rsidRPr="002A3ED8" w14:paraId="1EF8E5FB" w14:textId="77777777" w:rsidTr="004A5E9E">
        <w:trPr>
          <w:trHeight w:val="288"/>
        </w:trPr>
        <w:tc>
          <w:tcPr>
            <w:tcW w:w="1040" w:type="pct"/>
            <w:vMerge/>
            <w:noWrap/>
          </w:tcPr>
          <w:p w14:paraId="0E8DB65E" w14:textId="77777777" w:rsidR="00FA2DFC" w:rsidRPr="00E72F3A" w:rsidRDefault="00FA2DFC" w:rsidP="00FA2DFC">
            <w:pPr>
              <w:pStyle w:val="TBLContenu"/>
              <w:rPr>
                <w:lang w:val="en-US" w:bidi="en-US"/>
              </w:rPr>
            </w:pPr>
          </w:p>
        </w:tc>
        <w:tc>
          <w:tcPr>
            <w:tcW w:w="1669" w:type="pct"/>
            <w:noWrap/>
          </w:tcPr>
          <w:p w14:paraId="6D99F0D7" w14:textId="7F8A9266" w:rsidR="00FA2DFC" w:rsidRDefault="00FA2DFC" w:rsidP="00FA2DFC">
            <w:pPr>
              <w:pStyle w:val="TBLContenu"/>
              <w:rPr>
                <w:lang w:bidi="en-US"/>
              </w:rPr>
            </w:pPr>
            <w:proofErr w:type="spellStart"/>
            <w:proofErr w:type="gramStart"/>
            <w:r>
              <w:t>c</w:t>
            </w:r>
            <w:r w:rsidRPr="000A3314">
              <w:t>ompetenceExclusive</w:t>
            </w:r>
            <w:proofErr w:type="spellEnd"/>
            <w:r w:rsidRPr="0036685F">
              <w:t>:</w:t>
            </w:r>
            <w:proofErr w:type="gramEnd"/>
            <w:r w:rsidRPr="0036685F">
              <w:t xml:space="preserve"> [0</w:t>
            </w:r>
            <w:r>
              <w:t>..1</w:t>
            </w:r>
            <w:r w:rsidRPr="0036685F">
              <w:t xml:space="preserve">] </w:t>
            </w:r>
            <w:r>
              <w:t>Code</w:t>
            </w:r>
          </w:p>
        </w:tc>
        <w:tc>
          <w:tcPr>
            <w:tcW w:w="1043" w:type="pct"/>
            <w:noWrap/>
            <w:vAlign w:val="top"/>
          </w:tcPr>
          <w:p w14:paraId="73253A54" w14:textId="77777777" w:rsidR="00FA2DFC" w:rsidRPr="00E41670" w:rsidRDefault="00FA2DFC" w:rsidP="00FA2DFC">
            <w:pPr>
              <w:pStyle w:val="TBLContenu"/>
              <w:rPr>
                <w:lang w:val="en-US" w:bidi="en-US"/>
              </w:rPr>
            </w:pPr>
            <w:proofErr w:type="spellStart"/>
            <w:r w:rsidRPr="00E41670">
              <w:rPr>
                <w:lang w:val="en-US" w:bidi="en-US"/>
              </w:rPr>
              <w:t>PractitionerRole</w:t>
            </w:r>
            <w:proofErr w:type="spellEnd"/>
          </w:p>
          <w:p w14:paraId="6FE16A1F" w14:textId="6270481D" w:rsidR="00FA2DFC" w:rsidRPr="00E41670" w:rsidRDefault="008E5132" w:rsidP="00FA2DFC">
            <w:pPr>
              <w:pStyle w:val="TBLContenu"/>
              <w:rPr>
                <w:lang w:bidi="en-US"/>
              </w:rPr>
            </w:pPr>
            <w:proofErr w:type="spellStart"/>
            <w:r>
              <w:rPr>
                <w:color w:val="F79646" w:themeColor="accent6"/>
                <w:lang w:bidi="en-US"/>
              </w:rPr>
              <w:t>AsPractitionerRoleProfile</w:t>
            </w:r>
            <w:proofErr w:type="spellEnd"/>
          </w:p>
        </w:tc>
        <w:tc>
          <w:tcPr>
            <w:tcW w:w="1248" w:type="pct"/>
            <w:noWrap/>
          </w:tcPr>
          <w:p w14:paraId="68D017A8" w14:textId="77777777" w:rsidR="00FA2DFC" w:rsidRPr="00E41670" w:rsidRDefault="00FA2DFC" w:rsidP="00FA2DFC">
            <w:pPr>
              <w:pStyle w:val="TBLContenu"/>
              <w:rPr>
                <w:lang w:val="en-US" w:bidi="en-US"/>
              </w:rPr>
            </w:pPr>
            <w:proofErr w:type="gramStart"/>
            <w:r w:rsidRPr="00E41670">
              <w:rPr>
                <w:lang w:val="en-US" w:bidi="en-US"/>
              </w:rPr>
              <w:t>specialty :</w:t>
            </w:r>
            <w:proofErr w:type="gramEnd"/>
            <w:r w:rsidRPr="00E41670">
              <w:rPr>
                <w:lang w:val="en-US" w:bidi="en-US"/>
              </w:rPr>
              <w:t xml:space="preserve"> </w:t>
            </w:r>
            <w:proofErr w:type="spellStart"/>
            <w:r w:rsidRPr="00E41670">
              <w:rPr>
                <w:lang w:val="en-US" w:bidi="en-US"/>
              </w:rPr>
              <w:t>CodeableConceptTimed</w:t>
            </w:r>
            <w:proofErr w:type="spellEnd"/>
            <w:r w:rsidRPr="00E41670">
              <w:rPr>
                <w:lang w:val="en-US" w:bidi="en-US"/>
              </w:rPr>
              <w:t xml:space="preserve"> [0..*]</w:t>
            </w:r>
          </w:p>
          <w:p w14:paraId="6BC5D13C" w14:textId="7E03E155" w:rsidR="00FA2DFC" w:rsidRPr="00E41670" w:rsidRDefault="00FA2DFC" w:rsidP="00FA2DFC">
            <w:pPr>
              <w:pStyle w:val="TBLContenu"/>
              <w:rPr>
                <w:lang w:bidi="en-US"/>
              </w:rPr>
            </w:pPr>
            <w:r w:rsidRPr="00E41670">
              <w:rPr>
                <w:lang w:val="en-US" w:bidi="en-US"/>
              </w:rPr>
              <w:t xml:space="preserve">Slice </w:t>
            </w:r>
            <w:proofErr w:type="gramStart"/>
            <w:r w:rsidRPr="00E41670">
              <w:t xml:space="preserve">«  </w:t>
            </w:r>
            <w:r w:rsidRPr="00E41670">
              <w:rPr>
                <w:lang w:val="en-US" w:bidi="en-US"/>
              </w:rPr>
              <w:t>savoirFaireR</w:t>
            </w:r>
            <w:proofErr w:type="gramEnd"/>
            <w:r w:rsidRPr="00E41670">
              <w:rPr>
                <w:lang w:val="en-US" w:bidi="en-US"/>
              </w:rPr>
              <w:t>40</w:t>
            </w:r>
            <w:r w:rsidRPr="00E41670">
              <w:t> »</w:t>
            </w:r>
          </w:p>
        </w:tc>
      </w:tr>
      <w:tr w:rsidR="00FA2DFC" w:rsidRPr="002A3ED8" w14:paraId="418E6AF8" w14:textId="77777777" w:rsidTr="004A5E9E">
        <w:trPr>
          <w:trHeight w:val="288"/>
        </w:trPr>
        <w:tc>
          <w:tcPr>
            <w:tcW w:w="1040" w:type="pct"/>
            <w:vMerge/>
            <w:noWrap/>
          </w:tcPr>
          <w:p w14:paraId="4D9B9956" w14:textId="77777777" w:rsidR="00FA2DFC" w:rsidRPr="00E72F3A" w:rsidRDefault="00FA2DFC" w:rsidP="00FA2DFC">
            <w:pPr>
              <w:pStyle w:val="TBLContenu"/>
              <w:rPr>
                <w:lang w:val="en-US" w:bidi="en-US"/>
              </w:rPr>
            </w:pPr>
          </w:p>
        </w:tc>
        <w:tc>
          <w:tcPr>
            <w:tcW w:w="1669" w:type="pct"/>
            <w:noWrap/>
          </w:tcPr>
          <w:p w14:paraId="65565933" w14:textId="021F4BEB" w:rsidR="00FA2DFC" w:rsidRDefault="00FA2DFC" w:rsidP="00FA2DFC">
            <w:pPr>
              <w:pStyle w:val="TBLContenu"/>
              <w:rPr>
                <w:lang w:bidi="en-US"/>
              </w:rPr>
            </w:pPr>
            <w:proofErr w:type="spellStart"/>
            <w:proofErr w:type="gramStart"/>
            <w:r>
              <w:t>o</w:t>
            </w:r>
            <w:r w:rsidRPr="000A3314">
              <w:t>rientationParticuliere</w:t>
            </w:r>
            <w:proofErr w:type="spellEnd"/>
            <w:r w:rsidRPr="0036685F">
              <w:t>:</w:t>
            </w:r>
            <w:proofErr w:type="gramEnd"/>
            <w:r w:rsidRPr="0036685F">
              <w:t xml:space="preserve"> [0</w:t>
            </w:r>
            <w:r>
              <w:t>..1</w:t>
            </w:r>
            <w:r w:rsidRPr="0036685F">
              <w:t xml:space="preserve">] </w:t>
            </w:r>
            <w:r>
              <w:t>Code</w:t>
            </w:r>
          </w:p>
        </w:tc>
        <w:tc>
          <w:tcPr>
            <w:tcW w:w="1043" w:type="pct"/>
            <w:noWrap/>
            <w:vAlign w:val="top"/>
          </w:tcPr>
          <w:p w14:paraId="3CA8D504" w14:textId="69837397" w:rsidR="00FA2DFC" w:rsidRPr="00E41670" w:rsidRDefault="00FA2DFC" w:rsidP="00FA2DFC">
            <w:pPr>
              <w:pStyle w:val="TBLContenu"/>
              <w:rPr>
                <w:lang w:bidi="en-US"/>
              </w:rPr>
            </w:pPr>
            <w:proofErr w:type="spellStart"/>
            <w:r w:rsidRPr="00E41670">
              <w:rPr>
                <w:lang w:val="en-US" w:bidi="en-US"/>
              </w:rPr>
              <w:t>PractitionerRole</w:t>
            </w:r>
            <w:proofErr w:type="spellEnd"/>
            <w:r w:rsidRPr="00E41670">
              <w:rPr>
                <w:color w:val="F79646" w:themeColor="accent6"/>
                <w:lang w:bidi="en-US"/>
              </w:rPr>
              <w:t xml:space="preserve"> </w:t>
            </w:r>
            <w:proofErr w:type="spellStart"/>
            <w:r w:rsidR="008E5132">
              <w:rPr>
                <w:color w:val="F79646" w:themeColor="accent6"/>
                <w:lang w:bidi="en-US"/>
              </w:rPr>
              <w:t>AsPractitionerRoleProfile</w:t>
            </w:r>
            <w:proofErr w:type="spellEnd"/>
          </w:p>
        </w:tc>
        <w:tc>
          <w:tcPr>
            <w:tcW w:w="1248" w:type="pct"/>
            <w:noWrap/>
          </w:tcPr>
          <w:p w14:paraId="1C629CDA" w14:textId="77777777" w:rsidR="00FA2DFC" w:rsidRPr="00E41670" w:rsidRDefault="00FA2DFC" w:rsidP="00FA2DFC">
            <w:pPr>
              <w:pStyle w:val="TBLContenu"/>
              <w:rPr>
                <w:lang w:val="en-US" w:bidi="en-US"/>
              </w:rPr>
            </w:pPr>
            <w:proofErr w:type="gramStart"/>
            <w:r w:rsidRPr="00E41670">
              <w:rPr>
                <w:lang w:val="en-US" w:bidi="en-US"/>
              </w:rPr>
              <w:t>specialty :</w:t>
            </w:r>
            <w:proofErr w:type="gramEnd"/>
            <w:r w:rsidRPr="00E41670">
              <w:rPr>
                <w:lang w:val="en-US" w:bidi="en-US"/>
              </w:rPr>
              <w:t xml:space="preserve"> </w:t>
            </w:r>
            <w:proofErr w:type="spellStart"/>
            <w:r w:rsidRPr="00E41670">
              <w:rPr>
                <w:lang w:val="en-US" w:bidi="en-US"/>
              </w:rPr>
              <w:t>CodeableConceptTimed</w:t>
            </w:r>
            <w:proofErr w:type="spellEnd"/>
            <w:r w:rsidRPr="00E41670">
              <w:rPr>
                <w:lang w:val="en-US" w:bidi="en-US"/>
              </w:rPr>
              <w:t xml:space="preserve"> [0..*]</w:t>
            </w:r>
          </w:p>
          <w:p w14:paraId="0FC63290" w14:textId="77679BE5" w:rsidR="00FA2DFC" w:rsidRPr="00E41670" w:rsidRDefault="00FA2DFC" w:rsidP="00FA2DFC">
            <w:pPr>
              <w:pStyle w:val="TBLContenu"/>
              <w:rPr>
                <w:lang w:bidi="en-US"/>
              </w:rPr>
            </w:pPr>
            <w:r w:rsidRPr="00E41670">
              <w:rPr>
                <w:lang w:val="en-US" w:bidi="en-US"/>
              </w:rPr>
              <w:t xml:space="preserve">Slice </w:t>
            </w:r>
            <w:proofErr w:type="gramStart"/>
            <w:r w:rsidRPr="00E41670">
              <w:t xml:space="preserve">«  </w:t>
            </w:r>
            <w:r w:rsidRPr="00E41670">
              <w:rPr>
                <w:lang w:val="en-US" w:bidi="en-US"/>
              </w:rPr>
              <w:t>savoirFaireG</w:t>
            </w:r>
            <w:proofErr w:type="gramEnd"/>
            <w:r w:rsidRPr="00E41670">
              <w:rPr>
                <w:lang w:val="en-US" w:bidi="en-US"/>
              </w:rPr>
              <w:t>13</w:t>
            </w:r>
            <w:r w:rsidRPr="00E41670">
              <w:t> »</w:t>
            </w:r>
          </w:p>
        </w:tc>
      </w:tr>
      <w:tr w:rsidR="00FA2DFC" w:rsidRPr="002A3ED8" w14:paraId="3A48250C" w14:textId="77777777" w:rsidTr="004A5E9E">
        <w:trPr>
          <w:trHeight w:val="288"/>
        </w:trPr>
        <w:tc>
          <w:tcPr>
            <w:tcW w:w="1040" w:type="pct"/>
            <w:vMerge/>
            <w:noWrap/>
          </w:tcPr>
          <w:p w14:paraId="0FAA8FD4" w14:textId="77777777" w:rsidR="00FA2DFC" w:rsidRPr="00E72F3A" w:rsidRDefault="00FA2DFC" w:rsidP="00FA2DFC">
            <w:pPr>
              <w:pStyle w:val="TBLContenu"/>
              <w:rPr>
                <w:lang w:val="en-US" w:bidi="en-US"/>
              </w:rPr>
            </w:pPr>
          </w:p>
        </w:tc>
        <w:tc>
          <w:tcPr>
            <w:tcW w:w="1669" w:type="pct"/>
            <w:noWrap/>
          </w:tcPr>
          <w:p w14:paraId="1D5C626D" w14:textId="5230FC48" w:rsidR="00FA2DFC" w:rsidRDefault="00FA2DFC" w:rsidP="00FA2DFC">
            <w:pPr>
              <w:pStyle w:val="TBLContenu"/>
              <w:rPr>
                <w:lang w:bidi="en-US"/>
              </w:rPr>
            </w:pPr>
            <w:proofErr w:type="spellStart"/>
            <w:proofErr w:type="gramStart"/>
            <w:r>
              <w:t>c</w:t>
            </w:r>
            <w:r w:rsidRPr="000A3314">
              <w:t>apaciteSavoir</w:t>
            </w:r>
            <w:r>
              <w:t>F</w:t>
            </w:r>
            <w:r w:rsidRPr="000A3314">
              <w:t>aire</w:t>
            </w:r>
            <w:proofErr w:type="spellEnd"/>
            <w:r w:rsidRPr="0036685F">
              <w:t>:</w:t>
            </w:r>
            <w:proofErr w:type="gramEnd"/>
            <w:r w:rsidRPr="0036685F">
              <w:t xml:space="preserve"> [0</w:t>
            </w:r>
            <w:r>
              <w:t>..1</w:t>
            </w:r>
            <w:r w:rsidRPr="0036685F">
              <w:t xml:space="preserve">] </w:t>
            </w:r>
            <w:r>
              <w:t>Code</w:t>
            </w:r>
          </w:p>
        </w:tc>
        <w:tc>
          <w:tcPr>
            <w:tcW w:w="1043" w:type="pct"/>
            <w:noWrap/>
            <w:vAlign w:val="top"/>
          </w:tcPr>
          <w:p w14:paraId="31DD9245" w14:textId="77777777" w:rsidR="00FA2DFC" w:rsidRPr="00E41670" w:rsidRDefault="00FA2DFC" w:rsidP="00FA2DFC">
            <w:pPr>
              <w:pStyle w:val="TBLContenu"/>
              <w:rPr>
                <w:lang w:val="en-US" w:bidi="en-US"/>
              </w:rPr>
            </w:pPr>
            <w:proofErr w:type="spellStart"/>
            <w:r w:rsidRPr="00E41670">
              <w:rPr>
                <w:lang w:val="en-US" w:bidi="en-US"/>
              </w:rPr>
              <w:t>PractitionerRole</w:t>
            </w:r>
            <w:proofErr w:type="spellEnd"/>
          </w:p>
          <w:p w14:paraId="287AEC09" w14:textId="70146F5D" w:rsidR="00FA2DFC" w:rsidRPr="00E41670" w:rsidRDefault="008E5132" w:rsidP="00FA2DFC">
            <w:pPr>
              <w:pStyle w:val="TBLContenu"/>
              <w:rPr>
                <w:lang w:bidi="en-US"/>
              </w:rPr>
            </w:pPr>
            <w:proofErr w:type="spellStart"/>
            <w:r>
              <w:rPr>
                <w:color w:val="F79646" w:themeColor="accent6"/>
                <w:lang w:bidi="en-US"/>
              </w:rPr>
              <w:t>AsPractitionerRoleProfile</w:t>
            </w:r>
            <w:proofErr w:type="spellEnd"/>
          </w:p>
        </w:tc>
        <w:tc>
          <w:tcPr>
            <w:tcW w:w="1248" w:type="pct"/>
            <w:noWrap/>
          </w:tcPr>
          <w:p w14:paraId="0A3EED55" w14:textId="77777777" w:rsidR="00FA2DFC" w:rsidRPr="00E41670" w:rsidRDefault="00FA2DFC" w:rsidP="00FA2DFC">
            <w:pPr>
              <w:pStyle w:val="TBLContenu"/>
              <w:rPr>
                <w:lang w:val="en-US" w:bidi="en-US"/>
              </w:rPr>
            </w:pPr>
            <w:proofErr w:type="gramStart"/>
            <w:r w:rsidRPr="00E41670">
              <w:rPr>
                <w:lang w:val="en-US" w:bidi="en-US"/>
              </w:rPr>
              <w:t>specialty :</w:t>
            </w:r>
            <w:proofErr w:type="gramEnd"/>
            <w:r w:rsidRPr="00E41670">
              <w:rPr>
                <w:lang w:val="en-US" w:bidi="en-US"/>
              </w:rPr>
              <w:t xml:space="preserve"> </w:t>
            </w:r>
            <w:proofErr w:type="spellStart"/>
            <w:r w:rsidRPr="00E41670">
              <w:rPr>
                <w:lang w:val="en-US" w:bidi="en-US"/>
              </w:rPr>
              <w:t>CodeableConceptTimed</w:t>
            </w:r>
            <w:proofErr w:type="spellEnd"/>
            <w:r w:rsidRPr="00E41670">
              <w:rPr>
                <w:lang w:val="en-US" w:bidi="en-US"/>
              </w:rPr>
              <w:t xml:space="preserve"> [0..*]</w:t>
            </w:r>
          </w:p>
          <w:p w14:paraId="34D714DD" w14:textId="74480C84" w:rsidR="00FA2DFC" w:rsidRPr="00E41670" w:rsidRDefault="00FA2DFC" w:rsidP="00FA2DFC">
            <w:pPr>
              <w:pStyle w:val="TBLContenu"/>
              <w:rPr>
                <w:lang w:bidi="en-US"/>
              </w:rPr>
            </w:pPr>
            <w:r w:rsidRPr="00E41670">
              <w:rPr>
                <w:lang w:val="en-US" w:bidi="en-US"/>
              </w:rPr>
              <w:t xml:space="preserve">Slice </w:t>
            </w:r>
            <w:proofErr w:type="gramStart"/>
            <w:r w:rsidRPr="00E41670">
              <w:t xml:space="preserve">«  </w:t>
            </w:r>
            <w:r w:rsidRPr="00E41670">
              <w:rPr>
                <w:lang w:val="en-US" w:bidi="en-US"/>
              </w:rPr>
              <w:t>savoirFaireR</w:t>
            </w:r>
            <w:proofErr w:type="gramEnd"/>
            <w:r w:rsidRPr="00E41670">
              <w:rPr>
                <w:lang w:val="en-US" w:bidi="en-US"/>
              </w:rPr>
              <w:t>43</w:t>
            </w:r>
            <w:r w:rsidRPr="00E41670">
              <w:t> »</w:t>
            </w:r>
          </w:p>
        </w:tc>
      </w:tr>
      <w:tr w:rsidR="00FA2DFC" w:rsidRPr="002A3ED8" w14:paraId="2B196E08" w14:textId="77777777" w:rsidTr="004A5E9E">
        <w:trPr>
          <w:trHeight w:val="288"/>
        </w:trPr>
        <w:tc>
          <w:tcPr>
            <w:tcW w:w="1040" w:type="pct"/>
            <w:vMerge/>
            <w:noWrap/>
          </w:tcPr>
          <w:p w14:paraId="7CC21120" w14:textId="77777777" w:rsidR="00FA2DFC" w:rsidRPr="002A22C2" w:rsidRDefault="00FA2DFC" w:rsidP="00FA2DFC">
            <w:pPr>
              <w:pStyle w:val="TBLContenu"/>
              <w:rPr>
                <w:lang w:bidi="en-US"/>
              </w:rPr>
            </w:pPr>
          </w:p>
        </w:tc>
        <w:tc>
          <w:tcPr>
            <w:tcW w:w="1669" w:type="pct"/>
            <w:noWrap/>
          </w:tcPr>
          <w:p w14:paraId="3C17FBAD" w14:textId="3C4B38E7" w:rsidR="00FA2DFC" w:rsidRDefault="00FA2DFC" w:rsidP="00FA2DFC">
            <w:pPr>
              <w:pStyle w:val="TBLContenu"/>
              <w:rPr>
                <w:lang w:bidi="en-US"/>
              </w:rPr>
            </w:pPr>
            <w:proofErr w:type="spellStart"/>
            <w:proofErr w:type="gramStart"/>
            <w:r>
              <w:t>q</w:t>
            </w:r>
            <w:r w:rsidRPr="000A3314">
              <w:t>ualificationPAC</w:t>
            </w:r>
            <w:proofErr w:type="spellEnd"/>
            <w:r w:rsidRPr="0036685F">
              <w:t>:</w:t>
            </w:r>
            <w:proofErr w:type="gramEnd"/>
            <w:r w:rsidRPr="0036685F">
              <w:t xml:space="preserve"> [0</w:t>
            </w:r>
            <w:r>
              <w:t>..1</w:t>
            </w:r>
            <w:r w:rsidRPr="0036685F">
              <w:t xml:space="preserve">] </w:t>
            </w:r>
            <w:r>
              <w:t>Code</w:t>
            </w:r>
          </w:p>
        </w:tc>
        <w:tc>
          <w:tcPr>
            <w:tcW w:w="1043" w:type="pct"/>
            <w:noWrap/>
            <w:vAlign w:val="top"/>
          </w:tcPr>
          <w:p w14:paraId="0D8A1789" w14:textId="77777777" w:rsidR="00FA2DFC" w:rsidRPr="00E41670" w:rsidRDefault="00FA2DFC" w:rsidP="00FA2DFC">
            <w:pPr>
              <w:pStyle w:val="TBLContenu"/>
              <w:rPr>
                <w:lang w:val="en-US" w:bidi="en-US"/>
              </w:rPr>
            </w:pPr>
            <w:proofErr w:type="spellStart"/>
            <w:r w:rsidRPr="00E41670">
              <w:rPr>
                <w:lang w:val="en-US" w:bidi="en-US"/>
              </w:rPr>
              <w:t>PractitionerRole</w:t>
            </w:r>
            <w:proofErr w:type="spellEnd"/>
          </w:p>
          <w:p w14:paraId="5FFE070B" w14:textId="57601917" w:rsidR="00FA2DFC" w:rsidRPr="00E41670" w:rsidRDefault="008E5132" w:rsidP="00FA2DFC">
            <w:pPr>
              <w:pStyle w:val="TBLContenu"/>
              <w:rPr>
                <w:lang w:bidi="en-US"/>
              </w:rPr>
            </w:pPr>
            <w:proofErr w:type="spellStart"/>
            <w:r>
              <w:rPr>
                <w:color w:val="F79646" w:themeColor="accent6"/>
                <w:lang w:bidi="en-US"/>
              </w:rPr>
              <w:t>AsPractitionerRoleProfile</w:t>
            </w:r>
            <w:proofErr w:type="spellEnd"/>
          </w:p>
        </w:tc>
        <w:tc>
          <w:tcPr>
            <w:tcW w:w="1248" w:type="pct"/>
            <w:noWrap/>
          </w:tcPr>
          <w:p w14:paraId="234055D4" w14:textId="77777777" w:rsidR="00FA2DFC" w:rsidRPr="00E41670" w:rsidRDefault="00FA2DFC" w:rsidP="00FA2DFC">
            <w:pPr>
              <w:pStyle w:val="TBLContenu"/>
              <w:rPr>
                <w:lang w:val="en-US" w:bidi="en-US"/>
              </w:rPr>
            </w:pPr>
            <w:proofErr w:type="gramStart"/>
            <w:r w:rsidRPr="00E41670">
              <w:rPr>
                <w:lang w:val="en-US" w:bidi="en-US"/>
              </w:rPr>
              <w:t>specialty :</w:t>
            </w:r>
            <w:proofErr w:type="gramEnd"/>
            <w:r w:rsidRPr="00E41670">
              <w:rPr>
                <w:lang w:val="en-US" w:bidi="en-US"/>
              </w:rPr>
              <w:t xml:space="preserve"> </w:t>
            </w:r>
            <w:proofErr w:type="spellStart"/>
            <w:r w:rsidRPr="00E41670">
              <w:rPr>
                <w:lang w:val="en-US" w:bidi="en-US"/>
              </w:rPr>
              <w:t>CodeableConceptTimed</w:t>
            </w:r>
            <w:proofErr w:type="spellEnd"/>
            <w:r w:rsidRPr="00E41670">
              <w:rPr>
                <w:lang w:val="en-US" w:bidi="en-US"/>
              </w:rPr>
              <w:t xml:space="preserve"> [0..*]</w:t>
            </w:r>
          </w:p>
          <w:p w14:paraId="47F55DB9" w14:textId="5E31E5D6" w:rsidR="00FA2DFC" w:rsidRPr="00E41670" w:rsidRDefault="00FA2DFC" w:rsidP="00FA2DFC">
            <w:pPr>
              <w:pStyle w:val="TBLContenu"/>
              <w:rPr>
                <w:lang w:bidi="en-US"/>
              </w:rPr>
            </w:pPr>
            <w:r w:rsidRPr="00E41670">
              <w:rPr>
                <w:lang w:val="en-US" w:bidi="en-US"/>
              </w:rPr>
              <w:t xml:space="preserve">Slice </w:t>
            </w:r>
            <w:proofErr w:type="gramStart"/>
            <w:r w:rsidRPr="00E41670">
              <w:t xml:space="preserve">«  </w:t>
            </w:r>
            <w:r w:rsidRPr="00E41670">
              <w:rPr>
                <w:lang w:val="en-US" w:bidi="en-US"/>
              </w:rPr>
              <w:t>savoirFaireR</w:t>
            </w:r>
            <w:proofErr w:type="gramEnd"/>
            <w:r w:rsidRPr="00E41670">
              <w:rPr>
                <w:lang w:val="en-US" w:bidi="en-US"/>
              </w:rPr>
              <w:t>44</w:t>
            </w:r>
            <w:r w:rsidRPr="00E41670">
              <w:t> »</w:t>
            </w:r>
          </w:p>
        </w:tc>
      </w:tr>
      <w:tr w:rsidR="00FA2DFC" w:rsidRPr="002A3ED8" w14:paraId="043F46E3" w14:textId="77777777" w:rsidTr="004A5E9E">
        <w:trPr>
          <w:trHeight w:val="288"/>
        </w:trPr>
        <w:tc>
          <w:tcPr>
            <w:tcW w:w="1040" w:type="pct"/>
            <w:vMerge/>
            <w:noWrap/>
          </w:tcPr>
          <w:p w14:paraId="099EEAFF" w14:textId="77777777" w:rsidR="00FA2DFC" w:rsidRPr="00E72F3A" w:rsidRDefault="00FA2DFC" w:rsidP="00FA2DFC">
            <w:pPr>
              <w:pStyle w:val="TBLContenu"/>
              <w:rPr>
                <w:lang w:val="en-US" w:bidi="en-US"/>
              </w:rPr>
            </w:pPr>
          </w:p>
        </w:tc>
        <w:tc>
          <w:tcPr>
            <w:tcW w:w="1669" w:type="pct"/>
            <w:noWrap/>
          </w:tcPr>
          <w:p w14:paraId="30A9F40E" w14:textId="2CD2CFE9" w:rsidR="00FA2DFC" w:rsidRDefault="00FA2DFC" w:rsidP="00FA2DFC">
            <w:pPr>
              <w:pStyle w:val="TBLContenu"/>
              <w:rPr>
                <w:lang w:bidi="en-US"/>
              </w:rPr>
            </w:pPr>
            <w:proofErr w:type="spellStart"/>
            <w:proofErr w:type="gramStart"/>
            <w:r>
              <w:t>f</w:t>
            </w:r>
            <w:r w:rsidRPr="000A3314">
              <w:t>onctionQualifiee</w:t>
            </w:r>
            <w:proofErr w:type="spellEnd"/>
            <w:r w:rsidRPr="0036685F">
              <w:t>:</w:t>
            </w:r>
            <w:proofErr w:type="gramEnd"/>
            <w:r w:rsidRPr="0036685F">
              <w:t xml:space="preserve"> [0</w:t>
            </w:r>
            <w:r>
              <w:t>..1</w:t>
            </w:r>
            <w:r w:rsidRPr="0036685F">
              <w:t xml:space="preserve">] </w:t>
            </w:r>
            <w:r>
              <w:t>Code</w:t>
            </w:r>
          </w:p>
        </w:tc>
        <w:tc>
          <w:tcPr>
            <w:tcW w:w="1043" w:type="pct"/>
            <w:noWrap/>
            <w:vAlign w:val="top"/>
          </w:tcPr>
          <w:p w14:paraId="2BC563A9" w14:textId="77777777" w:rsidR="00FA2DFC" w:rsidRPr="00E41670" w:rsidRDefault="00FA2DFC" w:rsidP="00FA2DFC">
            <w:pPr>
              <w:pStyle w:val="TBLContenu"/>
              <w:rPr>
                <w:lang w:val="en-US" w:bidi="en-US"/>
              </w:rPr>
            </w:pPr>
            <w:proofErr w:type="spellStart"/>
            <w:r w:rsidRPr="00E41670">
              <w:rPr>
                <w:lang w:val="en-US" w:bidi="en-US"/>
              </w:rPr>
              <w:t>PractitionerRole</w:t>
            </w:r>
            <w:proofErr w:type="spellEnd"/>
          </w:p>
          <w:p w14:paraId="625B310D" w14:textId="12A8C4E1" w:rsidR="00FA2DFC" w:rsidRPr="00E41670" w:rsidRDefault="008E5132" w:rsidP="00FA2DFC">
            <w:pPr>
              <w:pStyle w:val="TBLContenu"/>
              <w:rPr>
                <w:lang w:bidi="en-US"/>
              </w:rPr>
            </w:pPr>
            <w:proofErr w:type="spellStart"/>
            <w:r>
              <w:rPr>
                <w:color w:val="F79646" w:themeColor="accent6"/>
                <w:lang w:bidi="en-US"/>
              </w:rPr>
              <w:t>AsPractitionerRoleProfile</w:t>
            </w:r>
            <w:proofErr w:type="spellEnd"/>
          </w:p>
        </w:tc>
        <w:tc>
          <w:tcPr>
            <w:tcW w:w="1248" w:type="pct"/>
            <w:noWrap/>
          </w:tcPr>
          <w:p w14:paraId="17CAE270" w14:textId="77777777" w:rsidR="00FA2DFC" w:rsidRPr="00E41670" w:rsidRDefault="00FA2DFC" w:rsidP="00FA2DFC">
            <w:pPr>
              <w:pStyle w:val="TBLContenu"/>
              <w:rPr>
                <w:lang w:val="en-US" w:bidi="en-US"/>
              </w:rPr>
            </w:pPr>
            <w:proofErr w:type="gramStart"/>
            <w:r w:rsidRPr="00E41670">
              <w:rPr>
                <w:lang w:val="en-US" w:bidi="en-US"/>
              </w:rPr>
              <w:t>specialty :</w:t>
            </w:r>
            <w:proofErr w:type="gramEnd"/>
            <w:r w:rsidRPr="00E41670">
              <w:rPr>
                <w:lang w:val="en-US" w:bidi="en-US"/>
              </w:rPr>
              <w:t xml:space="preserve"> </w:t>
            </w:r>
            <w:proofErr w:type="spellStart"/>
            <w:r w:rsidRPr="00E41670">
              <w:rPr>
                <w:lang w:val="en-US" w:bidi="en-US"/>
              </w:rPr>
              <w:t>CodeableConceptTimed</w:t>
            </w:r>
            <w:proofErr w:type="spellEnd"/>
            <w:r w:rsidRPr="00E41670">
              <w:rPr>
                <w:lang w:val="en-US" w:bidi="en-US"/>
              </w:rPr>
              <w:t xml:space="preserve"> [0..*]</w:t>
            </w:r>
          </w:p>
          <w:p w14:paraId="785C33E1" w14:textId="2B7B2D28" w:rsidR="00FA2DFC" w:rsidRPr="00E41670" w:rsidRDefault="00FA2DFC" w:rsidP="00FA2DFC">
            <w:pPr>
              <w:pStyle w:val="TBLContenu"/>
              <w:rPr>
                <w:lang w:bidi="en-US"/>
              </w:rPr>
            </w:pPr>
            <w:r w:rsidRPr="00E41670">
              <w:rPr>
                <w:lang w:val="en-US" w:bidi="en-US"/>
              </w:rPr>
              <w:t xml:space="preserve">Slice </w:t>
            </w:r>
            <w:proofErr w:type="gramStart"/>
            <w:r w:rsidRPr="00E41670">
              <w:t xml:space="preserve">«  </w:t>
            </w:r>
            <w:r w:rsidRPr="00E41670">
              <w:rPr>
                <w:lang w:val="en-US" w:bidi="en-US"/>
              </w:rPr>
              <w:t>savoirFaireR</w:t>
            </w:r>
            <w:proofErr w:type="gramEnd"/>
            <w:r w:rsidRPr="00E41670">
              <w:rPr>
                <w:lang w:val="en-US" w:bidi="en-US"/>
              </w:rPr>
              <w:t>45</w:t>
            </w:r>
            <w:r w:rsidRPr="00E41670">
              <w:t> »</w:t>
            </w:r>
          </w:p>
        </w:tc>
      </w:tr>
      <w:tr w:rsidR="00FA2DFC" w:rsidRPr="002A3ED8" w14:paraId="51DC986A" w14:textId="77777777" w:rsidTr="004A5E9E">
        <w:trPr>
          <w:trHeight w:val="288"/>
        </w:trPr>
        <w:tc>
          <w:tcPr>
            <w:tcW w:w="1040" w:type="pct"/>
            <w:vMerge/>
            <w:noWrap/>
          </w:tcPr>
          <w:p w14:paraId="0A8F2798" w14:textId="77777777" w:rsidR="00FA2DFC" w:rsidRPr="002A22C2" w:rsidRDefault="00FA2DFC" w:rsidP="00FA2DFC">
            <w:pPr>
              <w:pStyle w:val="TBLContenu"/>
              <w:rPr>
                <w:lang w:bidi="en-US"/>
              </w:rPr>
            </w:pPr>
          </w:p>
        </w:tc>
        <w:tc>
          <w:tcPr>
            <w:tcW w:w="1669" w:type="pct"/>
            <w:noWrap/>
          </w:tcPr>
          <w:p w14:paraId="30EE9D61" w14:textId="5306B9FA" w:rsidR="00FA2DFC" w:rsidRDefault="00FA2DFC" w:rsidP="00FA2DFC">
            <w:pPr>
              <w:pStyle w:val="TBLContenu"/>
              <w:rPr>
                <w:lang w:bidi="en-US"/>
              </w:rPr>
            </w:pPr>
            <w:proofErr w:type="spellStart"/>
            <w:proofErr w:type="gramStart"/>
            <w:r>
              <w:t>desc</w:t>
            </w:r>
            <w:r w:rsidRPr="000A3314">
              <w:t>NonQualifiant</w:t>
            </w:r>
            <w:proofErr w:type="spellEnd"/>
            <w:r w:rsidRPr="0036685F">
              <w:t>:</w:t>
            </w:r>
            <w:proofErr w:type="gramEnd"/>
            <w:r w:rsidRPr="0036685F">
              <w:t xml:space="preserve"> [0</w:t>
            </w:r>
            <w:r>
              <w:t>..1</w:t>
            </w:r>
            <w:r w:rsidRPr="0036685F">
              <w:t xml:space="preserve">] </w:t>
            </w:r>
            <w:r>
              <w:t>Code</w:t>
            </w:r>
          </w:p>
        </w:tc>
        <w:tc>
          <w:tcPr>
            <w:tcW w:w="1043" w:type="pct"/>
            <w:noWrap/>
            <w:vAlign w:val="top"/>
          </w:tcPr>
          <w:p w14:paraId="6B145264" w14:textId="77777777" w:rsidR="00FA2DFC" w:rsidRPr="00E41670" w:rsidRDefault="00FA2DFC" w:rsidP="00FA2DFC">
            <w:pPr>
              <w:pStyle w:val="TBLContenu"/>
              <w:rPr>
                <w:lang w:val="en-US" w:bidi="en-US"/>
              </w:rPr>
            </w:pPr>
            <w:proofErr w:type="spellStart"/>
            <w:r w:rsidRPr="00E41670">
              <w:rPr>
                <w:lang w:val="en-US" w:bidi="en-US"/>
              </w:rPr>
              <w:t>PractitionerRole</w:t>
            </w:r>
            <w:proofErr w:type="spellEnd"/>
          </w:p>
          <w:p w14:paraId="3ACF25C5" w14:textId="58DC003B" w:rsidR="00FA2DFC" w:rsidRPr="00E41670" w:rsidRDefault="008E5132" w:rsidP="00FA2DFC">
            <w:pPr>
              <w:pStyle w:val="TBLContenu"/>
              <w:rPr>
                <w:lang w:bidi="en-US"/>
              </w:rPr>
            </w:pPr>
            <w:proofErr w:type="spellStart"/>
            <w:r>
              <w:rPr>
                <w:color w:val="F79646" w:themeColor="accent6"/>
                <w:lang w:bidi="en-US"/>
              </w:rPr>
              <w:t>AsPractitionerRoleProfile</w:t>
            </w:r>
            <w:proofErr w:type="spellEnd"/>
          </w:p>
        </w:tc>
        <w:tc>
          <w:tcPr>
            <w:tcW w:w="1248" w:type="pct"/>
            <w:noWrap/>
          </w:tcPr>
          <w:p w14:paraId="5C9CA7E0" w14:textId="77777777" w:rsidR="00FA2DFC" w:rsidRPr="00E41670" w:rsidRDefault="00FA2DFC" w:rsidP="00FA2DFC">
            <w:pPr>
              <w:pStyle w:val="TBLContenu"/>
              <w:rPr>
                <w:lang w:val="en-US" w:bidi="en-US"/>
              </w:rPr>
            </w:pPr>
            <w:proofErr w:type="gramStart"/>
            <w:r w:rsidRPr="00E41670">
              <w:rPr>
                <w:lang w:val="en-US" w:bidi="en-US"/>
              </w:rPr>
              <w:t>specialty :</w:t>
            </w:r>
            <w:proofErr w:type="gramEnd"/>
            <w:r w:rsidRPr="00E41670">
              <w:rPr>
                <w:lang w:val="en-US" w:bidi="en-US"/>
              </w:rPr>
              <w:t xml:space="preserve"> </w:t>
            </w:r>
            <w:proofErr w:type="spellStart"/>
            <w:r w:rsidRPr="00E41670">
              <w:rPr>
                <w:lang w:val="en-US" w:bidi="en-US"/>
              </w:rPr>
              <w:t>CodeableConceptTimed</w:t>
            </w:r>
            <w:proofErr w:type="spellEnd"/>
            <w:r w:rsidRPr="00E41670">
              <w:rPr>
                <w:lang w:val="en-US" w:bidi="en-US"/>
              </w:rPr>
              <w:t xml:space="preserve"> [0..*]</w:t>
            </w:r>
          </w:p>
          <w:p w14:paraId="693C858E" w14:textId="4610CB34" w:rsidR="00FA2DFC" w:rsidRPr="00E41670" w:rsidRDefault="00FA2DFC" w:rsidP="00FA2DFC">
            <w:pPr>
              <w:pStyle w:val="TBLContenu"/>
              <w:rPr>
                <w:lang w:bidi="en-US"/>
              </w:rPr>
            </w:pPr>
            <w:r w:rsidRPr="00E41670">
              <w:rPr>
                <w:lang w:val="en-US" w:bidi="en-US"/>
              </w:rPr>
              <w:t xml:space="preserve">Slice </w:t>
            </w:r>
            <w:proofErr w:type="gramStart"/>
            <w:r w:rsidRPr="00E41670">
              <w:t xml:space="preserve">«  </w:t>
            </w:r>
            <w:r w:rsidRPr="00E41670">
              <w:rPr>
                <w:lang w:val="en-US" w:bidi="en-US"/>
              </w:rPr>
              <w:t>savoirFaireR</w:t>
            </w:r>
            <w:proofErr w:type="gramEnd"/>
            <w:r w:rsidRPr="00E41670">
              <w:rPr>
                <w:lang w:val="en-US" w:bidi="en-US"/>
              </w:rPr>
              <w:t>42</w:t>
            </w:r>
            <w:r w:rsidRPr="00E41670">
              <w:t> »</w:t>
            </w:r>
          </w:p>
        </w:tc>
      </w:tr>
      <w:tr w:rsidR="00FA2DFC" w:rsidRPr="002A3ED8" w14:paraId="106FE116" w14:textId="77777777" w:rsidTr="004A5E9E">
        <w:trPr>
          <w:trHeight w:val="288"/>
        </w:trPr>
        <w:tc>
          <w:tcPr>
            <w:tcW w:w="1040" w:type="pct"/>
            <w:vMerge/>
            <w:noWrap/>
          </w:tcPr>
          <w:p w14:paraId="16CFEFB4" w14:textId="77777777" w:rsidR="00FA2DFC" w:rsidRPr="002A22C2" w:rsidRDefault="00FA2DFC" w:rsidP="00FA2DFC">
            <w:pPr>
              <w:pStyle w:val="TBLContenu"/>
              <w:rPr>
                <w:lang w:bidi="en-US"/>
              </w:rPr>
            </w:pPr>
          </w:p>
        </w:tc>
        <w:tc>
          <w:tcPr>
            <w:tcW w:w="1669" w:type="pct"/>
            <w:noWrap/>
          </w:tcPr>
          <w:p w14:paraId="422B9406" w14:textId="44197ACB" w:rsidR="00FA2DFC" w:rsidRDefault="00FA2DFC" w:rsidP="00FA2DFC">
            <w:pPr>
              <w:pStyle w:val="TBLContenu"/>
              <w:rPr>
                <w:lang w:bidi="en-US"/>
              </w:rPr>
            </w:pPr>
            <w:proofErr w:type="spellStart"/>
            <w:proofErr w:type="gramStart"/>
            <w:r>
              <w:t>d</w:t>
            </w:r>
            <w:r w:rsidRPr="000A3314">
              <w:t>roitExerciceComplementaire</w:t>
            </w:r>
            <w:proofErr w:type="spellEnd"/>
            <w:r w:rsidRPr="0036685F">
              <w:t>:</w:t>
            </w:r>
            <w:proofErr w:type="gramEnd"/>
            <w:r w:rsidRPr="0036685F">
              <w:t xml:space="preserve"> [0</w:t>
            </w:r>
            <w:r>
              <w:t>..1</w:t>
            </w:r>
            <w:r w:rsidRPr="0036685F">
              <w:t xml:space="preserve">] </w:t>
            </w:r>
            <w:r>
              <w:t>Code</w:t>
            </w:r>
          </w:p>
        </w:tc>
        <w:tc>
          <w:tcPr>
            <w:tcW w:w="1043" w:type="pct"/>
            <w:noWrap/>
            <w:vAlign w:val="top"/>
          </w:tcPr>
          <w:p w14:paraId="5A767B9A" w14:textId="77777777" w:rsidR="00FA2DFC" w:rsidRPr="00E41670" w:rsidRDefault="00FA2DFC" w:rsidP="00FA2DFC">
            <w:pPr>
              <w:pStyle w:val="TBLContenu"/>
              <w:rPr>
                <w:lang w:val="en-US" w:bidi="en-US"/>
              </w:rPr>
            </w:pPr>
            <w:proofErr w:type="spellStart"/>
            <w:r w:rsidRPr="00E41670">
              <w:rPr>
                <w:lang w:val="en-US" w:bidi="en-US"/>
              </w:rPr>
              <w:t>PractitionerRole</w:t>
            </w:r>
            <w:proofErr w:type="spellEnd"/>
          </w:p>
          <w:p w14:paraId="04021CC5" w14:textId="0C31AD77" w:rsidR="00FA2DFC" w:rsidRPr="00E41670" w:rsidRDefault="008E5132" w:rsidP="00FA2DFC">
            <w:pPr>
              <w:pStyle w:val="TBLContenu"/>
              <w:rPr>
                <w:lang w:bidi="en-US"/>
              </w:rPr>
            </w:pPr>
            <w:proofErr w:type="spellStart"/>
            <w:r>
              <w:rPr>
                <w:color w:val="F79646" w:themeColor="accent6"/>
                <w:lang w:bidi="en-US"/>
              </w:rPr>
              <w:t>AsPractitionerRoleProfile</w:t>
            </w:r>
            <w:proofErr w:type="spellEnd"/>
          </w:p>
        </w:tc>
        <w:tc>
          <w:tcPr>
            <w:tcW w:w="1248" w:type="pct"/>
            <w:noWrap/>
          </w:tcPr>
          <w:p w14:paraId="139FEC9D" w14:textId="77777777" w:rsidR="00FA2DFC" w:rsidRPr="00E41670" w:rsidRDefault="00FA2DFC" w:rsidP="00FA2DFC">
            <w:pPr>
              <w:pStyle w:val="TBLContenu"/>
              <w:rPr>
                <w:lang w:val="en-US" w:bidi="en-US"/>
              </w:rPr>
            </w:pPr>
            <w:proofErr w:type="gramStart"/>
            <w:r w:rsidRPr="00E41670">
              <w:rPr>
                <w:lang w:val="en-US" w:bidi="en-US"/>
              </w:rPr>
              <w:t>specialty :</w:t>
            </w:r>
            <w:proofErr w:type="gramEnd"/>
            <w:r w:rsidRPr="00E41670">
              <w:rPr>
                <w:lang w:val="en-US" w:bidi="en-US"/>
              </w:rPr>
              <w:t xml:space="preserve"> </w:t>
            </w:r>
            <w:proofErr w:type="spellStart"/>
            <w:r w:rsidRPr="00E41670">
              <w:rPr>
                <w:lang w:val="en-US" w:bidi="en-US"/>
              </w:rPr>
              <w:t>CodeableConceptTimed</w:t>
            </w:r>
            <w:proofErr w:type="spellEnd"/>
            <w:r w:rsidRPr="00E41670">
              <w:rPr>
                <w:lang w:val="en-US" w:bidi="en-US"/>
              </w:rPr>
              <w:t xml:space="preserve"> [0..*]</w:t>
            </w:r>
          </w:p>
          <w:p w14:paraId="251ACE7A" w14:textId="1C37A93B" w:rsidR="00FA2DFC" w:rsidRPr="00E41670" w:rsidRDefault="00FA2DFC" w:rsidP="00FA2DFC">
            <w:pPr>
              <w:pStyle w:val="TBLContenu"/>
              <w:rPr>
                <w:lang w:bidi="en-US"/>
              </w:rPr>
            </w:pPr>
            <w:r w:rsidRPr="00E41670">
              <w:rPr>
                <w:lang w:val="en-US" w:bidi="en-US"/>
              </w:rPr>
              <w:t xml:space="preserve">Slice </w:t>
            </w:r>
            <w:proofErr w:type="gramStart"/>
            <w:r w:rsidRPr="00E41670">
              <w:t xml:space="preserve">«  </w:t>
            </w:r>
            <w:r w:rsidRPr="00E41670">
              <w:rPr>
                <w:lang w:val="en-US" w:bidi="en-US"/>
              </w:rPr>
              <w:t>savoirFaireR</w:t>
            </w:r>
            <w:proofErr w:type="gramEnd"/>
            <w:r w:rsidRPr="00E41670">
              <w:rPr>
                <w:lang w:val="en-US" w:bidi="en-US"/>
              </w:rPr>
              <w:t>97</w:t>
            </w:r>
            <w:r w:rsidRPr="00E41670">
              <w:t> »</w:t>
            </w:r>
          </w:p>
        </w:tc>
      </w:tr>
      <w:tr w:rsidR="00FA2DFC" w:rsidRPr="002A3ED8" w14:paraId="44B964AD" w14:textId="77777777" w:rsidTr="004A5E9E">
        <w:trPr>
          <w:trHeight w:val="288"/>
        </w:trPr>
        <w:tc>
          <w:tcPr>
            <w:tcW w:w="1040" w:type="pct"/>
            <w:vMerge w:val="restart"/>
            <w:noWrap/>
          </w:tcPr>
          <w:p w14:paraId="2F1AB666" w14:textId="35C1496C" w:rsidR="00FA2DFC" w:rsidRDefault="00FA2DFC" w:rsidP="00FA2DFC">
            <w:pPr>
              <w:pStyle w:val="TBLContenu"/>
              <w:rPr>
                <w:lang w:bidi="en-US"/>
              </w:rPr>
            </w:pPr>
            <w:proofErr w:type="spellStart"/>
            <w:r>
              <w:rPr>
                <w:lang w:val="en-US" w:bidi="en-US"/>
              </w:rPr>
              <w:t>OrganisationInterne</w:t>
            </w:r>
            <w:proofErr w:type="spellEnd"/>
          </w:p>
        </w:tc>
        <w:tc>
          <w:tcPr>
            <w:tcW w:w="1669" w:type="pct"/>
            <w:noWrap/>
          </w:tcPr>
          <w:p w14:paraId="2ED443BE" w14:textId="1E77702B" w:rsidR="00FA2DFC" w:rsidRDefault="00FA2DFC" w:rsidP="00FA2DFC">
            <w:pPr>
              <w:pStyle w:val="TBLContenu"/>
              <w:rPr>
                <w:lang w:bidi="en-US"/>
              </w:rPr>
            </w:pPr>
            <w:proofErr w:type="spellStart"/>
            <w:proofErr w:type="gramStart"/>
            <w:r>
              <w:rPr>
                <w:lang w:bidi="en-US"/>
              </w:rPr>
              <w:t>identifiantOI</w:t>
            </w:r>
            <w:proofErr w:type="spellEnd"/>
            <w:proofErr w:type="gramEnd"/>
            <w:r>
              <w:rPr>
                <w:lang w:bidi="en-US"/>
              </w:rPr>
              <w:t> : [1..1] Identifiant</w:t>
            </w:r>
          </w:p>
        </w:tc>
        <w:tc>
          <w:tcPr>
            <w:tcW w:w="1043" w:type="pct"/>
            <w:noWrap/>
          </w:tcPr>
          <w:p w14:paraId="20379DF3" w14:textId="77777777" w:rsidR="00FA2DFC" w:rsidRDefault="00FA2DFC" w:rsidP="00FA2DFC">
            <w:pPr>
              <w:pStyle w:val="TBLContenu"/>
              <w:rPr>
                <w:lang w:bidi="en-US"/>
              </w:rPr>
            </w:pPr>
            <w:proofErr w:type="spellStart"/>
            <w:r>
              <w:rPr>
                <w:lang w:bidi="en-US"/>
              </w:rPr>
              <w:t>HealthcareService</w:t>
            </w:r>
            <w:proofErr w:type="spellEnd"/>
          </w:p>
          <w:p w14:paraId="10B34986" w14:textId="77777777" w:rsidR="00FA2DFC" w:rsidRPr="00496CD2" w:rsidRDefault="00FA2DFC" w:rsidP="00FA2DFC">
            <w:pPr>
              <w:pStyle w:val="TBLContenu"/>
              <w:rPr>
                <w:lang w:bidi="en-US"/>
              </w:rPr>
            </w:pPr>
            <w:proofErr w:type="spellStart"/>
            <w:r>
              <w:rPr>
                <w:color w:val="F79646" w:themeColor="accent6"/>
                <w:lang w:val="en-US" w:bidi="en-US"/>
              </w:rPr>
              <w:t>FrH</w:t>
            </w:r>
            <w:r w:rsidRPr="008B78A7">
              <w:rPr>
                <w:color w:val="F79646" w:themeColor="accent6"/>
                <w:lang w:val="en-US" w:bidi="en-US"/>
              </w:rPr>
              <w:t>ealthcare</w:t>
            </w:r>
            <w:r>
              <w:rPr>
                <w:color w:val="F79646" w:themeColor="accent6"/>
                <w:lang w:val="en-US" w:bidi="en-US"/>
              </w:rPr>
              <w:t>S</w:t>
            </w:r>
            <w:r w:rsidRPr="008B78A7">
              <w:rPr>
                <w:color w:val="F79646" w:themeColor="accent6"/>
                <w:lang w:val="en-US" w:bidi="en-US"/>
              </w:rPr>
              <w:t>ervice</w:t>
            </w:r>
            <w:proofErr w:type="spellEnd"/>
          </w:p>
        </w:tc>
        <w:tc>
          <w:tcPr>
            <w:tcW w:w="1248" w:type="pct"/>
            <w:noWrap/>
          </w:tcPr>
          <w:p w14:paraId="49184FC7" w14:textId="77777777" w:rsidR="00FA2DFC" w:rsidRDefault="00FA2DFC" w:rsidP="00FA2DFC">
            <w:pPr>
              <w:pStyle w:val="TBLContenu"/>
              <w:rPr>
                <w:lang w:bidi="en-US"/>
              </w:rPr>
            </w:pPr>
            <w:proofErr w:type="gramStart"/>
            <w:r>
              <w:rPr>
                <w:lang w:bidi="en-US"/>
              </w:rPr>
              <w:t>identifier</w:t>
            </w:r>
            <w:proofErr w:type="gramEnd"/>
            <w:r>
              <w:rPr>
                <w:lang w:bidi="en-US"/>
              </w:rPr>
              <w:t xml:space="preserve"> : </w:t>
            </w:r>
            <w:r>
              <w:t>Identifier [0..*]</w:t>
            </w:r>
          </w:p>
        </w:tc>
      </w:tr>
      <w:tr w:rsidR="00FA2DFC" w:rsidRPr="002A3ED8" w14:paraId="17E55DDF" w14:textId="77777777" w:rsidTr="004A5E9E">
        <w:trPr>
          <w:trHeight w:val="288"/>
        </w:trPr>
        <w:tc>
          <w:tcPr>
            <w:tcW w:w="1040" w:type="pct"/>
            <w:vMerge/>
            <w:noWrap/>
          </w:tcPr>
          <w:p w14:paraId="17582375" w14:textId="77777777" w:rsidR="00FA2DFC" w:rsidRDefault="00FA2DFC" w:rsidP="00FA2DFC">
            <w:pPr>
              <w:pStyle w:val="TBLContenu"/>
              <w:rPr>
                <w:lang w:bidi="en-US"/>
              </w:rPr>
            </w:pPr>
          </w:p>
        </w:tc>
        <w:tc>
          <w:tcPr>
            <w:tcW w:w="1669" w:type="pct"/>
            <w:noWrap/>
          </w:tcPr>
          <w:p w14:paraId="2B54F47B" w14:textId="6716E907" w:rsidR="00FA2DFC" w:rsidRDefault="00FA2DFC" w:rsidP="00FA2DFC">
            <w:pPr>
              <w:pStyle w:val="TBLContenu"/>
              <w:rPr>
                <w:lang w:bidi="en-US"/>
              </w:rPr>
            </w:pPr>
            <w:proofErr w:type="gramStart"/>
            <w:r>
              <w:rPr>
                <w:lang w:bidi="en-US"/>
              </w:rPr>
              <w:t>nom</w:t>
            </w:r>
            <w:proofErr w:type="gramEnd"/>
            <w:r>
              <w:rPr>
                <w:lang w:bidi="en-US"/>
              </w:rPr>
              <w:t> : [0..1] Texte</w:t>
            </w:r>
          </w:p>
        </w:tc>
        <w:tc>
          <w:tcPr>
            <w:tcW w:w="1043" w:type="pct"/>
            <w:noWrap/>
          </w:tcPr>
          <w:p w14:paraId="7533D644" w14:textId="77777777" w:rsidR="00FA2DFC" w:rsidRDefault="00FA2DFC" w:rsidP="00FA2DFC">
            <w:pPr>
              <w:pStyle w:val="TBLContenu"/>
              <w:rPr>
                <w:lang w:bidi="en-US"/>
              </w:rPr>
            </w:pPr>
            <w:proofErr w:type="spellStart"/>
            <w:r>
              <w:rPr>
                <w:lang w:bidi="en-US"/>
              </w:rPr>
              <w:t>HealthcareService</w:t>
            </w:r>
            <w:proofErr w:type="spellEnd"/>
          </w:p>
          <w:p w14:paraId="60AFE8C2" w14:textId="77777777" w:rsidR="00FA2DFC" w:rsidRPr="00496CD2" w:rsidRDefault="00FA2DFC" w:rsidP="00FA2DFC">
            <w:pPr>
              <w:pStyle w:val="TBLContenu"/>
              <w:rPr>
                <w:lang w:bidi="en-US"/>
              </w:rPr>
            </w:pPr>
            <w:proofErr w:type="spellStart"/>
            <w:r>
              <w:rPr>
                <w:color w:val="F79646" w:themeColor="accent6"/>
                <w:lang w:val="en-US" w:bidi="en-US"/>
              </w:rPr>
              <w:t>FrH</w:t>
            </w:r>
            <w:r w:rsidRPr="008B78A7">
              <w:rPr>
                <w:color w:val="F79646" w:themeColor="accent6"/>
                <w:lang w:val="en-US" w:bidi="en-US"/>
              </w:rPr>
              <w:t>ealthcare</w:t>
            </w:r>
            <w:r>
              <w:rPr>
                <w:color w:val="F79646" w:themeColor="accent6"/>
                <w:lang w:val="en-US" w:bidi="en-US"/>
              </w:rPr>
              <w:t>S</w:t>
            </w:r>
            <w:r w:rsidRPr="008B78A7">
              <w:rPr>
                <w:color w:val="F79646" w:themeColor="accent6"/>
                <w:lang w:val="en-US" w:bidi="en-US"/>
              </w:rPr>
              <w:t>ervice</w:t>
            </w:r>
            <w:proofErr w:type="spellEnd"/>
          </w:p>
        </w:tc>
        <w:tc>
          <w:tcPr>
            <w:tcW w:w="1248" w:type="pct"/>
            <w:noWrap/>
          </w:tcPr>
          <w:p w14:paraId="578156A2" w14:textId="77777777" w:rsidR="00FA2DFC" w:rsidRDefault="00FA2DFC" w:rsidP="00FA2DFC">
            <w:pPr>
              <w:pStyle w:val="TBLContenu"/>
              <w:rPr>
                <w:lang w:bidi="en-US"/>
              </w:rPr>
            </w:pPr>
            <w:proofErr w:type="spellStart"/>
            <w:proofErr w:type="gramStart"/>
            <w:r>
              <w:rPr>
                <w:lang w:bidi="en-US"/>
              </w:rPr>
              <w:t>name</w:t>
            </w:r>
            <w:proofErr w:type="spellEnd"/>
            <w:proofErr w:type="gramEnd"/>
            <w:r>
              <w:rPr>
                <w:lang w:bidi="en-US"/>
              </w:rPr>
              <w:t xml:space="preserve"> : </w:t>
            </w:r>
            <w:r>
              <w:t>string [0..1]</w:t>
            </w:r>
          </w:p>
        </w:tc>
      </w:tr>
      <w:tr w:rsidR="00FA2DFC" w:rsidRPr="002A3ED8" w14:paraId="0FCD22C6" w14:textId="77777777" w:rsidTr="004A5E9E">
        <w:trPr>
          <w:trHeight w:val="288"/>
        </w:trPr>
        <w:tc>
          <w:tcPr>
            <w:tcW w:w="1040" w:type="pct"/>
            <w:vMerge/>
            <w:noWrap/>
          </w:tcPr>
          <w:p w14:paraId="554EDF65" w14:textId="77777777" w:rsidR="00FA2DFC" w:rsidRDefault="00FA2DFC" w:rsidP="00FA2DFC">
            <w:pPr>
              <w:pStyle w:val="TBLContenu"/>
              <w:rPr>
                <w:lang w:bidi="en-US"/>
              </w:rPr>
            </w:pPr>
          </w:p>
        </w:tc>
        <w:tc>
          <w:tcPr>
            <w:tcW w:w="1669" w:type="pct"/>
            <w:noWrap/>
          </w:tcPr>
          <w:p w14:paraId="4DDD060C" w14:textId="74F68F5A" w:rsidR="00FA2DFC" w:rsidRDefault="00FA2DFC" w:rsidP="00FA2DFC">
            <w:pPr>
              <w:pStyle w:val="TBLContenu"/>
              <w:rPr>
                <w:lang w:bidi="en-US"/>
              </w:rPr>
            </w:pPr>
            <w:proofErr w:type="spellStart"/>
            <w:proofErr w:type="gramStart"/>
            <w:r>
              <w:rPr>
                <w:lang w:bidi="en-US"/>
              </w:rPr>
              <w:t>champActivite</w:t>
            </w:r>
            <w:proofErr w:type="spellEnd"/>
            <w:proofErr w:type="gramEnd"/>
            <w:r>
              <w:rPr>
                <w:lang w:bidi="en-US"/>
              </w:rPr>
              <w:t> : [0..1] Code</w:t>
            </w:r>
          </w:p>
        </w:tc>
        <w:tc>
          <w:tcPr>
            <w:tcW w:w="1043" w:type="pct"/>
            <w:noWrap/>
          </w:tcPr>
          <w:p w14:paraId="5674DA91" w14:textId="77777777" w:rsidR="00FA2DFC" w:rsidRDefault="00FA2DFC" w:rsidP="00FA2DFC">
            <w:pPr>
              <w:pStyle w:val="TBLContenu"/>
              <w:rPr>
                <w:lang w:bidi="en-US"/>
              </w:rPr>
            </w:pPr>
            <w:r>
              <w:rPr>
                <w:lang w:bidi="en-US"/>
              </w:rPr>
              <w:t>Schedule</w:t>
            </w:r>
          </w:p>
          <w:p w14:paraId="69669324" w14:textId="3A4A8BD8" w:rsidR="00FA2DFC" w:rsidRPr="00496CD2" w:rsidRDefault="00FA2DFC" w:rsidP="00FA2DFC">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248" w:type="pct"/>
            <w:noWrap/>
          </w:tcPr>
          <w:p w14:paraId="1F27BAE6" w14:textId="77777777" w:rsidR="00FA2DFC" w:rsidRPr="000041D5" w:rsidRDefault="00FA2DFC" w:rsidP="00FA2DFC">
            <w:pPr>
              <w:pStyle w:val="TBLContenu"/>
              <w:rPr>
                <w:color w:val="FF0000"/>
              </w:rPr>
            </w:pPr>
            <w:proofErr w:type="spellStart"/>
            <w:proofErr w:type="gramStart"/>
            <w:r w:rsidRPr="000041D5">
              <w:rPr>
                <w:color w:val="FF0000"/>
                <w:lang w:bidi="en-US"/>
              </w:rPr>
              <w:t>serviceTypeDuration</w:t>
            </w:r>
            <w:proofErr w:type="spellEnd"/>
            <w:r w:rsidRPr="000041D5">
              <w:rPr>
                <w:color w:val="FF0000"/>
                <w:lang w:bidi="en-US"/>
              </w:rPr>
              <w:t>[</w:t>
            </w:r>
            <w:proofErr w:type="gramEnd"/>
            <w:r w:rsidRPr="000041D5">
              <w:rPr>
                <w:color w:val="FF0000"/>
                <w:lang w:bidi="en-US"/>
              </w:rPr>
              <w:t>0..*].</w:t>
            </w:r>
            <w:proofErr w:type="spellStart"/>
            <w:r w:rsidRPr="000041D5">
              <w:rPr>
                <w:color w:val="FF0000"/>
                <w:lang w:bidi="en-US"/>
              </w:rPr>
              <w:t>serviceType</w:t>
            </w:r>
            <w:proofErr w:type="spellEnd"/>
            <w:r w:rsidRPr="000041D5">
              <w:rPr>
                <w:color w:val="FF0000"/>
                <w:lang w:bidi="en-US"/>
              </w:rPr>
              <w:t xml:space="preserve"> : </w:t>
            </w:r>
            <w:proofErr w:type="spellStart"/>
            <w:r w:rsidRPr="000041D5">
              <w:rPr>
                <w:color w:val="FF0000"/>
              </w:rPr>
              <w:t>CodeableConcept</w:t>
            </w:r>
            <w:proofErr w:type="spellEnd"/>
            <w:r w:rsidRPr="000041D5">
              <w:rPr>
                <w:color w:val="FF0000"/>
              </w:rPr>
              <w:t xml:space="preserve"> [1..1]</w:t>
            </w:r>
          </w:p>
          <w:p w14:paraId="0A203380" w14:textId="77777777" w:rsidR="00FA2DFC" w:rsidRDefault="00FA2DFC" w:rsidP="004A5E9E">
            <w:pPr>
              <w:pStyle w:val="TBLContenu"/>
              <w:spacing w:after="0"/>
              <w:rPr>
                <w:i/>
                <w:color w:val="FF0000"/>
                <w:lang w:bidi="en-US"/>
              </w:rPr>
            </w:pPr>
            <w:proofErr w:type="gramStart"/>
            <w:r>
              <w:rPr>
                <w:i/>
                <w:color w:val="FF0000"/>
                <w:lang w:bidi="en-US"/>
              </w:rPr>
              <w:t>extension</w:t>
            </w:r>
            <w:proofErr w:type="gramEnd"/>
            <w:r>
              <w:rPr>
                <w:i/>
                <w:color w:val="FF0000"/>
                <w:lang w:bidi="en-US"/>
              </w:rPr>
              <w:t xml:space="preserve"> française</w:t>
            </w:r>
          </w:p>
          <w:p w14:paraId="5239D5D5" w14:textId="10647711" w:rsidR="00FA2DFC" w:rsidRDefault="00FA2DFC" w:rsidP="004A5E9E">
            <w:pPr>
              <w:pStyle w:val="TBLContenu"/>
              <w:spacing w:before="0"/>
              <w:rPr>
                <w:lang w:bidi="en-US"/>
              </w:rPr>
            </w:pPr>
            <w:r>
              <w:rPr>
                <w:i/>
                <w:color w:val="FF0000"/>
                <w:lang w:bidi="en-US"/>
              </w:rPr>
              <w:t>(</w:t>
            </w:r>
            <w:proofErr w:type="spellStart"/>
            <w:r>
              <w:rPr>
                <w:i/>
                <w:color w:val="FF0000"/>
                <w:lang w:bidi="en-US"/>
              </w:rPr>
              <w:t>FrServiceTypeDuration</w:t>
            </w:r>
            <w:proofErr w:type="spellEnd"/>
            <w:r>
              <w:rPr>
                <w:i/>
                <w:color w:val="FF0000"/>
                <w:lang w:bidi="en-US"/>
              </w:rPr>
              <w:t>)</w:t>
            </w:r>
          </w:p>
        </w:tc>
      </w:tr>
      <w:tr w:rsidR="00FA2DFC" w:rsidRPr="002A3ED8" w14:paraId="28CDCD62" w14:textId="77777777" w:rsidTr="004A5E9E">
        <w:trPr>
          <w:trHeight w:val="288"/>
        </w:trPr>
        <w:tc>
          <w:tcPr>
            <w:tcW w:w="1040" w:type="pct"/>
            <w:vMerge/>
            <w:noWrap/>
          </w:tcPr>
          <w:p w14:paraId="1FED6954" w14:textId="77777777" w:rsidR="00FA2DFC" w:rsidRDefault="00FA2DFC" w:rsidP="00FA2DFC">
            <w:pPr>
              <w:pStyle w:val="TBLContenu"/>
              <w:rPr>
                <w:lang w:bidi="en-US"/>
              </w:rPr>
            </w:pPr>
          </w:p>
        </w:tc>
        <w:tc>
          <w:tcPr>
            <w:tcW w:w="1669" w:type="pct"/>
            <w:noWrap/>
          </w:tcPr>
          <w:p w14:paraId="71EE6BB1" w14:textId="1A925B0B" w:rsidR="00FA2DFC" w:rsidRDefault="00FA2DFC" w:rsidP="00FA2DFC">
            <w:pPr>
              <w:pStyle w:val="TBLContenu"/>
              <w:rPr>
                <w:lang w:bidi="en-US"/>
              </w:rPr>
            </w:pPr>
            <w:proofErr w:type="spellStart"/>
            <w:proofErr w:type="gramStart"/>
            <w:r w:rsidRPr="00890089">
              <w:rPr>
                <w:lang w:bidi="en-US"/>
              </w:rPr>
              <w:t>telecommunication</w:t>
            </w:r>
            <w:proofErr w:type="spellEnd"/>
            <w:proofErr w:type="gramEnd"/>
            <w:r w:rsidRPr="00890089">
              <w:rPr>
                <w:lang w:bidi="en-US"/>
              </w:rPr>
              <w:t xml:space="preserve"> : [0..*] </w:t>
            </w:r>
            <w:proofErr w:type="spellStart"/>
            <w:r w:rsidRPr="00890089">
              <w:rPr>
                <w:lang w:bidi="en-US"/>
              </w:rPr>
              <w:t>Telecommunication</w:t>
            </w:r>
            <w:proofErr w:type="spellEnd"/>
          </w:p>
        </w:tc>
        <w:tc>
          <w:tcPr>
            <w:tcW w:w="1043" w:type="pct"/>
            <w:noWrap/>
          </w:tcPr>
          <w:p w14:paraId="6E674431" w14:textId="77777777" w:rsidR="00FA2DFC" w:rsidRDefault="00FA2DFC" w:rsidP="00FA2DFC">
            <w:pPr>
              <w:pStyle w:val="TBLContenu"/>
              <w:rPr>
                <w:lang w:bidi="en-US"/>
              </w:rPr>
            </w:pPr>
            <w:proofErr w:type="spellStart"/>
            <w:r>
              <w:rPr>
                <w:lang w:bidi="en-US"/>
              </w:rPr>
              <w:t>HealthcareService</w:t>
            </w:r>
            <w:proofErr w:type="spellEnd"/>
          </w:p>
          <w:p w14:paraId="62A65DA2" w14:textId="0AAFFDD8" w:rsidR="00FA2DFC" w:rsidRDefault="00FA2DFC" w:rsidP="00FA2DFC">
            <w:pPr>
              <w:pStyle w:val="TBLContenu"/>
              <w:rPr>
                <w:lang w:bidi="en-US"/>
              </w:rPr>
            </w:pPr>
            <w:proofErr w:type="spellStart"/>
            <w:r>
              <w:rPr>
                <w:color w:val="F79646" w:themeColor="accent6"/>
                <w:lang w:val="en-US" w:bidi="en-US"/>
              </w:rPr>
              <w:t>FrH</w:t>
            </w:r>
            <w:r w:rsidRPr="008B78A7">
              <w:rPr>
                <w:color w:val="F79646" w:themeColor="accent6"/>
                <w:lang w:val="en-US" w:bidi="en-US"/>
              </w:rPr>
              <w:t>ealthcare</w:t>
            </w:r>
            <w:r>
              <w:rPr>
                <w:color w:val="F79646" w:themeColor="accent6"/>
                <w:lang w:val="en-US" w:bidi="en-US"/>
              </w:rPr>
              <w:t>S</w:t>
            </w:r>
            <w:r w:rsidRPr="008B78A7">
              <w:rPr>
                <w:color w:val="F79646" w:themeColor="accent6"/>
                <w:lang w:val="en-US" w:bidi="en-US"/>
              </w:rPr>
              <w:t>ervice</w:t>
            </w:r>
            <w:proofErr w:type="spellEnd"/>
          </w:p>
        </w:tc>
        <w:tc>
          <w:tcPr>
            <w:tcW w:w="1248" w:type="pct"/>
            <w:noWrap/>
          </w:tcPr>
          <w:p w14:paraId="23630544" w14:textId="15EC246F" w:rsidR="00FA2DFC" w:rsidRPr="000041D5" w:rsidRDefault="00FA2DFC" w:rsidP="00FA2DFC">
            <w:pPr>
              <w:pStyle w:val="TBLContenu"/>
              <w:rPr>
                <w:color w:val="FF0000"/>
                <w:lang w:bidi="en-US"/>
              </w:rPr>
            </w:pPr>
            <w:proofErr w:type="spellStart"/>
            <w:proofErr w:type="gramStart"/>
            <w:r w:rsidRPr="00890089">
              <w:rPr>
                <w:color w:val="auto"/>
                <w:lang w:bidi="en-US"/>
              </w:rPr>
              <w:t>telecom</w:t>
            </w:r>
            <w:proofErr w:type="spellEnd"/>
            <w:proofErr w:type="gramEnd"/>
            <w:r w:rsidRPr="00890089">
              <w:rPr>
                <w:color w:val="auto"/>
                <w:lang w:bidi="en-US"/>
              </w:rPr>
              <w:t xml:space="preserve"> : </w:t>
            </w:r>
            <w:proofErr w:type="spellStart"/>
            <w:r w:rsidRPr="00F11EA0">
              <w:rPr>
                <w:color w:val="F79646" w:themeColor="accent6"/>
                <w:lang w:bidi="en-US"/>
              </w:rPr>
              <w:t>FrContactPoint</w:t>
            </w:r>
            <w:proofErr w:type="spellEnd"/>
            <w:r w:rsidRPr="00F11EA0">
              <w:rPr>
                <w:color w:val="F79646" w:themeColor="accent6"/>
                <w:lang w:bidi="en-US"/>
              </w:rPr>
              <w:t xml:space="preserve"> </w:t>
            </w:r>
            <w:r>
              <w:rPr>
                <w:lang w:bidi="en-US"/>
              </w:rPr>
              <w:t>[0..*]</w:t>
            </w:r>
          </w:p>
        </w:tc>
      </w:tr>
      <w:tr w:rsidR="00FA2DFC" w:rsidRPr="002A3ED8" w14:paraId="009DA6D7" w14:textId="77777777" w:rsidTr="004A5E9E">
        <w:trPr>
          <w:trHeight w:val="288"/>
        </w:trPr>
        <w:tc>
          <w:tcPr>
            <w:tcW w:w="1040" w:type="pct"/>
            <w:vMerge w:val="restart"/>
            <w:noWrap/>
          </w:tcPr>
          <w:p w14:paraId="4BBBC9F7" w14:textId="77777777" w:rsidR="00FA2DFC" w:rsidRDefault="00FA2DFC" w:rsidP="00FA2DFC">
            <w:pPr>
              <w:pStyle w:val="TBLContenu"/>
              <w:rPr>
                <w:lang w:bidi="en-US"/>
              </w:rPr>
            </w:pPr>
            <w:proofErr w:type="spellStart"/>
            <w:r>
              <w:rPr>
                <w:lang w:bidi="en-US"/>
              </w:rPr>
              <w:lastRenderedPageBreak/>
              <w:t>EntiteGeographique</w:t>
            </w:r>
            <w:proofErr w:type="spellEnd"/>
          </w:p>
        </w:tc>
        <w:tc>
          <w:tcPr>
            <w:tcW w:w="1669" w:type="pct"/>
            <w:noWrap/>
          </w:tcPr>
          <w:p w14:paraId="7E3FDFDE" w14:textId="77777777" w:rsidR="00FA2DFC" w:rsidRPr="00CD26FE" w:rsidRDefault="00FA2DFC" w:rsidP="00FA2DFC">
            <w:pPr>
              <w:pStyle w:val="TBLContenu"/>
              <w:rPr>
                <w:lang w:bidi="en-US"/>
              </w:rPr>
            </w:pPr>
            <w:proofErr w:type="spellStart"/>
            <w:proofErr w:type="gramStart"/>
            <w:r>
              <w:rPr>
                <w:lang w:bidi="en-US"/>
              </w:rPr>
              <w:t>idNat</w:t>
            </w:r>
            <w:proofErr w:type="gramEnd"/>
            <w:r>
              <w:rPr>
                <w:lang w:bidi="en-US"/>
              </w:rPr>
              <w:t>_Struct</w:t>
            </w:r>
            <w:proofErr w:type="spellEnd"/>
            <w:r>
              <w:rPr>
                <w:lang w:bidi="en-US"/>
              </w:rPr>
              <w:t xml:space="preserve"> : [1..1] </w:t>
            </w:r>
            <w:r w:rsidRPr="00AB33ED">
              <w:rPr>
                <w:lang w:bidi="en-US"/>
              </w:rPr>
              <w:t>Identifiant</w:t>
            </w:r>
          </w:p>
        </w:tc>
        <w:tc>
          <w:tcPr>
            <w:tcW w:w="1043" w:type="pct"/>
            <w:noWrap/>
          </w:tcPr>
          <w:p w14:paraId="737C515D" w14:textId="77777777" w:rsidR="00FA2DFC" w:rsidRDefault="00FA2DFC" w:rsidP="00FA2DFC">
            <w:pPr>
              <w:pStyle w:val="TBLContenu"/>
              <w:rPr>
                <w:lang w:bidi="en-US"/>
              </w:rPr>
            </w:pPr>
            <w:proofErr w:type="spellStart"/>
            <w:r>
              <w:rPr>
                <w:lang w:bidi="en-US"/>
              </w:rPr>
              <w:t>Organization</w:t>
            </w:r>
            <w:proofErr w:type="spellEnd"/>
          </w:p>
          <w:p w14:paraId="034A5799" w14:textId="6E625196" w:rsidR="00FA2DFC" w:rsidRDefault="00FA2DFC" w:rsidP="00FA2DFC">
            <w:pPr>
              <w:pStyle w:val="TBLContenu"/>
              <w:rPr>
                <w:lang w:bidi="en-US"/>
              </w:rPr>
            </w:pPr>
            <w:proofErr w:type="spellStart"/>
            <w:r>
              <w:rPr>
                <w:color w:val="F79646" w:themeColor="accent6"/>
                <w:lang w:bidi="en-US"/>
              </w:rPr>
              <w:t>FrO</w:t>
            </w:r>
            <w:r w:rsidRPr="007311F4">
              <w:rPr>
                <w:color w:val="F79646" w:themeColor="accent6"/>
                <w:lang w:bidi="en-US"/>
              </w:rPr>
              <w:t>rganization</w:t>
            </w:r>
            <w:proofErr w:type="spellEnd"/>
          </w:p>
        </w:tc>
        <w:tc>
          <w:tcPr>
            <w:tcW w:w="1248" w:type="pct"/>
            <w:noWrap/>
          </w:tcPr>
          <w:p w14:paraId="1FD67044" w14:textId="23CEBD29" w:rsidR="00FA2DFC" w:rsidRDefault="00FA2DFC" w:rsidP="00FA2DFC">
            <w:pPr>
              <w:pStyle w:val="TBLContenu"/>
              <w:rPr>
                <w:lang w:bidi="en-US"/>
              </w:rPr>
            </w:pPr>
            <w:proofErr w:type="gramStart"/>
            <w:r>
              <w:rPr>
                <w:lang w:bidi="en-US"/>
              </w:rPr>
              <w:t>identifier</w:t>
            </w:r>
            <w:proofErr w:type="gramEnd"/>
            <w:r>
              <w:rPr>
                <w:lang w:bidi="en-US"/>
              </w:rPr>
              <w:t xml:space="preserve"> : </w:t>
            </w:r>
            <w:r>
              <w:t>Identifier [0..*]</w:t>
            </w:r>
          </w:p>
        </w:tc>
      </w:tr>
      <w:tr w:rsidR="00FA2DFC" w:rsidRPr="002A3ED8" w14:paraId="174F9618" w14:textId="77777777" w:rsidTr="004A5E9E">
        <w:trPr>
          <w:trHeight w:val="288"/>
        </w:trPr>
        <w:tc>
          <w:tcPr>
            <w:tcW w:w="1040" w:type="pct"/>
            <w:vMerge/>
            <w:noWrap/>
          </w:tcPr>
          <w:p w14:paraId="3B163A2E" w14:textId="77777777" w:rsidR="00FA2DFC" w:rsidRDefault="00FA2DFC" w:rsidP="00FA2DFC">
            <w:pPr>
              <w:pStyle w:val="TBLContenu"/>
              <w:rPr>
                <w:lang w:bidi="en-US"/>
              </w:rPr>
            </w:pPr>
          </w:p>
        </w:tc>
        <w:tc>
          <w:tcPr>
            <w:tcW w:w="1669" w:type="pct"/>
            <w:noWrap/>
          </w:tcPr>
          <w:p w14:paraId="5EC2D9C4" w14:textId="77777777" w:rsidR="00FA2DFC" w:rsidRPr="00CD26FE" w:rsidRDefault="00FA2DFC" w:rsidP="00FA2DFC">
            <w:pPr>
              <w:pStyle w:val="TBLContenu"/>
              <w:rPr>
                <w:lang w:bidi="en-US"/>
              </w:rPr>
            </w:pPr>
            <w:proofErr w:type="spellStart"/>
            <w:proofErr w:type="gramStart"/>
            <w:r>
              <w:rPr>
                <w:lang w:bidi="en-US"/>
              </w:rPr>
              <w:t>denominationEG</w:t>
            </w:r>
            <w:proofErr w:type="spellEnd"/>
            <w:proofErr w:type="gramEnd"/>
            <w:r>
              <w:rPr>
                <w:lang w:bidi="en-US"/>
              </w:rPr>
              <w:t xml:space="preserve"> : [0..1] </w:t>
            </w:r>
            <w:r w:rsidRPr="00AB33ED">
              <w:rPr>
                <w:lang w:bidi="en-US"/>
              </w:rPr>
              <w:t>Texte</w:t>
            </w:r>
          </w:p>
        </w:tc>
        <w:tc>
          <w:tcPr>
            <w:tcW w:w="1043" w:type="pct"/>
            <w:noWrap/>
          </w:tcPr>
          <w:p w14:paraId="74291E73" w14:textId="77777777" w:rsidR="00FA2DFC" w:rsidRDefault="00FA2DFC" w:rsidP="00FA2DFC">
            <w:pPr>
              <w:pStyle w:val="TBLContenu"/>
              <w:rPr>
                <w:lang w:bidi="en-US"/>
              </w:rPr>
            </w:pPr>
            <w:proofErr w:type="spellStart"/>
            <w:r>
              <w:rPr>
                <w:lang w:bidi="en-US"/>
              </w:rPr>
              <w:t>Organization</w:t>
            </w:r>
            <w:proofErr w:type="spellEnd"/>
          </w:p>
          <w:p w14:paraId="68821158" w14:textId="77777777" w:rsidR="00FA2DFC" w:rsidRDefault="00FA2DFC" w:rsidP="00FA2DFC">
            <w:pPr>
              <w:pStyle w:val="TBLContenu"/>
              <w:rPr>
                <w:lang w:bidi="en-US"/>
              </w:rPr>
            </w:pPr>
            <w:proofErr w:type="spellStart"/>
            <w:r>
              <w:rPr>
                <w:color w:val="F79646" w:themeColor="accent6"/>
                <w:lang w:bidi="en-US"/>
              </w:rPr>
              <w:t>FrOr</w:t>
            </w:r>
            <w:r w:rsidRPr="007311F4">
              <w:rPr>
                <w:color w:val="F79646" w:themeColor="accent6"/>
                <w:lang w:bidi="en-US"/>
              </w:rPr>
              <w:t>ganization</w:t>
            </w:r>
            <w:proofErr w:type="spellEnd"/>
          </w:p>
        </w:tc>
        <w:tc>
          <w:tcPr>
            <w:tcW w:w="1248" w:type="pct"/>
            <w:noWrap/>
          </w:tcPr>
          <w:p w14:paraId="60E048A4" w14:textId="77777777" w:rsidR="00FA2DFC" w:rsidRDefault="00FA2DFC" w:rsidP="00FA2DFC">
            <w:pPr>
              <w:pStyle w:val="TBLContenu"/>
              <w:rPr>
                <w:lang w:bidi="en-US"/>
              </w:rPr>
            </w:pPr>
            <w:proofErr w:type="spellStart"/>
            <w:proofErr w:type="gramStart"/>
            <w:r>
              <w:rPr>
                <w:lang w:bidi="en-US"/>
              </w:rPr>
              <w:t>name</w:t>
            </w:r>
            <w:proofErr w:type="spellEnd"/>
            <w:proofErr w:type="gramEnd"/>
            <w:r>
              <w:rPr>
                <w:lang w:bidi="en-US"/>
              </w:rPr>
              <w:t xml:space="preserve"> : </w:t>
            </w:r>
            <w:r>
              <w:t>string [0..1]</w:t>
            </w:r>
          </w:p>
        </w:tc>
      </w:tr>
      <w:tr w:rsidR="00FA2DFC" w:rsidRPr="002A3ED8" w14:paraId="54515115" w14:textId="77777777" w:rsidTr="004A5E9E">
        <w:trPr>
          <w:trHeight w:val="288"/>
        </w:trPr>
        <w:tc>
          <w:tcPr>
            <w:tcW w:w="1040" w:type="pct"/>
            <w:vMerge/>
            <w:noWrap/>
          </w:tcPr>
          <w:p w14:paraId="633DDA61" w14:textId="77777777" w:rsidR="00FA2DFC" w:rsidRDefault="00FA2DFC" w:rsidP="00FA2DFC">
            <w:pPr>
              <w:pStyle w:val="TBLContenu"/>
              <w:rPr>
                <w:lang w:bidi="en-US"/>
              </w:rPr>
            </w:pPr>
          </w:p>
        </w:tc>
        <w:tc>
          <w:tcPr>
            <w:tcW w:w="1669" w:type="pct"/>
            <w:noWrap/>
          </w:tcPr>
          <w:p w14:paraId="56EF95E7" w14:textId="77777777" w:rsidR="00FA2DFC" w:rsidRPr="00CD26FE" w:rsidRDefault="00FA2DFC" w:rsidP="00FA2DFC">
            <w:pPr>
              <w:pStyle w:val="TBLContenu"/>
              <w:rPr>
                <w:lang w:bidi="en-US"/>
              </w:rPr>
            </w:pPr>
            <w:proofErr w:type="spellStart"/>
            <w:proofErr w:type="gramStart"/>
            <w:r>
              <w:rPr>
                <w:lang w:bidi="en-US"/>
              </w:rPr>
              <w:t>adresseEG</w:t>
            </w:r>
            <w:proofErr w:type="spellEnd"/>
            <w:proofErr w:type="gramEnd"/>
            <w:r>
              <w:rPr>
                <w:lang w:bidi="en-US"/>
              </w:rPr>
              <w:t xml:space="preserve"> : [0..*] </w:t>
            </w:r>
            <w:r w:rsidRPr="00AB33ED">
              <w:rPr>
                <w:lang w:bidi="en-US"/>
              </w:rPr>
              <w:t>Adresse</w:t>
            </w:r>
          </w:p>
        </w:tc>
        <w:tc>
          <w:tcPr>
            <w:tcW w:w="1043" w:type="pct"/>
            <w:noWrap/>
          </w:tcPr>
          <w:p w14:paraId="40569084" w14:textId="77777777" w:rsidR="00FA2DFC" w:rsidRDefault="00FA2DFC" w:rsidP="00FA2DFC">
            <w:pPr>
              <w:pStyle w:val="TBLContenu"/>
              <w:rPr>
                <w:lang w:bidi="en-US"/>
              </w:rPr>
            </w:pPr>
            <w:proofErr w:type="spellStart"/>
            <w:r>
              <w:rPr>
                <w:lang w:bidi="en-US"/>
              </w:rPr>
              <w:t>Organization</w:t>
            </w:r>
            <w:proofErr w:type="spellEnd"/>
          </w:p>
          <w:p w14:paraId="53F2EA60" w14:textId="77777777" w:rsidR="00FA2DFC" w:rsidRDefault="00FA2DFC" w:rsidP="00FA2DFC">
            <w:pPr>
              <w:pStyle w:val="TBLContenu"/>
              <w:rPr>
                <w:lang w:bidi="en-US"/>
              </w:rPr>
            </w:pPr>
            <w:proofErr w:type="spellStart"/>
            <w:r>
              <w:rPr>
                <w:color w:val="F79646" w:themeColor="accent6"/>
                <w:lang w:bidi="en-US"/>
              </w:rPr>
              <w:t>FrO</w:t>
            </w:r>
            <w:r w:rsidRPr="007311F4">
              <w:rPr>
                <w:color w:val="F79646" w:themeColor="accent6"/>
                <w:lang w:bidi="en-US"/>
              </w:rPr>
              <w:t>rganization</w:t>
            </w:r>
            <w:proofErr w:type="spellEnd"/>
          </w:p>
        </w:tc>
        <w:tc>
          <w:tcPr>
            <w:tcW w:w="1248" w:type="pct"/>
            <w:noWrap/>
          </w:tcPr>
          <w:p w14:paraId="29163739" w14:textId="7E724C7C" w:rsidR="00FA2DFC" w:rsidRDefault="00FA2DFC" w:rsidP="00FA2DFC">
            <w:pPr>
              <w:pStyle w:val="TBLContenu"/>
              <w:rPr>
                <w:lang w:bidi="en-US"/>
              </w:rPr>
            </w:pPr>
            <w:proofErr w:type="spellStart"/>
            <w:proofErr w:type="gramStart"/>
            <w:r>
              <w:rPr>
                <w:lang w:bidi="en-US"/>
              </w:rPr>
              <w:t>address</w:t>
            </w:r>
            <w:proofErr w:type="spellEnd"/>
            <w:proofErr w:type="gramEnd"/>
            <w:r>
              <w:rPr>
                <w:lang w:bidi="en-US"/>
              </w:rPr>
              <w:t xml:space="preserve"> : </w:t>
            </w:r>
            <w:proofErr w:type="spellStart"/>
            <w:r>
              <w:t>Address</w:t>
            </w:r>
            <w:proofErr w:type="spellEnd"/>
            <w:r>
              <w:t xml:space="preserve"> [0..*]</w:t>
            </w:r>
          </w:p>
        </w:tc>
      </w:tr>
      <w:tr w:rsidR="00FA2DFC" w:rsidRPr="002A3ED8" w14:paraId="5CC4A8FF" w14:textId="77777777" w:rsidTr="004A5E9E">
        <w:trPr>
          <w:trHeight w:val="288"/>
        </w:trPr>
        <w:tc>
          <w:tcPr>
            <w:tcW w:w="1040" w:type="pct"/>
            <w:vMerge w:val="restart"/>
            <w:noWrap/>
          </w:tcPr>
          <w:p w14:paraId="4EA0887E" w14:textId="77777777" w:rsidR="00FA2DFC" w:rsidRPr="00EB5561" w:rsidRDefault="00FA2DFC" w:rsidP="00FA2DFC">
            <w:pPr>
              <w:pStyle w:val="TBLContenu"/>
              <w:rPr>
                <w:b/>
                <w:bCs/>
                <w:lang w:bidi="en-US"/>
              </w:rPr>
            </w:pPr>
            <w:r w:rsidRPr="00EB5561">
              <w:rPr>
                <w:lang w:bidi="en-US"/>
              </w:rPr>
              <w:t>Lieu</w:t>
            </w:r>
          </w:p>
        </w:tc>
        <w:tc>
          <w:tcPr>
            <w:tcW w:w="1669" w:type="pct"/>
            <w:noWrap/>
          </w:tcPr>
          <w:p w14:paraId="7FA118E5" w14:textId="6D014319" w:rsidR="00FA2DFC" w:rsidRPr="00EB5561" w:rsidRDefault="00FA2DFC" w:rsidP="00FA2DFC">
            <w:pPr>
              <w:pStyle w:val="TBLContenu"/>
              <w:rPr>
                <w:lang w:bidi="en-US"/>
              </w:rPr>
            </w:pPr>
            <w:proofErr w:type="gramStart"/>
            <w:r w:rsidRPr="00EB5561">
              <w:rPr>
                <w:lang w:bidi="en-US"/>
              </w:rPr>
              <w:t>id</w:t>
            </w:r>
            <w:r>
              <w:rPr>
                <w:lang w:bidi="en-US"/>
              </w:rPr>
              <w:t>entifiant</w:t>
            </w:r>
            <w:proofErr w:type="gramEnd"/>
            <w:r w:rsidRPr="00EB5561">
              <w:rPr>
                <w:lang w:bidi="en-US"/>
              </w:rPr>
              <w:t> : [</w:t>
            </w:r>
            <w:r>
              <w:rPr>
                <w:lang w:bidi="en-US"/>
              </w:rPr>
              <w:t>1</w:t>
            </w:r>
            <w:r w:rsidRPr="00EB5561">
              <w:rPr>
                <w:lang w:bidi="en-US"/>
              </w:rPr>
              <w:t>..1] Identifiant</w:t>
            </w:r>
          </w:p>
        </w:tc>
        <w:tc>
          <w:tcPr>
            <w:tcW w:w="1043" w:type="pct"/>
            <w:noWrap/>
          </w:tcPr>
          <w:p w14:paraId="62450233" w14:textId="10587183" w:rsidR="00FA2DFC" w:rsidRDefault="00FA2DFC" w:rsidP="00FA2DFC">
            <w:pPr>
              <w:pStyle w:val="TBLContenu"/>
              <w:rPr>
                <w:lang w:bidi="en-US"/>
              </w:rPr>
            </w:pPr>
            <w:r>
              <w:rPr>
                <w:lang w:bidi="en-US"/>
              </w:rPr>
              <w:t>Location</w:t>
            </w:r>
          </w:p>
          <w:p w14:paraId="0C7245DB" w14:textId="77777777" w:rsidR="00FA2DFC" w:rsidRPr="00EB5561" w:rsidRDefault="00FA2DFC" w:rsidP="00FA2DFC">
            <w:pPr>
              <w:pStyle w:val="TBLContenu"/>
              <w:rPr>
                <w:lang w:bidi="en-US"/>
              </w:rPr>
            </w:pPr>
            <w:proofErr w:type="spellStart"/>
            <w:r>
              <w:rPr>
                <w:color w:val="F79646" w:themeColor="accent6"/>
                <w:lang w:bidi="en-US"/>
              </w:rPr>
              <w:t>FrLocation</w:t>
            </w:r>
            <w:proofErr w:type="spellEnd"/>
          </w:p>
        </w:tc>
        <w:tc>
          <w:tcPr>
            <w:tcW w:w="1248" w:type="pct"/>
            <w:noWrap/>
          </w:tcPr>
          <w:p w14:paraId="16EEA88B" w14:textId="77777777" w:rsidR="00FA2DFC" w:rsidRPr="00EB5561" w:rsidRDefault="00FA2DFC" w:rsidP="00FA2DFC">
            <w:pPr>
              <w:pStyle w:val="TBLContenu"/>
              <w:rPr>
                <w:lang w:bidi="en-US"/>
              </w:rPr>
            </w:pPr>
            <w:proofErr w:type="gramStart"/>
            <w:r>
              <w:rPr>
                <w:lang w:bidi="en-US"/>
              </w:rPr>
              <w:t>identifier</w:t>
            </w:r>
            <w:proofErr w:type="gramEnd"/>
            <w:r>
              <w:rPr>
                <w:lang w:bidi="en-US"/>
              </w:rPr>
              <w:t xml:space="preserve"> : </w:t>
            </w:r>
            <w:r>
              <w:t xml:space="preserve">Identifier </w:t>
            </w:r>
            <w:r w:rsidRPr="000041D5">
              <w:rPr>
                <w:color w:val="auto"/>
              </w:rPr>
              <w:t>[1..*]</w:t>
            </w:r>
          </w:p>
        </w:tc>
      </w:tr>
      <w:tr w:rsidR="00FA2DFC" w:rsidRPr="002A3ED8" w14:paraId="2F01D565" w14:textId="77777777" w:rsidTr="004A5E9E">
        <w:trPr>
          <w:trHeight w:val="288"/>
        </w:trPr>
        <w:tc>
          <w:tcPr>
            <w:tcW w:w="1040" w:type="pct"/>
            <w:vMerge/>
            <w:noWrap/>
          </w:tcPr>
          <w:p w14:paraId="7F9429EE" w14:textId="77777777" w:rsidR="00FA2DFC" w:rsidRPr="00EB5561" w:rsidRDefault="00FA2DFC" w:rsidP="00FA2DFC">
            <w:pPr>
              <w:pStyle w:val="TBLContenu"/>
              <w:rPr>
                <w:lang w:bidi="en-US"/>
              </w:rPr>
            </w:pPr>
          </w:p>
        </w:tc>
        <w:tc>
          <w:tcPr>
            <w:tcW w:w="1669" w:type="pct"/>
            <w:noWrap/>
          </w:tcPr>
          <w:p w14:paraId="721993DB" w14:textId="77777777" w:rsidR="00FA2DFC" w:rsidRPr="00EB5561" w:rsidRDefault="00FA2DFC" w:rsidP="00FA2DFC">
            <w:pPr>
              <w:pStyle w:val="TBLContenu"/>
              <w:rPr>
                <w:lang w:bidi="en-US"/>
              </w:rPr>
            </w:pPr>
            <w:proofErr w:type="gramStart"/>
            <w:r w:rsidRPr="00EB5561">
              <w:rPr>
                <w:lang w:bidi="en-US"/>
              </w:rPr>
              <w:t>nom</w:t>
            </w:r>
            <w:proofErr w:type="gramEnd"/>
            <w:r w:rsidRPr="00EB5561">
              <w:rPr>
                <w:lang w:bidi="en-US"/>
              </w:rPr>
              <w:t xml:space="preserve"> : [0..1] Texte</w:t>
            </w:r>
          </w:p>
        </w:tc>
        <w:tc>
          <w:tcPr>
            <w:tcW w:w="1043" w:type="pct"/>
            <w:noWrap/>
          </w:tcPr>
          <w:p w14:paraId="5A4A3743" w14:textId="77777777" w:rsidR="00FA2DFC" w:rsidRDefault="00FA2DFC" w:rsidP="00FA2DFC">
            <w:pPr>
              <w:pStyle w:val="TBLContenu"/>
              <w:rPr>
                <w:lang w:bidi="en-US"/>
              </w:rPr>
            </w:pPr>
            <w:r>
              <w:rPr>
                <w:lang w:bidi="en-US"/>
              </w:rPr>
              <w:t>Location</w:t>
            </w:r>
          </w:p>
          <w:p w14:paraId="6C36E52C" w14:textId="77777777" w:rsidR="00FA2DFC" w:rsidRPr="00EB5561" w:rsidRDefault="00FA2DFC" w:rsidP="00FA2DFC">
            <w:pPr>
              <w:pStyle w:val="TBLContenu"/>
              <w:rPr>
                <w:lang w:bidi="en-US"/>
              </w:rPr>
            </w:pPr>
            <w:proofErr w:type="spellStart"/>
            <w:r>
              <w:rPr>
                <w:color w:val="F79646" w:themeColor="accent6"/>
                <w:lang w:bidi="en-US"/>
              </w:rPr>
              <w:t>FrLocation</w:t>
            </w:r>
            <w:proofErr w:type="spellEnd"/>
          </w:p>
        </w:tc>
        <w:tc>
          <w:tcPr>
            <w:tcW w:w="1248" w:type="pct"/>
            <w:noWrap/>
          </w:tcPr>
          <w:p w14:paraId="1102AF0A" w14:textId="77777777" w:rsidR="00FA2DFC" w:rsidRPr="00EB5561" w:rsidRDefault="00FA2DFC" w:rsidP="00FA2DFC">
            <w:pPr>
              <w:pStyle w:val="TBLContenu"/>
              <w:rPr>
                <w:lang w:bidi="en-US"/>
              </w:rPr>
            </w:pPr>
            <w:proofErr w:type="spellStart"/>
            <w:proofErr w:type="gramStart"/>
            <w:r>
              <w:rPr>
                <w:lang w:bidi="en-US"/>
              </w:rPr>
              <w:t>name</w:t>
            </w:r>
            <w:proofErr w:type="spellEnd"/>
            <w:proofErr w:type="gramEnd"/>
            <w:r>
              <w:rPr>
                <w:lang w:bidi="en-US"/>
              </w:rPr>
              <w:t> : string [0..1]</w:t>
            </w:r>
          </w:p>
        </w:tc>
      </w:tr>
      <w:tr w:rsidR="00FA2DFC" w:rsidRPr="002A3ED8" w14:paraId="085790C5" w14:textId="77777777" w:rsidTr="004A5E9E">
        <w:trPr>
          <w:trHeight w:val="288"/>
        </w:trPr>
        <w:tc>
          <w:tcPr>
            <w:tcW w:w="1040" w:type="pct"/>
            <w:vMerge/>
            <w:noWrap/>
          </w:tcPr>
          <w:p w14:paraId="74645775" w14:textId="77777777" w:rsidR="00FA2DFC" w:rsidRPr="00EB5561" w:rsidRDefault="00FA2DFC" w:rsidP="00FA2DFC">
            <w:pPr>
              <w:pStyle w:val="TBLContenu"/>
              <w:rPr>
                <w:lang w:bidi="en-US"/>
              </w:rPr>
            </w:pPr>
          </w:p>
        </w:tc>
        <w:tc>
          <w:tcPr>
            <w:tcW w:w="1669" w:type="pct"/>
            <w:noWrap/>
          </w:tcPr>
          <w:p w14:paraId="487C268E" w14:textId="77777777" w:rsidR="00FA2DFC" w:rsidRPr="00EB5561" w:rsidRDefault="00FA2DFC" w:rsidP="00FA2DFC">
            <w:pPr>
              <w:pStyle w:val="TBLContenu"/>
              <w:rPr>
                <w:lang w:bidi="en-US"/>
              </w:rPr>
            </w:pPr>
            <w:proofErr w:type="gramStart"/>
            <w:r w:rsidRPr="00EB5561">
              <w:rPr>
                <w:lang w:bidi="en-US"/>
              </w:rPr>
              <w:t>description</w:t>
            </w:r>
            <w:proofErr w:type="gramEnd"/>
            <w:r w:rsidRPr="00EB5561">
              <w:rPr>
                <w:lang w:bidi="en-US"/>
              </w:rPr>
              <w:t xml:space="preserve"> : [0..1] Texte</w:t>
            </w:r>
          </w:p>
        </w:tc>
        <w:tc>
          <w:tcPr>
            <w:tcW w:w="1043" w:type="pct"/>
            <w:noWrap/>
          </w:tcPr>
          <w:p w14:paraId="5DDFE396" w14:textId="77777777" w:rsidR="00FA2DFC" w:rsidRDefault="00FA2DFC" w:rsidP="00FA2DFC">
            <w:pPr>
              <w:pStyle w:val="TBLContenu"/>
              <w:rPr>
                <w:lang w:bidi="en-US"/>
              </w:rPr>
            </w:pPr>
            <w:r>
              <w:rPr>
                <w:lang w:bidi="en-US"/>
              </w:rPr>
              <w:t>Location</w:t>
            </w:r>
          </w:p>
          <w:p w14:paraId="712ACEB3" w14:textId="77777777" w:rsidR="00FA2DFC" w:rsidRPr="00EB5561" w:rsidRDefault="00FA2DFC" w:rsidP="00FA2DFC">
            <w:pPr>
              <w:pStyle w:val="TBLContenu"/>
              <w:rPr>
                <w:lang w:bidi="en-US"/>
              </w:rPr>
            </w:pPr>
            <w:proofErr w:type="spellStart"/>
            <w:r>
              <w:rPr>
                <w:color w:val="F79646" w:themeColor="accent6"/>
                <w:lang w:bidi="en-US"/>
              </w:rPr>
              <w:t>FrLocation</w:t>
            </w:r>
            <w:proofErr w:type="spellEnd"/>
          </w:p>
        </w:tc>
        <w:tc>
          <w:tcPr>
            <w:tcW w:w="1248" w:type="pct"/>
            <w:noWrap/>
          </w:tcPr>
          <w:p w14:paraId="1248A7BC" w14:textId="77777777" w:rsidR="00FA2DFC" w:rsidRPr="00EB5561" w:rsidRDefault="00FA2DFC" w:rsidP="00FA2DFC">
            <w:pPr>
              <w:pStyle w:val="TBLContenu"/>
              <w:rPr>
                <w:lang w:bidi="en-US"/>
              </w:rPr>
            </w:pPr>
            <w:proofErr w:type="gramStart"/>
            <w:r>
              <w:rPr>
                <w:lang w:bidi="en-US"/>
              </w:rPr>
              <w:t>description</w:t>
            </w:r>
            <w:proofErr w:type="gramEnd"/>
            <w:r>
              <w:rPr>
                <w:lang w:bidi="en-US"/>
              </w:rPr>
              <w:t xml:space="preserve"> : string [0..1]</w:t>
            </w:r>
          </w:p>
        </w:tc>
      </w:tr>
      <w:tr w:rsidR="00FA2DFC" w:rsidRPr="002A3ED8" w14:paraId="580D0198" w14:textId="77777777" w:rsidTr="004A5E9E">
        <w:trPr>
          <w:trHeight w:val="288"/>
        </w:trPr>
        <w:tc>
          <w:tcPr>
            <w:tcW w:w="1040" w:type="pct"/>
            <w:vMerge/>
            <w:noWrap/>
          </w:tcPr>
          <w:p w14:paraId="11EE3C4E" w14:textId="77777777" w:rsidR="00FA2DFC" w:rsidRPr="00EB5561" w:rsidRDefault="00FA2DFC" w:rsidP="00FA2DFC">
            <w:pPr>
              <w:pStyle w:val="TBLContenu"/>
              <w:rPr>
                <w:lang w:bidi="en-US"/>
              </w:rPr>
            </w:pPr>
          </w:p>
        </w:tc>
        <w:tc>
          <w:tcPr>
            <w:tcW w:w="1669" w:type="pct"/>
            <w:noWrap/>
          </w:tcPr>
          <w:p w14:paraId="7B8C2698" w14:textId="06A2F50E" w:rsidR="00FA2DFC" w:rsidRPr="00EB5561" w:rsidRDefault="00FA2DFC" w:rsidP="00FA2DFC">
            <w:pPr>
              <w:pStyle w:val="TBLContenu"/>
              <w:rPr>
                <w:lang w:bidi="en-US"/>
              </w:rPr>
            </w:pPr>
            <w:proofErr w:type="gramStart"/>
            <w:r>
              <w:rPr>
                <w:lang w:bidi="en-US"/>
              </w:rPr>
              <w:t>a</w:t>
            </w:r>
            <w:r w:rsidRPr="00EB5561">
              <w:rPr>
                <w:lang w:bidi="en-US"/>
              </w:rPr>
              <w:t>dresse</w:t>
            </w:r>
            <w:proofErr w:type="gramEnd"/>
            <w:r w:rsidRPr="00EB5561">
              <w:rPr>
                <w:lang w:bidi="en-US"/>
              </w:rPr>
              <w:t xml:space="preserve"> : [0..*] </w:t>
            </w:r>
            <w:r>
              <w:rPr>
                <w:lang w:bidi="en-US"/>
              </w:rPr>
              <w:t>Adresse</w:t>
            </w:r>
          </w:p>
        </w:tc>
        <w:tc>
          <w:tcPr>
            <w:tcW w:w="1043" w:type="pct"/>
            <w:noWrap/>
          </w:tcPr>
          <w:p w14:paraId="091D7613" w14:textId="77777777" w:rsidR="00FA2DFC" w:rsidRDefault="00FA2DFC" w:rsidP="00FA2DFC">
            <w:pPr>
              <w:pStyle w:val="TBLContenu"/>
              <w:rPr>
                <w:lang w:bidi="en-US"/>
              </w:rPr>
            </w:pPr>
            <w:r>
              <w:rPr>
                <w:lang w:bidi="en-US"/>
              </w:rPr>
              <w:t>Location</w:t>
            </w:r>
          </w:p>
          <w:p w14:paraId="4AB18024" w14:textId="4A477505" w:rsidR="00FA2DFC" w:rsidRDefault="00FA2DFC" w:rsidP="00FA2DFC">
            <w:pPr>
              <w:pStyle w:val="TBLContenu"/>
              <w:rPr>
                <w:lang w:bidi="en-US"/>
              </w:rPr>
            </w:pPr>
            <w:proofErr w:type="spellStart"/>
            <w:r>
              <w:rPr>
                <w:color w:val="F79646" w:themeColor="accent6"/>
                <w:lang w:bidi="en-US"/>
              </w:rPr>
              <w:t>FrLocation</w:t>
            </w:r>
            <w:proofErr w:type="spellEnd"/>
          </w:p>
        </w:tc>
        <w:tc>
          <w:tcPr>
            <w:tcW w:w="1248" w:type="pct"/>
            <w:noWrap/>
          </w:tcPr>
          <w:p w14:paraId="168DC6B6" w14:textId="549F6AAC" w:rsidR="00FA2DFC" w:rsidRDefault="00FA2DFC" w:rsidP="00FA2DFC">
            <w:pPr>
              <w:pStyle w:val="TBLContenu"/>
              <w:rPr>
                <w:lang w:bidi="en-US"/>
              </w:rPr>
            </w:pPr>
            <w:proofErr w:type="spellStart"/>
            <w:proofErr w:type="gramStart"/>
            <w:r w:rsidRPr="00B43FD0">
              <w:rPr>
                <w:lang w:bidi="en-US"/>
              </w:rPr>
              <w:t>address</w:t>
            </w:r>
            <w:proofErr w:type="spellEnd"/>
            <w:proofErr w:type="gramEnd"/>
            <w:r>
              <w:rPr>
                <w:lang w:bidi="en-US"/>
              </w:rPr>
              <w:t xml:space="preserve"> : </w:t>
            </w:r>
            <w:proofErr w:type="spellStart"/>
            <w:r>
              <w:rPr>
                <w:lang w:bidi="en-US"/>
              </w:rPr>
              <w:t>Address</w:t>
            </w:r>
            <w:proofErr w:type="spellEnd"/>
            <w:r>
              <w:rPr>
                <w:lang w:bidi="en-US"/>
              </w:rPr>
              <w:t xml:space="preserve"> [0..1]</w:t>
            </w:r>
          </w:p>
        </w:tc>
      </w:tr>
      <w:tr w:rsidR="00FA2DFC" w:rsidRPr="002A3ED8" w14:paraId="0B903607" w14:textId="77777777" w:rsidTr="004A5E9E">
        <w:trPr>
          <w:trHeight w:val="288"/>
        </w:trPr>
        <w:tc>
          <w:tcPr>
            <w:tcW w:w="1040" w:type="pct"/>
            <w:vMerge w:val="restart"/>
            <w:noWrap/>
          </w:tcPr>
          <w:p w14:paraId="57E3851F" w14:textId="29E3F200" w:rsidR="00FA2DFC" w:rsidRPr="00EB5561" w:rsidRDefault="00FA2DFC" w:rsidP="00FA2DFC">
            <w:pPr>
              <w:pStyle w:val="TBLContenu"/>
              <w:rPr>
                <w:lang w:bidi="en-US"/>
              </w:rPr>
            </w:pPr>
            <w:proofErr w:type="spellStart"/>
            <w:r w:rsidRPr="00EB5561">
              <w:rPr>
                <w:lang w:bidi="en-US"/>
              </w:rPr>
              <w:t>Equipement</w:t>
            </w:r>
            <w:r>
              <w:rPr>
                <w:lang w:bidi="en-US"/>
              </w:rPr>
              <w:t>Operationnel</w:t>
            </w:r>
            <w:proofErr w:type="spellEnd"/>
          </w:p>
        </w:tc>
        <w:tc>
          <w:tcPr>
            <w:tcW w:w="1669" w:type="pct"/>
            <w:noWrap/>
          </w:tcPr>
          <w:p w14:paraId="4E76CDDA" w14:textId="6A83884D" w:rsidR="00FA2DFC" w:rsidRPr="00EB5561" w:rsidRDefault="00FA2DFC" w:rsidP="00FA2DFC">
            <w:pPr>
              <w:pStyle w:val="TBLContenu"/>
              <w:rPr>
                <w:lang w:bidi="en-US"/>
              </w:rPr>
            </w:pPr>
            <w:proofErr w:type="spellStart"/>
            <w:proofErr w:type="gramStart"/>
            <w:r w:rsidRPr="00EB5561">
              <w:rPr>
                <w:lang w:bidi="en-US"/>
              </w:rPr>
              <w:t>id</w:t>
            </w:r>
            <w:r>
              <w:rPr>
                <w:lang w:bidi="en-US"/>
              </w:rPr>
              <w:t>RessourceMaterielle</w:t>
            </w:r>
            <w:proofErr w:type="spellEnd"/>
            <w:proofErr w:type="gramEnd"/>
            <w:r w:rsidRPr="00EB5561">
              <w:rPr>
                <w:lang w:bidi="en-US"/>
              </w:rPr>
              <w:t xml:space="preserve"> : [</w:t>
            </w:r>
            <w:r>
              <w:rPr>
                <w:lang w:bidi="en-US"/>
              </w:rPr>
              <w:t>1</w:t>
            </w:r>
            <w:r w:rsidRPr="00EB5561">
              <w:rPr>
                <w:lang w:bidi="en-US"/>
              </w:rPr>
              <w:t>..1] Identifiant</w:t>
            </w:r>
          </w:p>
        </w:tc>
        <w:tc>
          <w:tcPr>
            <w:tcW w:w="1043" w:type="pct"/>
            <w:noWrap/>
          </w:tcPr>
          <w:p w14:paraId="3EC40AFF" w14:textId="77777777" w:rsidR="00FA2DFC" w:rsidRPr="00496CD2" w:rsidRDefault="00FA2DFC" w:rsidP="00FA2DFC">
            <w:pPr>
              <w:pStyle w:val="TBLContenu"/>
              <w:rPr>
                <w:lang w:bidi="en-US"/>
              </w:rPr>
            </w:pPr>
            <w:proofErr w:type="spellStart"/>
            <w:r w:rsidRPr="00496CD2">
              <w:rPr>
                <w:lang w:bidi="en-US"/>
              </w:rPr>
              <w:t>Device</w:t>
            </w:r>
            <w:proofErr w:type="spellEnd"/>
          </w:p>
        </w:tc>
        <w:tc>
          <w:tcPr>
            <w:tcW w:w="1248" w:type="pct"/>
            <w:noWrap/>
          </w:tcPr>
          <w:p w14:paraId="01E6BA92" w14:textId="77777777" w:rsidR="00FA2DFC" w:rsidRPr="00496CD2" w:rsidRDefault="00FA2DFC" w:rsidP="00FA2DFC">
            <w:pPr>
              <w:pStyle w:val="TBLContenu"/>
              <w:rPr>
                <w:lang w:bidi="en-US"/>
              </w:rPr>
            </w:pPr>
            <w:proofErr w:type="gramStart"/>
            <w:r>
              <w:rPr>
                <w:lang w:bidi="en-US"/>
              </w:rPr>
              <w:t>identifier</w:t>
            </w:r>
            <w:proofErr w:type="gramEnd"/>
            <w:r>
              <w:rPr>
                <w:lang w:bidi="en-US"/>
              </w:rPr>
              <w:t> : Identifier [0..*]</w:t>
            </w:r>
          </w:p>
        </w:tc>
      </w:tr>
      <w:tr w:rsidR="00FA2DFC" w:rsidRPr="002A3ED8" w14:paraId="2540E35C" w14:textId="77777777" w:rsidTr="004A5E9E">
        <w:trPr>
          <w:trHeight w:val="288"/>
        </w:trPr>
        <w:tc>
          <w:tcPr>
            <w:tcW w:w="1040" w:type="pct"/>
            <w:vMerge/>
            <w:noWrap/>
          </w:tcPr>
          <w:p w14:paraId="36756CDC" w14:textId="77777777" w:rsidR="00FA2DFC" w:rsidRPr="00EB5561" w:rsidRDefault="00FA2DFC" w:rsidP="00FA2DFC">
            <w:pPr>
              <w:pStyle w:val="TBLContenu"/>
              <w:rPr>
                <w:lang w:bidi="en-US"/>
              </w:rPr>
            </w:pPr>
          </w:p>
        </w:tc>
        <w:tc>
          <w:tcPr>
            <w:tcW w:w="1669" w:type="pct"/>
            <w:noWrap/>
          </w:tcPr>
          <w:p w14:paraId="51DDF4E0" w14:textId="77777777" w:rsidR="00FA2DFC" w:rsidRPr="00EB5561" w:rsidRDefault="00FA2DFC" w:rsidP="00FA2DFC">
            <w:pPr>
              <w:pStyle w:val="TBLContenu"/>
              <w:rPr>
                <w:lang w:bidi="en-US"/>
              </w:rPr>
            </w:pPr>
            <w:proofErr w:type="spellStart"/>
            <w:proofErr w:type="gramStart"/>
            <w:r w:rsidRPr="00EB5561">
              <w:rPr>
                <w:lang w:bidi="en-US"/>
              </w:rPr>
              <w:t>typeEquipement</w:t>
            </w:r>
            <w:proofErr w:type="spellEnd"/>
            <w:proofErr w:type="gramEnd"/>
            <w:r w:rsidRPr="00EB5561">
              <w:rPr>
                <w:lang w:bidi="en-US"/>
              </w:rPr>
              <w:t xml:space="preserve"> : [0..1] Code</w:t>
            </w:r>
          </w:p>
        </w:tc>
        <w:tc>
          <w:tcPr>
            <w:tcW w:w="1043" w:type="pct"/>
            <w:noWrap/>
          </w:tcPr>
          <w:p w14:paraId="4B081270" w14:textId="77777777" w:rsidR="00FA2DFC" w:rsidRPr="00496CD2" w:rsidRDefault="00FA2DFC" w:rsidP="00FA2DFC">
            <w:pPr>
              <w:pStyle w:val="TBLContenu"/>
              <w:rPr>
                <w:lang w:bidi="en-US"/>
              </w:rPr>
            </w:pPr>
            <w:proofErr w:type="spellStart"/>
            <w:r w:rsidRPr="00496CD2">
              <w:rPr>
                <w:lang w:bidi="en-US"/>
              </w:rPr>
              <w:t>Device</w:t>
            </w:r>
            <w:proofErr w:type="spellEnd"/>
          </w:p>
        </w:tc>
        <w:tc>
          <w:tcPr>
            <w:tcW w:w="1248" w:type="pct"/>
            <w:noWrap/>
          </w:tcPr>
          <w:p w14:paraId="0FB81D18" w14:textId="77777777" w:rsidR="00FA2DFC" w:rsidRPr="00496CD2" w:rsidRDefault="00FA2DFC" w:rsidP="00FA2DFC">
            <w:pPr>
              <w:pStyle w:val="TBLContenu"/>
              <w:rPr>
                <w:lang w:bidi="en-US"/>
              </w:rPr>
            </w:pPr>
            <w:proofErr w:type="gramStart"/>
            <w:r>
              <w:rPr>
                <w:lang w:bidi="en-US"/>
              </w:rPr>
              <w:t>t</w:t>
            </w:r>
            <w:r w:rsidRPr="00496CD2">
              <w:rPr>
                <w:lang w:bidi="en-US"/>
              </w:rPr>
              <w:t>ype</w:t>
            </w:r>
            <w:proofErr w:type="gramEnd"/>
            <w:r>
              <w:rPr>
                <w:lang w:bidi="en-US"/>
              </w:rPr>
              <w:t xml:space="preserve"> : </w:t>
            </w:r>
            <w:proofErr w:type="spellStart"/>
            <w:r>
              <w:rPr>
                <w:lang w:bidi="en-US"/>
              </w:rPr>
              <w:t>CodeableConcept</w:t>
            </w:r>
            <w:proofErr w:type="spellEnd"/>
            <w:r>
              <w:rPr>
                <w:lang w:bidi="en-US"/>
              </w:rPr>
              <w:t xml:space="preserve"> [0..1]</w:t>
            </w:r>
          </w:p>
        </w:tc>
      </w:tr>
      <w:tr w:rsidR="00FA2DFC" w:rsidRPr="002A3ED8" w14:paraId="046D719D" w14:textId="77777777" w:rsidTr="004A5E9E">
        <w:trPr>
          <w:trHeight w:val="288"/>
        </w:trPr>
        <w:tc>
          <w:tcPr>
            <w:tcW w:w="1040" w:type="pct"/>
            <w:vMerge/>
            <w:noWrap/>
          </w:tcPr>
          <w:p w14:paraId="455EF865" w14:textId="77777777" w:rsidR="00FA2DFC" w:rsidRPr="00EB5561" w:rsidRDefault="00FA2DFC" w:rsidP="00FA2DFC">
            <w:pPr>
              <w:pStyle w:val="TBLContenu"/>
              <w:rPr>
                <w:lang w:bidi="en-US"/>
              </w:rPr>
            </w:pPr>
          </w:p>
        </w:tc>
        <w:tc>
          <w:tcPr>
            <w:tcW w:w="1669" w:type="pct"/>
            <w:noWrap/>
          </w:tcPr>
          <w:p w14:paraId="676C0877" w14:textId="77777777" w:rsidR="00FA2DFC" w:rsidRPr="00EB5561" w:rsidRDefault="00FA2DFC" w:rsidP="00FA2DFC">
            <w:pPr>
              <w:pStyle w:val="TBLContenu"/>
              <w:rPr>
                <w:lang w:bidi="en-US"/>
              </w:rPr>
            </w:pPr>
            <w:proofErr w:type="gramStart"/>
            <w:r w:rsidRPr="00EB5561">
              <w:rPr>
                <w:lang w:bidi="en-US"/>
              </w:rPr>
              <w:t>libelle</w:t>
            </w:r>
            <w:proofErr w:type="gramEnd"/>
            <w:r w:rsidRPr="00EB5561">
              <w:rPr>
                <w:lang w:bidi="en-US"/>
              </w:rPr>
              <w:t xml:space="preserve"> : [0..1] Texte</w:t>
            </w:r>
          </w:p>
        </w:tc>
        <w:tc>
          <w:tcPr>
            <w:tcW w:w="1043" w:type="pct"/>
            <w:noWrap/>
          </w:tcPr>
          <w:p w14:paraId="368DABE7" w14:textId="77777777" w:rsidR="00FA2DFC" w:rsidRPr="00496CD2" w:rsidRDefault="00FA2DFC" w:rsidP="00FA2DFC">
            <w:pPr>
              <w:pStyle w:val="TBLContenu"/>
              <w:rPr>
                <w:lang w:bidi="en-US"/>
              </w:rPr>
            </w:pPr>
            <w:proofErr w:type="spellStart"/>
            <w:r w:rsidRPr="00496CD2">
              <w:rPr>
                <w:lang w:bidi="en-US"/>
              </w:rPr>
              <w:t>Device</w:t>
            </w:r>
            <w:proofErr w:type="spellEnd"/>
          </w:p>
        </w:tc>
        <w:tc>
          <w:tcPr>
            <w:tcW w:w="1248" w:type="pct"/>
            <w:noWrap/>
          </w:tcPr>
          <w:p w14:paraId="74087B41" w14:textId="77777777" w:rsidR="00FA2DFC" w:rsidRPr="00167854" w:rsidRDefault="00FA2DFC" w:rsidP="00FA2DFC">
            <w:pPr>
              <w:pStyle w:val="TBLContenu"/>
              <w:rPr>
                <w:highlight w:val="yellow"/>
                <w:lang w:bidi="en-US"/>
              </w:rPr>
            </w:pPr>
            <w:proofErr w:type="spellStart"/>
            <w:proofErr w:type="gramStart"/>
            <w:r>
              <w:rPr>
                <w:lang w:bidi="en-US"/>
              </w:rPr>
              <w:t>deviceName</w:t>
            </w:r>
            <w:proofErr w:type="spellEnd"/>
            <w:r w:rsidRPr="00800564">
              <w:rPr>
                <w:color w:val="7F7F7F" w:themeColor="text1" w:themeTint="80"/>
                <w:lang w:bidi="en-US"/>
              </w:rPr>
              <w:t>[</w:t>
            </w:r>
            <w:proofErr w:type="gramEnd"/>
            <w:r w:rsidRPr="00800564">
              <w:rPr>
                <w:color w:val="7F7F7F" w:themeColor="text1" w:themeTint="80"/>
                <w:lang w:bidi="en-US"/>
              </w:rPr>
              <w:t>0..*]</w:t>
            </w:r>
            <w:r>
              <w:rPr>
                <w:lang w:bidi="en-US"/>
              </w:rPr>
              <w:t>.</w:t>
            </w:r>
            <w:proofErr w:type="spellStart"/>
            <w:r>
              <w:rPr>
                <w:lang w:bidi="en-US"/>
              </w:rPr>
              <w:t>name</w:t>
            </w:r>
            <w:proofErr w:type="spellEnd"/>
            <w:r>
              <w:rPr>
                <w:lang w:bidi="en-US"/>
              </w:rPr>
              <w:t> : string [1..1]</w:t>
            </w:r>
          </w:p>
        </w:tc>
      </w:tr>
      <w:tr w:rsidR="00FA2DFC" w:rsidRPr="002A3ED8" w14:paraId="56627386" w14:textId="77777777" w:rsidTr="004A5E9E">
        <w:trPr>
          <w:trHeight w:val="288"/>
        </w:trPr>
        <w:tc>
          <w:tcPr>
            <w:tcW w:w="1040" w:type="pct"/>
            <w:vMerge/>
            <w:noWrap/>
          </w:tcPr>
          <w:p w14:paraId="75AC5765" w14:textId="77777777" w:rsidR="00FA2DFC" w:rsidRPr="00EB5561" w:rsidRDefault="00FA2DFC" w:rsidP="00FA2DFC">
            <w:pPr>
              <w:pStyle w:val="TBLContenu"/>
              <w:rPr>
                <w:lang w:bidi="en-US"/>
              </w:rPr>
            </w:pPr>
          </w:p>
        </w:tc>
        <w:tc>
          <w:tcPr>
            <w:tcW w:w="1669" w:type="pct"/>
            <w:noWrap/>
          </w:tcPr>
          <w:p w14:paraId="6FA1A2D8" w14:textId="77777777" w:rsidR="00FA2DFC" w:rsidRPr="00EB5561" w:rsidRDefault="00FA2DFC" w:rsidP="00FA2DFC">
            <w:pPr>
              <w:pStyle w:val="TBLContenu"/>
              <w:rPr>
                <w:lang w:bidi="en-US"/>
              </w:rPr>
            </w:pPr>
            <w:proofErr w:type="gramStart"/>
            <w:r w:rsidRPr="00EB5561">
              <w:rPr>
                <w:lang w:bidi="en-US"/>
              </w:rPr>
              <w:t>reference</w:t>
            </w:r>
            <w:proofErr w:type="gramEnd"/>
            <w:r w:rsidRPr="00EB5561">
              <w:rPr>
                <w:lang w:bidi="en-US"/>
              </w:rPr>
              <w:t xml:space="preserve"> : [0..1] Code</w:t>
            </w:r>
          </w:p>
        </w:tc>
        <w:tc>
          <w:tcPr>
            <w:tcW w:w="1043" w:type="pct"/>
            <w:noWrap/>
          </w:tcPr>
          <w:p w14:paraId="26F11AB4" w14:textId="77777777" w:rsidR="00FA2DFC" w:rsidRPr="00496CD2" w:rsidRDefault="00FA2DFC" w:rsidP="00FA2DFC">
            <w:pPr>
              <w:pStyle w:val="TBLContenu"/>
              <w:rPr>
                <w:lang w:bidi="en-US"/>
              </w:rPr>
            </w:pPr>
            <w:proofErr w:type="spellStart"/>
            <w:r w:rsidRPr="00496CD2">
              <w:rPr>
                <w:lang w:bidi="en-US"/>
              </w:rPr>
              <w:t>Device</w:t>
            </w:r>
            <w:proofErr w:type="spellEnd"/>
          </w:p>
        </w:tc>
        <w:tc>
          <w:tcPr>
            <w:tcW w:w="1248" w:type="pct"/>
            <w:noWrap/>
          </w:tcPr>
          <w:p w14:paraId="0A9A23F7" w14:textId="5CFF04B4" w:rsidR="00FA2DFC" w:rsidRPr="00167854" w:rsidRDefault="00FA2DFC" w:rsidP="00FA2DFC">
            <w:pPr>
              <w:pStyle w:val="TBLContenu"/>
              <w:rPr>
                <w:highlight w:val="yellow"/>
                <w:lang w:bidi="en-US"/>
              </w:rPr>
            </w:pPr>
            <w:proofErr w:type="spellStart"/>
            <w:proofErr w:type="gramStart"/>
            <w:r>
              <w:rPr>
                <w:lang w:bidi="en-US"/>
              </w:rPr>
              <w:t>m</w:t>
            </w:r>
            <w:r w:rsidRPr="00A9103A">
              <w:rPr>
                <w:lang w:bidi="en-US"/>
              </w:rPr>
              <w:t>odel</w:t>
            </w:r>
            <w:r>
              <w:rPr>
                <w:lang w:bidi="en-US"/>
              </w:rPr>
              <w:t>Number</w:t>
            </w:r>
            <w:proofErr w:type="spellEnd"/>
            <w:proofErr w:type="gramEnd"/>
            <w:r>
              <w:rPr>
                <w:lang w:bidi="en-US"/>
              </w:rPr>
              <w:t> : string [0..1]</w:t>
            </w:r>
          </w:p>
        </w:tc>
      </w:tr>
      <w:tr w:rsidR="00FA2DFC" w:rsidRPr="002A3ED8" w14:paraId="10CD766E" w14:textId="77777777" w:rsidTr="004A5E9E">
        <w:trPr>
          <w:trHeight w:val="288"/>
        </w:trPr>
        <w:tc>
          <w:tcPr>
            <w:tcW w:w="1040" w:type="pct"/>
            <w:vMerge w:val="restart"/>
            <w:noWrap/>
          </w:tcPr>
          <w:p w14:paraId="19F6CFBF" w14:textId="5310E0B7" w:rsidR="00FA2DFC" w:rsidRPr="00EB5561" w:rsidRDefault="00FA2DFC" w:rsidP="00FA2DFC">
            <w:pPr>
              <w:pStyle w:val="TBLContenu"/>
              <w:rPr>
                <w:b/>
                <w:bCs/>
                <w:lang w:bidi="en-US"/>
              </w:rPr>
            </w:pPr>
            <w:r>
              <w:rPr>
                <w:lang w:bidi="en-US"/>
              </w:rPr>
              <w:t>Contact</w:t>
            </w:r>
          </w:p>
        </w:tc>
        <w:tc>
          <w:tcPr>
            <w:tcW w:w="1669" w:type="pct"/>
            <w:noWrap/>
          </w:tcPr>
          <w:p w14:paraId="2C8C93BA" w14:textId="69571F3B" w:rsidR="00FA2DFC" w:rsidRPr="00EB5561" w:rsidRDefault="00FA2DFC" w:rsidP="00FA2DFC">
            <w:pPr>
              <w:pStyle w:val="TBLContenu"/>
              <w:rPr>
                <w:lang w:bidi="en-US"/>
              </w:rPr>
            </w:pPr>
            <w:proofErr w:type="spellStart"/>
            <w:proofErr w:type="gramStart"/>
            <w:r>
              <w:rPr>
                <w:lang w:bidi="en-US"/>
              </w:rPr>
              <w:t>idContact</w:t>
            </w:r>
            <w:proofErr w:type="spellEnd"/>
            <w:proofErr w:type="gramEnd"/>
            <w:r w:rsidRPr="00EB5561">
              <w:rPr>
                <w:lang w:bidi="en-US"/>
              </w:rPr>
              <w:t xml:space="preserve"> : [</w:t>
            </w:r>
            <w:r>
              <w:rPr>
                <w:lang w:bidi="en-US"/>
              </w:rPr>
              <w:t>1</w:t>
            </w:r>
            <w:r w:rsidRPr="00EB5561">
              <w:rPr>
                <w:lang w:bidi="en-US"/>
              </w:rPr>
              <w:t>..1] Identifiant</w:t>
            </w:r>
          </w:p>
        </w:tc>
        <w:tc>
          <w:tcPr>
            <w:tcW w:w="1043" w:type="pct"/>
            <w:noWrap/>
          </w:tcPr>
          <w:p w14:paraId="3E780BEE" w14:textId="77777777" w:rsidR="00FA2DFC" w:rsidRPr="00E41670" w:rsidRDefault="00FA2DFC" w:rsidP="00FA2DFC">
            <w:pPr>
              <w:pStyle w:val="TBLContenu"/>
              <w:rPr>
                <w:lang w:bidi="en-US"/>
              </w:rPr>
            </w:pPr>
            <w:proofErr w:type="spellStart"/>
            <w:r w:rsidRPr="00E41670">
              <w:rPr>
                <w:lang w:bidi="en-US"/>
              </w:rPr>
              <w:t>RelatedPerson</w:t>
            </w:r>
            <w:proofErr w:type="spellEnd"/>
          </w:p>
          <w:p w14:paraId="280C0909" w14:textId="4030E2E1" w:rsidR="00FA2DFC" w:rsidRPr="00E41670" w:rsidRDefault="00FA2DFC" w:rsidP="00FA2DFC">
            <w:pPr>
              <w:pStyle w:val="TBLContenu"/>
              <w:rPr>
                <w:lang w:bidi="en-US"/>
              </w:rPr>
            </w:pPr>
            <w:proofErr w:type="spellStart"/>
            <w:r w:rsidRPr="00E41670">
              <w:rPr>
                <w:color w:val="F79646" w:themeColor="accent6"/>
                <w:lang w:bidi="en-US"/>
              </w:rPr>
              <w:t>FrRelatedPerson</w:t>
            </w:r>
            <w:proofErr w:type="spellEnd"/>
          </w:p>
        </w:tc>
        <w:tc>
          <w:tcPr>
            <w:tcW w:w="1248" w:type="pct"/>
            <w:noWrap/>
          </w:tcPr>
          <w:p w14:paraId="70C3562A" w14:textId="58684F77" w:rsidR="00FA2DFC" w:rsidRPr="00E41670" w:rsidRDefault="00FA2DFC" w:rsidP="00FA2DFC">
            <w:pPr>
              <w:pStyle w:val="TBLContenu"/>
              <w:rPr>
                <w:lang w:bidi="en-US"/>
              </w:rPr>
            </w:pPr>
            <w:proofErr w:type="gramStart"/>
            <w:r w:rsidRPr="00E41670">
              <w:rPr>
                <w:lang w:bidi="en-US"/>
              </w:rPr>
              <w:t>identifier</w:t>
            </w:r>
            <w:proofErr w:type="gramEnd"/>
            <w:r w:rsidRPr="00E41670">
              <w:rPr>
                <w:lang w:bidi="en-US"/>
              </w:rPr>
              <w:t xml:space="preserve"> : Identifier [1..1]</w:t>
            </w:r>
          </w:p>
        </w:tc>
      </w:tr>
      <w:tr w:rsidR="00FA2DFC" w:rsidRPr="002A3ED8" w14:paraId="71F55461" w14:textId="77777777" w:rsidTr="004A5E9E">
        <w:trPr>
          <w:trHeight w:val="288"/>
        </w:trPr>
        <w:tc>
          <w:tcPr>
            <w:tcW w:w="1040" w:type="pct"/>
            <w:vMerge/>
            <w:noWrap/>
          </w:tcPr>
          <w:p w14:paraId="35452677" w14:textId="77777777" w:rsidR="00FA2DFC" w:rsidRPr="00EB5561" w:rsidRDefault="00FA2DFC" w:rsidP="00FA2DFC">
            <w:pPr>
              <w:pStyle w:val="TBLContenu"/>
              <w:rPr>
                <w:lang w:bidi="en-US"/>
              </w:rPr>
            </w:pPr>
          </w:p>
        </w:tc>
        <w:tc>
          <w:tcPr>
            <w:tcW w:w="1669" w:type="pct"/>
            <w:noWrap/>
          </w:tcPr>
          <w:p w14:paraId="38E1682A" w14:textId="34BD5AA7" w:rsidR="00FA2DFC" w:rsidRPr="00EB5561" w:rsidRDefault="00FA2DFC" w:rsidP="00FA2DFC">
            <w:pPr>
              <w:pStyle w:val="TBLContenu"/>
              <w:rPr>
                <w:lang w:bidi="en-US"/>
              </w:rPr>
            </w:pPr>
            <w:proofErr w:type="gramStart"/>
            <w:r>
              <w:rPr>
                <w:lang w:bidi="en-US"/>
              </w:rPr>
              <w:t>adresse</w:t>
            </w:r>
            <w:proofErr w:type="gramEnd"/>
            <w:r>
              <w:rPr>
                <w:lang w:bidi="en-US"/>
              </w:rPr>
              <w:t xml:space="preserve"> : [0..1] Adresse</w:t>
            </w:r>
          </w:p>
        </w:tc>
        <w:tc>
          <w:tcPr>
            <w:tcW w:w="1043" w:type="pct"/>
            <w:noWrap/>
          </w:tcPr>
          <w:p w14:paraId="798AABEC" w14:textId="77777777" w:rsidR="00FA2DFC" w:rsidRPr="00E41670" w:rsidRDefault="00FA2DFC" w:rsidP="00FA2DFC">
            <w:pPr>
              <w:pStyle w:val="TBLContenu"/>
              <w:rPr>
                <w:lang w:bidi="en-US"/>
              </w:rPr>
            </w:pPr>
            <w:proofErr w:type="spellStart"/>
            <w:r w:rsidRPr="00E41670">
              <w:rPr>
                <w:lang w:bidi="en-US"/>
              </w:rPr>
              <w:t>RelatedPerson</w:t>
            </w:r>
            <w:proofErr w:type="spellEnd"/>
          </w:p>
          <w:p w14:paraId="3A65F14B" w14:textId="2DFFB8F5" w:rsidR="00FA2DFC" w:rsidRPr="00E41670" w:rsidRDefault="00FA2DFC" w:rsidP="00FA2DFC">
            <w:pPr>
              <w:pStyle w:val="TBLContenu"/>
              <w:rPr>
                <w:lang w:bidi="en-US"/>
              </w:rPr>
            </w:pPr>
            <w:proofErr w:type="spellStart"/>
            <w:r w:rsidRPr="00E41670">
              <w:rPr>
                <w:color w:val="F79646" w:themeColor="accent6"/>
                <w:lang w:bidi="en-US"/>
              </w:rPr>
              <w:t>FrRelatedPerson</w:t>
            </w:r>
            <w:proofErr w:type="spellEnd"/>
          </w:p>
        </w:tc>
        <w:tc>
          <w:tcPr>
            <w:tcW w:w="1248" w:type="pct"/>
            <w:noWrap/>
          </w:tcPr>
          <w:p w14:paraId="73E6A282" w14:textId="5F4B8B03" w:rsidR="00FA2DFC" w:rsidRPr="00E41670" w:rsidRDefault="00FA2DFC" w:rsidP="00FA2DFC">
            <w:pPr>
              <w:pStyle w:val="TBLContenu"/>
              <w:rPr>
                <w:lang w:bidi="en-US"/>
              </w:rPr>
            </w:pPr>
            <w:proofErr w:type="spellStart"/>
            <w:proofErr w:type="gramStart"/>
            <w:r w:rsidRPr="00E41670">
              <w:rPr>
                <w:lang w:bidi="en-US"/>
              </w:rPr>
              <w:t>address</w:t>
            </w:r>
            <w:proofErr w:type="spellEnd"/>
            <w:proofErr w:type="gramEnd"/>
            <w:r w:rsidRPr="00E41670">
              <w:rPr>
                <w:lang w:bidi="en-US"/>
              </w:rPr>
              <w:t xml:space="preserve"> : </w:t>
            </w:r>
            <w:proofErr w:type="spellStart"/>
            <w:r w:rsidRPr="00E41670">
              <w:t>Address</w:t>
            </w:r>
            <w:proofErr w:type="spellEnd"/>
            <w:r w:rsidRPr="00E41670">
              <w:t xml:space="preserve"> [0..*]</w:t>
            </w:r>
          </w:p>
        </w:tc>
      </w:tr>
      <w:tr w:rsidR="00FA2DFC" w:rsidRPr="002A3ED8" w14:paraId="0998BC9E" w14:textId="77777777" w:rsidTr="004A5E9E">
        <w:trPr>
          <w:trHeight w:val="288"/>
        </w:trPr>
        <w:tc>
          <w:tcPr>
            <w:tcW w:w="1040" w:type="pct"/>
            <w:vMerge/>
            <w:noWrap/>
          </w:tcPr>
          <w:p w14:paraId="6BB2F084" w14:textId="77777777" w:rsidR="00FA2DFC" w:rsidRPr="00EB5561" w:rsidRDefault="00FA2DFC" w:rsidP="00FA2DFC">
            <w:pPr>
              <w:pStyle w:val="TBLContenu"/>
              <w:rPr>
                <w:lang w:bidi="en-US"/>
              </w:rPr>
            </w:pPr>
          </w:p>
        </w:tc>
        <w:tc>
          <w:tcPr>
            <w:tcW w:w="1669" w:type="pct"/>
            <w:noWrap/>
          </w:tcPr>
          <w:p w14:paraId="4AC1EBB8" w14:textId="77777777" w:rsidR="00FA2DFC" w:rsidRPr="00EB5561" w:rsidRDefault="00FA2DFC" w:rsidP="00FA2DFC">
            <w:pPr>
              <w:pStyle w:val="TBLContenu"/>
              <w:rPr>
                <w:lang w:bidi="en-US"/>
              </w:rPr>
            </w:pPr>
            <w:proofErr w:type="spellStart"/>
            <w:proofErr w:type="gramStart"/>
            <w:r>
              <w:rPr>
                <w:lang w:bidi="en-US"/>
              </w:rPr>
              <w:t>telecommunication</w:t>
            </w:r>
            <w:proofErr w:type="spellEnd"/>
            <w:proofErr w:type="gramEnd"/>
            <w:r>
              <w:rPr>
                <w:lang w:bidi="en-US"/>
              </w:rPr>
              <w:t xml:space="preserve"> : [0..*] </w:t>
            </w:r>
            <w:proofErr w:type="spellStart"/>
            <w:r>
              <w:rPr>
                <w:lang w:bidi="en-US"/>
              </w:rPr>
              <w:t>Telecommunication</w:t>
            </w:r>
            <w:proofErr w:type="spellEnd"/>
          </w:p>
        </w:tc>
        <w:tc>
          <w:tcPr>
            <w:tcW w:w="1043" w:type="pct"/>
            <w:noWrap/>
          </w:tcPr>
          <w:p w14:paraId="7807E3BD" w14:textId="77777777" w:rsidR="00FA2DFC" w:rsidRPr="00E41670" w:rsidRDefault="00FA2DFC" w:rsidP="00FA2DFC">
            <w:pPr>
              <w:pStyle w:val="TBLContenu"/>
              <w:rPr>
                <w:lang w:bidi="en-US"/>
              </w:rPr>
            </w:pPr>
            <w:proofErr w:type="spellStart"/>
            <w:r w:rsidRPr="00E41670">
              <w:rPr>
                <w:lang w:bidi="en-US"/>
              </w:rPr>
              <w:t>RelatedPerson</w:t>
            </w:r>
            <w:proofErr w:type="spellEnd"/>
          </w:p>
          <w:p w14:paraId="0C7CBDC0" w14:textId="46675AC2" w:rsidR="00FA2DFC" w:rsidRPr="00E41670" w:rsidRDefault="00FA2DFC" w:rsidP="00FA2DFC">
            <w:pPr>
              <w:pStyle w:val="TBLContenu"/>
              <w:rPr>
                <w:lang w:bidi="en-US"/>
              </w:rPr>
            </w:pPr>
            <w:proofErr w:type="spellStart"/>
            <w:r w:rsidRPr="00E41670">
              <w:rPr>
                <w:color w:val="F79646" w:themeColor="accent6"/>
                <w:lang w:bidi="en-US"/>
              </w:rPr>
              <w:t>FrRelatedPerson</w:t>
            </w:r>
            <w:proofErr w:type="spellEnd"/>
          </w:p>
        </w:tc>
        <w:tc>
          <w:tcPr>
            <w:tcW w:w="1248" w:type="pct"/>
            <w:noWrap/>
          </w:tcPr>
          <w:p w14:paraId="2888224D" w14:textId="49180989" w:rsidR="00FA2DFC" w:rsidRPr="00E41670" w:rsidRDefault="00FA2DFC" w:rsidP="00FA2DFC">
            <w:pPr>
              <w:pStyle w:val="TBLContenu"/>
              <w:rPr>
                <w:lang w:bidi="en-US"/>
              </w:rPr>
            </w:pPr>
            <w:proofErr w:type="spellStart"/>
            <w:proofErr w:type="gramStart"/>
            <w:r w:rsidRPr="00E41670">
              <w:rPr>
                <w:lang w:bidi="en-US"/>
              </w:rPr>
              <w:t>telecom</w:t>
            </w:r>
            <w:proofErr w:type="spellEnd"/>
            <w:proofErr w:type="gramEnd"/>
            <w:r w:rsidRPr="00E41670">
              <w:rPr>
                <w:lang w:bidi="en-US"/>
              </w:rPr>
              <w:t xml:space="preserve"> </w:t>
            </w:r>
            <w:r w:rsidRPr="00E41670">
              <w:t xml:space="preserve">: </w:t>
            </w:r>
            <w:proofErr w:type="spellStart"/>
            <w:r w:rsidRPr="00E41670">
              <w:rPr>
                <w:color w:val="F79646" w:themeColor="accent6"/>
              </w:rPr>
              <w:t>FrContactPoint</w:t>
            </w:r>
            <w:proofErr w:type="spellEnd"/>
            <w:r w:rsidRPr="00E41670">
              <w:rPr>
                <w:color w:val="F79646" w:themeColor="accent6"/>
              </w:rPr>
              <w:t xml:space="preserve"> </w:t>
            </w:r>
            <w:r w:rsidRPr="00E41670">
              <w:t>[0..*]</w:t>
            </w:r>
          </w:p>
        </w:tc>
      </w:tr>
      <w:tr w:rsidR="00FA2DFC" w:rsidRPr="002A3ED8" w14:paraId="38244011" w14:textId="77777777" w:rsidTr="004A5E9E">
        <w:trPr>
          <w:trHeight w:val="288"/>
        </w:trPr>
        <w:tc>
          <w:tcPr>
            <w:tcW w:w="1040" w:type="pct"/>
            <w:vMerge w:val="restart"/>
            <w:noWrap/>
          </w:tcPr>
          <w:p w14:paraId="4388A84E" w14:textId="77777777" w:rsidR="00FA2DFC" w:rsidRPr="00EB5561" w:rsidRDefault="00FA2DFC" w:rsidP="00FA2DFC">
            <w:pPr>
              <w:pStyle w:val="TBLContenu"/>
              <w:rPr>
                <w:b/>
                <w:bCs/>
                <w:lang w:bidi="en-US"/>
              </w:rPr>
            </w:pPr>
            <w:proofErr w:type="spellStart"/>
            <w:r w:rsidRPr="00EB5561">
              <w:rPr>
                <w:lang w:bidi="en-US"/>
              </w:rPr>
              <w:t>PersonnePhysique</w:t>
            </w:r>
            <w:proofErr w:type="spellEnd"/>
          </w:p>
        </w:tc>
        <w:tc>
          <w:tcPr>
            <w:tcW w:w="1669" w:type="pct"/>
            <w:noWrap/>
          </w:tcPr>
          <w:p w14:paraId="6CAD86EF" w14:textId="77777777" w:rsidR="00FA2DFC" w:rsidRPr="00EB5561" w:rsidRDefault="00FA2DFC" w:rsidP="00FA2DFC">
            <w:pPr>
              <w:pStyle w:val="TBLContenu"/>
              <w:rPr>
                <w:lang w:bidi="en-US"/>
              </w:rPr>
            </w:pPr>
            <w:proofErr w:type="spellStart"/>
            <w:proofErr w:type="gramStart"/>
            <w:r w:rsidRPr="00EB5561">
              <w:rPr>
                <w:lang w:bidi="en-US"/>
              </w:rPr>
              <w:t>nomFamille</w:t>
            </w:r>
            <w:proofErr w:type="spellEnd"/>
            <w:proofErr w:type="gramEnd"/>
            <w:r w:rsidRPr="00EB5561">
              <w:rPr>
                <w:lang w:bidi="en-US"/>
              </w:rPr>
              <w:t xml:space="preserve"> : [0..*] Texte</w:t>
            </w:r>
          </w:p>
        </w:tc>
        <w:tc>
          <w:tcPr>
            <w:tcW w:w="1043" w:type="pct"/>
            <w:noWrap/>
          </w:tcPr>
          <w:p w14:paraId="6ADF9305" w14:textId="77777777" w:rsidR="00FA2DFC" w:rsidRPr="00E41670" w:rsidRDefault="00FA2DFC" w:rsidP="00FA2DFC">
            <w:pPr>
              <w:pStyle w:val="TBLContenu"/>
              <w:rPr>
                <w:lang w:bidi="en-US"/>
              </w:rPr>
            </w:pPr>
            <w:proofErr w:type="spellStart"/>
            <w:r w:rsidRPr="00E41670">
              <w:rPr>
                <w:lang w:bidi="en-US"/>
              </w:rPr>
              <w:t>RelatedPerson</w:t>
            </w:r>
            <w:proofErr w:type="spellEnd"/>
          </w:p>
          <w:p w14:paraId="581E6D6B" w14:textId="1E1821B4" w:rsidR="00FA2DFC" w:rsidRPr="00E41670" w:rsidRDefault="00FA2DFC" w:rsidP="00FA2DFC">
            <w:pPr>
              <w:pStyle w:val="TBLContenu"/>
              <w:rPr>
                <w:lang w:bidi="en-US"/>
              </w:rPr>
            </w:pPr>
            <w:proofErr w:type="spellStart"/>
            <w:r w:rsidRPr="00E41670">
              <w:rPr>
                <w:color w:val="F79646" w:themeColor="accent6"/>
                <w:lang w:bidi="en-US"/>
              </w:rPr>
              <w:t>FrRelatedPerson</w:t>
            </w:r>
            <w:proofErr w:type="spellEnd"/>
          </w:p>
        </w:tc>
        <w:tc>
          <w:tcPr>
            <w:tcW w:w="1248" w:type="pct"/>
            <w:noWrap/>
          </w:tcPr>
          <w:p w14:paraId="3EC810BC" w14:textId="77777777" w:rsidR="00FA2DFC" w:rsidRPr="00E41670" w:rsidRDefault="00FA2DFC" w:rsidP="00FA2DFC">
            <w:pPr>
              <w:pStyle w:val="TBLContenu"/>
            </w:pPr>
            <w:proofErr w:type="spellStart"/>
            <w:proofErr w:type="gramStart"/>
            <w:r w:rsidRPr="00E41670">
              <w:rPr>
                <w:lang w:bidi="en-US"/>
              </w:rPr>
              <w:t>name</w:t>
            </w:r>
            <w:proofErr w:type="spellEnd"/>
            <w:r w:rsidRPr="00E41670">
              <w:rPr>
                <w:color w:val="7F7F7F" w:themeColor="text1" w:themeTint="80"/>
                <w:lang w:bidi="en-US"/>
              </w:rPr>
              <w:t>[</w:t>
            </w:r>
            <w:proofErr w:type="gramEnd"/>
            <w:r w:rsidRPr="00E41670">
              <w:rPr>
                <w:color w:val="7F7F7F" w:themeColor="text1" w:themeTint="80"/>
                <w:lang w:bidi="en-US"/>
              </w:rPr>
              <w:t>0..*]</w:t>
            </w:r>
            <w:r w:rsidRPr="00E41670">
              <w:rPr>
                <w:lang w:bidi="en-US"/>
              </w:rPr>
              <w:t>.</w:t>
            </w:r>
            <w:proofErr w:type="spellStart"/>
            <w:r w:rsidRPr="00E41670">
              <w:rPr>
                <w:lang w:bidi="en-US"/>
              </w:rPr>
              <w:t>family</w:t>
            </w:r>
            <w:proofErr w:type="spellEnd"/>
            <w:r w:rsidRPr="00E41670">
              <w:rPr>
                <w:lang w:bidi="en-US"/>
              </w:rPr>
              <w:t xml:space="preserve"> : </w:t>
            </w:r>
            <w:r w:rsidRPr="00E41670">
              <w:t>string [0..1]</w:t>
            </w:r>
          </w:p>
          <w:p w14:paraId="22587F9C" w14:textId="1C36D9E3" w:rsidR="00FA2DFC" w:rsidRPr="00E41670" w:rsidRDefault="00FA2DFC" w:rsidP="00FA2DFC">
            <w:pPr>
              <w:pStyle w:val="TBLContenu"/>
              <w:rPr>
                <w:lang w:bidi="en-US"/>
              </w:rPr>
            </w:pPr>
            <w:r w:rsidRPr="00E41670">
              <w:rPr>
                <w:lang w:bidi="en-US"/>
              </w:rPr>
              <w:t>(</w:t>
            </w:r>
            <w:proofErr w:type="spellStart"/>
            <w:r w:rsidRPr="00E41670">
              <w:rPr>
                <w:color w:val="F79646" w:themeColor="accent6"/>
                <w:lang w:bidi="en-US"/>
              </w:rPr>
              <w:t>FrHumanName</w:t>
            </w:r>
            <w:proofErr w:type="spellEnd"/>
            <w:r w:rsidRPr="00E41670">
              <w:t>)</w:t>
            </w:r>
          </w:p>
        </w:tc>
      </w:tr>
      <w:tr w:rsidR="00FA2DFC" w:rsidRPr="002A3ED8" w14:paraId="38C00534" w14:textId="77777777" w:rsidTr="004A5E9E">
        <w:trPr>
          <w:trHeight w:val="288"/>
        </w:trPr>
        <w:tc>
          <w:tcPr>
            <w:tcW w:w="1040" w:type="pct"/>
            <w:vMerge/>
            <w:noWrap/>
          </w:tcPr>
          <w:p w14:paraId="61BA8F16" w14:textId="77777777" w:rsidR="00FA2DFC" w:rsidRPr="00EB5561" w:rsidRDefault="00FA2DFC" w:rsidP="00FA2DFC">
            <w:pPr>
              <w:pStyle w:val="TBLContenu"/>
              <w:rPr>
                <w:lang w:bidi="en-US"/>
              </w:rPr>
            </w:pPr>
          </w:p>
        </w:tc>
        <w:tc>
          <w:tcPr>
            <w:tcW w:w="1669" w:type="pct"/>
            <w:noWrap/>
          </w:tcPr>
          <w:p w14:paraId="4D1020B3" w14:textId="77777777" w:rsidR="00FA2DFC" w:rsidRPr="00EB5561" w:rsidRDefault="00FA2DFC" w:rsidP="00FA2DFC">
            <w:pPr>
              <w:pStyle w:val="TBLContenu"/>
              <w:rPr>
                <w:lang w:bidi="en-US"/>
              </w:rPr>
            </w:pPr>
            <w:proofErr w:type="spellStart"/>
            <w:proofErr w:type="gramStart"/>
            <w:r w:rsidRPr="00EB5561">
              <w:rPr>
                <w:lang w:bidi="en-US"/>
              </w:rPr>
              <w:t>prenomUsuel</w:t>
            </w:r>
            <w:proofErr w:type="spellEnd"/>
            <w:proofErr w:type="gramEnd"/>
            <w:r w:rsidRPr="00EB5561">
              <w:rPr>
                <w:lang w:bidi="en-US"/>
              </w:rPr>
              <w:t xml:space="preserve"> : [0..*] Texte</w:t>
            </w:r>
          </w:p>
        </w:tc>
        <w:tc>
          <w:tcPr>
            <w:tcW w:w="1043" w:type="pct"/>
            <w:noWrap/>
          </w:tcPr>
          <w:p w14:paraId="6BCD828F" w14:textId="77777777" w:rsidR="00FA2DFC" w:rsidRPr="00E41670" w:rsidRDefault="00FA2DFC" w:rsidP="00FA2DFC">
            <w:pPr>
              <w:pStyle w:val="TBLContenu"/>
              <w:rPr>
                <w:lang w:bidi="en-US"/>
              </w:rPr>
            </w:pPr>
            <w:proofErr w:type="spellStart"/>
            <w:r w:rsidRPr="00E41670">
              <w:rPr>
                <w:lang w:bidi="en-US"/>
              </w:rPr>
              <w:t>RelatedPerson</w:t>
            </w:r>
            <w:proofErr w:type="spellEnd"/>
          </w:p>
          <w:p w14:paraId="7EC34778" w14:textId="4616A84D" w:rsidR="00FA2DFC" w:rsidRPr="00E41670" w:rsidRDefault="00FA2DFC" w:rsidP="00FA2DFC">
            <w:pPr>
              <w:pStyle w:val="TBLContenu"/>
              <w:rPr>
                <w:lang w:bidi="en-US"/>
              </w:rPr>
            </w:pPr>
            <w:proofErr w:type="spellStart"/>
            <w:r w:rsidRPr="00E41670">
              <w:rPr>
                <w:color w:val="F79646" w:themeColor="accent6"/>
                <w:lang w:bidi="en-US"/>
              </w:rPr>
              <w:t>FrRelatedPerson</w:t>
            </w:r>
            <w:proofErr w:type="spellEnd"/>
          </w:p>
        </w:tc>
        <w:tc>
          <w:tcPr>
            <w:tcW w:w="1248" w:type="pct"/>
            <w:noWrap/>
          </w:tcPr>
          <w:p w14:paraId="228E26AB" w14:textId="77777777" w:rsidR="00FA2DFC" w:rsidRPr="00E41670" w:rsidRDefault="00FA2DFC" w:rsidP="00FA2DFC">
            <w:pPr>
              <w:pStyle w:val="TBLContenu"/>
            </w:pPr>
            <w:proofErr w:type="spellStart"/>
            <w:proofErr w:type="gramStart"/>
            <w:r w:rsidRPr="00E41670">
              <w:rPr>
                <w:lang w:bidi="en-US"/>
              </w:rPr>
              <w:t>name</w:t>
            </w:r>
            <w:proofErr w:type="spellEnd"/>
            <w:r w:rsidRPr="00E41670">
              <w:rPr>
                <w:color w:val="7F7F7F" w:themeColor="text1" w:themeTint="80"/>
                <w:lang w:bidi="en-US"/>
              </w:rPr>
              <w:t>[</w:t>
            </w:r>
            <w:proofErr w:type="gramEnd"/>
            <w:r w:rsidRPr="00E41670">
              <w:rPr>
                <w:color w:val="7F7F7F" w:themeColor="text1" w:themeTint="80"/>
                <w:lang w:bidi="en-US"/>
              </w:rPr>
              <w:t>0..*]</w:t>
            </w:r>
            <w:r w:rsidRPr="00E41670">
              <w:rPr>
                <w:lang w:bidi="en-US"/>
              </w:rPr>
              <w:t>.</w:t>
            </w:r>
            <w:proofErr w:type="spellStart"/>
            <w:r w:rsidRPr="00E41670">
              <w:rPr>
                <w:lang w:bidi="en-US"/>
              </w:rPr>
              <w:t>given</w:t>
            </w:r>
            <w:proofErr w:type="spellEnd"/>
            <w:r w:rsidRPr="00E41670">
              <w:t> : string [0..*]</w:t>
            </w:r>
          </w:p>
          <w:p w14:paraId="2499BBA2" w14:textId="426E427E" w:rsidR="00FA2DFC" w:rsidRPr="00E41670" w:rsidRDefault="00FA2DFC" w:rsidP="00FA68FE">
            <w:pPr>
              <w:pStyle w:val="TBLContenu"/>
              <w:keepNext/>
              <w:rPr>
                <w:lang w:bidi="en-US"/>
              </w:rPr>
            </w:pPr>
            <w:r w:rsidRPr="00E41670">
              <w:rPr>
                <w:lang w:bidi="en-US"/>
              </w:rPr>
              <w:t>(</w:t>
            </w:r>
            <w:proofErr w:type="spellStart"/>
            <w:r w:rsidRPr="00E41670">
              <w:rPr>
                <w:color w:val="F79646" w:themeColor="accent6"/>
                <w:lang w:bidi="en-US"/>
              </w:rPr>
              <w:t>FrHumanName</w:t>
            </w:r>
            <w:proofErr w:type="spellEnd"/>
            <w:r w:rsidRPr="00E41670">
              <w:t>)</w:t>
            </w:r>
          </w:p>
        </w:tc>
      </w:tr>
    </w:tbl>
    <w:p w14:paraId="1E5A64FF" w14:textId="6C3ED503" w:rsidR="00FA68FE" w:rsidRDefault="00FA68FE">
      <w:pPr>
        <w:pStyle w:val="Lgende"/>
      </w:pPr>
      <w:bookmarkStart w:id="25" w:name="_Toc93069114"/>
      <w:r>
        <w:t xml:space="preserve">Tableau </w:t>
      </w:r>
      <w:fldSimple w:instr=" SEQ Tableau \* ARABIC ">
        <w:r w:rsidR="00A100DC">
          <w:rPr>
            <w:noProof/>
          </w:rPr>
          <w:t>10</w:t>
        </w:r>
      </w:fldSimple>
      <w:r w:rsidR="001F4BD5">
        <w:t xml:space="preserve"> </w:t>
      </w:r>
      <w:r w:rsidR="001F4BD5" w:rsidRPr="001F4BD5">
        <w:t>Mise en correspondance entre éléments métier et éléments FHIR pour le flux 5a</w:t>
      </w:r>
    </w:p>
    <w:p w14:paraId="7611E10A" w14:textId="6488E549" w:rsidR="002206AD" w:rsidRPr="00231393" w:rsidRDefault="002206AD" w:rsidP="00635C70">
      <w:pPr>
        <w:pStyle w:val="Titre2"/>
      </w:pPr>
      <w:bookmarkStart w:id="26" w:name="_Toc34751957"/>
      <w:bookmarkStart w:id="27" w:name="_Toc142042211"/>
      <w:bookmarkEnd w:id="25"/>
      <w:r w:rsidRPr="006E107D">
        <w:t xml:space="preserve">Flux </w:t>
      </w:r>
      <w:r w:rsidR="00292294">
        <w:t>5</w:t>
      </w:r>
      <w:r w:rsidRPr="006E107D">
        <w:t xml:space="preserve">b – Réponse à la </w:t>
      </w:r>
      <w:r>
        <w:t>demande de consultation</w:t>
      </w:r>
      <w:r w:rsidRPr="006E107D">
        <w:t xml:space="preserve"> de rendez-vous</w:t>
      </w:r>
      <w:bookmarkEnd w:id="26"/>
      <w:bookmarkEnd w:id="27"/>
    </w:p>
    <w:tbl>
      <w:tblPr>
        <w:tblStyle w:val="Tableaustandard"/>
        <w:tblW w:w="5000" w:type="pct"/>
        <w:tblLayout w:type="fixed"/>
        <w:tblLook w:val="04A0" w:firstRow="1" w:lastRow="0" w:firstColumn="1" w:lastColumn="0" w:noHBand="0" w:noVBand="1"/>
      </w:tblPr>
      <w:tblGrid>
        <w:gridCol w:w="1411"/>
        <w:gridCol w:w="4153"/>
        <w:gridCol w:w="2303"/>
        <w:gridCol w:w="2323"/>
      </w:tblGrid>
      <w:tr w:rsidR="002206AD" w:rsidRPr="002A3ED8" w14:paraId="438EF76A" w14:textId="77777777" w:rsidTr="004A5E9E">
        <w:trPr>
          <w:cnfStyle w:val="100000000000" w:firstRow="1" w:lastRow="0" w:firstColumn="0" w:lastColumn="0" w:oddVBand="0" w:evenVBand="0" w:oddHBand="0" w:evenHBand="0" w:firstRowFirstColumn="0" w:firstRowLastColumn="0" w:lastRowFirstColumn="0" w:lastRowLastColumn="0"/>
          <w:trHeight w:val="288"/>
        </w:trPr>
        <w:tc>
          <w:tcPr>
            <w:tcW w:w="2730" w:type="pct"/>
            <w:gridSpan w:val="2"/>
            <w:noWrap/>
            <w:hideMark/>
          </w:tcPr>
          <w:p w14:paraId="26F32AC8" w14:textId="77777777" w:rsidR="002206AD" w:rsidRPr="00230238" w:rsidRDefault="002206AD" w:rsidP="004A5E9E">
            <w:pPr>
              <w:pStyle w:val="TBLTitrecolonne"/>
            </w:pPr>
            <w:proofErr w:type="spellStart"/>
            <w:r w:rsidRPr="00230238">
              <w:t>Eléments</w:t>
            </w:r>
            <w:proofErr w:type="spellEnd"/>
            <w:r w:rsidRPr="00230238">
              <w:t xml:space="preserve"> métier</w:t>
            </w:r>
          </w:p>
        </w:tc>
        <w:tc>
          <w:tcPr>
            <w:tcW w:w="2270" w:type="pct"/>
            <w:gridSpan w:val="2"/>
            <w:noWrap/>
            <w:hideMark/>
          </w:tcPr>
          <w:p w14:paraId="59BD05A9" w14:textId="045B48BD" w:rsidR="002206AD" w:rsidRPr="00230238" w:rsidRDefault="00AD75F0" w:rsidP="004A5E9E">
            <w:pPr>
              <w:pStyle w:val="TBLTitrecolonne"/>
              <w:rPr>
                <w:bCs/>
              </w:rPr>
            </w:pPr>
            <w:proofErr w:type="spellStart"/>
            <w:r w:rsidRPr="00A75037">
              <w:t>Eléments</w:t>
            </w:r>
            <w:proofErr w:type="spellEnd"/>
            <w:r w:rsidRPr="00A75037">
              <w:t xml:space="preserve"> </w:t>
            </w:r>
            <w:r>
              <w:t>des ressources et profils FHIR identifiés</w:t>
            </w:r>
          </w:p>
        </w:tc>
      </w:tr>
      <w:tr w:rsidR="002206AD" w:rsidRPr="002A3ED8" w14:paraId="37DF9A11" w14:textId="77777777" w:rsidTr="004A5E9E">
        <w:trPr>
          <w:trHeight w:val="288"/>
        </w:trPr>
        <w:tc>
          <w:tcPr>
            <w:tcW w:w="692" w:type="pct"/>
            <w:noWrap/>
            <w:hideMark/>
          </w:tcPr>
          <w:p w14:paraId="5EB6813C" w14:textId="77777777" w:rsidR="002206AD" w:rsidRPr="00230238" w:rsidRDefault="002206AD" w:rsidP="004A5E9E">
            <w:pPr>
              <w:pStyle w:val="TBLTitrecolonne"/>
            </w:pPr>
            <w:r w:rsidRPr="00230238">
              <w:t>Classe</w:t>
            </w:r>
          </w:p>
        </w:tc>
        <w:tc>
          <w:tcPr>
            <w:tcW w:w="2038" w:type="pct"/>
            <w:noWrap/>
            <w:hideMark/>
          </w:tcPr>
          <w:p w14:paraId="1A88D1EF" w14:textId="77777777" w:rsidR="002206AD" w:rsidRPr="00230238" w:rsidRDefault="002206AD" w:rsidP="004A5E9E">
            <w:pPr>
              <w:pStyle w:val="TBLTitrecolonne"/>
            </w:pPr>
            <w:r w:rsidRPr="00230238">
              <w:t>Attribut</w:t>
            </w:r>
          </w:p>
        </w:tc>
        <w:tc>
          <w:tcPr>
            <w:tcW w:w="1130" w:type="pct"/>
            <w:noWrap/>
            <w:hideMark/>
          </w:tcPr>
          <w:p w14:paraId="0DEA9053" w14:textId="77777777" w:rsidR="002206AD" w:rsidRPr="00230238" w:rsidRDefault="002206AD" w:rsidP="004A5E9E">
            <w:pPr>
              <w:pStyle w:val="TBLTitrecolonne"/>
            </w:pPr>
            <w:r>
              <w:t>Ressource</w:t>
            </w:r>
          </w:p>
        </w:tc>
        <w:tc>
          <w:tcPr>
            <w:tcW w:w="1140" w:type="pct"/>
            <w:noWrap/>
            <w:hideMark/>
          </w:tcPr>
          <w:p w14:paraId="7AAF731A" w14:textId="77777777" w:rsidR="002206AD" w:rsidRPr="00230238" w:rsidRDefault="002206AD" w:rsidP="004A5E9E">
            <w:pPr>
              <w:pStyle w:val="TBLTitrecolonne"/>
            </w:pPr>
            <w:proofErr w:type="spellStart"/>
            <w:r>
              <w:t>Elément</w:t>
            </w:r>
            <w:proofErr w:type="spellEnd"/>
          </w:p>
        </w:tc>
      </w:tr>
      <w:tr w:rsidR="00144956" w:rsidRPr="002A3ED8" w14:paraId="637BE10E" w14:textId="77777777" w:rsidTr="004A5E9E">
        <w:trPr>
          <w:trHeight w:val="288"/>
        </w:trPr>
        <w:tc>
          <w:tcPr>
            <w:tcW w:w="692" w:type="pct"/>
            <w:vMerge w:val="restart"/>
            <w:noWrap/>
            <w:hideMark/>
          </w:tcPr>
          <w:p w14:paraId="18264E21" w14:textId="7D3F826A" w:rsidR="00144956" w:rsidRPr="00436992" w:rsidRDefault="00144956" w:rsidP="002206AD">
            <w:pPr>
              <w:pStyle w:val="TBLContenu"/>
              <w:rPr>
                <w:b/>
                <w:bCs/>
                <w:lang w:bidi="en-US"/>
              </w:rPr>
            </w:pPr>
            <w:proofErr w:type="spellStart"/>
            <w:r>
              <w:rPr>
                <w:lang w:bidi="en-US"/>
              </w:rPr>
              <w:t>RendezVous</w:t>
            </w:r>
            <w:proofErr w:type="spellEnd"/>
          </w:p>
        </w:tc>
        <w:tc>
          <w:tcPr>
            <w:tcW w:w="2038" w:type="pct"/>
            <w:noWrap/>
            <w:hideMark/>
          </w:tcPr>
          <w:p w14:paraId="108FF433" w14:textId="087B2867" w:rsidR="00144956" w:rsidRPr="002A3ED8" w:rsidRDefault="00144956" w:rsidP="002206AD">
            <w:pPr>
              <w:pStyle w:val="TBLContenu"/>
              <w:rPr>
                <w:lang w:bidi="en-US"/>
              </w:rPr>
            </w:pPr>
            <w:proofErr w:type="spellStart"/>
            <w:proofErr w:type="gramStart"/>
            <w:r w:rsidRPr="002A3ED8">
              <w:rPr>
                <w:lang w:bidi="en-US"/>
              </w:rPr>
              <w:t>idRDV</w:t>
            </w:r>
            <w:proofErr w:type="spellEnd"/>
            <w:proofErr w:type="gramEnd"/>
            <w:r w:rsidRPr="002A3ED8">
              <w:rPr>
                <w:lang w:bidi="en-US"/>
              </w:rPr>
              <w:t xml:space="preserve"> : [</w:t>
            </w:r>
            <w:r>
              <w:rPr>
                <w:lang w:bidi="en-US"/>
              </w:rPr>
              <w:t>1</w:t>
            </w:r>
            <w:r w:rsidRPr="002A3ED8">
              <w:rPr>
                <w:lang w:bidi="en-US"/>
              </w:rPr>
              <w:t>..1] Identifiant</w:t>
            </w:r>
          </w:p>
        </w:tc>
        <w:tc>
          <w:tcPr>
            <w:tcW w:w="1130" w:type="pct"/>
            <w:noWrap/>
            <w:hideMark/>
          </w:tcPr>
          <w:p w14:paraId="7D980272" w14:textId="77777777" w:rsidR="00144956" w:rsidRDefault="00144956" w:rsidP="002206AD">
            <w:pPr>
              <w:pStyle w:val="TBLContenu"/>
              <w:rPr>
                <w:lang w:bidi="en-US"/>
              </w:rPr>
            </w:pPr>
            <w:proofErr w:type="spellStart"/>
            <w:r>
              <w:rPr>
                <w:lang w:bidi="en-US"/>
              </w:rPr>
              <w:t>Appointment</w:t>
            </w:r>
            <w:proofErr w:type="spellEnd"/>
          </w:p>
          <w:p w14:paraId="4BA2B8EA" w14:textId="77777777" w:rsidR="00144956" w:rsidRPr="002A3ED8" w:rsidRDefault="00144956" w:rsidP="002206AD">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40" w:type="pct"/>
            <w:noWrap/>
            <w:hideMark/>
          </w:tcPr>
          <w:p w14:paraId="3C9CB942" w14:textId="77777777" w:rsidR="00144956" w:rsidRPr="00234AD5" w:rsidRDefault="00144956" w:rsidP="002206AD">
            <w:pPr>
              <w:pStyle w:val="TBLContenu"/>
              <w:rPr>
                <w:lang w:bidi="en-US"/>
              </w:rPr>
            </w:pPr>
            <w:proofErr w:type="gramStart"/>
            <w:r>
              <w:rPr>
                <w:lang w:bidi="en-US"/>
              </w:rPr>
              <w:t>identifier</w:t>
            </w:r>
            <w:proofErr w:type="gramEnd"/>
            <w:r>
              <w:rPr>
                <w:lang w:bidi="en-US"/>
              </w:rPr>
              <w:t> : Identifier [0..*]</w:t>
            </w:r>
          </w:p>
        </w:tc>
      </w:tr>
      <w:tr w:rsidR="00144956" w:rsidRPr="002A3ED8" w14:paraId="589C69DD" w14:textId="77777777" w:rsidTr="004A5E9E">
        <w:trPr>
          <w:trHeight w:val="288"/>
        </w:trPr>
        <w:tc>
          <w:tcPr>
            <w:tcW w:w="692" w:type="pct"/>
            <w:vMerge/>
            <w:noWrap/>
            <w:hideMark/>
          </w:tcPr>
          <w:p w14:paraId="2275CC40" w14:textId="77777777" w:rsidR="00144956" w:rsidRPr="002A3ED8" w:rsidRDefault="00144956" w:rsidP="002206AD">
            <w:pPr>
              <w:pStyle w:val="TBLContenu"/>
              <w:rPr>
                <w:lang w:bidi="en-US"/>
              </w:rPr>
            </w:pPr>
          </w:p>
        </w:tc>
        <w:tc>
          <w:tcPr>
            <w:tcW w:w="2038" w:type="pct"/>
            <w:noWrap/>
            <w:hideMark/>
          </w:tcPr>
          <w:p w14:paraId="1C2977E3" w14:textId="1E37CB66" w:rsidR="00144956" w:rsidRPr="002A3ED8" w:rsidRDefault="00144956" w:rsidP="002206AD">
            <w:pPr>
              <w:pStyle w:val="TBLContenu"/>
              <w:rPr>
                <w:lang w:bidi="en-US"/>
              </w:rPr>
            </w:pPr>
            <w:proofErr w:type="spellStart"/>
            <w:proofErr w:type="gramStart"/>
            <w:r w:rsidRPr="002A3ED8">
              <w:rPr>
                <w:lang w:bidi="en-US"/>
              </w:rPr>
              <w:t>dateDebutRDV</w:t>
            </w:r>
            <w:proofErr w:type="spellEnd"/>
            <w:proofErr w:type="gramEnd"/>
            <w:r w:rsidRPr="002A3ED8">
              <w:rPr>
                <w:lang w:bidi="en-US"/>
              </w:rPr>
              <w:t xml:space="preserve"> : [</w:t>
            </w:r>
            <w:r w:rsidR="00D37D45">
              <w:rPr>
                <w:lang w:bidi="en-US"/>
              </w:rPr>
              <w:t>0</w:t>
            </w:r>
            <w:r w:rsidRPr="002A3ED8">
              <w:rPr>
                <w:lang w:bidi="en-US"/>
              </w:rPr>
              <w:t>..</w:t>
            </w:r>
            <w:r>
              <w:rPr>
                <w:lang w:bidi="en-US"/>
              </w:rPr>
              <w:t>1</w:t>
            </w:r>
            <w:r w:rsidRPr="002A3ED8">
              <w:rPr>
                <w:lang w:bidi="en-US"/>
              </w:rPr>
              <w:t xml:space="preserve">] </w:t>
            </w:r>
            <w:proofErr w:type="spellStart"/>
            <w:r w:rsidRPr="002A3ED8">
              <w:rPr>
                <w:lang w:bidi="en-US"/>
              </w:rPr>
              <w:t>DateHeure</w:t>
            </w:r>
            <w:proofErr w:type="spellEnd"/>
          </w:p>
        </w:tc>
        <w:tc>
          <w:tcPr>
            <w:tcW w:w="1130" w:type="pct"/>
            <w:noWrap/>
            <w:hideMark/>
          </w:tcPr>
          <w:p w14:paraId="7DE901A0" w14:textId="77777777" w:rsidR="00144956" w:rsidRDefault="00144956" w:rsidP="002206AD">
            <w:pPr>
              <w:pStyle w:val="TBLContenu"/>
              <w:rPr>
                <w:lang w:bidi="en-US"/>
              </w:rPr>
            </w:pPr>
            <w:proofErr w:type="spellStart"/>
            <w:r>
              <w:rPr>
                <w:lang w:bidi="en-US"/>
              </w:rPr>
              <w:t>Appointment</w:t>
            </w:r>
            <w:proofErr w:type="spellEnd"/>
          </w:p>
          <w:p w14:paraId="6EF03FDF" w14:textId="77777777" w:rsidR="00144956" w:rsidRPr="002A3ED8" w:rsidRDefault="00144956" w:rsidP="002206AD">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40" w:type="pct"/>
            <w:noWrap/>
            <w:hideMark/>
          </w:tcPr>
          <w:p w14:paraId="11CF4BD2" w14:textId="77777777" w:rsidR="00144956" w:rsidRPr="002A3ED8" w:rsidRDefault="00144956" w:rsidP="002206AD">
            <w:pPr>
              <w:pStyle w:val="TBLContenu"/>
              <w:rPr>
                <w:lang w:bidi="en-US"/>
              </w:rPr>
            </w:pPr>
            <w:proofErr w:type="gramStart"/>
            <w:r>
              <w:rPr>
                <w:lang w:bidi="en-US"/>
              </w:rPr>
              <w:t>start</w:t>
            </w:r>
            <w:proofErr w:type="gramEnd"/>
            <w:r>
              <w:rPr>
                <w:lang w:bidi="en-US"/>
              </w:rPr>
              <w:t xml:space="preserve"> : instant [0..1]</w:t>
            </w:r>
          </w:p>
        </w:tc>
      </w:tr>
      <w:tr w:rsidR="00144956" w:rsidRPr="002A3ED8" w14:paraId="4CB3B388" w14:textId="77777777" w:rsidTr="004A5E9E">
        <w:trPr>
          <w:trHeight w:val="288"/>
        </w:trPr>
        <w:tc>
          <w:tcPr>
            <w:tcW w:w="692" w:type="pct"/>
            <w:vMerge/>
            <w:noWrap/>
            <w:hideMark/>
          </w:tcPr>
          <w:p w14:paraId="0396346E" w14:textId="77777777" w:rsidR="00144956" w:rsidRPr="002A3ED8" w:rsidRDefault="00144956" w:rsidP="002206AD">
            <w:pPr>
              <w:pStyle w:val="TBLContenu"/>
              <w:rPr>
                <w:lang w:bidi="en-US"/>
              </w:rPr>
            </w:pPr>
          </w:p>
        </w:tc>
        <w:tc>
          <w:tcPr>
            <w:tcW w:w="2038" w:type="pct"/>
            <w:noWrap/>
            <w:hideMark/>
          </w:tcPr>
          <w:p w14:paraId="34661E14" w14:textId="37BB1565" w:rsidR="00144956" w:rsidRPr="002A3ED8" w:rsidRDefault="00144956" w:rsidP="002206AD">
            <w:pPr>
              <w:pStyle w:val="TBLContenu"/>
              <w:rPr>
                <w:lang w:bidi="en-US"/>
              </w:rPr>
            </w:pPr>
            <w:proofErr w:type="spellStart"/>
            <w:proofErr w:type="gramStart"/>
            <w:r w:rsidRPr="002A3ED8">
              <w:rPr>
                <w:lang w:bidi="en-US"/>
              </w:rPr>
              <w:t>dateFinRDV</w:t>
            </w:r>
            <w:proofErr w:type="spellEnd"/>
            <w:proofErr w:type="gramEnd"/>
            <w:r w:rsidRPr="002A3ED8">
              <w:rPr>
                <w:lang w:bidi="en-US"/>
              </w:rPr>
              <w:t xml:space="preserve"> : [</w:t>
            </w:r>
            <w:r w:rsidR="0064377A">
              <w:rPr>
                <w:lang w:bidi="en-US"/>
              </w:rPr>
              <w:t>0</w:t>
            </w:r>
            <w:r w:rsidRPr="002A3ED8">
              <w:rPr>
                <w:lang w:bidi="en-US"/>
              </w:rPr>
              <w:t>..</w:t>
            </w:r>
            <w:r>
              <w:rPr>
                <w:lang w:bidi="en-US"/>
              </w:rPr>
              <w:t>1</w:t>
            </w:r>
            <w:r w:rsidRPr="002A3ED8">
              <w:rPr>
                <w:lang w:bidi="en-US"/>
              </w:rPr>
              <w:t xml:space="preserve">] </w:t>
            </w:r>
            <w:proofErr w:type="spellStart"/>
            <w:r w:rsidRPr="002A3ED8">
              <w:rPr>
                <w:lang w:bidi="en-US"/>
              </w:rPr>
              <w:t>DateHeure</w:t>
            </w:r>
            <w:proofErr w:type="spellEnd"/>
          </w:p>
        </w:tc>
        <w:tc>
          <w:tcPr>
            <w:tcW w:w="1130" w:type="pct"/>
            <w:noWrap/>
            <w:hideMark/>
          </w:tcPr>
          <w:p w14:paraId="4C9CAEFF" w14:textId="77777777" w:rsidR="00144956" w:rsidRDefault="00144956" w:rsidP="002206AD">
            <w:pPr>
              <w:pStyle w:val="TBLContenu"/>
              <w:rPr>
                <w:lang w:bidi="en-US"/>
              </w:rPr>
            </w:pPr>
            <w:proofErr w:type="spellStart"/>
            <w:r>
              <w:rPr>
                <w:lang w:bidi="en-US"/>
              </w:rPr>
              <w:t>Appointment</w:t>
            </w:r>
            <w:proofErr w:type="spellEnd"/>
          </w:p>
          <w:p w14:paraId="31F23C49" w14:textId="77777777" w:rsidR="00144956" w:rsidRPr="002A3ED8" w:rsidRDefault="00144956" w:rsidP="002206AD">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40" w:type="pct"/>
            <w:noWrap/>
            <w:hideMark/>
          </w:tcPr>
          <w:p w14:paraId="34FF9995" w14:textId="77777777" w:rsidR="00144956" w:rsidRPr="00EB5561" w:rsidRDefault="00144956" w:rsidP="002206AD">
            <w:pPr>
              <w:pStyle w:val="TBLContenu"/>
              <w:rPr>
                <w:lang w:bidi="en-US"/>
              </w:rPr>
            </w:pPr>
            <w:proofErr w:type="gramStart"/>
            <w:r>
              <w:rPr>
                <w:lang w:bidi="en-US"/>
              </w:rPr>
              <w:t>end</w:t>
            </w:r>
            <w:proofErr w:type="gramEnd"/>
            <w:r>
              <w:rPr>
                <w:lang w:bidi="en-US"/>
              </w:rPr>
              <w:t xml:space="preserve"> : instant [0..1]</w:t>
            </w:r>
          </w:p>
        </w:tc>
      </w:tr>
      <w:tr w:rsidR="00144956" w:rsidRPr="002A3ED8" w14:paraId="17F2D285" w14:textId="77777777" w:rsidTr="004A5E9E">
        <w:trPr>
          <w:trHeight w:val="288"/>
        </w:trPr>
        <w:tc>
          <w:tcPr>
            <w:tcW w:w="692" w:type="pct"/>
            <w:vMerge/>
            <w:noWrap/>
            <w:hideMark/>
          </w:tcPr>
          <w:p w14:paraId="24FB5069" w14:textId="77777777" w:rsidR="00144956" w:rsidRPr="002A3ED8" w:rsidRDefault="00144956" w:rsidP="002206AD">
            <w:pPr>
              <w:pStyle w:val="TBLContenu"/>
              <w:rPr>
                <w:lang w:bidi="en-US"/>
              </w:rPr>
            </w:pPr>
          </w:p>
        </w:tc>
        <w:tc>
          <w:tcPr>
            <w:tcW w:w="2038" w:type="pct"/>
            <w:noWrap/>
            <w:hideMark/>
          </w:tcPr>
          <w:p w14:paraId="5848841D" w14:textId="77777777" w:rsidR="00144956" w:rsidRPr="002A3ED8" w:rsidRDefault="00144956" w:rsidP="002206AD">
            <w:pPr>
              <w:pStyle w:val="TBLContenu"/>
              <w:rPr>
                <w:lang w:bidi="en-US"/>
              </w:rPr>
            </w:pPr>
            <w:proofErr w:type="spellStart"/>
            <w:proofErr w:type="gramStart"/>
            <w:r w:rsidRPr="002A3ED8">
              <w:rPr>
                <w:lang w:bidi="en-US"/>
              </w:rPr>
              <w:t>datePriseRDV</w:t>
            </w:r>
            <w:proofErr w:type="spellEnd"/>
            <w:proofErr w:type="gramEnd"/>
            <w:r w:rsidRPr="002A3ED8">
              <w:rPr>
                <w:lang w:bidi="en-US"/>
              </w:rPr>
              <w:t xml:space="preserve"> : [0..1] </w:t>
            </w:r>
            <w:proofErr w:type="spellStart"/>
            <w:r w:rsidRPr="002A3ED8">
              <w:rPr>
                <w:lang w:bidi="en-US"/>
              </w:rPr>
              <w:t>DateHeure</w:t>
            </w:r>
            <w:proofErr w:type="spellEnd"/>
          </w:p>
        </w:tc>
        <w:tc>
          <w:tcPr>
            <w:tcW w:w="1130" w:type="pct"/>
            <w:noWrap/>
            <w:hideMark/>
          </w:tcPr>
          <w:p w14:paraId="710140AC" w14:textId="77777777" w:rsidR="00144956" w:rsidRDefault="00144956" w:rsidP="002206AD">
            <w:pPr>
              <w:pStyle w:val="TBLContenu"/>
              <w:rPr>
                <w:lang w:bidi="en-US"/>
              </w:rPr>
            </w:pPr>
            <w:proofErr w:type="spellStart"/>
            <w:r>
              <w:rPr>
                <w:lang w:bidi="en-US"/>
              </w:rPr>
              <w:t>Appointment</w:t>
            </w:r>
            <w:proofErr w:type="spellEnd"/>
          </w:p>
          <w:p w14:paraId="581AF527" w14:textId="77777777" w:rsidR="00144956" w:rsidRPr="002A3ED8" w:rsidRDefault="00144956" w:rsidP="002206AD">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40" w:type="pct"/>
            <w:noWrap/>
            <w:hideMark/>
          </w:tcPr>
          <w:p w14:paraId="1D3BBDF3" w14:textId="77777777" w:rsidR="00144956" w:rsidRPr="002A3ED8" w:rsidRDefault="00144956" w:rsidP="002206AD">
            <w:pPr>
              <w:pStyle w:val="TBLContenu"/>
              <w:rPr>
                <w:lang w:bidi="en-US"/>
              </w:rPr>
            </w:pPr>
            <w:proofErr w:type="spellStart"/>
            <w:proofErr w:type="gramStart"/>
            <w:r>
              <w:rPr>
                <w:lang w:bidi="en-US"/>
              </w:rPr>
              <w:t>created</w:t>
            </w:r>
            <w:proofErr w:type="spellEnd"/>
            <w:proofErr w:type="gramEnd"/>
            <w:r>
              <w:rPr>
                <w:lang w:bidi="en-US"/>
              </w:rPr>
              <w:t xml:space="preserve"> : </w:t>
            </w:r>
            <w:proofErr w:type="spellStart"/>
            <w:r>
              <w:rPr>
                <w:lang w:bidi="en-US"/>
              </w:rPr>
              <w:t>dateTime</w:t>
            </w:r>
            <w:proofErr w:type="spellEnd"/>
            <w:r>
              <w:rPr>
                <w:lang w:bidi="en-US"/>
              </w:rPr>
              <w:t xml:space="preserve"> [0..1]</w:t>
            </w:r>
          </w:p>
        </w:tc>
      </w:tr>
      <w:tr w:rsidR="00144956" w:rsidRPr="002A3ED8" w14:paraId="4E041958" w14:textId="77777777" w:rsidTr="004A5E9E">
        <w:trPr>
          <w:trHeight w:val="288"/>
        </w:trPr>
        <w:tc>
          <w:tcPr>
            <w:tcW w:w="692" w:type="pct"/>
            <w:vMerge/>
            <w:noWrap/>
            <w:hideMark/>
          </w:tcPr>
          <w:p w14:paraId="5982F77B" w14:textId="77777777" w:rsidR="00144956" w:rsidRPr="002A3ED8" w:rsidRDefault="00144956" w:rsidP="002206AD">
            <w:pPr>
              <w:pStyle w:val="TBLContenu"/>
              <w:rPr>
                <w:lang w:bidi="en-US"/>
              </w:rPr>
            </w:pPr>
          </w:p>
        </w:tc>
        <w:tc>
          <w:tcPr>
            <w:tcW w:w="2038" w:type="pct"/>
            <w:noWrap/>
            <w:hideMark/>
          </w:tcPr>
          <w:p w14:paraId="105D083F" w14:textId="77C9AFB0" w:rsidR="00144956" w:rsidRPr="002A3ED8" w:rsidRDefault="00144956" w:rsidP="002206AD">
            <w:pPr>
              <w:pStyle w:val="TBLContenu"/>
              <w:rPr>
                <w:lang w:bidi="en-US"/>
              </w:rPr>
            </w:pPr>
            <w:proofErr w:type="gramStart"/>
            <w:r w:rsidRPr="002A3ED8">
              <w:rPr>
                <w:lang w:bidi="en-US"/>
              </w:rPr>
              <w:t>type:</w:t>
            </w:r>
            <w:proofErr w:type="gramEnd"/>
            <w:r w:rsidRPr="002A3ED8">
              <w:rPr>
                <w:lang w:bidi="en-US"/>
              </w:rPr>
              <w:t xml:space="preserve"> [0..1] Code</w:t>
            </w:r>
          </w:p>
        </w:tc>
        <w:tc>
          <w:tcPr>
            <w:tcW w:w="1130" w:type="pct"/>
            <w:noWrap/>
            <w:hideMark/>
          </w:tcPr>
          <w:p w14:paraId="5C121534" w14:textId="77777777" w:rsidR="00144956" w:rsidRDefault="00144956" w:rsidP="002206AD">
            <w:pPr>
              <w:pStyle w:val="TBLContenu"/>
              <w:rPr>
                <w:lang w:bidi="en-US"/>
              </w:rPr>
            </w:pPr>
            <w:proofErr w:type="spellStart"/>
            <w:r>
              <w:rPr>
                <w:lang w:bidi="en-US"/>
              </w:rPr>
              <w:t>Appointment</w:t>
            </w:r>
            <w:proofErr w:type="spellEnd"/>
          </w:p>
          <w:p w14:paraId="3CC44E32" w14:textId="77777777" w:rsidR="00144956" w:rsidRPr="002A3ED8" w:rsidRDefault="00144956" w:rsidP="002206AD">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40" w:type="pct"/>
            <w:noWrap/>
            <w:hideMark/>
          </w:tcPr>
          <w:p w14:paraId="51F8B9FE" w14:textId="77777777" w:rsidR="00144956" w:rsidRDefault="00144956" w:rsidP="002206AD">
            <w:pPr>
              <w:pStyle w:val="TBLContenu"/>
              <w:rPr>
                <w:lang w:bidi="en-US"/>
              </w:rPr>
            </w:pPr>
            <w:proofErr w:type="spellStart"/>
            <w:proofErr w:type="gramStart"/>
            <w:r>
              <w:rPr>
                <w:lang w:bidi="en-US"/>
              </w:rPr>
              <w:t>serviceType</w:t>
            </w:r>
            <w:proofErr w:type="spellEnd"/>
            <w:proofErr w:type="gramEnd"/>
            <w:r>
              <w:rPr>
                <w:lang w:bidi="en-US"/>
              </w:rPr>
              <w:t xml:space="preserve"> : </w:t>
            </w:r>
            <w:proofErr w:type="spellStart"/>
            <w:r>
              <w:rPr>
                <w:lang w:bidi="en-US"/>
              </w:rPr>
              <w:t>CodeableConcept</w:t>
            </w:r>
            <w:proofErr w:type="spellEnd"/>
            <w:r>
              <w:rPr>
                <w:lang w:bidi="en-US"/>
              </w:rPr>
              <w:t xml:space="preserve"> [0..*]</w:t>
            </w:r>
          </w:p>
        </w:tc>
      </w:tr>
      <w:tr w:rsidR="00144956" w:rsidRPr="002A3ED8" w14:paraId="6454D62F" w14:textId="77777777" w:rsidTr="004A5E9E">
        <w:trPr>
          <w:trHeight w:val="288"/>
        </w:trPr>
        <w:tc>
          <w:tcPr>
            <w:tcW w:w="692" w:type="pct"/>
            <w:vMerge/>
            <w:noWrap/>
            <w:hideMark/>
          </w:tcPr>
          <w:p w14:paraId="0E4D172B" w14:textId="77777777" w:rsidR="00144956" w:rsidRPr="002A3ED8" w:rsidRDefault="00144956" w:rsidP="002206AD">
            <w:pPr>
              <w:pStyle w:val="TBLContenu"/>
              <w:rPr>
                <w:lang w:bidi="en-US"/>
              </w:rPr>
            </w:pPr>
          </w:p>
        </w:tc>
        <w:tc>
          <w:tcPr>
            <w:tcW w:w="2038" w:type="pct"/>
            <w:noWrap/>
            <w:hideMark/>
          </w:tcPr>
          <w:p w14:paraId="3E7E8A10" w14:textId="0F65DC97" w:rsidR="00144956" w:rsidRPr="002A3ED8" w:rsidRDefault="00144956" w:rsidP="002206AD">
            <w:pPr>
              <w:pStyle w:val="TBLContenu"/>
              <w:rPr>
                <w:lang w:bidi="en-US"/>
              </w:rPr>
            </w:pPr>
            <w:proofErr w:type="gramStart"/>
            <w:r>
              <w:rPr>
                <w:lang w:bidi="en-US"/>
              </w:rPr>
              <w:t>statut</w:t>
            </w:r>
            <w:proofErr w:type="gramEnd"/>
            <w:r>
              <w:rPr>
                <w:lang w:bidi="en-US"/>
              </w:rPr>
              <w:t> : [1..1] Code</w:t>
            </w:r>
          </w:p>
        </w:tc>
        <w:tc>
          <w:tcPr>
            <w:tcW w:w="1130" w:type="pct"/>
            <w:noWrap/>
            <w:hideMark/>
          </w:tcPr>
          <w:p w14:paraId="17835F8E" w14:textId="77777777" w:rsidR="00144956" w:rsidRDefault="00144956" w:rsidP="002206AD">
            <w:pPr>
              <w:pStyle w:val="TBLContenu"/>
              <w:rPr>
                <w:lang w:bidi="en-US"/>
              </w:rPr>
            </w:pPr>
            <w:proofErr w:type="spellStart"/>
            <w:r>
              <w:rPr>
                <w:lang w:bidi="en-US"/>
              </w:rPr>
              <w:t>Appointment</w:t>
            </w:r>
            <w:proofErr w:type="spellEnd"/>
          </w:p>
          <w:p w14:paraId="25F598F6" w14:textId="77777777" w:rsidR="00144956" w:rsidRPr="002A3ED8" w:rsidRDefault="00144956" w:rsidP="002206AD">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40" w:type="pct"/>
            <w:noWrap/>
            <w:hideMark/>
          </w:tcPr>
          <w:p w14:paraId="59F9EF0E" w14:textId="51CC44D3" w:rsidR="00144956" w:rsidRPr="002A3ED8" w:rsidRDefault="00144956" w:rsidP="002206AD">
            <w:pPr>
              <w:pStyle w:val="TBLContenu"/>
              <w:rPr>
                <w:lang w:bidi="en-US"/>
              </w:rPr>
            </w:pPr>
            <w:proofErr w:type="gramStart"/>
            <w:r>
              <w:rPr>
                <w:lang w:bidi="en-US"/>
              </w:rPr>
              <w:t>status</w:t>
            </w:r>
            <w:proofErr w:type="gramEnd"/>
            <w:r>
              <w:rPr>
                <w:lang w:bidi="en-US"/>
              </w:rPr>
              <w:t> : code [1..1]</w:t>
            </w:r>
          </w:p>
        </w:tc>
      </w:tr>
      <w:tr w:rsidR="005909A0" w:rsidRPr="002A3ED8" w14:paraId="2610D18A" w14:textId="77777777" w:rsidTr="004A5E9E">
        <w:trPr>
          <w:trHeight w:val="288"/>
        </w:trPr>
        <w:tc>
          <w:tcPr>
            <w:tcW w:w="692" w:type="pct"/>
            <w:vMerge/>
            <w:noWrap/>
          </w:tcPr>
          <w:p w14:paraId="30153431" w14:textId="77777777" w:rsidR="005909A0" w:rsidRPr="002A3ED8" w:rsidRDefault="005909A0" w:rsidP="002206AD">
            <w:pPr>
              <w:pStyle w:val="TBLContenu"/>
              <w:rPr>
                <w:lang w:bidi="en-US"/>
              </w:rPr>
            </w:pPr>
          </w:p>
        </w:tc>
        <w:tc>
          <w:tcPr>
            <w:tcW w:w="2038" w:type="pct"/>
            <w:noWrap/>
          </w:tcPr>
          <w:p w14:paraId="3880193D" w14:textId="06B85EC1" w:rsidR="005909A0" w:rsidRPr="00996913" w:rsidRDefault="005909A0" w:rsidP="002206AD">
            <w:pPr>
              <w:pStyle w:val="TBLContenu"/>
              <w:rPr>
                <w:lang w:bidi="en-US"/>
              </w:rPr>
            </w:pPr>
            <w:proofErr w:type="spellStart"/>
            <w:proofErr w:type="gramStart"/>
            <w:r w:rsidRPr="00996913">
              <w:rPr>
                <w:lang w:bidi="en-US"/>
              </w:rPr>
              <w:t>titreRDV</w:t>
            </w:r>
            <w:proofErr w:type="spellEnd"/>
            <w:proofErr w:type="gramEnd"/>
            <w:r w:rsidRPr="00996913">
              <w:rPr>
                <w:lang w:bidi="en-US"/>
              </w:rPr>
              <w:t xml:space="preserve"> : [0..1] Texte</w:t>
            </w:r>
          </w:p>
        </w:tc>
        <w:tc>
          <w:tcPr>
            <w:tcW w:w="1130" w:type="pct"/>
            <w:noWrap/>
          </w:tcPr>
          <w:p w14:paraId="1FC6A032" w14:textId="77777777" w:rsidR="00996913" w:rsidRDefault="00996913" w:rsidP="00996913">
            <w:pPr>
              <w:pStyle w:val="TBLContenu"/>
              <w:rPr>
                <w:lang w:bidi="en-US"/>
              </w:rPr>
            </w:pPr>
            <w:proofErr w:type="spellStart"/>
            <w:r>
              <w:rPr>
                <w:lang w:bidi="en-US"/>
              </w:rPr>
              <w:t>Appointment</w:t>
            </w:r>
            <w:proofErr w:type="spellEnd"/>
          </w:p>
          <w:p w14:paraId="2555000B" w14:textId="21FC674C" w:rsidR="005909A0" w:rsidRDefault="00996913" w:rsidP="00996913">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40" w:type="pct"/>
            <w:noWrap/>
          </w:tcPr>
          <w:p w14:paraId="48EF7964" w14:textId="252FF21D" w:rsidR="005909A0" w:rsidRDefault="00E45BC7" w:rsidP="002206AD">
            <w:pPr>
              <w:pStyle w:val="TBLContenu"/>
              <w:rPr>
                <w:lang w:bidi="en-US"/>
              </w:rPr>
            </w:pPr>
            <w:proofErr w:type="gramStart"/>
            <w:r>
              <w:rPr>
                <w:lang w:bidi="en-US"/>
              </w:rPr>
              <w:t>description</w:t>
            </w:r>
            <w:proofErr w:type="gramEnd"/>
            <w:r>
              <w:rPr>
                <w:lang w:bidi="en-US"/>
              </w:rPr>
              <w:t> : string [0..1]</w:t>
            </w:r>
          </w:p>
        </w:tc>
      </w:tr>
      <w:tr w:rsidR="005909A0" w:rsidRPr="002A3ED8" w14:paraId="49307564" w14:textId="77777777" w:rsidTr="004A5E9E">
        <w:trPr>
          <w:trHeight w:val="288"/>
        </w:trPr>
        <w:tc>
          <w:tcPr>
            <w:tcW w:w="692" w:type="pct"/>
            <w:vMerge/>
            <w:noWrap/>
          </w:tcPr>
          <w:p w14:paraId="58D6AAA4" w14:textId="77777777" w:rsidR="005909A0" w:rsidRPr="002A3ED8" w:rsidRDefault="005909A0" w:rsidP="002206AD">
            <w:pPr>
              <w:pStyle w:val="TBLContenu"/>
              <w:rPr>
                <w:lang w:bidi="en-US"/>
              </w:rPr>
            </w:pPr>
          </w:p>
        </w:tc>
        <w:tc>
          <w:tcPr>
            <w:tcW w:w="2038" w:type="pct"/>
            <w:noWrap/>
          </w:tcPr>
          <w:p w14:paraId="3E5D3CFB" w14:textId="70F66F4A" w:rsidR="005909A0" w:rsidRPr="00996913" w:rsidRDefault="005909A0" w:rsidP="002206AD">
            <w:pPr>
              <w:pStyle w:val="TBLContenu"/>
              <w:rPr>
                <w:lang w:bidi="en-US"/>
              </w:rPr>
            </w:pPr>
            <w:proofErr w:type="spellStart"/>
            <w:proofErr w:type="gramStart"/>
            <w:r w:rsidRPr="00996913">
              <w:rPr>
                <w:lang w:bidi="en-US"/>
              </w:rPr>
              <w:t>pieceJointe</w:t>
            </w:r>
            <w:proofErr w:type="spellEnd"/>
            <w:proofErr w:type="gramEnd"/>
            <w:r w:rsidRPr="00996913">
              <w:rPr>
                <w:lang w:bidi="en-US"/>
              </w:rPr>
              <w:t xml:space="preserve"> : [0..*] </w:t>
            </w:r>
            <w:proofErr w:type="spellStart"/>
            <w:r w:rsidRPr="00996913">
              <w:rPr>
                <w:lang w:bidi="en-US"/>
              </w:rPr>
              <w:t>ObjetBinaire</w:t>
            </w:r>
            <w:proofErr w:type="spellEnd"/>
          </w:p>
        </w:tc>
        <w:tc>
          <w:tcPr>
            <w:tcW w:w="1130" w:type="pct"/>
            <w:noWrap/>
          </w:tcPr>
          <w:p w14:paraId="6B138CDF" w14:textId="77777777" w:rsidR="00996913" w:rsidRDefault="00996913" w:rsidP="00996913">
            <w:pPr>
              <w:pStyle w:val="TBLContenu"/>
              <w:rPr>
                <w:lang w:bidi="en-US"/>
              </w:rPr>
            </w:pPr>
            <w:proofErr w:type="spellStart"/>
            <w:r>
              <w:rPr>
                <w:lang w:bidi="en-US"/>
              </w:rPr>
              <w:t>Appointment</w:t>
            </w:r>
            <w:proofErr w:type="spellEnd"/>
          </w:p>
          <w:p w14:paraId="19F93623" w14:textId="6810450A" w:rsidR="005909A0" w:rsidRDefault="00996913" w:rsidP="00996913">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40" w:type="pct"/>
            <w:noWrap/>
          </w:tcPr>
          <w:p w14:paraId="1AD82239" w14:textId="77777777" w:rsidR="00E45BC7" w:rsidRDefault="00E45BC7" w:rsidP="00E45BC7">
            <w:pPr>
              <w:pStyle w:val="TBLContenu"/>
              <w:rPr>
                <w:lang w:bidi="en-US"/>
              </w:rPr>
            </w:pPr>
            <w:proofErr w:type="spellStart"/>
            <w:proofErr w:type="gramStart"/>
            <w:r w:rsidRPr="00A23149">
              <w:rPr>
                <w:lang w:bidi="en-US"/>
              </w:rPr>
              <w:t>supportingInformation</w:t>
            </w:r>
            <w:proofErr w:type="spellEnd"/>
            <w:proofErr w:type="gramEnd"/>
            <w:r w:rsidRPr="00A23149">
              <w:rPr>
                <w:lang w:bidi="en-US"/>
              </w:rPr>
              <w:t> : Reference [0..*]</w:t>
            </w:r>
          </w:p>
          <w:p w14:paraId="089EA519" w14:textId="70A5934F" w:rsidR="005909A0" w:rsidRDefault="00E45BC7" w:rsidP="00E45BC7">
            <w:pPr>
              <w:pStyle w:val="TBLContenu"/>
              <w:rPr>
                <w:lang w:bidi="en-US"/>
              </w:rPr>
            </w:pPr>
            <w:r>
              <w:rPr>
                <w:lang w:bidi="en-US"/>
              </w:rPr>
              <w:t>(</w:t>
            </w:r>
            <w:proofErr w:type="spellStart"/>
            <w:proofErr w:type="gramStart"/>
            <w:r>
              <w:rPr>
                <w:lang w:bidi="en-US"/>
              </w:rPr>
              <w:t>any</w:t>
            </w:r>
            <w:proofErr w:type="spellEnd"/>
            <w:proofErr w:type="gramEnd"/>
            <w:r>
              <w:rPr>
                <w:lang w:bidi="en-US"/>
              </w:rPr>
              <w:t>)</w:t>
            </w:r>
          </w:p>
        </w:tc>
      </w:tr>
      <w:tr w:rsidR="005909A0" w:rsidRPr="002A3ED8" w14:paraId="33DF5C8A" w14:textId="77777777" w:rsidTr="004A5E9E">
        <w:trPr>
          <w:trHeight w:val="288"/>
        </w:trPr>
        <w:tc>
          <w:tcPr>
            <w:tcW w:w="692" w:type="pct"/>
            <w:vMerge/>
            <w:noWrap/>
          </w:tcPr>
          <w:p w14:paraId="7189581F" w14:textId="77777777" w:rsidR="005909A0" w:rsidRPr="002A3ED8" w:rsidRDefault="005909A0" w:rsidP="002206AD">
            <w:pPr>
              <w:pStyle w:val="TBLContenu"/>
              <w:rPr>
                <w:lang w:bidi="en-US"/>
              </w:rPr>
            </w:pPr>
          </w:p>
        </w:tc>
        <w:tc>
          <w:tcPr>
            <w:tcW w:w="2038" w:type="pct"/>
            <w:noWrap/>
          </w:tcPr>
          <w:p w14:paraId="3D0695F9" w14:textId="16F62AB1" w:rsidR="005909A0" w:rsidRPr="00996913" w:rsidRDefault="005909A0" w:rsidP="002206AD">
            <w:pPr>
              <w:pStyle w:val="TBLContenu"/>
              <w:rPr>
                <w:lang w:bidi="en-US"/>
              </w:rPr>
            </w:pPr>
            <w:proofErr w:type="spellStart"/>
            <w:proofErr w:type="gramStart"/>
            <w:r w:rsidRPr="00996913">
              <w:rPr>
                <w:lang w:bidi="en-US"/>
              </w:rPr>
              <w:t>priorite</w:t>
            </w:r>
            <w:proofErr w:type="spellEnd"/>
            <w:proofErr w:type="gramEnd"/>
            <w:r w:rsidRPr="00996913">
              <w:rPr>
                <w:lang w:bidi="en-US"/>
              </w:rPr>
              <w:t xml:space="preserve"> : [0..1] Code</w:t>
            </w:r>
          </w:p>
        </w:tc>
        <w:tc>
          <w:tcPr>
            <w:tcW w:w="1130" w:type="pct"/>
            <w:noWrap/>
          </w:tcPr>
          <w:p w14:paraId="53357E8D" w14:textId="77777777" w:rsidR="00996913" w:rsidRDefault="00996913" w:rsidP="00996913">
            <w:pPr>
              <w:pStyle w:val="TBLContenu"/>
              <w:rPr>
                <w:lang w:bidi="en-US"/>
              </w:rPr>
            </w:pPr>
            <w:proofErr w:type="spellStart"/>
            <w:r>
              <w:rPr>
                <w:lang w:bidi="en-US"/>
              </w:rPr>
              <w:t>Appointment</w:t>
            </w:r>
            <w:proofErr w:type="spellEnd"/>
          </w:p>
          <w:p w14:paraId="40B43CE9" w14:textId="4644D2F8" w:rsidR="005909A0" w:rsidRDefault="00996913" w:rsidP="00996913">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40" w:type="pct"/>
            <w:noWrap/>
          </w:tcPr>
          <w:p w14:paraId="5D918D1C" w14:textId="04F4587D" w:rsidR="005909A0" w:rsidRDefault="00E45BC7" w:rsidP="002206AD">
            <w:pPr>
              <w:pStyle w:val="TBLContenu"/>
              <w:rPr>
                <w:lang w:bidi="en-US"/>
              </w:rPr>
            </w:pPr>
            <w:proofErr w:type="spellStart"/>
            <w:proofErr w:type="gramStart"/>
            <w:r>
              <w:rPr>
                <w:lang w:bidi="en-US"/>
              </w:rPr>
              <w:t>priority</w:t>
            </w:r>
            <w:proofErr w:type="spellEnd"/>
            <w:proofErr w:type="gramEnd"/>
            <w:r>
              <w:rPr>
                <w:lang w:bidi="en-US"/>
              </w:rPr>
              <w:t xml:space="preserve"> : </w:t>
            </w:r>
            <w:proofErr w:type="spellStart"/>
            <w:r w:rsidRPr="00E45BC7">
              <w:rPr>
                <w:lang w:bidi="en-US"/>
              </w:rPr>
              <w:t>unsignedInt</w:t>
            </w:r>
            <w:proofErr w:type="spellEnd"/>
            <w:r>
              <w:rPr>
                <w:lang w:bidi="en-US"/>
              </w:rPr>
              <w:t xml:space="preserve"> [0..1]</w:t>
            </w:r>
          </w:p>
        </w:tc>
      </w:tr>
      <w:tr w:rsidR="005909A0" w:rsidRPr="002A3ED8" w14:paraId="73169C6B" w14:textId="77777777" w:rsidTr="004A5E9E">
        <w:trPr>
          <w:trHeight w:val="288"/>
        </w:trPr>
        <w:tc>
          <w:tcPr>
            <w:tcW w:w="692" w:type="pct"/>
            <w:vMerge/>
            <w:noWrap/>
          </w:tcPr>
          <w:p w14:paraId="52351D67" w14:textId="77777777" w:rsidR="005909A0" w:rsidRPr="002A3ED8" w:rsidRDefault="005909A0" w:rsidP="002206AD">
            <w:pPr>
              <w:pStyle w:val="TBLContenu"/>
              <w:rPr>
                <w:lang w:bidi="en-US"/>
              </w:rPr>
            </w:pPr>
          </w:p>
        </w:tc>
        <w:tc>
          <w:tcPr>
            <w:tcW w:w="2038" w:type="pct"/>
            <w:noWrap/>
          </w:tcPr>
          <w:p w14:paraId="5AB5E609" w14:textId="4296B56B" w:rsidR="005909A0" w:rsidRPr="00996913" w:rsidRDefault="005909A0" w:rsidP="002206AD">
            <w:pPr>
              <w:pStyle w:val="TBLContenu"/>
              <w:rPr>
                <w:lang w:bidi="en-US"/>
              </w:rPr>
            </w:pPr>
            <w:proofErr w:type="gramStart"/>
            <w:r w:rsidRPr="00996913">
              <w:rPr>
                <w:lang w:bidi="en-US"/>
              </w:rPr>
              <w:t>commentaire</w:t>
            </w:r>
            <w:proofErr w:type="gramEnd"/>
            <w:r w:rsidRPr="00996913">
              <w:rPr>
                <w:lang w:bidi="en-US"/>
              </w:rPr>
              <w:t xml:space="preserve"> : [0..1] Texte</w:t>
            </w:r>
          </w:p>
        </w:tc>
        <w:tc>
          <w:tcPr>
            <w:tcW w:w="1130" w:type="pct"/>
            <w:noWrap/>
          </w:tcPr>
          <w:p w14:paraId="595E5593" w14:textId="77777777" w:rsidR="00996913" w:rsidRDefault="00996913" w:rsidP="00996913">
            <w:pPr>
              <w:pStyle w:val="TBLContenu"/>
              <w:rPr>
                <w:lang w:bidi="en-US"/>
              </w:rPr>
            </w:pPr>
            <w:proofErr w:type="spellStart"/>
            <w:r>
              <w:rPr>
                <w:lang w:bidi="en-US"/>
              </w:rPr>
              <w:t>Appointment</w:t>
            </w:r>
            <w:proofErr w:type="spellEnd"/>
          </w:p>
          <w:p w14:paraId="0F46DD82" w14:textId="1305CE4F" w:rsidR="005909A0" w:rsidRDefault="00996913" w:rsidP="00996913">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40" w:type="pct"/>
            <w:noWrap/>
          </w:tcPr>
          <w:p w14:paraId="2CAC8FD5" w14:textId="4B62C657" w:rsidR="005909A0" w:rsidRDefault="00996913" w:rsidP="002206AD">
            <w:pPr>
              <w:pStyle w:val="TBLContenu"/>
              <w:rPr>
                <w:lang w:bidi="en-US"/>
              </w:rPr>
            </w:pPr>
            <w:proofErr w:type="gramStart"/>
            <w:r>
              <w:rPr>
                <w:lang w:bidi="en-US"/>
              </w:rPr>
              <w:t>comment</w:t>
            </w:r>
            <w:proofErr w:type="gramEnd"/>
            <w:r>
              <w:rPr>
                <w:lang w:bidi="en-US"/>
              </w:rPr>
              <w:t xml:space="preserve"> : </w:t>
            </w:r>
            <w:r w:rsidR="00E45BC7">
              <w:rPr>
                <w:lang w:bidi="en-US"/>
              </w:rPr>
              <w:t>string [0..1]</w:t>
            </w:r>
          </w:p>
        </w:tc>
      </w:tr>
      <w:tr w:rsidR="00E37AED" w:rsidRPr="00842E2E" w14:paraId="573254B9" w14:textId="77777777" w:rsidTr="004A5E9E">
        <w:trPr>
          <w:trHeight w:val="288"/>
        </w:trPr>
        <w:tc>
          <w:tcPr>
            <w:tcW w:w="692" w:type="pct"/>
            <w:vMerge/>
            <w:noWrap/>
          </w:tcPr>
          <w:p w14:paraId="7B5047F8" w14:textId="77777777" w:rsidR="00E37AED" w:rsidRPr="002A3ED8" w:rsidRDefault="00E37AED" w:rsidP="00E37AED">
            <w:pPr>
              <w:pStyle w:val="TBLContenu"/>
              <w:rPr>
                <w:lang w:bidi="en-US"/>
              </w:rPr>
            </w:pPr>
          </w:p>
        </w:tc>
        <w:tc>
          <w:tcPr>
            <w:tcW w:w="2038" w:type="pct"/>
            <w:shd w:val="clear" w:color="auto" w:fill="D9D9D9" w:themeFill="background1" w:themeFillShade="D9"/>
            <w:noWrap/>
          </w:tcPr>
          <w:p w14:paraId="51E5ED6E" w14:textId="320AFED3" w:rsidR="00E37AED" w:rsidRPr="002A3ED8" w:rsidDel="00E14E7C" w:rsidRDefault="00E37AED" w:rsidP="00E37AED">
            <w:pPr>
              <w:pStyle w:val="TBLContenu"/>
              <w:rPr>
                <w:lang w:bidi="en-US"/>
              </w:rPr>
            </w:pPr>
            <w:proofErr w:type="spellStart"/>
            <w:r>
              <w:rPr>
                <w:lang w:bidi="en-US"/>
              </w:rPr>
              <w:t>PersonnePriseCharge</w:t>
            </w:r>
            <w:proofErr w:type="spellEnd"/>
            <w:r>
              <w:rPr>
                <w:lang w:bidi="en-US"/>
              </w:rPr>
              <w:t xml:space="preserve"> [</w:t>
            </w:r>
            <w:proofErr w:type="gramStart"/>
            <w:r>
              <w:rPr>
                <w:lang w:bidi="en-US"/>
              </w:rPr>
              <w:t>0..</w:t>
            </w:r>
            <w:proofErr w:type="gramEnd"/>
            <w:r>
              <w:rPr>
                <w:lang w:bidi="en-US"/>
              </w:rPr>
              <w:t>*]</w:t>
            </w:r>
            <w:r w:rsidR="009A63BA">
              <w:rPr>
                <w:rStyle w:val="Appelnotedebasdep"/>
                <w:lang w:bidi="en-US"/>
              </w:rPr>
              <w:t xml:space="preserve"> </w:t>
            </w:r>
            <w:r w:rsidR="009A63BA">
              <w:rPr>
                <w:rStyle w:val="Appelnotedebasdep"/>
                <w:lang w:bidi="en-US"/>
              </w:rPr>
              <w:footnoteReference w:id="14"/>
            </w:r>
          </w:p>
        </w:tc>
        <w:tc>
          <w:tcPr>
            <w:tcW w:w="1130" w:type="pct"/>
            <w:vMerge w:val="restart"/>
            <w:shd w:val="clear" w:color="auto" w:fill="D9D9D9" w:themeFill="background1" w:themeFillShade="D9"/>
            <w:noWrap/>
          </w:tcPr>
          <w:p w14:paraId="30AAA5BF" w14:textId="77777777" w:rsidR="00E37AED" w:rsidRDefault="00E37AED" w:rsidP="00E37AED">
            <w:pPr>
              <w:pStyle w:val="TBLContenu"/>
              <w:rPr>
                <w:lang w:bidi="en-US"/>
              </w:rPr>
            </w:pPr>
            <w:proofErr w:type="spellStart"/>
            <w:r>
              <w:rPr>
                <w:lang w:bidi="en-US"/>
              </w:rPr>
              <w:t>Appointment</w:t>
            </w:r>
            <w:proofErr w:type="spellEnd"/>
          </w:p>
          <w:p w14:paraId="7CD26402" w14:textId="1DA56B47" w:rsidR="00E37AED" w:rsidRDefault="00E37AED" w:rsidP="00E37AED">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40" w:type="pct"/>
            <w:vMerge w:val="restart"/>
            <w:shd w:val="clear" w:color="auto" w:fill="D9D9D9" w:themeFill="background1" w:themeFillShade="D9"/>
            <w:noWrap/>
          </w:tcPr>
          <w:p w14:paraId="2E5392C5" w14:textId="086D073A" w:rsidR="00E37AED" w:rsidRPr="00E41670" w:rsidDel="00E14E7C" w:rsidRDefault="00FE1E78" w:rsidP="00E37AED">
            <w:pPr>
              <w:pStyle w:val="TBLContenu"/>
              <w:rPr>
                <w:lang w:val="en-US" w:bidi="en-US"/>
              </w:rPr>
            </w:pPr>
            <w:r w:rsidRPr="00E41670">
              <w:rPr>
                <w:lang w:val="en-US" w:bidi="en-US"/>
              </w:rPr>
              <w:t>participant[1..*].</w:t>
            </w:r>
            <w:r w:rsidR="00E37AED" w:rsidRPr="00E41670">
              <w:rPr>
                <w:lang w:val="en-US" w:bidi="en-US"/>
              </w:rPr>
              <w:t>actor : Reference [</w:t>
            </w:r>
            <w:r w:rsidRPr="00E41670">
              <w:rPr>
                <w:lang w:val="en-US" w:bidi="en-US"/>
              </w:rPr>
              <w:t>0</w:t>
            </w:r>
            <w:r w:rsidR="00E37AED" w:rsidRPr="00E41670">
              <w:rPr>
                <w:lang w:val="en-US" w:bidi="en-US"/>
              </w:rPr>
              <w:t>..</w:t>
            </w:r>
            <w:r w:rsidRPr="00E41670">
              <w:rPr>
                <w:lang w:val="en-US" w:bidi="en-US"/>
              </w:rPr>
              <w:t>1</w:t>
            </w:r>
            <w:r w:rsidR="00E37AED" w:rsidRPr="00E41670">
              <w:rPr>
                <w:lang w:val="en-US" w:bidi="en-US"/>
              </w:rPr>
              <w:t>]</w:t>
            </w:r>
            <w:r w:rsidR="00E37AED" w:rsidRPr="00E41670">
              <w:rPr>
                <w:rStyle w:val="Appelnotedebasdep"/>
                <w:lang w:bidi="en-US"/>
              </w:rPr>
              <w:footnoteReference w:id="15"/>
            </w:r>
            <w:r w:rsidR="00E37AED" w:rsidRPr="00E41670">
              <w:rPr>
                <w:lang w:val="en-US" w:bidi="en-US"/>
              </w:rPr>
              <w:t xml:space="preserve"> </w:t>
            </w:r>
            <w:r w:rsidR="00A66E30" w:rsidRPr="00E41670">
              <w:rPr>
                <w:rStyle w:val="constraints"/>
                <w:lang w:val="en-US"/>
              </w:rPr>
              <w:t>(</w:t>
            </w:r>
            <w:proofErr w:type="spellStart"/>
            <w:r w:rsidR="00A66E30" w:rsidRPr="00E41670">
              <w:rPr>
                <w:color w:val="F79646" w:themeColor="accent6"/>
                <w:lang w:val="en-US" w:bidi="en-US"/>
              </w:rPr>
              <w:t>Fr</w:t>
            </w:r>
            <w:hyperlink r:id="rId26" w:tooltip="RelatedPerson simplifier.core.r4.resources 4.0.0 StructureDefinition-RelatedPerson.json" w:history="1">
              <w:r w:rsidR="00A66E30" w:rsidRPr="00E41670">
                <w:rPr>
                  <w:color w:val="F79646" w:themeColor="accent6"/>
                  <w:lang w:val="en-US" w:bidi="en-US"/>
                </w:rPr>
                <w:t>RelatedPerson</w:t>
              </w:r>
              <w:proofErr w:type="spellEnd"/>
            </w:hyperlink>
            <w:r w:rsidR="00A66E30" w:rsidRPr="00E41670">
              <w:rPr>
                <w:rStyle w:val="Lienhypertexte"/>
                <w:color w:val="auto"/>
                <w:u w:val="none"/>
                <w:lang w:val="en-US"/>
              </w:rPr>
              <w:t xml:space="preserve"> </w:t>
            </w:r>
            <w:r w:rsidR="00A66E30" w:rsidRPr="00E41670">
              <w:rPr>
                <w:rStyle w:val="constraints"/>
                <w:lang w:val="en-US"/>
              </w:rPr>
              <w:t xml:space="preserve">| </w:t>
            </w:r>
            <w:hyperlink r:id="rId27" w:tooltip="Device simplifier.core.r4.resources 4.0.0 StructureDefinition-Device.json" w:history="1">
              <w:r w:rsidR="00A66E30" w:rsidRPr="00E41670">
                <w:rPr>
                  <w:rStyle w:val="Lienhypertexte"/>
                  <w:color w:val="auto"/>
                  <w:u w:val="none"/>
                  <w:lang w:val="en-US"/>
                </w:rPr>
                <w:t>Device</w:t>
              </w:r>
            </w:hyperlink>
            <w:r w:rsidR="00A66E30" w:rsidRPr="00E41670">
              <w:rPr>
                <w:rStyle w:val="Lienhypertexte"/>
                <w:color w:val="auto"/>
                <w:u w:val="none"/>
                <w:lang w:val="en-US"/>
              </w:rPr>
              <w:t xml:space="preserve"> </w:t>
            </w:r>
            <w:r w:rsidR="00A66E30" w:rsidRPr="00E41670">
              <w:rPr>
                <w:rStyle w:val="constraints"/>
                <w:lang w:val="en-US"/>
              </w:rPr>
              <w:t xml:space="preserve">| </w:t>
            </w:r>
            <w:hyperlink r:id="rId28" w:tooltip="Profile of the HealthcareService resource for France | Profil de la ressource HealthcareService pour l'usage en France. This profile adds the element serviceTypeDuration to associate the service with the duration of this service | Ce profil ajoute l'élément se" w:history="1">
              <w:proofErr w:type="spellStart"/>
              <w:r w:rsidR="00A66E30" w:rsidRPr="00E41670">
                <w:rPr>
                  <w:color w:val="F79646" w:themeColor="accent6"/>
                  <w:lang w:val="en-US" w:bidi="en-US"/>
                </w:rPr>
                <w:t>FrHealthcareService</w:t>
              </w:r>
              <w:proofErr w:type="spellEnd"/>
            </w:hyperlink>
            <w:r w:rsidR="00A66E30" w:rsidRPr="00E41670">
              <w:rPr>
                <w:color w:val="F79646" w:themeColor="accent6"/>
                <w:lang w:val="en-US" w:bidi="en-US"/>
              </w:rPr>
              <w:t xml:space="preserve"> </w:t>
            </w:r>
            <w:r w:rsidR="00A66E30" w:rsidRPr="00E41670">
              <w:rPr>
                <w:lang w:val="en-US" w:bidi="en-US"/>
              </w:rPr>
              <w:t xml:space="preserve">| </w:t>
            </w:r>
            <w:hyperlink r:id="rId29" w:tooltip="French profile of Location | Profil français de la ressource Location" w:history="1">
              <w:proofErr w:type="spellStart"/>
              <w:r w:rsidR="00A66E30" w:rsidRPr="00E41670">
                <w:rPr>
                  <w:color w:val="F79646" w:themeColor="accent6"/>
                  <w:lang w:val="en-US" w:bidi="en-US"/>
                </w:rPr>
                <w:t>FrLocation</w:t>
              </w:r>
              <w:proofErr w:type="spellEnd"/>
            </w:hyperlink>
            <w:r w:rsidR="00A66E30" w:rsidRPr="00E41670">
              <w:rPr>
                <w:color w:val="F79646" w:themeColor="accent6"/>
                <w:lang w:val="en-US" w:bidi="en-US"/>
              </w:rPr>
              <w:t xml:space="preserve"> </w:t>
            </w:r>
            <w:r w:rsidR="00A66E30" w:rsidRPr="00E41670">
              <w:rPr>
                <w:lang w:val="en-US" w:bidi="en-US"/>
              </w:rPr>
              <w:t xml:space="preserve">| </w:t>
            </w:r>
            <w:r w:rsidR="00A66E30" w:rsidRPr="00E41670">
              <w:rPr>
                <w:color w:val="F79646" w:themeColor="accent6"/>
                <w:lang w:val="en-US" w:bidi="en-US"/>
              </w:rPr>
              <w:t xml:space="preserve"> </w:t>
            </w:r>
            <w:hyperlink r:id="rId30" w:tooltip="Profile of the Patient resource for France | Profil de la ressource Patient pour l'usage en FranceThis profile specifies the patient's identifiers for France. It uses international extensions (birtplace and nationality) and adds specific French extensions | Ce" w:history="1">
              <w:proofErr w:type="spellStart"/>
              <w:r w:rsidR="00A66E30" w:rsidRPr="00E41670">
                <w:rPr>
                  <w:color w:val="F79646" w:themeColor="accent6"/>
                  <w:lang w:val="en-US" w:bidi="en-US"/>
                </w:rPr>
                <w:t>FrPatient</w:t>
              </w:r>
              <w:proofErr w:type="spellEnd"/>
            </w:hyperlink>
            <w:r w:rsidR="00A66E30" w:rsidRPr="00E41670">
              <w:rPr>
                <w:color w:val="F79646" w:themeColor="accent6"/>
                <w:lang w:val="en-US" w:bidi="en-US"/>
              </w:rPr>
              <w:t xml:space="preserve"> </w:t>
            </w:r>
            <w:r w:rsidR="00A66E30" w:rsidRPr="00E41670">
              <w:rPr>
                <w:lang w:val="en-US" w:bidi="en-US"/>
              </w:rPr>
              <w:t xml:space="preserve">| </w:t>
            </w:r>
            <w:r w:rsidR="00A66E30" w:rsidRPr="00E41670">
              <w:rPr>
                <w:color w:val="F79646" w:themeColor="accent6"/>
                <w:lang w:val="en-US" w:bidi="en-US"/>
              </w:rPr>
              <w:t xml:space="preserve"> </w:t>
            </w:r>
            <w:hyperlink r:id="rId31" w:tooltip="French profile of the Practitioner resource | Profil de la ressource Practitionner pour la France This profile specifies the types of identifiers for practitioners in France | Ce profil contraint les types d'identifiants du professionnel de santé en France" w:history="1">
              <w:proofErr w:type="spellStart"/>
              <w:r w:rsidR="00A66E30" w:rsidRPr="00E41670">
                <w:rPr>
                  <w:color w:val="F79646" w:themeColor="accent6"/>
                  <w:lang w:val="en-US" w:bidi="en-US"/>
                </w:rPr>
                <w:t>FrPractitioner</w:t>
              </w:r>
              <w:proofErr w:type="spellEnd"/>
            </w:hyperlink>
            <w:r w:rsidR="00A66E30" w:rsidRPr="00E41670">
              <w:rPr>
                <w:color w:val="F79646" w:themeColor="accent6"/>
                <w:lang w:val="en-US" w:bidi="en-US"/>
              </w:rPr>
              <w:t xml:space="preserve"> </w:t>
            </w:r>
            <w:r w:rsidR="00A66E30" w:rsidRPr="00E41670">
              <w:rPr>
                <w:lang w:val="en-US" w:bidi="en-US"/>
              </w:rPr>
              <w:t xml:space="preserve">| </w:t>
            </w:r>
            <w:proofErr w:type="spellStart"/>
            <w:r w:rsidR="004970AD" w:rsidRPr="00E41670">
              <w:rPr>
                <w:lang w:val="en-US" w:bidi="en-US"/>
              </w:rPr>
              <w:t>PractitionerRole</w:t>
            </w:r>
            <w:proofErr w:type="spellEnd"/>
            <w:r w:rsidR="004970AD" w:rsidRPr="00E41670">
              <w:rPr>
                <w:rStyle w:val="Appelnotedebasdep"/>
                <w:lang w:val="en-US" w:bidi="en-US"/>
              </w:rPr>
              <w:footnoteReference w:id="16"/>
            </w:r>
            <w:r w:rsidR="004970AD" w:rsidRPr="00E41670">
              <w:rPr>
                <w:rStyle w:val="constraints"/>
                <w:lang w:val="en-US"/>
              </w:rPr>
              <w:t>)</w:t>
            </w:r>
          </w:p>
        </w:tc>
      </w:tr>
      <w:tr w:rsidR="00E37AED" w:rsidRPr="002A3ED8" w14:paraId="247F2DFF" w14:textId="77777777" w:rsidTr="004A5E9E">
        <w:trPr>
          <w:trHeight w:val="288"/>
        </w:trPr>
        <w:tc>
          <w:tcPr>
            <w:tcW w:w="692" w:type="pct"/>
            <w:vMerge/>
            <w:noWrap/>
          </w:tcPr>
          <w:p w14:paraId="3764C29F" w14:textId="77777777" w:rsidR="00E37AED" w:rsidRPr="000041D5" w:rsidRDefault="00E37AED" w:rsidP="00E37AED">
            <w:pPr>
              <w:pStyle w:val="TBLContenu"/>
              <w:rPr>
                <w:lang w:val="en-US" w:bidi="en-US"/>
              </w:rPr>
            </w:pPr>
          </w:p>
        </w:tc>
        <w:tc>
          <w:tcPr>
            <w:tcW w:w="2038" w:type="pct"/>
            <w:shd w:val="clear" w:color="auto" w:fill="D9D9D9" w:themeFill="background1" w:themeFillShade="D9"/>
            <w:noWrap/>
          </w:tcPr>
          <w:p w14:paraId="2F8B3218" w14:textId="5711300F" w:rsidR="00E37AED" w:rsidRPr="002A3ED8" w:rsidDel="00E14E7C" w:rsidRDefault="00E37AED" w:rsidP="00E37AED">
            <w:pPr>
              <w:pStyle w:val="TBLContenu"/>
              <w:rPr>
                <w:lang w:bidi="en-US"/>
              </w:rPr>
            </w:pPr>
            <w:r>
              <w:rPr>
                <w:lang w:bidi="en-US"/>
              </w:rPr>
              <w:t>Contact [</w:t>
            </w:r>
            <w:proofErr w:type="gramStart"/>
            <w:r>
              <w:rPr>
                <w:lang w:bidi="en-US"/>
              </w:rPr>
              <w:t>0..</w:t>
            </w:r>
            <w:proofErr w:type="gramEnd"/>
            <w:r>
              <w:rPr>
                <w:lang w:bidi="en-US"/>
              </w:rPr>
              <w:t>*]</w:t>
            </w:r>
          </w:p>
        </w:tc>
        <w:tc>
          <w:tcPr>
            <w:tcW w:w="1130" w:type="pct"/>
            <w:vMerge/>
            <w:noWrap/>
          </w:tcPr>
          <w:p w14:paraId="0A0D7E84" w14:textId="77777777" w:rsidR="00E37AED" w:rsidRDefault="00E37AED" w:rsidP="00E37AED">
            <w:pPr>
              <w:pStyle w:val="TBLContenu"/>
              <w:rPr>
                <w:lang w:bidi="en-US"/>
              </w:rPr>
            </w:pPr>
          </w:p>
        </w:tc>
        <w:tc>
          <w:tcPr>
            <w:tcW w:w="1140" w:type="pct"/>
            <w:vMerge/>
            <w:noWrap/>
          </w:tcPr>
          <w:p w14:paraId="42BB3F7B" w14:textId="77777777" w:rsidR="00E37AED" w:rsidDel="00E14E7C" w:rsidRDefault="00E37AED" w:rsidP="00E37AED">
            <w:pPr>
              <w:pStyle w:val="TBLContenu"/>
              <w:rPr>
                <w:lang w:bidi="en-US"/>
              </w:rPr>
            </w:pPr>
          </w:p>
        </w:tc>
      </w:tr>
      <w:tr w:rsidR="00E37AED" w:rsidRPr="002A3ED8" w14:paraId="1029916B" w14:textId="77777777" w:rsidTr="004A5E9E">
        <w:trPr>
          <w:trHeight w:val="288"/>
        </w:trPr>
        <w:tc>
          <w:tcPr>
            <w:tcW w:w="692" w:type="pct"/>
            <w:vMerge/>
            <w:noWrap/>
          </w:tcPr>
          <w:p w14:paraId="32CE11B3" w14:textId="77777777" w:rsidR="00E37AED" w:rsidRPr="002A3ED8" w:rsidRDefault="00E37AED" w:rsidP="00E37AED">
            <w:pPr>
              <w:pStyle w:val="TBLContenu"/>
              <w:rPr>
                <w:lang w:bidi="en-US"/>
              </w:rPr>
            </w:pPr>
          </w:p>
        </w:tc>
        <w:tc>
          <w:tcPr>
            <w:tcW w:w="2038" w:type="pct"/>
            <w:shd w:val="clear" w:color="auto" w:fill="D9D9D9" w:themeFill="background1" w:themeFillShade="D9"/>
            <w:noWrap/>
          </w:tcPr>
          <w:p w14:paraId="2689E170" w14:textId="22D8FC64" w:rsidR="00E37AED" w:rsidRPr="002A3ED8" w:rsidDel="00E14E7C" w:rsidRDefault="00E37AED" w:rsidP="00E37AED">
            <w:pPr>
              <w:pStyle w:val="TBLContenu"/>
              <w:rPr>
                <w:lang w:bidi="en-US"/>
              </w:rPr>
            </w:pPr>
            <w:r>
              <w:rPr>
                <w:lang w:bidi="en-US"/>
              </w:rPr>
              <w:t>Professionnel [</w:t>
            </w:r>
            <w:proofErr w:type="gramStart"/>
            <w:r>
              <w:rPr>
                <w:lang w:bidi="en-US"/>
              </w:rPr>
              <w:t>0..</w:t>
            </w:r>
            <w:proofErr w:type="gramEnd"/>
            <w:r>
              <w:rPr>
                <w:lang w:bidi="en-US"/>
              </w:rPr>
              <w:t>*]</w:t>
            </w:r>
          </w:p>
        </w:tc>
        <w:tc>
          <w:tcPr>
            <w:tcW w:w="1130" w:type="pct"/>
            <w:vMerge/>
            <w:noWrap/>
          </w:tcPr>
          <w:p w14:paraId="129A3E43" w14:textId="77777777" w:rsidR="00E37AED" w:rsidRDefault="00E37AED" w:rsidP="00E37AED">
            <w:pPr>
              <w:pStyle w:val="TBLContenu"/>
              <w:rPr>
                <w:lang w:bidi="en-US"/>
              </w:rPr>
            </w:pPr>
          </w:p>
        </w:tc>
        <w:tc>
          <w:tcPr>
            <w:tcW w:w="1140" w:type="pct"/>
            <w:vMerge/>
            <w:noWrap/>
          </w:tcPr>
          <w:p w14:paraId="42534923" w14:textId="77777777" w:rsidR="00E37AED" w:rsidDel="00E14E7C" w:rsidRDefault="00E37AED" w:rsidP="00E37AED">
            <w:pPr>
              <w:pStyle w:val="TBLContenu"/>
              <w:rPr>
                <w:lang w:bidi="en-US"/>
              </w:rPr>
            </w:pPr>
          </w:p>
        </w:tc>
      </w:tr>
      <w:tr w:rsidR="00E37AED" w:rsidRPr="002A3ED8" w14:paraId="09F4D4BE" w14:textId="77777777" w:rsidTr="004A5E9E">
        <w:trPr>
          <w:trHeight w:val="288"/>
        </w:trPr>
        <w:tc>
          <w:tcPr>
            <w:tcW w:w="692" w:type="pct"/>
            <w:vMerge/>
            <w:noWrap/>
          </w:tcPr>
          <w:p w14:paraId="21D467BB" w14:textId="77777777" w:rsidR="00E37AED" w:rsidRPr="002A3ED8" w:rsidRDefault="00E37AED" w:rsidP="00E37AED">
            <w:pPr>
              <w:pStyle w:val="TBLContenu"/>
              <w:rPr>
                <w:lang w:bidi="en-US"/>
              </w:rPr>
            </w:pPr>
          </w:p>
        </w:tc>
        <w:tc>
          <w:tcPr>
            <w:tcW w:w="2038" w:type="pct"/>
            <w:shd w:val="clear" w:color="auto" w:fill="D9D9D9" w:themeFill="background1" w:themeFillShade="D9"/>
            <w:noWrap/>
          </w:tcPr>
          <w:p w14:paraId="6C9C3D36" w14:textId="4CC5397A" w:rsidR="00E37AED" w:rsidRPr="002A3ED8" w:rsidDel="00E14E7C" w:rsidRDefault="00E37AED" w:rsidP="00E37AED">
            <w:pPr>
              <w:pStyle w:val="TBLContenu"/>
              <w:rPr>
                <w:lang w:bidi="en-US"/>
              </w:rPr>
            </w:pPr>
            <w:proofErr w:type="spellStart"/>
            <w:r>
              <w:rPr>
                <w:lang w:bidi="en-US"/>
              </w:rPr>
              <w:t>OrganisationInterne</w:t>
            </w:r>
            <w:proofErr w:type="spellEnd"/>
            <w:r>
              <w:rPr>
                <w:lang w:bidi="en-US"/>
              </w:rPr>
              <w:t xml:space="preserve"> [</w:t>
            </w:r>
            <w:proofErr w:type="gramStart"/>
            <w:r>
              <w:rPr>
                <w:lang w:bidi="en-US"/>
              </w:rPr>
              <w:t>0..</w:t>
            </w:r>
            <w:proofErr w:type="gramEnd"/>
            <w:r>
              <w:rPr>
                <w:lang w:bidi="en-US"/>
              </w:rPr>
              <w:t>*]</w:t>
            </w:r>
          </w:p>
        </w:tc>
        <w:tc>
          <w:tcPr>
            <w:tcW w:w="1130" w:type="pct"/>
            <w:vMerge/>
            <w:noWrap/>
          </w:tcPr>
          <w:p w14:paraId="40E524A6" w14:textId="77777777" w:rsidR="00E37AED" w:rsidRDefault="00E37AED" w:rsidP="00E37AED">
            <w:pPr>
              <w:pStyle w:val="TBLContenu"/>
              <w:rPr>
                <w:lang w:bidi="en-US"/>
              </w:rPr>
            </w:pPr>
          </w:p>
        </w:tc>
        <w:tc>
          <w:tcPr>
            <w:tcW w:w="1140" w:type="pct"/>
            <w:vMerge/>
            <w:noWrap/>
          </w:tcPr>
          <w:p w14:paraId="31BBBAAA" w14:textId="77777777" w:rsidR="00E37AED" w:rsidDel="00E14E7C" w:rsidRDefault="00E37AED" w:rsidP="00E37AED">
            <w:pPr>
              <w:pStyle w:val="TBLContenu"/>
              <w:rPr>
                <w:lang w:bidi="en-US"/>
              </w:rPr>
            </w:pPr>
          </w:p>
        </w:tc>
      </w:tr>
      <w:tr w:rsidR="00E37AED" w:rsidRPr="002A3ED8" w14:paraId="57C909D0" w14:textId="77777777" w:rsidTr="004A5E9E">
        <w:trPr>
          <w:trHeight w:val="288"/>
        </w:trPr>
        <w:tc>
          <w:tcPr>
            <w:tcW w:w="692" w:type="pct"/>
            <w:vMerge/>
            <w:noWrap/>
          </w:tcPr>
          <w:p w14:paraId="44B6563E" w14:textId="77777777" w:rsidR="00E37AED" w:rsidRPr="002A3ED8" w:rsidRDefault="00E37AED" w:rsidP="00E37AED">
            <w:pPr>
              <w:pStyle w:val="TBLContenu"/>
              <w:rPr>
                <w:lang w:bidi="en-US"/>
              </w:rPr>
            </w:pPr>
          </w:p>
        </w:tc>
        <w:tc>
          <w:tcPr>
            <w:tcW w:w="2038" w:type="pct"/>
            <w:shd w:val="clear" w:color="auto" w:fill="D9D9D9" w:themeFill="background1" w:themeFillShade="D9"/>
            <w:noWrap/>
          </w:tcPr>
          <w:p w14:paraId="22176044" w14:textId="4BD1DAFF" w:rsidR="00E37AED" w:rsidRPr="002A3ED8" w:rsidDel="00E14E7C" w:rsidRDefault="00E37AED" w:rsidP="00E37AED">
            <w:pPr>
              <w:pStyle w:val="TBLContenu"/>
              <w:rPr>
                <w:lang w:bidi="en-US"/>
              </w:rPr>
            </w:pPr>
            <w:r>
              <w:rPr>
                <w:lang w:bidi="en-US"/>
              </w:rPr>
              <w:t>Lieu [</w:t>
            </w:r>
            <w:proofErr w:type="gramStart"/>
            <w:r>
              <w:rPr>
                <w:lang w:bidi="en-US"/>
              </w:rPr>
              <w:t>0..</w:t>
            </w:r>
            <w:proofErr w:type="gramEnd"/>
            <w:r>
              <w:rPr>
                <w:lang w:bidi="en-US"/>
              </w:rPr>
              <w:t>*]</w:t>
            </w:r>
          </w:p>
        </w:tc>
        <w:tc>
          <w:tcPr>
            <w:tcW w:w="1130" w:type="pct"/>
            <w:vMerge/>
            <w:noWrap/>
          </w:tcPr>
          <w:p w14:paraId="75D4DF13" w14:textId="77777777" w:rsidR="00E37AED" w:rsidRDefault="00E37AED" w:rsidP="00E37AED">
            <w:pPr>
              <w:pStyle w:val="TBLContenu"/>
              <w:rPr>
                <w:lang w:bidi="en-US"/>
              </w:rPr>
            </w:pPr>
          </w:p>
        </w:tc>
        <w:tc>
          <w:tcPr>
            <w:tcW w:w="1140" w:type="pct"/>
            <w:vMerge/>
            <w:noWrap/>
          </w:tcPr>
          <w:p w14:paraId="027EDBF5" w14:textId="77777777" w:rsidR="00E37AED" w:rsidDel="00E14E7C" w:rsidRDefault="00E37AED" w:rsidP="00E37AED">
            <w:pPr>
              <w:pStyle w:val="TBLContenu"/>
              <w:rPr>
                <w:lang w:bidi="en-US"/>
              </w:rPr>
            </w:pPr>
          </w:p>
        </w:tc>
      </w:tr>
      <w:tr w:rsidR="00E37AED" w:rsidRPr="002A3ED8" w14:paraId="4F41BA5A" w14:textId="77777777" w:rsidTr="004A5E9E">
        <w:trPr>
          <w:trHeight w:val="288"/>
        </w:trPr>
        <w:tc>
          <w:tcPr>
            <w:tcW w:w="692" w:type="pct"/>
            <w:vMerge/>
            <w:noWrap/>
          </w:tcPr>
          <w:p w14:paraId="520D6038" w14:textId="77777777" w:rsidR="00E37AED" w:rsidRPr="002A3ED8" w:rsidRDefault="00E37AED" w:rsidP="00E37AED">
            <w:pPr>
              <w:pStyle w:val="TBLContenu"/>
              <w:rPr>
                <w:lang w:bidi="en-US"/>
              </w:rPr>
            </w:pPr>
          </w:p>
        </w:tc>
        <w:tc>
          <w:tcPr>
            <w:tcW w:w="2038" w:type="pct"/>
            <w:shd w:val="clear" w:color="auto" w:fill="D9D9D9" w:themeFill="background1" w:themeFillShade="D9"/>
            <w:noWrap/>
          </w:tcPr>
          <w:p w14:paraId="663129F2" w14:textId="126581C3" w:rsidR="00E37AED" w:rsidRPr="002A3ED8" w:rsidDel="00E14E7C" w:rsidRDefault="00E37AED" w:rsidP="00E37AED">
            <w:pPr>
              <w:pStyle w:val="TBLContenu"/>
              <w:rPr>
                <w:lang w:bidi="en-US"/>
              </w:rPr>
            </w:pPr>
            <w:proofErr w:type="spellStart"/>
            <w:r>
              <w:rPr>
                <w:lang w:bidi="en-US"/>
              </w:rPr>
              <w:t>EquipementOperationnel</w:t>
            </w:r>
            <w:proofErr w:type="spellEnd"/>
            <w:r>
              <w:rPr>
                <w:lang w:bidi="en-US"/>
              </w:rPr>
              <w:t xml:space="preserve"> [</w:t>
            </w:r>
            <w:proofErr w:type="gramStart"/>
            <w:r>
              <w:rPr>
                <w:lang w:bidi="en-US"/>
              </w:rPr>
              <w:t>0..</w:t>
            </w:r>
            <w:proofErr w:type="gramEnd"/>
            <w:r>
              <w:rPr>
                <w:lang w:bidi="en-US"/>
              </w:rPr>
              <w:t>*]</w:t>
            </w:r>
          </w:p>
        </w:tc>
        <w:tc>
          <w:tcPr>
            <w:tcW w:w="1130" w:type="pct"/>
            <w:vMerge/>
            <w:noWrap/>
          </w:tcPr>
          <w:p w14:paraId="07230E72" w14:textId="77777777" w:rsidR="00E37AED" w:rsidRDefault="00E37AED" w:rsidP="00E37AED">
            <w:pPr>
              <w:pStyle w:val="TBLContenu"/>
              <w:rPr>
                <w:lang w:bidi="en-US"/>
              </w:rPr>
            </w:pPr>
          </w:p>
        </w:tc>
        <w:tc>
          <w:tcPr>
            <w:tcW w:w="1140" w:type="pct"/>
            <w:vMerge/>
            <w:noWrap/>
          </w:tcPr>
          <w:p w14:paraId="66EDE39C" w14:textId="77777777" w:rsidR="00E37AED" w:rsidDel="00E14E7C" w:rsidRDefault="00E37AED" w:rsidP="00E37AED">
            <w:pPr>
              <w:pStyle w:val="TBLContenu"/>
              <w:rPr>
                <w:lang w:bidi="en-US"/>
              </w:rPr>
            </w:pPr>
          </w:p>
        </w:tc>
      </w:tr>
      <w:tr w:rsidR="002C555E" w:rsidRPr="002A3ED8" w14:paraId="4D0E715D" w14:textId="77777777" w:rsidTr="004A5E9E">
        <w:trPr>
          <w:trHeight w:val="288"/>
        </w:trPr>
        <w:tc>
          <w:tcPr>
            <w:tcW w:w="692" w:type="pct"/>
            <w:shd w:val="clear" w:color="auto" w:fill="auto"/>
            <w:noWrap/>
          </w:tcPr>
          <w:p w14:paraId="25A9AAB5" w14:textId="77777777" w:rsidR="002C555E" w:rsidRPr="002A3ED8" w:rsidRDefault="002C555E" w:rsidP="002C555E">
            <w:pPr>
              <w:pStyle w:val="TBLContenu"/>
              <w:rPr>
                <w:b/>
                <w:bCs/>
                <w:lang w:bidi="en-US"/>
              </w:rPr>
            </w:pPr>
            <w:r w:rsidRPr="002A3ED8">
              <w:rPr>
                <w:lang w:bidi="en-US"/>
              </w:rPr>
              <w:t>Professionnel</w:t>
            </w:r>
          </w:p>
        </w:tc>
        <w:tc>
          <w:tcPr>
            <w:tcW w:w="2038" w:type="pct"/>
            <w:noWrap/>
          </w:tcPr>
          <w:p w14:paraId="7906AF3A" w14:textId="247946CB" w:rsidR="002C555E" w:rsidRPr="002A3ED8" w:rsidRDefault="002C555E" w:rsidP="002C555E">
            <w:pPr>
              <w:pStyle w:val="TBLContenu"/>
              <w:rPr>
                <w:lang w:bidi="en-US"/>
              </w:rPr>
            </w:pPr>
            <w:proofErr w:type="spellStart"/>
            <w:proofErr w:type="gramStart"/>
            <w:r w:rsidRPr="002A3ED8">
              <w:rPr>
                <w:lang w:bidi="en-US"/>
              </w:rPr>
              <w:t>idPP</w:t>
            </w:r>
            <w:proofErr w:type="spellEnd"/>
            <w:r w:rsidRPr="002A3ED8">
              <w:rPr>
                <w:lang w:bidi="en-US"/>
              </w:rPr>
              <w:t xml:space="preserve">  :</w:t>
            </w:r>
            <w:proofErr w:type="gramEnd"/>
            <w:r w:rsidRPr="002A3ED8">
              <w:rPr>
                <w:lang w:bidi="en-US"/>
              </w:rPr>
              <w:t xml:space="preserve"> [</w:t>
            </w:r>
            <w:r>
              <w:rPr>
                <w:lang w:bidi="en-US"/>
              </w:rPr>
              <w:t>1</w:t>
            </w:r>
            <w:r w:rsidRPr="002A3ED8">
              <w:rPr>
                <w:lang w:bidi="en-US"/>
              </w:rPr>
              <w:t>..1] Identifiant</w:t>
            </w:r>
          </w:p>
        </w:tc>
        <w:tc>
          <w:tcPr>
            <w:tcW w:w="1130" w:type="pct"/>
            <w:noWrap/>
          </w:tcPr>
          <w:p w14:paraId="3D8B9E3A" w14:textId="77777777" w:rsidR="002C555E" w:rsidRDefault="002C555E" w:rsidP="002C555E">
            <w:pPr>
              <w:pStyle w:val="TBLContenu"/>
              <w:rPr>
                <w:lang w:bidi="en-US"/>
              </w:rPr>
            </w:pPr>
            <w:proofErr w:type="spellStart"/>
            <w:r>
              <w:rPr>
                <w:lang w:bidi="en-US"/>
              </w:rPr>
              <w:t>Practitioner</w:t>
            </w:r>
            <w:proofErr w:type="spellEnd"/>
          </w:p>
          <w:p w14:paraId="2FA2CF56" w14:textId="3041F542" w:rsidR="002C555E" w:rsidRPr="002A3ED8" w:rsidRDefault="002C555E" w:rsidP="002C555E">
            <w:pPr>
              <w:pStyle w:val="TBLContenu"/>
              <w:rPr>
                <w:lang w:bidi="en-US"/>
              </w:rPr>
            </w:pPr>
            <w:proofErr w:type="spellStart"/>
            <w:r w:rsidRPr="0039032C">
              <w:rPr>
                <w:color w:val="F79646" w:themeColor="accent6"/>
                <w:lang w:bidi="en-US"/>
              </w:rPr>
              <w:t>FrPractitioner</w:t>
            </w:r>
            <w:proofErr w:type="spellEnd"/>
          </w:p>
        </w:tc>
        <w:tc>
          <w:tcPr>
            <w:tcW w:w="1140" w:type="pct"/>
            <w:noWrap/>
          </w:tcPr>
          <w:p w14:paraId="4BE937CC" w14:textId="020F9791" w:rsidR="002C555E" w:rsidRPr="002A3ED8" w:rsidRDefault="002C555E" w:rsidP="002C555E">
            <w:pPr>
              <w:pStyle w:val="TBLContenu"/>
              <w:rPr>
                <w:lang w:bidi="en-US"/>
              </w:rPr>
            </w:pPr>
            <w:proofErr w:type="gramStart"/>
            <w:r>
              <w:rPr>
                <w:lang w:bidi="en-US"/>
              </w:rPr>
              <w:t>identifier</w:t>
            </w:r>
            <w:proofErr w:type="gramEnd"/>
            <w:r>
              <w:rPr>
                <w:lang w:bidi="en-US"/>
              </w:rPr>
              <w:t> : Identifier [0..*]</w:t>
            </w:r>
          </w:p>
        </w:tc>
      </w:tr>
      <w:tr w:rsidR="002C555E" w:rsidRPr="002A3ED8" w14:paraId="43E680A7" w14:textId="77777777" w:rsidTr="004A5E9E">
        <w:trPr>
          <w:trHeight w:val="288"/>
        </w:trPr>
        <w:tc>
          <w:tcPr>
            <w:tcW w:w="692" w:type="pct"/>
            <w:noWrap/>
          </w:tcPr>
          <w:p w14:paraId="3E1FD7F9" w14:textId="77777777" w:rsidR="002C555E" w:rsidRPr="002A3ED8" w:rsidRDefault="002C555E" w:rsidP="002C555E">
            <w:pPr>
              <w:pStyle w:val="TBLContenu"/>
              <w:rPr>
                <w:b/>
                <w:bCs/>
                <w:lang w:bidi="en-US"/>
              </w:rPr>
            </w:pPr>
            <w:r w:rsidRPr="002A3ED8">
              <w:rPr>
                <w:lang w:bidi="en-US"/>
              </w:rPr>
              <w:t>Lieu</w:t>
            </w:r>
          </w:p>
        </w:tc>
        <w:tc>
          <w:tcPr>
            <w:tcW w:w="2038" w:type="pct"/>
            <w:noWrap/>
          </w:tcPr>
          <w:p w14:paraId="66AD4778" w14:textId="5CC96D08" w:rsidR="002C555E" w:rsidRPr="002A3ED8" w:rsidRDefault="002C555E" w:rsidP="002C555E">
            <w:pPr>
              <w:pStyle w:val="TBLContenu"/>
              <w:rPr>
                <w:lang w:bidi="en-US"/>
              </w:rPr>
            </w:pPr>
            <w:proofErr w:type="gramStart"/>
            <w:r w:rsidRPr="002A3ED8">
              <w:rPr>
                <w:lang w:bidi="en-US"/>
              </w:rPr>
              <w:t>id</w:t>
            </w:r>
            <w:r>
              <w:rPr>
                <w:lang w:bidi="en-US"/>
              </w:rPr>
              <w:t>entifiant</w:t>
            </w:r>
            <w:proofErr w:type="gramEnd"/>
            <w:r w:rsidRPr="002A3ED8">
              <w:rPr>
                <w:lang w:bidi="en-US"/>
              </w:rPr>
              <w:t> : [</w:t>
            </w:r>
            <w:r>
              <w:rPr>
                <w:lang w:bidi="en-US"/>
              </w:rPr>
              <w:t>1</w:t>
            </w:r>
            <w:r w:rsidRPr="002A3ED8">
              <w:rPr>
                <w:lang w:bidi="en-US"/>
              </w:rPr>
              <w:t>..1] Identifiant</w:t>
            </w:r>
          </w:p>
        </w:tc>
        <w:tc>
          <w:tcPr>
            <w:tcW w:w="1130" w:type="pct"/>
            <w:noWrap/>
          </w:tcPr>
          <w:p w14:paraId="6D6AA4D0" w14:textId="77777777" w:rsidR="002C555E" w:rsidRDefault="002C555E" w:rsidP="002C555E">
            <w:pPr>
              <w:pStyle w:val="TBLContenu"/>
              <w:rPr>
                <w:lang w:bidi="en-US"/>
              </w:rPr>
            </w:pPr>
            <w:r>
              <w:rPr>
                <w:lang w:bidi="en-US"/>
              </w:rPr>
              <w:t>Location</w:t>
            </w:r>
          </w:p>
          <w:p w14:paraId="0DB71061" w14:textId="2F41B67A" w:rsidR="002C555E" w:rsidRPr="002A3ED8" w:rsidRDefault="002C555E" w:rsidP="002C555E">
            <w:pPr>
              <w:pStyle w:val="TBLContenu"/>
              <w:rPr>
                <w:lang w:bidi="en-US"/>
              </w:rPr>
            </w:pPr>
            <w:proofErr w:type="spellStart"/>
            <w:r w:rsidRPr="0039032C">
              <w:rPr>
                <w:color w:val="F79646" w:themeColor="accent6"/>
                <w:lang w:bidi="en-US"/>
              </w:rPr>
              <w:t>FrLocation</w:t>
            </w:r>
            <w:proofErr w:type="spellEnd"/>
          </w:p>
        </w:tc>
        <w:tc>
          <w:tcPr>
            <w:tcW w:w="1140" w:type="pct"/>
            <w:noWrap/>
          </w:tcPr>
          <w:p w14:paraId="5A63DB72" w14:textId="65F4E7CE" w:rsidR="002C555E" w:rsidRPr="002A3ED8" w:rsidRDefault="002C555E" w:rsidP="002C555E">
            <w:pPr>
              <w:pStyle w:val="TBLContenu"/>
              <w:rPr>
                <w:lang w:bidi="en-US"/>
              </w:rPr>
            </w:pPr>
            <w:proofErr w:type="gramStart"/>
            <w:r>
              <w:rPr>
                <w:lang w:bidi="en-US"/>
              </w:rPr>
              <w:t>identifier</w:t>
            </w:r>
            <w:proofErr w:type="gramEnd"/>
            <w:r>
              <w:rPr>
                <w:lang w:bidi="en-US"/>
              </w:rPr>
              <w:t> : Identifier [1..*]</w:t>
            </w:r>
          </w:p>
        </w:tc>
      </w:tr>
      <w:tr w:rsidR="002C555E" w:rsidRPr="002A3ED8" w14:paraId="013AD3AE" w14:textId="77777777" w:rsidTr="004A5E9E">
        <w:trPr>
          <w:trHeight w:val="288"/>
        </w:trPr>
        <w:tc>
          <w:tcPr>
            <w:tcW w:w="692" w:type="pct"/>
            <w:vMerge w:val="restart"/>
            <w:noWrap/>
          </w:tcPr>
          <w:p w14:paraId="3422FFBE" w14:textId="7F6DAE89" w:rsidR="002C555E" w:rsidRPr="00436992" w:rsidRDefault="002C555E" w:rsidP="002C555E">
            <w:pPr>
              <w:pStyle w:val="TBLContenu"/>
              <w:rPr>
                <w:b/>
                <w:bCs/>
                <w:lang w:bidi="en-US"/>
              </w:rPr>
            </w:pPr>
            <w:proofErr w:type="spellStart"/>
            <w:r w:rsidRPr="002A3ED8">
              <w:rPr>
                <w:lang w:bidi="en-US"/>
              </w:rPr>
              <w:t>PersonnePriseCharge</w:t>
            </w:r>
            <w:proofErr w:type="spellEnd"/>
          </w:p>
        </w:tc>
        <w:tc>
          <w:tcPr>
            <w:tcW w:w="2038" w:type="pct"/>
            <w:noWrap/>
          </w:tcPr>
          <w:p w14:paraId="3DB9E1C8" w14:textId="2DCDC2C5" w:rsidR="002C555E" w:rsidRPr="002A3ED8" w:rsidRDefault="002C555E" w:rsidP="002C555E">
            <w:pPr>
              <w:pStyle w:val="TBLContenu"/>
              <w:rPr>
                <w:lang w:bidi="en-US"/>
              </w:rPr>
            </w:pPr>
            <w:proofErr w:type="spellStart"/>
            <w:proofErr w:type="gramStart"/>
            <w:r w:rsidRPr="002A3ED8">
              <w:rPr>
                <w:lang w:bidi="en-US"/>
              </w:rPr>
              <w:t>idPersonnePriseCharge</w:t>
            </w:r>
            <w:proofErr w:type="spellEnd"/>
            <w:proofErr w:type="gramEnd"/>
            <w:r w:rsidRPr="002A3ED8">
              <w:rPr>
                <w:lang w:bidi="en-US"/>
              </w:rPr>
              <w:t xml:space="preserve"> : [0..1] Identifiant</w:t>
            </w:r>
          </w:p>
        </w:tc>
        <w:tc>
          <w:tcPr>
            <w:tcW w:w="1130" w:type="pct"/>
            <w:noWrap/>
          </w:tcPr>
          <w:p w14:paraId="310DB83D" w14:textId="77777777" w:rsidR="002C555E" w:rsidRDefault="002C555E" w:rsidP="002C555E">
            <w:pPr>
              <w:pStyle w:val="TBLContenu"/>
              <w:rPr>
                <w:lang w:bidi="en-US"/>
              </w:rPr>
            </w:pPr>
            <w:r>
              <w:rPr>
                <w:lang w:bidi="en-US"/>
              </w:rPr>
              <w:t>Patient</w:t>
            </w:r>
          </w:p>
          <w:p w14:paraId="6686E5B2" w14:textId="7661BC4C" w:rsidR="002C555E" w:rsidRPr="002A3ED8" w:rsidRDefault="002C555E" w:rsidP="002C555E">
            <w:pPr>
              <w:pStyle w:val="TBLContenu"/>
              <w:rPr>
                <w:lang w:bidi="en-US"/>
              </w:rPr>
            </w:pPr>
            <w:proofErr w:type="spellStart"/>
            <w:r w:rsidRPr="0039032C">
              <w:rPr>
                <w:color w:val="F79646" w:themeColor="accent6"/>
                <w:lang w:bidi="en-US"/>
              </w:rPr>
              <w:t>FrPatient</w:t>
            </w:r>
            <w:proofErr w:type="spellEnd"/>
          </w:p>
        </w:tc>
        <w:tc>
          <w:tcPr>
            <w:tcW w:w="1140" w:type="pct"/>
            <w:noWrap/>
          </w:tcPr>
          <w:p w14:paraId="48D07C3C" w14:textId="54C741E8" w:rsidR="002C555E" w:rsidRPr="001B4825" w:rsidRDefault="002C555E" w:rsidP="002C555E">
            <w:pPr>
              <w:pStyle w:val="TBLContenu"/>
              <w:rPr>
                <w:iCs/>
                <w:lang w:bidi="en-US"/>
              </w:rPr>
            </w:pPr>
            <w:proofErr w:type="gramStart"/>
            <w:r>
              <w:rPr>
                <w:lang w:bidi="en-US"/>
              </w:rPr>
              <w:t>identifier</w:t>
            </w:r>
            <w:proofErr w:type="gramEnd"/>
            <w:r>
              <w:rPr>
                <w:lang w:bidi="en-US"/>
              </w:rPr>
              <w:t> : Identifier [0..*]</w:t>
            </w:r>
          </w:p>
        </w:tc>
      </w:tr>
      <w:tr w:rsidR="002C555E" w:rsidRPr="002A3ED8" w14:paraId="51F83498" w14:textId="77777777" w:rsidTr="004A5E9E">
        <w:trPr>
          <w:trHeight w:val="288"/>
        </w:trPr>
        <w:tc>
          <w:tcPr>
            <w:tcW w:w="692" w:type="pct"/>
            <w:vMerge/>
            <w:noWrap/>
          </w:tcPr>
          <w:p w14:paraId="0390D90F" w14:textId="77777777" w:rsidR="002C555E" w:rsidRPr="002A3ED8" w:rsidRDefault="002C555E" w:rsidP="002C555E">
            <w:pPr>
              <w:pStyle w:val="TBLContenu"/>
              <w:rPr>
                <w:lang w:bidi="en-US"/>
              </w:rPr>
            </w:pPr>
          </w:p>
        </w:tc>
        <w:tc>
          <w:tcPr>
            <w:tcW w:w="2038" w:type="pct"/>
            <w:noWrap/>
            <w:vAlign w:val="top"/>
          </w:tcPr>
          <w:p w14:paraId="64EF1394" w14:textId="77777777" w:rsidR="006440A1" w:rsidRPr="003E23AB" w:rsidRDefault="006440A1" w:rsidP="004A5E9E">
            <w:pPr>
              <w:pStyle w:val="TBLContenu"/>
              <w:jc w:val="left"/>
            </w:pPr>
            <w:r w:rsidRPr="000A1E27">
              <w:t>INS</w:t>
            </w:r>
            <w:r w:rsidRPr="00C5317A">
              <w:t> : [</w:t>
            </w:r>
            <w:proofErr w:type="gramStart"/>
            <w:r>
              <w:t>0</w:t>
            </w:r>
            <w:r w:rsidRPr="00C5317A">
              <w:t>..</w:t>
            </w:r>
            <w:proofErr w:type="gramEnd"/>
            <w:r w:rsidRPr="00C5317A">
              <w:t>1] INS</w:t>
            </w:r>
            <w:r>
              <w:rPr>
                <w:rStyle w:val="Appelnotedebasdep"/>
              </w:rPr>
              <w:footnoteReference w:id="17"/>
            </w:r>
          </w:p>
          <w:p w14:paraId="42CEF98B" w14:textId="77777777" w:rsidR="006440A1" w:rsidRDefault="006440A1" w:rsidP="004A5E9E">
            <w:pPr>
              <w:pStyle w:val="TBLListepuces"/>
              <w:jc w:val="left"/>
            </w:pPr>
            <w:proofErr w:type="spellStart"/>
            <w:proofErr w:type="gramStart"/>
            <w:r w:rsidRPr="001212EC">
              <w:t>matriculeINS</w:t>
            </w:r>
            <w:proofErr w:type="spellEnd"/>
            <w:proofErr w:type="gramEnd"/>
            <w:r w:rsidRPr="001212EC">
              <w:t> : [1..1] Identifiant</w:t>
            </w:r>
          </w:p>
          <w:p w14:paraId="19482F1A" w14:textId="77777777" w:rsidR="006440A1" w:rsidRPr="00C5317A" w:rsidRDefault="006440A1" w:rsidP="004A5E9E">
            <w:pPr>
              <w:pStyle w:val="TBLListepuces"/>
              <w:numPr>
                <w:ilvl w:val="0"/>
                <w:numId w:val="0"/>
              </w:numPr>
              <w:ind w:left="357"/>
              <w:jc w:val="left"/>
            </w:pPr>
          </w:p>
          <w:p w14:paraId="0143B79D" w14:textId="77777777" w:rsidR="006440A1" w:rsidRPr="00C5317A" w:rsidRDefault="006440A1" w:rsidP="004A5E9E">
            <w:pPr>
              <w:pStyle w:val="TBLListepuces"/>
              <w:jc w:val="left"/>
            </w:pPr>
            <w:proofErr w:type="spellStart"/>
            <w:proofErr w:type="gramStart"/>
            <w:r w:rsidRPr="001212EC">
              <w:lastRenderedPageBreak/>
              <w:t>nomFamille</w:t>
            </w:r>
            <w:proofErr w:type="spellEnd"/>
            <w:proofErr w:type="gramEnd"/>
            <w:r w:rsidRPr="001212EC">
              <w:t> : [1..1] Texte</w:t>
            </w:r>
          </w:p>
          <w:p w14:paraId="1DE7BA3C" w14:textId="77777777" w:rsidR="006440A1" w:rsidRPr="00C5317A" w:rsidRDefault="006440A1" w:rsidP="004A5E9E">
            <w:pPr>
              <w:pStyle w:val="TBLListepuces"/>
              <w:jc w:val="left"/>
            </w:pPr>
            <w:proofErr w:type="spellStart"/>
            <w:proofErr w:type="gramStart"/>
            <w:r w:rsidRPr="001212EC">
              <w:t>prenomActeNaissance</w:t>
            </w:r>
            <w:proofErr w:type="spellEnd"/>
            <w:proofErr w:type="gramEnd"/>
            <w:r w:rsidRPr="001212EC">
              <w:t> : [1..1] Texte</w:t>
            </w:r>
          </w:p>
          <w:p w14:paraId="5DE04C1D" w14:textId="77777777" w:rsidR="006440A1" w:rsidRDefault="006440A1" w:rsidP="004A5E9E">
            <w:pPr>
              <w:pStyle w:val="TBLListepuces"/>
              <w:jc w:val="left"/>
            </w:pPr>
            <w:proofErr w:type="spellStart"/>
            <w:proofErr w:type="gramStart"/>
            <w:r w:rsidRPr="001212EC">
              <w:t>premierPrenomActeNaissance</w:t>
            </w:r>
            <w:proofErr w:type="spellEnd"/>
            <w:proofErr w:type="gramEnd"/>
            <w:r w:rsidRPr="001212EC">
              <w:t xml:space="preserve"> : [1..1] Texte</w:t>
            </w:r>
          </w:p>
          <w:p w14:paraId="00D4E259" w14:textId="77777777" w:rsidR="006440A1" w:rsidRDefault="006440A1" w:rsidP="004A5E9E">
            <w:pPr>
              <w:pStyle w:val="TBLListepuces"/>
              <w:numPr>
                <w:ilvl w:val="0"/>
                <w:numId w:val="0"/>
              </w:numPr>
              <w:jc w:val="left"/>
            </w:pPr>
          </w:p>
          <w:p w14:paraId="01FC180C" w14:textId="77777777" w:rsidR="006440A1" w:rsidRPr="000A1E27" w:rsidRDefault="006440A1" w:rsidP="004A5E9E">
            <w:pPr>
              <w:pStyle w:val="TBLListepuces"/>
              <w:numPr>
                <w:ilvl w:val="0"/>
                <w:numId w:val="0"/>
              </w:numPr>
              <w:ind w:left="357" w:hanging="357"/>
              <w:jc w:val="left"/>
            </w:pPr>
          </w:p>
          <w:p w14:paraId="3F33422D" w14:textId="77777777" w:rsidR="006440A1" w:rsidRPr="00C5317A" w:rsidRDefault="006440A1" w:rsidP="004A5E9E">
            <w:pPr>
              <w:pStyle w:val="TBLListepuces"/>
              <w:jc w:val="left"/>
            </w:pPr>
            <w:proofErr w:type="spellStart"/>
            <w:proofErr w:type="gramStart"/>
            <w:r w:rsidRPr="001212EC">
              <w:t>nomUtilise</w:t>
            </w:r>
            <w:proofErr w:type="spellEnd"/>
            <w:proofErr w:type="gramEnd"/>
            <w:r w:rsidRPr="001212EC">
              <w:t xml:space="preserve"> : [1..1] Texte</w:t>
            </w:r>
          </w:p>
          <w:p w14:paraId="2C7E9811" w14:textId="77777777" w:rsidR="006440A1" w:rsidRDefault="006440A1" w:rsidP="004A5E9E">
            <w:pPr>
              <w:pStyle w:val="TBLListepuces"/>
              <w:jc w:val="left"/>
            </w:pPr>
            <w:proofErr w:type="spellStart"/>
            <w:proofErr w:type="gramStart"/>
            <w:r w:rsidRPr="001212EC">
              <w:t>prenomUtilise</w:t>
            </w:r>
            <w:proofErr w:type="spellEnd"/>
            <w:proofErr w:type="gramEnd"/>
            <w:r w:rsidRPr="001212EC">
              <w:t xml:space="preserve"> : [1..1] Texte</w:t>
            </w:r>
          </w:p>
          <w:p w14:paraId="0F9C9BFF" w14:textId="77777777" w:rsidR="006440A1" w:rsidRDefault="006440A1" w:rsidP="004A5E9E">
            <w:pPr>
              <w:pStyle w:val="TBLListepuces"/>
              <w:numPr>
                <w:ilvl w:val="0"/>
                <w:numId w:val="0"/>
              </w:numPr>
              <w:jc w:val="left"/>
            </w:pPr>
          </w:p>
          <w:p w14:paraId="0619349F" w14:textId="77777777" w:rsidR="006440A1" w:rsidRPr="000A1E27" w:rsidRDefault="006440A1" w:rsidP="004A5E9E">
            <w:pPr>
              <w:pStyle w:val="TBLListepuces"/>
              <w:numPr>
                <w:ilvl w:val="0"/>
                <w:numId w:val="0"/>
              </w:numPr>
              <w:jc w:val="left"/>
            </w:pPr>
          </w:p>
          <w:p w14:paraId="100466F8" w14:textId="77777777" w:rsidR="006440A1" w:rsidRPr="00C5317A" w:rsidRDefault="006440A1" w:rsidP="004A5E9E">
            <w:pPr>
              <w:pStyle w:val="TBLListepuces"/>
              <w:jc w:val="left"/>
            </w:pPr>
            <w:proofErr w:type="gramStart"/>
            <w:r w:rsidRPr="001212EC">
              <w:t>sexe</w:t>
            </w:r>
            <w:proofErr w:type="gramEnd"/>
            <w:r w:rsidRPr="001212EC">
              <w:t xml:space="preserve"> : [1..1] Code</w:t>
            </w:r>
          </w:p>
          <w:p w14:paraId="46A86579" w14:textId="77777777" w:rsidR="005B4B97" w:rsidRDefault="006440A1" w:rsidP="004A5E9E">
            <w:pPr>
              <w:pStyle w:val="TBLListepuces"/>
              <w:jc w:val="left"/>
            </w:pPr>
            <w:proofErr w:type="spellStart"/>
            <w:proofErr w:type="gramStart"/>
            <w:r w:rsidRPr="001212EC">
              <w:t>dateNaissance</w:t>
            </w:r>
            <w:proofErr w:type="spellEnd"/>
            <w:proofErr w:type="gramEnd"/>
            <w:r w:rsidRPr="001212EC">
              <w:t xml:space="preserve"> : [1..1] </w:t>
            </w:r>
            <w:proofErr w:type="spellStart"/>
            <w:r w:rsidRPr="001212EC">
              <w:t>DateHeure</w:t>
            </w:r>
            <w:proofErr w:type="spellEnd"/>
          </w:p>
          <w:p w14:paraId="66E3D735" w14:textId="70EB4FF4" w:rsidR="002C555E" w:rsidRPr="00951411" w:rsidRDefault="006440A1" w:rsidP="004A5E9E">
            <w:pPr>
              <w:pStyle w:val="TBLListepuces"/>
              <w:jc w:val="left"/>
            </w:pPr>
            <w:proofErr w:type="spellStart"/>
            <w:proofErr w:type="gramStart"/>
            <w:r w:rsidRPr="00492BF5">
              <w:rPr>
                <w:szCs w:val="20"/>
              </w:rPr>
              <w:t>lieuNaissance</w:t>
            </w:r>
            <w:proofErr w:type="spellEnd"/>
            <w:proofErr w:type="gramEnd"/>
            <w:r w:rsidRPr="00492BF5">
              <w:rPr>
                <w:szCs w:val="20"/>
              </w:rPr>
              <w:t xml:space="preserve"> : [1..1] Texte</w:t>
            </w:r>
          </w:p>
        </w:tc>
        <w:tc>
          <w:tcPr>
            <w:tcW w:w="1130" w:type="pct"/>
            <w:noWrap/>
          </w:tcPr>
          <w:p w14:paraId="1E819C08" w14:textId="77777777" w:rsidR="002C555E" w:rsidRDefault="002C555E" w:rsidP="002C555E">
            <w:pPr>
              <w:pStyle w:val="TBLContenu"/>
              <w:rPr>
                <w:lang w:bidi="en-US"/>
              </w:rPr>
            </w:pPr>
            <w:r>
              <w:rPr>
                <w:lang w:bidi="en-US"/>
              </w:rPr>
              <w:lastRenderedPageBreak/>
              <w:t>Patient</w:t>
            </w:r>
          </w:p>
          <w:p w14:paraId="4DC40663" w14:textId="6D4BB273" w:rsidR="002C555E" w:rsidRDefault="002C555E" w:rsidP="002C555E">
            <w:pPr>
              <w:pStyle w:val="TBLContenu"/>
              <w:rPr>
                <w:lang w:bidi="en-US"/>
              </w:rPr>
            </w:pPr>
            <w:proofErr w:type="spellStart"/>
            <w:r w:rsidRPr="0039032C">
              <w:rPr>
                <w:color w:val="F79646" w:themeColor="accent6"/>
                <w:lang w:bidi="en-US"/>
              </w:rPr>
              <w:t>FrPatient</w:t>
            </w:r>
            <w:proofErr w:type="spellEnd"/>
          </w:p>
        </w:tc>
        <w:tc>
          <w:tcPr>
            <w:tcW w:w="1140" w:type="pct"/>
            <w:noWrap/>
          </w:tcPr>
          <w:p w14:paraId="2901A2F1" w14:textId="77777777" w:rsidR="005B4B97" w:rsidRPr="00E41670" w:rsidRDefault="005B4B97" w:rsidP="005B4B97">
            <w:pPr>
              <w:pStyle w:val="TBLListepuces"/>
              <w:rPr>
                <w:lang w:bidi="en-US"/>
              </w:rPr>
            </w:pPr>
            <w:r w:rsidRPr="00E41670">
              <w:rPr>
                <w:lang w:bidi="en-US"/>
              </w:rPr>
              <w:t>Identifier : Identifier [</w:t>
            </w:r>
            <w:proofErr w:type="gramStart"/>
            <w:r w:rsidRPr="00E41670">
              <w:rPr>
                <w:lang w:bidi="en-US"/>
              </w:rPr>
              <w:t>0..</w:t>
            </w:r>
            <w:proofErr w:type="gramEnd"/>
            <w:r w:rsidRPr="00E41670">
              <w:rPr>
                <w:lang w:bidi="en-US"/>
              </w:rPr>
              <w:t>*]</w:t>
            </w:r>
          </w:p>
          <w:p w14:paraId="3ED4B1B2" w14:textId="77777777" w:rsidR="005B4B97" w:rsidRPr="00E41670" w:rsidRDefault="005B4B97" w:rsidP="005B4B97">
            <w:pPr>
              <w:pStyle w:val="TBLListepuce2"/>
              <w:spacing w:line="276" w:lineRule="auto"/>
              <w:rPr>
                <w:lang w:bidi="en-US"/>
              </w:rPr>
            </w:pPr>
            <w:r w:rsidRPr="00E41670">
              <w:rPr>
                <w:lang w:bidi="en-US"/>
              </w:rPr>
              <w:lastRenderedPageBreak/>
              <w:t>Slice « INS-NIR »</w:t>
            </w:r>
          </w:p>
          <w:p w14:paraId="00B1D1B6" w14:textId="77777777" w:rsidR="005B4B97" w:rsidRPr="00E41670" w:rsidRDefault="005B4B97" w:rsidP="005B4B97">
            <w:pPr>
              <w:pStyle w:val="TBLListepuce2"/>
              <w:spacing w:line="276" w:lineRule="auto"/>
              <w:rPr>
                <w:lang w:bidi="en-US"/>
              </w:rPr>
            </w:pPr>
            <w:r w:rsidRPr="00E41670">
              <w:rPr>
                <w:lang w:bidi="en-US"/>
              </w:rPr>
              <w:t xml:space="preserve">Slice « INS-NIA » </w:t>
            </w:r>
          </w:p>
          <w:p w14:paraId="40C6D0A4" w14:textId="77777777" w:rsidR="005B4B97" w:rsidRPr="00E41670" w:rsidRDefault="005B4B97" w:rsidP="005B4B97">
            <w:pPr>
              <w:pStyle w:val="TBLListepuce2"/>
              <w:spacing w:line="276" w:lineRule="auto"/>
              <w:rPr>
                <w:lang w:bidi="en-US"/>
              </w:rPr>
            </w:pPr>
            <w:r w:rsidRPr="00E41670">
              <w:rPr>
                <w:lang w:bidi="en-US"/>
              </w:rPr>
              <w:t>Slice « INS-C »</w:t>
            </w:r>
          </w:p>
          <w:p w14:paraId="263EECC9" w14:textId="77777777" w:rsidR="005B4B97" w:rsidRPr="00E41670" w:rsidRDefault="005B4B97" w:rsidP="004A5E9E">
            <w:pPr>
              <w:pStyle w:val="TBLListepuce2"/>
              <w:numPr>
                <w:ilvl w:val="0"/>
                <w:numId w:val="0"/>
              </w:numPr>
              <w:spacing w:line="276" w:lineRule="auto"/>
              <w:ind w:left="714"/>
              <w:rPr>
                <w:lang w:bidi="en-US"/>
              </w:rPr>
            </w:pPr>
          </w:p>
          <w:p w14:paraId="570EABB7" w14:textId="77777777" w:rsidR="005B4B97" w:rsidRPr="00E41670" w:rsidRDefault="005B4B97" w:rsidP="005B4B97">
            <w:pPr>
              <w:pStyle w:val="TBLListepuces"/>
              <w:spacing w:line="276" w:lineRule="auto"/>
              <w:rPr>
                <w:lang w:bidi="en-US"/>
              </w:rPr>
            </w:pPr>
            <w:proofErr w:type="spellStart"/>
            <w:proofErr w:type="gramStart"/>
            <w:r w:rsidRPr="00E41670">
              <w:rPr>
                <w:lang w:bidi="en-US"/>
              </w:rPr>
              <w:t>name</w:t>
            </w:r>
            <w:proofErr w:type="spellEnd"/>
            <w:r w:rsidRPr="00E41670">
              <w:rPr>
                <w:lang w:bidi="en-US"/>
              </w:rPr>
              <w:t>[</w:t>
            </w:r>
            <w:proofErr w:type="gramEnd"/>
            <w:r w:rsidRPr="00E41670">
              <w:rPr>
                <w:lang w:bidi="en-US"/>
              </w:rPr>
              <w:t>1..*].</w:t>
            </w:r>
            <w:proofErr w:type="spellStart"/>
            <w:r w:rsidRPr="00E41670">
              <w:rPr>
                <w:lang w:bidi="en-US"/>
              </w:rPr>
              <w:t>family</w:t>
            </w:r>
            <w:proofErr w:type="spellEnd"/>
            <w:r w:rsidRPr="00E41670">
              <w:rPr>
                <w:lang w:bidi="en-US"/>
              </w:rPr>
              <w:t> : string [1..1] (</w:t>
            </w:r>
            <w:proofErr w:type="spellStart"/>
            <w:r w:rsidRPr="00E41670">
              <w:rPr>
                <w:lang w:bidi="en-US"/>
              </w:rPr>
              <w:t>FrHumanName</w:t>
            </w:r>
            <w:proofErr w:type="spellEnd"/>
            <w:r w:rsidRPr="00E41670">
              <w:rPr>
                <w:lang w:bidi="en-US"/>
              </w:rPr>
              <w:t>)</w:t>
            </w:r>
          </w:p>
          <w:p w14:paraId="68DE7D5F" w14:textId="77777777" w:rsidR="005B4B97" w:rsidRPr="00E41670" w:rsidRDefault="005B4B97" w:rsidP="005B4B97">
            <w:pPr>
              <w:pStyle w:val="TBLListepuces"/>
              <w:spacing w:line="276" w:lineRule="auto"/>
              <w:rPr>
                <w:lang w:bidi="en-US"/>
              </w:rPr>
            </w:pPr>
            <w:proofErr w:type="spellStart"/>
            <w:proofErr w:type="gramStart"/>
            <w:r w:rsidRPr="00E41670">
              <w:rPr>
                <w:lang w:bidi="en-US"/>
              </w:rPr>
              <w:t>name</w:t>
            </w:r>
            <w:proofErr w:type="spellEnd"/>
            <w:r w:rsidRPr="00E41670">
              <w:rPr>
                <w:lang w:bidi="en-US"/>
              </w:rPr>
              <w:t>[</w:t>
            </w:r>
            <w:proofErr w:type="gramEnd"/>
            <w:r w:rsidRPr="00E41670">
              <w:rPr>
                <w:lang w:bidi="en-US"/>
              </w:rPr>
              <w:t>1..*].</w:t>
            </w:r>
            <w:proofErr w:type="spellStart"/>
            <w:r w:rsidRPr="00E41670">
              <w:rPr>
                <w:lang w:bidi="en-US"/>
              </w:rPr>
              <w:t>text</w:t>
            </w:r>
            <w:proofErr w:type="spellEnd"/>
            <w:r w:rsidRPr="00E41670">
              <w:rPr>
                <w:lang w:bidi="en-US"/>
              </w:rPr>
              <w:t> : string [0..1] (</w:t>
            </w:r>
            <w:proofErr w:type="spellStart"/>
            <w:r w:rsidRPr="00E41670">
              <w:rPr>
                <w:lang w:bidi="en-US"/>
              </w:rPr>
              <w:t>FrHumanName</w:t>
            </w:r>
            <w:proofErr w:type="spellEnd"/>
            <w:r w:rsidRPr="00E41670">
              <w:rPr>
                <w:lang w:bidi="en-US"/>
              </w:rPr>
              <w:t>)</w:t>
            </w:r>
          </w:p>
          <w:p w14:paraId="3A7C82F3" w14:textId="77777777" w:rsidR="005B4B97" w:rsidRPr="00E41670" w:rsidRDefault="005B4B97" w:rsidP="005B4B97">
            <w:pPr>
              <w:pStyle w:val="TBLListepuces"/>
              <w:spacing w:line="276" w:lineRule="auto"/>
              <w:rPr>
                <w:lang w:bidi="en-US"/>
              </w:rPr>
            </w:pPr>
            <w:proofErr w:type="spellStart"/>
            <w:proofErr w:type="gramStart"/>
            <w:r w:rsidRPr="00E41670">
              <w:rPr>
                <w:lang w:bidi="en-US"/>
              </w:rPr>
              <w:t>name</w:t>
            </w:r>
            <w:proofErr w:type="spellEnd"/>
            <w:r w:rsidRPr="00E41670">
              <w:rPr>
                <w:lang w:bidi="en-US"/>
              </w:rPr>
              <w:t>[</w:t>
            </w:r>
            <w:proofErr w:type="gramEnd"/>
            <w:r w:rsidRPr="00E41670">
              <w:rPr>
                <w:lang w:bidi="en-US"/>
              </w:rPr>
              <w:t>1..*].</w:t>
            </w:r>
            <w:proofErr w:type="spellStart"/>
            <w:r w:rsidRPr="00E41670">
              <w:rPr>
                <w:lang w:bidi="en-US"/>
              </w:rPr>
              <w:t>given</w:t>
            </w:r>
            <w:proofErr w:type="spellEnd"/>
            <w:r w:rsidRPr="00E41670">
              <w:rPr>
                <w:lang w:bidi="en-US"/>
              </w:rPr>
              <w:t> : string [1..1] (</w:t>
            </w:r>
            <w:proofErr w:type="spellStart"/>
            <w:r w:rsidRPr="00E41670">
              <w:rPr>
                <w:lang w:bidi="en-US"/>
              </w:rPr>
              <w:t>FrHumanName</w:t>
            </w:r>
            <w:proofErr w:type="spellEnd"/>
            <w:r w:rsidRPr="00E41670">
              <w:rPr>
                <w:lang w:bidi="en-US"/>
              </w:rPr>
              <w:t>)</w:t>
            </w:r>
          </w:p>
          <w:p w14:paraId="55B86B29" w14:textId="77777777" w:rsidR="005B4B97" w:rsidRPr="00E41670" w:rsidRDefault="005B4B97" w:rsidP="004A5E9E">
            <w:pPr>
              <w:pStyle w:val="TBLListepuces"/>
              <w:numPr>
                <w:ilvl w:val="0"/>
                <w:numId w:val="0"/>
              </w:numPr>
              <w:spacing w:line="276" w:lineRule="auto"/>
              <w:ind w:left="357"/>
              <w:rPr>
                <w:lang w:bidi="en-US"/>
              </w:rPr>
            </w:pPr>
          </w:p>
          <w:p w14:paraId="1EF3D74B" w14:textId="77777777" w:rsidR="005B4B97" w:rsidRPr="00E41670" w:rsidRDefault="005B4B97" w:rsidP="005B4B97">
            <w:pPr>
              <w:pStyle w:val="TBLListepuces"/>
              <w:numPr>
                <w:ilvl w:val="0"/>
                <w:numId w:val="0"/>
              </w:numPr>
              <w:rPr>
                <w:lang w:bidi="en-US"/>
              </w:rPr>
            </w:pPr>
            <w:r w:rsidRPr="00E41670">
              <w:rPr>
                <w:lang w:bidi="en-US"/>
              </w:rPr>
              <w:t xml:space="preserve">Slice </w:t>
            </w:r>
            <w:proofErr w:type="spellStart"/>
            <w:r w:rsidRPr="00E41670">
              <w:rPr>
                <w:lang w:bidi="en-US"/>
              </w:rPr>
              <w:t>officialName</w:t>
            </w:r>
            <w:proofErr w:type="spellEnd"/>
            <w:r w:rsidRPr="00E41670">
              <w:rPr>
                <w:lang w:bidi="en-US"/>
              </w:rPr>
              <w:t xml:space="preserve">, </w:t>
            </w:r>
            <w:proofErr w:type="spellStart"/>
            <w:r w:rsidRPr="00E41670">
              <w:rPr>
                <w:lang w:bidi="en-US"/>
              </w:rPr>
              <w:t>Patient.name.use</w:t>
            </w:r>
            <w:proofErr w:type="spellEnd"/>
            <w:r w:rsidRPr="00E41670">
              <w:rPr>
                <w:lang w:bidi="en-US"/>
              </w:rPr>
              <w:t xml:space="preserve"> prenant la valeur « official »)</w:t>
            </w:r>
          </w:p>
          <w:p w14:paraId="0B971218" w14:textId="25225557" w:rsidR="005B4B97" w:rsidRPr="00E41670" w:rsidRDefault="005B4B97" w:rsidP="005B4B97">
            <w:pPr>
              <w:pStyle w:val="TBLListepuces"/>
              <w:numPr>
                <w:ilvl w:val="0"/>
                <w:numId w:val="0"/>
              </w:numPr>
              <w:rPr>
                <w:lang w:bidi="en-US"/>
              </w:rPr>
            </w:pPr>
          </w:p>
          <w:p w14:paraId="31309F95" w14:textId="77777777" w:rsidR="005B4B97" w:rsidRPr="00E41670" w:rsidRDefault="005B4B97" w:rsidP="005B4B97">
            <w:pPr>
              <w:pStyle w:val="TBLListepuces"/>
              <w:numPr>
                <w:ilvl w:val="0"/>
                <w:numId w:val="0"/>
              </w:numPr>
              <w:rPr>
                <w:lang w:bidi="en-US"/>
              </w:rPr>
            </w:pPr>
          </w:p>
          <w:p w14:paraId="3D9DDEE3" w14:textId="77777777" w:rsidR="005B4B97" w:rsidRPr="00E41670" w:rsidRDefault="005B4B97" w:rsidP="004A5E9E">
            <w:pPr>
              <w:pStyle w:val="TBLListepuces"/>
              <w:numPr>
                <w:ilvl w:val="0"/>
                <w:numId w:val="0"/>
              </w:numPr>
              <w:spacing w:line="276" w:lineRule="auto"/>
              <w:ind w:left="357"/>
              <w:rPr>
                <w:lang w:bidi="en-US"/>
              </w:rPr>
            </w:pPr>
          </w:p>
          <w:p w14:paraId="6C7C7ED5" w14:textId="77777777" w:rsidR="005B4B97" w:rsidRPr="00E41670" w:rsidRDefault="005B4B97" w:rsidP="005B4B97">
            <w:pPr>
              <w:pStyle w:val="TBLListepuces"/>
              <w:rPr>
                <w:lang w:bidi="en-US"/>
              </w:rPr>
            </w:pPr>
            <w:proofErr w:type="spellStart"/>
            <w:proofErr w:type="gramStart"/>
            <w:r w:rsidRPr="00E41670">
              <w:rPr>
                <w:lang w:bidi="en-US"/>
              </w:rPr>
              <w:t>name</w:t>
            </w:r>
            <w:proofErr w:type="spellEnd"/>
            <w:r w:rsidRPr="00E41670">
              <w:rPr>
                <w:lang w:bidi="en-US"/>
              </w:rPr>
              <w:t>[</w:t>
            </w:r>
            <w:proofErr w:type="gramEnd"/>
            <w:r w:rsidRPr="00E41670">
              <w:rPr>
                <w:lang w:bidi="en-US"/>
              </w:rPr>
              <w:t>1..*].</w:t>
            </w:r>
            <w:proofErr w:type="spellStart"/>
            <w:r w:rsidRPr="00E41670">
              <w:rPr>
                <w:lang w:bidi="en-US"/>
              </w:rPr>
              <w:t>family</w:t>
            </w:r>
            <w:proofErr w:type="spellEnd"/>
            <w:r w:rsidRPr="00E41670">
              <w:rPr>
                <w:lang w:bidi="en-US"/>
              </w:rPr>
              <w:t> : string [0..1] (</w:t>
            </w:r>
            <w:proofErr w:type="spellStart"/>
            <w:r w:rsidRPr="00E41670">
              <w:rPr>
                <w:lang w:bidi="en-US"/>
              </w:rPr>
              <w:t>FrHumanName</w:t>
            </w:r>
            <w:proofErr w:type="spellEnd"/>
            <w:r w:rsidRPr="00E41670">
              <w:rPr>
                <w:lang w:bidi="en-US"/>
              </w:rPr>
              <w:t>)</w:t>
            </w:r>
          </w:p>
          <w:p w14:paraId="7F1A9F72" w14:textId="77777777" w:rsidR="005B4B97" w:rsidRPr="00E41670" w:rsidRDefault="005B4B97" w:rsidP="005B4B97">
            <w:pPr>
              <w:pStyle w:val="TBLListepuces"/>
              <w:spacing w:line="276" w:lineRule="auto"/>
              <w:rPr>
                <w:lang w:bidi="en-US"/>
              </w:rPr>
            </w:pPr>
            <w:proofErr w:type="spellStart"/>
            <w:proofErr w:type="gramStart"/>
            <w:r w:rsidRPr="00E41670">
              <w:rPr>
                <w:lang w:bidi="en-US"/>
              </w:rPr>
              <w:t>name</w:t>
            </w:r>
            <w:proofErr w:type="spellEnd"/>
            <w:r w:rsidRPr="00E41670">
              <w:rPr>
                <w:lang w:bidi="en-US"/>
              </w:rPr>
              <w:t>[</w:t>
            </w:r>
            <w:proofErr w:type="gramEnd"/>
            <w:r w:rsidRPr="00E41670">
              <w:rPr>
                <w:lang w:bidi="en-US"/>
              </w:rPr>
              <w:t>1..*].</w:t>
            </w:r>
            <w:proofErr w:type="spellStart"/>
            <w:r w:rsidRPr="00E41670">
              <w:rPr>
                <w:lang w:bidi="en-US"/>
              </w:rPr>
              <w:t>given</w:t>
            </w:r>
            <w:proofErr w:type="spellEnd"/>
            <w:r w:rsidRPr="00E41670">
              <w:rPr>
                <w:lang w:bidi="en-US"/>
              </w:rPr>
              <w:t> : string [0..*] (</w:t>
            </w:r>
            <w:proofErr w:type="spellStart"/>
            <w:r w:rsidRPr="00E41670">
              <w:rPr>
                <w:lang w:bidi="en-US"/>
              </w:rPr>
              <w:t>FrHumanName</w:t>
            </w:r>
            <w:proofErr w:type="spellEnd"/>
            <w:r w:rsidRPr="00E41670">
              <w:rPr>
                <w:lang w:bidi="en-US"/>
              </w:rPr>
              <w:t>)</w:t>
            </w:r>
          </w:p>
          <w:p w14:paraId="3B63D22C" w14:textId="77777777" w:rsidR="005B4B97" w:rsidRPr="00E41670" w:rsidRDefault="005B4B97" w:rsidP="004A5E9E">
            <w:pPr>
              <w:pStyle w:val="TBLListepuces"/>
              <w:numPr>
                <w:ilvl w:val="0"/>
                <w:numId w:val="0"/>
              </w:numPr>
              <w:ind w:left="357"/>
              <w:rPr>
                <w:lang w:bidi="en-US"/>
              </w:rPr>
            </w:pPr>
          </w:p>
          <w:p w14:paraId="7F82C244" w14:textId="77777777" w:rsidR="005B4B97" w:rsidRPr="00E41670" w:rsidRDefault="005B4B97" w:rsidP="005B4B97">
            <w:pPr>
              <w:pStyle w:val="TBLListepuce2"/>
              <w:numPr>
                <w:ilvl w:val="0"/>
                <w:numId w:val="0"/>
              </w:numPr>
              <w:rPr>
                <w:lang w:bidi="en-US"/>
              </w:rPr>
            </w:pPr>
            <w:r w:rsidRPr="00E41670">
              <w:rPr>
                <w:lang w:bidi="en-US"/>
              </w:rPr>
              <w:t xml:space="preserve">Slice </w:t>
            </w:r>
            <w:proofErr w:type="spellStart"/>
            <w:r w:rsidRPr="00E41670">
              <w:rPr>
                <w:lang w:bidi="en-US"/>
              </w:rPr>
              <w:t>usualName</w:t>
            </w:r>
            <w:proofErr w:type="spellEnd"/>
            <w:r w:rsidRPr="00E41670">
              <w:rPr>
                <w:lang w:bidi="en-US"/>
              </w:rPr>
              <w:t xml:space="preserve">, </w:t>
            </w:r>
            <w:proofErr w:type="spellStart"/>
            <w:r w:rsidRPr="00E41670">
              <w:rPr>
                <w:lang w:bidi="en-US"/>
              </w:rPr>
              <w:t>Patient.name.use</w:t>
            </w:r>
            <w:proofErr w:type="spellEnd"/>
            <w:r w:rsidRPr="00E41670">
              <w:rPr>
                <w:lang w:bidi="en-US"/>
              </w:rPr>
              <w:t xml:space="preserve"> prenant la valeur « </w:t>
            </w:r>
            <w:proofErr w:type="spellStart"/>
            <w:r w:rsidRPr="00E41670">
              <w:rPr>
                <w:lang w:bidi="en-US"/>
              </w:rPr>
              <w:t>usual</w:t>
            </w:r>
            <w:proofErr w:type="spellEnd"/>
            <w:r w:rsidRPr="00E41670">
              <w:rPr>
                <w:lang w:bidi="en-US"/>
              </w:rPr>
              <w:t xml:space="preserve"> »</w:t>
            </w:r>
          </w:p>
          <w:p w14:paraId="56639433" w14:textId="77777777" w:rsidR="005B4B97" w:rsidRPr="00E41670" w:rsidRDefault="005B4B97" w:rsidP="005B4B97">
            <w:pPr>
              <w:pStyle w:val="TBLListepuce2"/>
              <w:numPr>
                <w:ilvl w:val="0"/>
                <w:numId w:val="0"/>
              </w:numPr>
              <w:rPr>
                <w:lang w:bidi="en-US"/>
              </w:rPr>
            </w:pPr>
          </w:p>
          <w:p w14:paraId="45395F24" w14:textId="77777777" w:rsidR="005B4B97" w:rsidRPr="00E41670" w:rsidRDefault="005B4B97" w:rsidP="004A5E9E">
            <w:pPr>
              <w:pStyle w:val="TBLListepuce2"/>
              <w:numPr>
                <w:ilvl w:val="0"/>
                <w:numId w:val="0"/>
              </w:numPr>
              <w:spacing w:line="276" w:lineRule="auto"/>
              <w:rPr>
                <w:lang w:bidi="en-US"/>
              </w:rPr>
            </w:pPr>
          </w:p>
          <w:p w14:paraId="4503B029" w14:textId="77777777" w:rsidR="005B4B97" w:rsidRPr="00E41670" w:rsidRDefault="005B4B97" w:rsidP="005B4B97">
            <w:pPr>
              <w:pStyle w:val="TBLListepuces"/>
              <w:rPr>
                <w:lang w:bidi="en-US"/>
              </w:rPr>
            </w:pPr>
            <w:proofErr w:type="spellStart"/>
            <w:proofErr w:type="gramStart"/>
            <w:r w:rsidRPr="00E41670">
              <w:rPr>
                <w:lang w:bidi="en-US"/>
              </w:rPr>
              <w:t>gender</w:t>
            </w:r>
            <w:proofErr w:type="spellEnd"/>
            <w:proofErr w:type="gramEnd"/>
            <w:r w:rsidRPr="00E41670">
              <w:rPr>
                <w:lang w:bidi="en-US"/>
              </w:rPr>
              <w:t xml:space="preserve"> : code [1..1]</w:t>
            </w:r>
          </w:p>
          <w:p w14:paraId="3989E4B2" w14:textId="77777777" w:rsidR="005B4B97" w:rsidRPr="00E41670" w:rsidRDefault="005B4B97" w:rsidP="005B4B97">
            <w:pPr>
              <w:pStyle w:val="TBLListepuces"/>
              <w:rPr>
                <w:lang w:bidi="en-US"/>
              </w:rPr>
            </w:pPr>
            <w:proofErr w:type="spellStart"/>
            <w:proofErr w:type="gramStart"/>
            <w:r w:rsidRPr="00E41670">
              <w:rPr>
                <w:lang w:bidi="en-US"/>
              </w:rPr>
              <w:t>birthDate</w:t>
            </w:r>
            <w:proofErr w:type="spellEnd"/>
            <w:proofErr w:type="gramEnd"/>
            <w:r w:rsidRPr="00E41670">
              <w:rPr>
                <w:lang w:bidi="en-US"/>
              </w:rPr>
              <w:t xml:space="preserve"> : date [1..1]</w:t>
            </w:r>
          </w:p>
          <w:p w14:paraId="1C428B91" w14:textId="77777777" w:rsidR="005B4B97" w:rsidRPr="00E41670" w:rsidRDefault="005B4B97" w:rsidP="005B4B97">
            <w:pPr>
              <w:pStyle w:val="TBLListepuces"/>
              <w:rPr>
                <w:color w:val="FF0000"/>
                <w:szCs w:val="20"/>
              </w:rPr>
            </w:pPr>
            <w:proofErr w:type="spellStart"/>
            <w:proofErr w:type="gramStart"/>
            <w:r w:rsidRPr="00E41670">
              <w:rPr>
                <w:color w:val="FF0000"/>
                <w:szCs w:val="20"/>
              </w:rPr>
              <w:t>birthPlace</w:t>
            </w:r>
            <w:proofErr w:type="spellEnd"/>
            <w:proofErr w:type="gramEnd"/>
            <w:r w:rsidRPr="00E41670">
              <w:rPr>
                <w:color w:val="FF0000"/>
                <w:szCs w:val="20"/>
              </w:rPr>
              <w:t xml:space="preserve"> : Extension(</w:t>
            </w:r>
            <w:proofErr w:type="spellStart"/>
            <w:r w:rsidRPr="00E41670">
              <w:rPr>
                <w:color w:val="FF0000"/>
                <w:szCs w:val="20"/>
              </w:rPr>
              <w:t>Address</w:t>
            </w:r>
            <w:proofErr w:type="spellEnd"/>
            <w:r w:rsidRPr="00E41670">
              <w:rPr>
                <w:color w:val="FF0000"/>
                <w:szCs w:val="20"/>
              </w:rPr>
              <w:t>) [0..1]</w:t>
            </w:r>
          </w:p>
          <w:p w14:paraId="7435E0A6" w14:textId="00F90449" w:rsidR="00DF6C36" w:rsidRPr="00E41670" w:rsidRDefault="005B4B97" w:rsidP="004A5E9E">
            <w:pPr>
              <w:pStyle w:val="TBLListepuces"/>
              <w:numPr>
                <w:ilvl w:val="0"/>
                <w:numId w:val="0"/>
              </w:numPr>
              <w:ind w:left="357"/>
              <w:rPr>
                <w:color w:val="FF0000"/>
              </w:rPr>
            </w:pPr>
            <w:r w:rsidRPr="00E41670">
              <w:rPr>
                <w:color w:val="FF0000"/>
                <w:szCs w:val="20"/>
              </w:rPr>
              <w:t>Extension (</w:t>
            </w:r>
            <w:proofErr w:type="spellStart"/>
            <w:r w:rsidRPr="00E41670">
              <w:rPr>
                <w:color w:val="FF0000"/>
                <w:szCs w:val="20"/>
              </w:rPr>
              <w:t>BirthPlace</w:t>
            </w:r>
            <w:proofErr w:type="spellEnd"/>
            <w:r w:rsidRPr="00E41670">
              <w:rPr>
                <w:color w:val="FF0000"/>
                <w:szCs w:val="20"/>
              </w:rPr>
              <w:t>)</w:t>
            </w:r>
          </w:p>
        </w:tc>
      </w:tr>
      <w:tr w:rsidR="002C555E" w:rsidRPr="002A3ED8" w14:paraId="0E99FD9E" w14:textId="77777777" w:rsidTr="004A5E9E">
        <w:trPr>
          <w:trHeight w:val="288"/>
        </w:trPr>
        <w:tc>
          <w:tcPr>
            <w:tcW w:w="692" w:type="pct"/>
            <w:noWrap/>
          </w:tcPr>
          <w:p w14:paraId="48D7716F" w14:textId="331C307F" w:rsidR="002C555E" w:rsidRPr="00436992" w:rsidRDefault="002C555E" w:rsidP="002C555E">
            <w:pPr>
              <w:pStyle w:val="TBLContenu"/>
              <w:rPr>
                <w:b/>
                <w:bCs/>
                <w:lang w:bidi="en-US"/>
              </w:rPr>
            </w:pPr>
            <w:proofErr w:type="spellStart"/>
            <w:r w:rsidRPr="002A3ED8">
              <w:rPr>
                <w:lang w:bidi="en-US"/>
              </w:rPr>
              <w:lastRenderedPageBreak/>
              <w:t>Equipement</w:t>
            </w:r>
            <w:r>
              <w:rPr>
                <w:lang w:bidi="en-US"/>
              </w:rPr>
              <w:t>Operationnel</w:t>
            </w:r>
            <w:proofErr w:type="spellEnd"/>
          </w:p>
        </w:tc>
        <w:tc>
          <w:tcPr>
            <w:tcW w:w="2038" w:type="pct"/>
            <w:noWrap/>
          </w:tcPr>
          <w:p w14:paraId="0C278426" w14:textId="35F09511" w:rsidR="002C555E" w:rsidRPr="002A3ED8" w:rsidRDefault="002C555E" w:rsidP="002C555E">
            <w:pPr>
              <w:pStyle w:val="TBLContenu"/>
              <w:rPr>
                <w:lang w:bidi="en-US"/>
              </w:rPr>
            </w:pPr>
            <w:proofErr w:type="spellStart"/>
            <w:proofErr w:type="gramStart"/>
            <w:r w:rsidRPr="002A3ED8">
              <w:rPr>
                <w:lang w:bidi="en-US"/>
              </w:rPr>
              <w:t>id</w:t>
            </w:r>
            <w:r>
              <w:rPr>
                <w:lang w:bidi="en-US"/>
              </w:rPr>
              <w:t>RessourceOperationnelle</w:t>
            </w:r>
            <w:proofErr w:type="spellEnd"/>
            <w:proofErr w:type="gramEnd"/>
            <w:r w:rsidRPr="002A3ED8">
              <w:rPr>
                <w:lang w:bidi="en-US"/>
              </w:rPr>
              <w:t xml:space="preserve"> : [</w:t>
            </w:r>
            <w:r>
              <w:rPr>
                <w:lang w:bidi="en-US"/>
              </w:rPr>
              <w:t>1</w:t>
            </w:r>
            <w:r w:rsidRPr="002A3ED8">
              <w:rPr>
                <w:lang w:bidi="en-US"/>
              </w:rPr>
              <w:t>..1] Identifiant</w:t>
            </w:r>
          </w:p>
        </w:tc>
        <w:tc>
          <w:tcPr>
            <w:tcW w:w="1130" w:type="pct"/>
            <w:noWrap/>
          </w:tcPr>
          <w:p w14:paraId="0C09D3ED" w14:textId="77777777" w:rsidR="002C555E" w:rsidRDefault="002C555E" w:rsidP="002C555E">
            <w:pPr>
              <w:pStyle w:val="TBLContenu"/>
              <w:rPr>
                <w:lang w:bidi="en-US"/>
              </w:rPr>
            </w:pPr>
            <w:proofErr w:type="spellStart"/>
            <w:r>
              <w:rPr>
                <w:lang w:bidi="en-US"/>
              </w:rPr>
              <w:t>Device</w:t>
            </w:r>
            <w:proofErr w:type="spellEnd"/>
          </w:p>
          <w:p w14:paraId="5EC35663" w14:textId="7013DF2C" w:rsidR="002C555E" w:rsidRPr="002A3ED8" w:rsidRDefault="002C555E" w:rsidP="002C555E">
            <w:pPr>
              <w:pStyle w:val="TBLContenu"/>
              <w:rPr>
                <w:lang w:bidi="en-US"/>
              </w:rPr>
            </w:pPr>
            <w:proofErr w:type="spellStart"/>
            <w:r>
              <w:rPr>
                <w:color w:val="F79646" w:themeColor="accent6"/>
                <w:lang w:bidi="en-US"/>
              </w:rPr>
              <w:t>FrDevice</w:t>
            </w:r>
            <w:proofErr w:type="spellEnd"/>
          </w:p>
        </w:tc>
        <w:tc>
          <w:tcPr>
            <w:tcW w:w="1140" w:type="pct"/>
            <w:noWrap/>
          </w:tcPr>
          <w:p w14:paraId="5B8EC149" w14:textId="1B2A07BA" w:rsidR="002C555E" w:rsidRPr="002A3ED8" w:rsidRDefault="002C555E" w:rsidP="002C555E">
            <w:pPr>
              <w:pStyle w:val="TBLContenu"/>
              <w:rPr>
                <w:lang w:bidi="en-US"/>
              </w:rPr>
            </w:pPr>
            <w:proofErr w:type="gramStart"/>
            <w:r>
              <w:rPr>
                <w:lang w:bidi="en-US"/>
              </w:rPr>
              <w:t>identifier</w:t>
            </w:r>
            <w:proofErr w:type="gramEnd"/>
            <w:r>
              <w:rPr>
                <w:lang w:bidi="en-US"/>
              </w:rPr>
              <w:t> : Identifier [0..*]</w:t>
            </w:r>
          </w:p>
        </w:tc>
      </w:tr>
      <w:tr w:rsidR="002C555E" w:rsidRPr="002A3ED8" w14:paraId="0A252A1F" w14:textId="77777777" w:rsidTr="004A5E9E">
        <w:trPr>
          <w:trHeight w:val="288"/>
        </w:trPr>
        <w:tc>
          <w:tcPr>
            <w:tcW w:w="692" w:type="pct"/>
            <w:noWrap/>
          </w:tcPr>
          <w:p w14:paraId="44A33FAF" w14:textId="367730DB" w:rsidR="002C555E" w:rsidRPr="002A3ED8" w:rsidRDefault="002C555E" w:rsidP="002C555E">
            <w:pPr>
              <w:pStyle w:val="TBLContenu"/>
              <w:rPr>
                <w:lang w:bidi="en-US"/>
              </w:rPr>
            </w:pPr>
            <w:proofErr w:type="spellStart"/>
            <w:r>
              <w:rPr>
                <w:lang w:bidi="en-US"/>
              </w:rPr>
              <w:t>OrganisationInterne</w:t>
            </w:r>
            <w:proofErr w:type="spellEnd"/>
          </w:p>
        </w:tc>
        <w:tc>
          <w:tcPr>
            <w:tcW w:w="2038" w:type="pct"/>
            <w:noWrap/>
          </w:tcPr>
          <w:p w14:paraId="45CEF9A3" w14:textId="05B0D4BC" w:rsidR="002C555E" w:rsidRPr="002A3ED8" w:rsidRDefault="002C555E" w:rsidP="002C555E">
            <w:pPr>
              <w:pStyle w:val="TBLContenu"/>
              <w:rPr>
                <w:lang w:bidi="en-US"/>
              </w:rPr>
            </w:pPr>
            <w:proofErr w:type="spellStart"/>
            <w:proofErr w:type="gramStart"/>
            <w:r>
              <w:rPr>
                <w:lang w:bidi="en-US"/>
              </w:rPr>
              <w:t>identifiantOI</w:t>
            </w:r>
            <w:proofErr w:type="spellEnd"/>
            <w:proofErr w:type="gramEnd"/>
            <w:r>
              <w:rPr>
                <w:lang w:bidi="en-US"/>
              </w:rPr>
              <w:t> : [1..1] Identifiant</w:t>
            </w:r>
          </w:p>
        </w:tc>
        <w:tc>
          <w:tcPr>
            <w:tcW w:w="1130" w:type="pct"/>
            <w:noWrap/>
          </w:tcPr>
          <w:p w14:paraId="45657E0A" w14:textId="77777777" w:rsidR="002C555E" w:rsidRDefault="002C555E" w:rsidP="002C555E">
            <w:pPr>
              <w:pStyle w:val="TBLContenu"/>
              <w:rPr>
                <w:lang w:bidi="en-US"/>
              </w:rPr>
            </w:pPr>
            <w:proofErr w:type="spellStart"/>
            <w:r>
              <w:rPr>
                <w:lang w:bidi="en-US"/>
              </w:rPr>
              <w:t>HealthcareService</w:t>
            </w:r>
            <w:proofErr w:type="spellEnd"/>
          </w:p>
          <w:p w14:paraId="622A1166" w14:textId="61A12491" w:rsidR="002C555E" w:rsidRPr="002A3ED8" w:rsidRDefault="002C555E" w:rsidP="002C555E">
            <w:pPr>
              <w:pStyle w:val="TBLContenu"/>
              <w:rPr>
                <w:lang w:bidi="en-US"/>
              </w:rPr>
            </w:pPr>
            <w:proofErr w:type="spellStart"/>
            <w:r w:rsidRPr="0039032C">
              <w:rPr>
                <w:color w:val="F79646" w:themeColor="accent6"/>
                <w:lang w:bidi="en-US"/>
              </w:rPr>
              <w:t>FrHealthcareService</w:t>
            </w:r>
            <w:proofErr w:type="spellEnd"/>
          </w:p>
        </w:tc>
        <w:tc>
          <w:tcPr>
            <w:tcW w:w="1140" w:type="pct"/>
            <w:noWrap/>
          </w:tcPr>
          <w:p w14:paraId="72B44E1A" w14:textId="2B70EC11" w:rsidR="002C555E" w:rsidRDefault="002C555E" w:rsidP="002C555E">
            <w:pPr>
              <w:pStyle w:val="TBLContenu"/>
              <w:rPr>
                <w:lang w:bidi="en-US"/>
              </w:rPr>
            </w:pPr>
            <w:proofErr w:type="gramStart"/>
            <w:r>
              <w:rPr>
                <w:lang w:bidi="en-US"/>
              </w:rPr>
              <w:t>identifier</w:t>
            </w:r>
            <w:proofErr w:type="gramEnd"/>
            <w:r>
              <w:rPr>
                <w:lang w:bidi="en-US"/>
              </w:rPr>
              <w:t> : Identifier [0..*]</w:t>
            </w:r>
            <w:r w:rsidDel="00FD6529">
              <w:rPr>
                <w:lang w:bidi="en-US"/>
              </w:rPr>
              <w:t xml:space="preserve"> </w:t>
            </w:r>
          </w:p>
        </w:tc>
      </w:tr>
      <w:tr w:rsidR="002C555E" w:rsidRPr="002A3ED8" w14:paraId="12F4AB70" w14:textId="77777777" w:rsidTr="004A5E9E">
        <w:trPr>
          <w:trHeight w:val="288"/>
        </w:trPr>
        <w:tc>
          <w:tcPr>
            <w:tcW w:w="692" w:type="pct"/>
            <w:noWrap/>
          </w:tcPr>
          <w:p w14:paraId="4ECD963E" w14:textId="261D1DAC" w:rsidR="002C555E" w:rsidRDefault="002C555E" w:rsidP="002C555E">
            <w:pPr>
              <w:pStyle w:val="TBLContenu"/>
              <w:rPr>
                <w:lang w:bidi="en-US"/>
              </w:rPr>
            </w:pPr>
            <w:r>
              <w:rPr>
                <w:lang w:bidi="en-US"/>
              </w:rPr>
              <w:t>Contact</w:t>
            </w:r>
          </w:p>
        </w:tc>
        <w:tc>
          <w:tcPr>
            <w:tcW w:w="2038" w:type="pct"/>
            <w:noWrap/>
          </w:tcPr>
          <w:p w14:paraId="40099E18" w14:textId="3DD9385B" w:rsidR="002C555E" w:rsidRDefault="002C555E" w:rsidP="002C555E">
            <w:pPr>
              <w:pStyle w:val="TBLContenu"/>
              <w:rPr>
                <w:lang w:bidi="en-US"/>
              </w:rPr>
            </w:pPr>
            <w:proofErr w:type="spellStart"/>
            <w:proofErr w:type="gramStart"/>
            <w:r>
              <w:t>idContact</w:t>
            </w:r>
            <w:proofErr w:type="spellEnd"/>
            <w:proofErr w:type="gramEnd"/>
            <w:r>
              <w:t xml:space="preserve"> : [1..1] Identifiant</w:t>
            </w:r>
          </w:p>
        </w:tc>
        <w:tc>
          <w:tcPr>
            <w:tcW w:w="1130" w:type="pct"/>
            <w:noWrap/>
          </w:tcPr>
          <w:p w14:paraId="4FEBC76E" w14:textId="77777777" w:rsidR="002C555E" w:rsidRPr="00E41670" w:rsidRDefault="002C555E" w:rsidP="002C555E">
            <w:pPr>
              <w:pStyle w:val="TBLContenu"/>
              <w:rPr>
                <w:lang w:bidi="en-US"/>
              </w:rPr>
            </w:pPr>
            <w:proofErr w:type="spellStart"/>
            <w:r w:rsidRPr="00E41670">
              <w:rPr>
                <w:lang w:bidi="en-US"/>
              </w:rPr>
              <w:t>RelatedPerson</w:t>
            </w:r>
            <w:proofErr w:type="spellEnd"/>
          </w:p>
          <w:p w14:paraId="20F91D21" w14:textId="47466E4A" w:rsidR="004415A1" w:rsidRPr="00E41670" w:rsidRDefault="004415A1" w:rsidP="002C555E">
            <w:pPr>
              <w:pStyle w:val="TBLContenu"/>
              <w:rPr>
                <w:lang w:bidi="en-US"/>
              </w:rPr>
            </w:pPr>
            <w:proofErr w:type="spellStart"/>
            <w:r w:rsidRPr="00E41670">
              <w:rPr>
                <w:color w:val="F79646" w:themeColor="accent6"/>
                <w:lang w:bidi="en-US"/>
              </w:rPr>
              <w:t>FrRelatedPerson</w:t>
            </w:r>
            <w:proofErr w:type="spellEnd"/>
          </w:p>
        </w:tc>
        <w:tc>
          <w:tcPr>
            <w:tcW w:w="1140" w:type="pct"/>
            <w:noWrap/>
          </w:tcPr>
          <w:p w14:paraId="00D55398" w14:textId="09AF11AE" w:rsidR="002C555E" w:rsidRPr="00E41670" w:rsidRDefault="002C555E" w:rsidP="002C555E">
            <w:pPr>
              <w:pStyle w:val="TBLContenu"/>
              <w:rPr>
                <w:lang w:bidi="en-US"/>
              </w:rPr>
            </w:pPr>
            <w:proofErr w:type="gramStart"/>
            <w:r w:rsidRPr="00E41670">
              <w:rPr>
                <w:lang w:bidi="en-US"/>
              </w:rPr>
              <w:t>identifier</w:t>
            </w:r>
            <w:proofErr w:type="gramEnd"/>
            <w:r w:rsidRPr="00E41670">
              <w:rPr>
                <w:lang w:bidi="en-US"/>
              </w:rPr>
              <w:t> : Identifier [1..1]</w:t>
            </w:r>
            <w:r w:rsidRPr="00E41670" w:rsidDel="00FD6529">
              <w:rPr>
                <w:lang w:bidi="en-US"/>
              </w:rPr>
              <w:t xml:space="preserve"> </w:t>
            </w:r>
          </w:p>
        </w:tc>
      </w:tr>
    </w:tbl>
    <w:p w14:paraId="53E3C1F9" w14:textId="2447A104" w:rsidR="005909A0" w:rsidRDefault="002206AD" w:rsidP="001F4BD5">
      <w:pPr>
        <w:pStyle w:val="Lgende"/>
        <w:rPr>
          <w:sz w:val="24"/>
          <w:szCs w:val="24"/>
        </w:rPr>
      </w:pPr>
      <w:bookmarkStart w:id="28" w:name="_Toc93069115"/>
      <w:r w:rsidRPr="003627CF">
        <w:rPr>
          <w:lang w:bidi="en-US"/>
        </w:rPr>
        <w:t xml:space="preserve">Tableau </w:t>
      </w:r>
      <w:r w:rsidR="00732069">
        <w:rPr>
          <w:lang w:bidi="en-US"/>
        </w:rPr>
        <w:fldChar w:fldCharType="begin"/>
      </w:r>
      <w:r w:rsidR="00732069">
        <w:rPr>
          <w:lang w:bidi="en-US"/>
        </w:rPr>
        <w:instrText xml:space="preserve"> SEQ Tableau \* ARABIC </w:instrText>
      </w:r>
      <w:r w:rsidR="00732069">
        <w:rPr>
          <w:lang w:bidi="en-US"/>
        </w:rPr>
        <w:fldChar w:fldCharType="separate"/>
      </w:r>
      <w:r w:rsidR="00A100DC">
        <w:rPr>
          <w:noProof/>
          <w:lang w:bidi="en-US"/>
        </w:rPr>
        <w:t>11</w:t>
      </w:r>
      <w:r w:rsidR="00732069">
        <w:rPr>
          <w:lang w:bidi="en-US"/>
        </w:rPr>
        <w:fldChar w:fldCharType="end"/>
      </w:r>
      <w:r w:rsidRPr="003627CF">
        <w:rPr>
          <w:lang w:bidi="en-US"/>
        </w:rPr>
        <w:t xml:space="preserve"> Mise en correspondance entre éléments métier et éléments FHIR pour le flux </w:t>
      </w:r>
      <w:r w:rsidR="00292294">
        <w:rPr>
          <w:lang w:bidi="en-US"/>
        </w:rPr>
        <w:t>5</w:t>
      </w:r>
      <w:r w:rsidRPr="003627CF">
        <w:rPr>
          <w:lang w:bidi="en-US"/>
        </w:rPr>
        <w:t>b</w:t>
      </w:r>
      <w:bookmarkStart w:id="29" w:name="_Toc485378379"/>
      <w:bookmarkStart w:id="30" w:name="_Toc486516993"/>
      <w:bookmarkStart w:id="31" w:name="_Toc34751958"/>
      <w:bookmarkEnd w:id="28"/>
    </w:p>
    <w:p w14:paraId="64C75EFC" w14:textId="55D8EE89" w:rsidR="002206AD" w:rsidRPr="001B4825" w:rsidRDefault="002206AD" w:rsidP="00635C70">
      <w:pPr>
        <w:pStyle w:val="Titre2"/>
      </w:pPr>
      <w:bookmarkStart w:id="32" w:name="_Toc142042212"/>
      <w:r w:rsidRPr="00950227">
        <w:t xml:space="preserve">Flux </w:t>
      </w:r>
      <w:r w:rsidR="00292294">
        <w:t>6</w:t>
      </w:r>
      <w:bookmarkEnd w:id="29"/>
      <w:bookmarkEnd w:id="30"/>
      <w:r w:rsidR="00E41670">
        <w:t>a</w:t>
      </w:r>
      <w:r>
        <w:t xml:space="preserve"> – </w:t>
      </w:r>
      <w:r w:rsidR="00E41670">
        <w:t>Création</w:t>
      </w:r>
      <w:r>
        <w:t xml:space="preserve"> de rendez-vous</w:t>
      </w:r>
      <w:bookmarkEnd w:id="31"/>
      <w:bookmarkEnd w:id="32"/>
    </w:p>
    <w:tbl>
      <w:tblPr>
        <w:tblStyle w:val="Tableaustandard"/>
        <w:tblW w:w="5000" w:type="pct"/>
        <w:tblLayout w:type="fixed"/>
        <w:tblLook w:val="04A0" w:firstRow="1" w:lastRow="0" w:firstColumn="1" w:lastColumn="0" w:noHBand="0" w:noVBand="1"/>
      </w:tblPr>
      <w:tblGrid>
        <w:gridCol w:w="2452"/>
        <w:gridCol w:w="2955"/>
        <w:gridCol w:w="2382"/>
        <w:gridCol w:w="2401"/>
      </w:tblGrid>
      <w:tr w:rsidR="002206AD" w:rsidRPr="002A3ED8" w14:paraId="7F9BFB0A" w14:textId="77777777" w:rsidTr="002206AD">
        <w:trPr>
          <w:cnfStyle w:val="100000000000" w:firstRow="1" w:lastRow="0" w:firstColumn="0" w:lastColumn="0" w:oddVBand="0" w:evenVBand="0" w:oddHBand="0" w:evenHBand="0" w:firstRowFirstColumn="0" w:firstRowLastColumn="0" w:lastRowFirstColumn="0" w:lastRowLastColumn="0"/>
          <w:trHeight w:val="288"/>
        </w:trPr>
        <w:tc>
          <w:tcPr>
            <w:tcW w:w="2653" w:type="pct"/>
            <w:gridSpan w:val="2"/>
            <w:noWrap/>
            <w:hideMark/>
          </w:tcPr>
          <w:p w14:paraId="4F93E3FB" w14:textId="77777777" w:rsidR="002206AD" w:rsidRPr="00230238" w:rsidRDefault="002206AD" w:rsidP="004A5E9E">
            <w:pPr>
              <w:pStyle w:val="TBLTitrecolonne"/>
            </w:pPr>
            <w:proofErr w:type="spellStart"/>
            <w:r w:rsidRPr="00C30AD8">
              <w:t>Eléments</w:t>
            </w:r>
            <w:proofErr w:type="spellEnd"/>
            <w:r w:rsidRPr="00C30AD8">
              <w:t xml:space="preserve"> métier</w:t>
            </w:r>
          </w:p>
        </w:tc>
        <w:tc>
          <w:tcPr>
            <w:tcW w:w="2347" w:type="pct"/>
            <w:gridSpan w:val="2"/>
            <w:noWrap/>
            <w:hideMark/>
          </w:tcPr>
          <w:p w14:paraId="779DE660" w14:textId="1467FC15" w:rsidR="002206AD" w:rsidRPr="00C30AD8" w:rsidRDefault="00AD75F0" w:rsidP="004A5E9E">
            <w:pPr>
              <w:pStyle w:val="TBLTitrecolonne"/>
              <w:rPr>
                <w:bCs/>
              </w:rPr>
            </w:pPr>
            <w:proofErr w:type="spellStart"/>
            <w:r w:rsidRPr="00A75037">
              <w:t>Eléments</w:t>
            </w:r>
            <w:proofErr w:type="spellEnd"/>
            <w:r w:rsidRPr="00A75037">
              <w:t xml:space="preserve"> </w:t>
            </w:r>
            <w:r>
              <w:t>des ressources et profils FHIR identifiés</w:t>
            </w:r>
          </w:p>
        </w:tc>
      </w:tr>
      <w:tr w:rsidR="002206AD" w:rsidRPr="002A3ED8" w14:paraId="15C9E749" w14:textId="77777777" w:rsidTr="00B776FE">
        <w:trPr>
          <w:trHeight w:val="288"/>
        </w:trPr>
        <w:tc>
          <w:tcPr>
            <w:tcW w:w="1203" w:type="pct"/>
            <w:noWrap/>
            <w:hideMark/>
          </w:tcPr>
          <w:p w14:paraId="1DFAACBD" w14:textId="77777777" w:rsidR="002206AD" w:rsidRPr="00230238" w:rsidRDefault="002206AD" w:rsidP="004A5E9E">
            <w:pPr>
              <w:pStyle w:val="TBLTitrecolonne"/>
            </w:pPr>
            <w:r w:rsidRPr="00230238">
              <w:t>Classe</w:t>
            </w:r>
          </w:p>
        </w:tc>
        <w:tc>
          <w:tcPr>
            <w:tcW w:w="1450" w:type="pct"/>
            <w:noWrap/>
            <w:hideMark/>
          </w:tcPr>
          <w:p w14:paraId="34C19D1C" w14:textId="77777777" w:rsidR="002206AD" w:rsidRPr="00230238" w:rsidRDefault="002206AD" w:rsidP="004A5E9E">
            <w:pPr>
              <w:pStyle w:val="TBLTitrecolonne"/>
            </w:pPr>
            <w:r w:rsidRPr="00230238">
              <w:t>Attribut</w:t>
            </w:r>
          </w:p>
        </w:tc>
        <w:tc>
          <w:tcPr>
            <w:tcW w:w="1169" w:type="pct"/>
            <w:noWrap/>
            <w:hideMark/>
          </w:tcPr>
          <w:p w14:paraId="02B51BD5" w14:textId="77777777" w:rsidR="002206AD" w:rsidRPr="00230238" w:rsidRDefault="002206AD" w:rsidP="004A5E9E">
            <w:pPr>
              <w:pStyle w:val="TBLTitrecolonne"/>
            </w:pPr>
            <w:r>
              <w:t>Ressource</w:t>
            </w:r>
          </w:p>
        </w:tc>
        <w:tc>
          <w:tcPr>
            <w:tcW w:w="1178" w:type="pct"/>
            <w:noWrap/>
            <w:hideMark/>
          </w:tcPr>
          <w:p w14:paraId="78F979FD" w14:textId="77777777" w:rsidR="002206AD" w:rsidRPr="00230238" w:rsidRDefault="002206AD" w:rsidP="004A5E9E">
            <w:pPr>
              <w:pStyle w:val="TBLTitrecolonne"/>
            </w:pPr>
            <w:proofErr w:type="spellStart"/>
            <w:r>
              <w:t>Elément</w:t>
            </w:r>
            <w:proofErr w:type="spellEnd"/>
          </w:p>
        </w:tc>
      </w:tr>
      <w:tr w:rsidR="00B776FE" w:rsidRPr="002A3ED8" w14:paraId="0764EE75" w14:textId="77777777" w:rsidTr="00B776FE">
        <w:trPr>
          <w:trHeight w:val="288"/>
        </w:trPr>
        <w:tc>
          <w:tcPr>
            <w:tcW w:w="1203" w:type="pct"/>
            <w:vMerge w:val="restart"/>
            <w:noWrap/>
          </w:tcPr>
          <w:p w14:paraId="66507DDE" w14:textId="3134DE89" w:rsidR="00B776FE" w:rsidRPr="00436992" w:rsidRDefault="00B776FE" w:rsidP="002206AD">
            <w:pPr>
              <w:pStyle w:val="TBLContenu"/>
              <w:rPr>
                <w:b/>
                <w:bCs/>
                <w:lang w:bidi="en-US"/>
              </w:rPr>
            </w:pPr>
            <w:proofErr w:type="spellStart"/>
            <w:r>
              <w:rPr>
                <w:lang w:bidi="en-US"/>
              </w:rPr>
              <w:lastRenderedPageBreak/>
              <w:t>RendezVous</w:t>
            </w:r>
            <w:proofErr w:type="spellEnd"/>
          </w:p>
        </w:tc>
        <w:tc>
          <w:tcPr>
            <w:tcW w:w="1450" w:type="pct"/>
            <w:noWrap/>
          </w:tcPr>
          <w:p w14:paraId="38F997AC" w14:textId="5449FF24" w:rsidR="00B776FE" w:rsidRPr="002A3ED8" w:rsidRDefault="00B776FE" w:rsidP="002206AD">
            <w:pPr>
              <w:pStyle w:val="TBLContenu"/>
              <w:rPr>
                <w:lang w:bidi="en-US"/>
              </w:rPr>
            </w:pPr>
            <w:proofErr w:type="spellStart"/>
            <w:proofErr w:type="gramStart"/>
            <w:r w:rsidRPr="002A3ED8">
              <w:rPr>
                <w:lang w:bidi="en-US"/>
              </w:rPr>
              <w:t>idRDV</w:t>
            </w:r>
            <w:proofErr w:type="spellEnd"/>
            <w:proofErr w:type="gramEnd"/>
            <w:r w:rsidRPr="002A3ED8">
              <w:rPr>
                <w:lang w:bidi="en-US"/>
              </w:rPr>
              <w:t xml:space="preserve"> : [</w:t>
            </w:r>
            <w:r>
              <w:rPr>
                <w:lang w:bidi="en-US"/>
              </w:rPr>
              <w:t>1</w:t>
            </w:r>
            <w:r w:rsidRPr="002A3ED8">
              <w:rPr>
                <w:lang w:bidi="en-US"/>
              </w:rPr>
              <w:t>..1] Identifiant</w:t>
            </w:r>
          </w:p>
        </w:tc>
        <w:tc>
          <w:tcPr>
            <w:tcW w:w="1169" w:type="pct"/>
            <w:noWrap/>
          </w:tcPr>
          <w:p w14:paraId="5A3C7C25" w14:textId="77777777" w:rsidR="00B776FE" w:rsidRDefault="00B776FE" w:rsidP="002206AD">
            <w:pPr>
              <w:pStyle w:val="TBLContenu"/>
              <w:rPr>
                <w:lang w:bidi="en-US"/>
              </w:rPr>
            </w:pPr>
            <w:proofErr w:type="spellStart"/>
            <w:r>
              <w:rPr>
                <w:lang w:bidi="en-US"/>
              </w:rPr>
              <w:t>Appointment</w:t>
            </w:r>
            <w:proofErr w:type="spellEnd"/>
          </w:p>
          <w:p w14:paraId="5D738F66" w14:textId="77777777" w:rsidR="00B776FE" w:rsidRPr="002A3ED8" w:rsidRDefault="00B776FE" w:rsidP="002206AD">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noWrap/>
          </w:tcPr>
          <w:p w14:paraId="355134D7" w14:textId="77777777" w:rsidR="00B776FE" w:rsidRPr="00234AD5" w:rsidRDefault="00B776FE" w:rsidP="002206AD">
            <w:pPr>
              <w:pStyle w:val="TBLContenu"/>
              <w:rPr>
                <w:lang w:bidi="en-US"/>
              </w:rPr>
            </w:pPr>
            <w:proofErr w:type="gramStart"/>
            <w:r>
              <w:rPr>
                <w:lang w:bidi="en-US"/>
              </w:rPr>
              <w:t>identifier</w:t>
            </w:r>
            <w:proofErr w:type="gramEnd"/>
            <w:r>
              <w:rPr>
                <w:lang w:bidi="en-US"/>
              </w:rPr>
              <w:t> : Identifier [0..*]</w:t>
            </w:r>
          </w:p>
        </w:tc>
      </w:tr>
      <w:tr w:rsidR="00B776FE" w:rsidRPr="002A3ED8" w14:paraId="77229D6E" w14:textId="77777777" w:rsidTr="00B776FE">
        <w:trPr>
          <w:trHeight w:val="288"/>
        </w:trPr>
        <w:tc>
          <w:tcPr>
            <w:tcW w:w="1203" w:type="pct"/>
            <w:vMerge/>
            <w:noWrap/>
          </w:tcPr>
          <w:p w14:paraId="461CA385" w14:textId="77777777" w:rsidR="00B776FE" w:rsidRPr="002A3ED8" w:rsidRDefault="00B776FE" w:rsidP="002206AD">
            <w:pPr>
              <w:pStyle w:val="TBLContenu"/>
              <w:rPr>
                <w:lang w:bidi="en-US"/>
              </w:rPr>
            </w:pPr>
          </w:p>
        </w:tc>
        <w:tc>
          <w:tcPr>
            <w:tcW w:w="1450" w:type="pct"/>
            <w:noWrap/>
          </w:tcPr>
          <w:p w14:paraId="53B9F4D0" w14:textId="77777777" w:rsidR="00B776FE" w:rsidRPr="002A3ED8" w:rsidRDefault="00B776FE" w:rsidP="002206AD">
            <w:pPr>
              <w:pStyle w:val="TBLContenu"/>
              <w:rPr>
                <w:lang w:bidi="en-US"/>
              </w:rPr>
            </w:pPr>
            <w:proofErr w:type="spellStart"/>
            <w:proofErr w:type="gramStart"/>
            <w:r w:rsidRPr="002A3ED8">
              <w:rPr>
                <w:lang w:bidi="en-US"/>
              </w:rPr>
              <w:t>dateDebutRDV</w:t>
            </w:r>
            <w:proofErr w:type="spellEnd"/>
            <w:proofErr w:type="gramEnd"/>
            <w:r w:rsidRPr="002A3ED8">
              <w:rPr>
                <w:lang w:bidi="en-US"/>
              </w:rPr>
              <w:t xml:space="preserve"> : [1..</w:t>
            </w:r>
            <w:r>
              <w:rPr>
                <w:lang w:bidi="en-US"/>
              </w:rPr>
              <w:t>1</w:t>
            </w:r>
            <w:r w:rsidRPr="002A3ED8">
              <w:rPr>
                <w:lang w:bidi="en-US"/>
              </w:rPr>
              <w:t xml:space="preserve">] </w:t>
            </w:r>
            <w:proofErr w:type="spellStart"/>
            <w:r w:rsidRPr="002A3ED8">
              <w:rPr>
                <w:lang w:bidi="en-US"/>
              </w:rPr>
              <w:t>DateHeure</w:t>
            </w:r>
            <w:proofErr w:type="spellEnd"/>
          </w:p>
        </w:tc>
        <w:tc>
          <w:tcPr>
            <w:tcW w:w="1169" w:type="pct"/>
            <w:noWrap/>
          </w:tcPr>
          <w:p w14:paraId="1FF1C50D" w14:textId="77777777" w:rsidR="00B776FE" w:rsidRDefault="00B776FE" w:rsidP="002206AD">
            <w:pPr>
              <w:pStyle w:val="TBLContenu"/>
              <w:rPr>
                <w:lang w:bidi="en-US"/>
              </w:rPr>
            </w:pPr>
            <w:proofErr w:type="spellStart"/>
            <w:r>
              <w:rPr>
                <w:lang w:bidi="en-US"/>
              </w:rPr>
              <w:t>Appointment</w:t>
            </w:r>
            <w:proofErr w:type="spellEnd"/>
          </w:p>
          <w:p w14:paraId="1921565F" w14:textId="77777777" w:rsidR="00B776FE" w:rsidRPr="002A3ED8" w:rsidRDefault="00B776FE" w:rsidP="002206AD">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noWrap/>
          </w:tcPr>
          <w:p w14:paraId="2EFB3B67" w14:textId="77777777" w:rsidR="00B776FE" w:rsidRPr="002A3ED8" w:rsidRDefault="00B776FE" w:rsidP="002206AD">
            <w:pPr>
              <w:pStyle w:val="TBLContenu"/>
              <w:rPr>
                <w:lang w:bidi="en-US"/>
              </w:rPr>
            </w:pPr>
            <w:proofErr w:type="gramStart"/>
            <w:r>
              <w:rPr>
                <w:lang w:bidi="en-US"/>
              </w:rPr>
              <w:t>start</w:t>
            </w:r>
            <w:proofErr w:type="gramEnd"/>
            <w:r>
              <w:rPr>
                <w:lang w:bidi="en-US"/>
              </w:rPr>
              <w:t xml:space="preserve"> : instant [0..1]</w:t>
            </w:r>
          </w:p>
        </w:tc>
      </w:tr>
      <w:tr w:rsidR="00B776FE" w:rsidRPr="002A3ED8" w14:paraId="3731EF65" w14:textId="77777777" w:rsidTr="00B776FE">
        <w:trPr>
          <w:trHeight w:val="288"/>
        </w:trPr>
        <w:tc>
          <w:tcPr>
            <w:tcW w:w="1203" w:type="pct"/>
            <w:vMerge/>
            <w:noWrap/>
          </w:tcPr>
          <w:p w14:paraId="05FE7BF3" w14:textId="77777777" w:rsidR="00B776FE" w:rsidRPr="002A3ED8" w:rsidRDefault="00B776FE" w:rsidP="002206AD">
            <w:pPr>
              <w:pStyle w:val="TBLContenu"/>
              <w:rPr>
                <w:lang w:bidi="en-US"/>
              </w:rPr>
            </w:pPr>
          </w:p>
        </w:tc>
        <w:tc>
          <w:tcPr>
            <w:tcW w:w="1450" w:type="pct"/>
            <w:noWrap/>
          </w:tcPr>
          <w:p w14:paraId="0EE5DDD7" w14:textId="77777777" w:rsidR="00B776FE" w:rsidRPr="002A3ED8" w:rsidRDefault="00B776FE" w:rsidP="002206AD">
            <w:pPr>
              <w:pStyle w:val="TBLContenu"/>
              <w:rPr>
                <w:lang w:bidi="en-US"/>
              </w:rPr>
            </w:pPr>
            <w:proofErr w:type="spellStart"/>
            <w:proofErr w:type="gramStart"/>
            <w:r w:rsidRPr="002A3ED8">
              <w:rPr>
                <w:lang w:bidi="en-US"/>
              </w:rPr>
              <w:t>dateFinRDV</w:t>
            </w:r>
            <w:proofErr w:type="spellEnd"/>
            <w:proofErr w:type="gramEnd"/>
            <w:r w:rsidRPr="002A3ED8">
              <w:rPr>
                <w:lang w:bidi="en-US"/>
              </w:rPr>
              <w:t xml:space="preserve"> : [</w:t>
            </w:r>
            <w:r>
              <w:rPr>
                <w:lang w:bidi="en-US"/>
              </w:rPr>
              <w:t>0</w:t>
            </w:r>
            <w:r w:rsidRPr="002A3ED8">
              <w:rPr>
                <w:lang w:bidi="en-US"/>
              </w:rPr>
              <w:t>..</w:t>
            </w:r>
            <w:r>
              <w:rPr>
                <w:lang w:bidi="en-US"/>
              </w:rPr>
              <w:t>1</w:t>
            </w:r>
            <w:r w:rsidRPr="002A3ED8">
              <w:rPr>
                <w:lang w:bidi="en-US"/>
              </w:rPr>
              <w:t xml:space="preserve">] </w:t>
            </w:r>
            <w:proofErr w:type="spellStart"/>
            <w:r w:rsidRPr="002A3ED8">
              <w:rPr>
                <w:lang w:bidi="en-US"/>
              </w:rPr>
              <w:t>DateHeure</w:t>
            </w:r>
            <w:proofErr w:type="spellEnd"/>
          </w:p>
        </w:tc>
        <w:tc>
          <w:tcPr>
            <w:tcW w:w="1169" w:type="pct"/>
            <w:noWrap/>
          </w:tcPr>
          <w:p w14:paraId="237C3C4D" w14:textId="77777777" w:rsidR="00B776FE" w:rsidRDefault="00B776FE" w:rsidP="002206AD">
            <w:pPr>
              <w:pStyle w:val="TBLContenu"/>
              <w:rPr>
                <w:lang w:bidi="en-US"/>
              </w:rPr>
            </w:pPr>
            <w:proofErr w:type="spellStart"/>
            <w:r>
              <w:rPr>
                <w:lang w:bidi="en-US"/>
              </w:rPr>
              <w:t>Appointment</w:t>
            </w:r>
            <w:proofErr w:type="spellEnd"/>
          </w:p>
          <w:p w14:paraId="70221C7A" w14:textId="77777777" w:rsidR="00B776FE" w:rsidRPr="002A3ED8" w:rsidRDefault="00B776FE" w:rsidP="002206AD">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noWrap/>
          </w:tcPr>
          <w:p w14:paraId="67AB7199" w14:textId="77777777" w:rsidR="00B776FE" w:rsidRPr="00EB5561" w:rsidRDefault="00B776FE" w:rsidP="002206AD">
            <w:pPr>
              <w:pStyle w:val="TBLContenu"/>
              <w:rPr>
                <w:lang w:bidi="en-US"/>
              </w:rPr>
            </w:pPr>
            <w:proofErr w:type="gramStart"/>
            <w:r>
              <w:rPr>
                <w:lang w:bidi="en-US"/>
              </w:rPr>
              <w:t>end</w:t>
            </w:r>
            <w:proofErr w:type="gramEnd"/>
            <w:r>
              <w:rPr>
                <w:lang w:bidi="en-US"/>
              </w:rPr>
              <w:t xml:space="preserve"> : instant [0..1]</w:t>
            </w:r>
          </w:p>
        </w:tc>
      </w:tr>
      <w:tr w:rsidR="00B776FE" w:rsidRPr="002A3ED8" w14:paraId="0D92BE8D" w14:textId="77777777" w:rsidTr="00B776FE">
        <w:trPr>
          <w:trHeight w:val="288"/>
        </w:trPr>
        <w:tc>
          <w:tcPr>
            <w:tcW w:w="1203" w:type="pct"/>
            <w:vMerge/>
            <w:noWrap/>
          </w:tcPr>
          <w:p w14:paraId="11B9D65A" w14:textId="77777777" w:rsidR="00B776FE" w:rsidRPr="002A3ED8" w:rsidRDefault="00B776FE" w:rsidP="002206AD">
            <w:pPr>
              <w:pStyle w:val="TBLContenu"/>
              <w:rPr>
                <w:lang w:bidi="en-US"/>
              </w:rPr>
            </w:pPr>
          </w:p>
        </w:tc>
        <w:tc>
          <w:tcPr>
            <w:tcW w:w="1450" w:type="pct"/>
            <w:noWrap/>
          </w:tcPr>
          <w:p w14:paraId="2160FA50" w14:textId="35CDEBF5" w:rsidR="00B776FE" w:rsidRPr="002A3ED8" w:rsidRDefault="00B776FE" w:rsidP="002206AD">
            <w:pPr>
              <w:pStyle w:val="TBLContenu"/>
              <w:rPr>
                <w:lang w:bidi="en-US"/>
              </w:rPr>
            </w:pPr>
            <w:proofErr w:type="spellStart"/>
            <w:proofErr w:type="gramStart"/>
            <w:r w:rsidRPr="002A3ED8">
              <w:rPr>
                <w:lang w:bidi="en-US"/>
              </w:rPr>
              <w:t>datePriseRDV</w:t>
            </w:r>
            <w:proofErr w:type="spellEnd"/>
            <w:proofErr w:type="gramEnd"/>
            <w:r w:rsidRPr="002A3ED8">
              <w:rPr>
                <w:lang w:bidi="en-US"/>
              </w:rPr>
              <w:t xml:space="preserve"> : [</w:t>
            </w:r>
            <w:r>
              <w:rPr>
                <w:lang w:bidi="en-US"/>
              </w:rPr>
              <w:t>1</w:t>
            </w:r>
            <w:r w:rsidRPr="002A3ED8">
              <w:rPr>
                <w:lang w:bidi="en-US"/>
              </w:rPr>
              <w:t xml:space="preserve">..1] </w:t>
            </w:r>
            <w:proofErr w:type="spellStart"/>
            <w:r w:rsidRPr="002A3ED8">
              <w:rPr>
                <w:lang w:bidi="en-US"/>
              </w:rPr>
              <w:t>DateHeure</w:t>
            </w:r>
            <w:proofErr w:type="spellEnd"/>
          </w:p>
        </w:tc>
        <w:tc>
          <w:tcPr>
            <w:tcW w:w="1169" w:type="pct"/>
            <w:noWrap/>
          </w:tcPr>
          <w:p w14:paraId="206F8AB5" w14:textId="77777777" w:rsidR="00B776FE" w:rsidRDefault="00B776FE" w:rsidP="002206AD">
            <w:pPr>
              <w:pStyle w:val="TBLContenu"/>
              <w:rPr>
                <w:lang w:bidi="en-US"/>
              </w:rPr>
            </w:pPr>
            <w:proofErr w:type="spellStart"/>
            <w:r>
              <w:rPr>
                <w:lang w:bidi="en-US"/>
              </w:rPr>
              <w:t>Appointment</w:t>
            </w:r>
            <w:proofErr w:type="spellEnd"/>
          </w:p>
          <w:p w14:paraId="72290BB5" w14:textId="77777777" w:rsidR="00B776FE" w:rsidRPr="002A3ED8" w:rsidRDefault="00B776FE" w:rsidP="002206AD">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noWrap/>
          </w:tcPr>
          <w:p w14:paraId="2BB3034F" w14:textId="77777777" w:rsidR="00B776FE" w:rsidRPr="002A3ED8" w:rsidRDefault="00B776FE" w:rsidP="002206AD">
            <w:pPr>
              <w:pStyle w:val="TBLContenu"/>
              <w:rPr>
                <w:lang w:bidi="en-US"/>
              </w:rPr>
            </w:pPr>
            <w:proofErr w:type="spellStart"/>
            <w:proofErr w:type="gramStart"/>
            <w:r>
              <w:rPr>
                <w:lang w:bidi="en-US"/>
              </w:rPr>
              <w:t>created</w:t>
            </w:r>
            <w:proofErr w:type="spellEnd"/>
            <w:proofErr w:type="gramEnd"/>
            <w:r>
              <w:rPr>
                <w:lang w:bidi="en-US"/>
              </w:rPr>
              <w:t xml:space="preserve"> : </w:t>
            </w:r>
            <w:proofErr w:type="spellStart"/>
            <w:r>
              <w:rPr>
                <w:lang w:bidi="en-US"/>
              </w:rPr>
              <w:t>dateTime</w:t>
            </w:r>
            <w:proofErr w:type="spellEnd"/>
            <w:r>
              <w:rPr>
                <w:lang w:bidi="en-US"/>
              </w:rPr>
              <w:t xml:space="preserve"> [0..1]</w:t>
            </w:r>
          </w:p>
        </w:tc>
      </w:tr>
      <w:tr w:rsidR="00B776FE" w:rsidRPr="002A3ED8" w14:paraId="32409230" w14:textId="77777777" w:rsidTr="00B776FE">
        <w:trPr>
          <w:trHeight w:val="288"/>
        </w:trPr>
        <w:tc>
          <w:tcPr>
            <w:tcW w:w="1203" w:type="pct"/>
            <w:vMerge/>
            <w:noWrap/>
          </w:tcPr>
          <w:p w14:paraId="51A4DA53" w14:textId="77777777" w:rsidR="00B776FE" w:rsidRPr="002A3ED8" w:rsidRDefault="00B776FE" w:rsidP="002206AD">
            <w:pPr>
              <w:pStyle w:val="TBLContenu"/>
              <w:rPr>
                <w:lang w:bidi="en-US"/>
              </w:rPr>
            </w:pPr>
          </w:p>
        </w:tc>
        <w:tc>
          <w:tcPr>
            <w:tcW w:w="1450" w:type="pct"/>
            <w:noWrap/>
          </w:tcPr>
          <w:p w14:paraId="3C587759" w14:textId="37E1F4B7" w:rsidR="00B776FE" w:rsidRPr="002A3ED8" w:rsidRDefault="00B776FE" w:rsidP="002206AD">
            <w:pPr>
              <w:pStyle w:val="TBLContenu"/>
              <w:rPr>
                <w:lang w:bidi="en-US"/>
              </w:rPr>
            </w:pPr>
            <w:proofErr w:type="gramStart"/>
            <w:r w:rsidRPr="002A3ED8">
              <w:rPr>
                <w:lang w:bidi="en-US"/>
              </w:rPr>
              <w:t>type:</w:t>
            </w:r>
            <w:proofErr w:type="gramEnd"/>
            <w:r w:rsidRPr="002A3ED8">
              <w:rPr>
                <w:lang w:bidi="en-US"/>
              </w:rPr>
              <w:t xml:space="preserve"> [0..1] Code</w:t>
            </w:r>
          </w:p>
        </w:tc>
        <w:tc>
          <w:tcPr>
            <w:tcW w:w="1169" w:type="pct"/>
            <w:noWrap/>
          </w:tcPr>
          <w:p w14:paraId="28E758F7" w14:textId="77777777" w:rsidR="00B776FE" w:rsidRDefault="00B776FE" w:rsidP="002206AD">
            <w:pPr>
              <w:pStyle w:val="TBLContenu"/>
              <w:rPr>
                <w:lang w:bidi="en-US"/>
              </w:rPr>
            </w:pPr>
            <w:proofErr w:type="spellStart"/>
            <w:r>
              <w:rPr>
                <w:lang w:bidi="en-US"/>
              </w:rPr>
              <w:t>Appointment</w:t>
            </w:r>
            <w:proofErr w:type="spellEnd"/>
          </w:p>
          <w:p w14:paraId="4E4CC815" w14:textId="77777777" w:rsidR="00B776FE" w:rsidRPr="002A3ED8" w:rsidRDefault="00B776FE" w:rsidP="002206AD">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noWrap/>
          </w:tcPr>
          <w:p w14:paraId="72A4AAFD" w14:textId="77777777" w:rsidR="00B776FE" w:rsidRDefault="00B776FE" w:rsidP="002206AD">
            <w:pPr>
              <w:pStyle w:val="TBLContenu"/>
              <w:rPr>
                <w:lang w:bidi="en-US"/>
              </w:rPr>
            </w:pPr>
            <w:proofErr w:type="spellStart"/>
            <w:proofErr w:type="gramStart"/>
            <w:r>
              <w:rPr>
                <w:lang w:bidi="en-US"/>
              </w:rPr>
              <w:t>serviceType</w:t>
            </w:r>
            <w:proofErr w:type="spellEnd"/>
            <w:proofErr w:type="gramEnd"/>
            <w:r>
              <w:rPr>
                <w:lang w:bidi="en-US"/>
              </w:rPr>
              <w:t xml:space="preserve"> : </w:t>
            </w:r>
            <w:proofErr w:type="spellStart"/>
            <w:r>
              <w:rPr>
                <w:lang w:bidi="en-US"/>
              </w:rPr>
              <w:t>CodeableConcept</w:t>
            </w:r>
            <w:proofErr w:type="spellEnd"/>
            <w:r>
              <w:rPr>
                <w:lang w:bidi="en-US"/>
              </w:rPr>
              <w:t xml:space="preserve"> [0..*]</w:t>
            </w:r>
          </w:p>
        </w:tc>
      </w:tr>
      <w:tr w:rsidR="00B776FE" w:rsidRPr="002A3ED8" w14:paraId="03AD5E70" w14:textId="77777777" w:rsidTr="00B776FE">
        <w:trPr>
          <w:trHeight w:val="288"/>
        </w:trPr>
        <w:tc>
          <w:tcPr>
            <w:tcW w:w="1203" w:type="pct"/>
            <w:vMerge/>
            <w:noWrap/>
          </w:tcPr>
          <w:p w14:paraId="72351307" w14:textId="77777777" w:rsidR="00B776FE" w:rsidRPr="002A3ED8" w:rsidRDefault="00B776FE" w:rsidP="00B44A26">
            <w:pPr>
              <w:pStyle w:val="TBLContenu"/>
              <w:rPr>
                <w:lang w:bidi="en-US"/>
              </w:rPr>
            </w:pPr>
          </w:p>
        </w:tc>
        <w:tc>
          <w:tcPr>
            <w:tcW w:w="1450" w:type="pct"/>
            <w:noWrap/>
          </w:tcPr>
          <w:p w14:paraId="7927DA57" w14:textId="7275DABB" w:rsidR="00B776FE" w:rsidRPr="002A3ED8" w:rsidRDefault="00B776FE" w:rsidP="00B44A26">
            <w:pPr>
              <w:pStyle w:val="TBLContenu"/>
              <w:rPr>
                <w:lang w:bidi="en-US"/>
              </w:rPr>
            </w:pPr>
            <w:proofErr w:type="gramStart"/>
            <w:r>
              <w:rPr>
                <w:lang w:bidi="en-US"/>
              </w:rPr>
              <w:t>statut</w:t>
            </w:r>
            <w:proofErr w:type="gramEnd"/>
            <w:r>
              <w:rPr>
                <w:lang w:bidi="en-US"/>
              </w:rPr>
              <w:t> :[1..1] Code</w:t>
            </w:r>
          </w:p>
        </w:tc>
        <w:tc>
          <w:tcPr>
            <w:tcW w:w="1169" w:type="pct"/>
            <w:noWrap/>
          </w:tcPr>
          <w:p w14:paraId="08F043E7" w14:textId="77777777" w:rsidR="00B776FE" w:rsidRDefault="00B776FE" w:rsidP="00B44A26">
            <w:pPr>
              <w:pStyle w:val="TBLContenu"/>
              <w:rPr>
                <w:lang w:bidi="en-US"/>
              </w:rPr>
            </w:pPr>
            <w:proofErr w:type="spellStart"/>
            <w:r>
              <w:rPr>
                <w:lang w:bidi="en-US"/>
              </w:rPr>
              <w:t>Appointment</w:t>
            </w:r>
            <w:proofErr w:type="spellEnd"/>
          </w:p>
          <w:p w14:paraId="0469B7FC" w14:textId="77777777" w:rsidR="00B776FE" w:rsidRPr="002A3ED8" w:rsidRDefault="00B776FE" w:rsidP="00B44A26">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noWrap/>
          </w:tcPr>
          <w:p w14:paraId="20699A07" w14:textId="77777777" w:rsidR="00B776FE" w:rsidRDefault="00B776FE" w:rsidP="00B44A26">
            <w:pPr>
              <w:pStyle w:val="TBLContenu"/>
              <w:rPr>
                <w:lang w:bidi="en-US"/>
              </w:rPr>
            </w:pPr>
            <w:proofErr w:type="gramStart"/>
            <w:r>
              <w:rPr>
                <w:lang w:bidi="en-US"/>
              </w:rPr>
              <w:t>status</w:t>
            </w:r>
            <w:proofErr w:type="gramEnd"/>
            <w:r>
              <w:rPr>
                <w:lang w:bidi="en-US"/>
              </w:rPr>
              <w:t> : code [1..1]</w:t>
            </w:r>
          </w:p>
          <w:p w14:paraId="5011B099" w14:textId="77777777" w:rsidR="00B776FE" w:rsidRDefault="00B776FE" w:rsidP="005A2610">
            <w:pPr>
              <w:pStyle w:val="TBLListepuces"/>
              <w:rPr>
                <w:lang w:bidi="en-US"/>
              </w:rPr>
            </w:pPr>
            <w:r>
              <w:rPr>
                <w:lang w:bidi="en-US"/>
              </w:rPr>
              <w:t>« </w:t>
            </w:r>
            <w:proofErr w:type="spellStart"/>
            <w:proofErr w:type="gramStart"/>
            <w:r>
              <w:rPr>
                <w:lang w:bidi="en-US"/>
              </w:rPr>
              <w:t>proposed</w:t>
            </w:r>
            <w:proofErr w:type="spellEnd"/>
            <w:proofErr w:type="gramEnd"/>
            <w:r>
              <w:rPr>
                <w:lang w:bidi="en-US"/>
              </w:rPr>
              <w:t> » dans le cadre d’une demande de rendez-vous</w:t>
            </w:r>
          </w:p>
          <w:p w14:paraId="7A1E067C" w14:textId="77777777" w:rsidR="00B776FE" w:rsidRDefault="00B776FE" w:rsidP="005A2610">
            <w:pPr>
              <w:pStyle w:val="TBLListepuces"/>
              <w:rPr>
                <w:lang w:bidi="en-US"/>
              </w:rPr>
            </w:pPr>
            <w:r>
              <w:rPr>
                <w:lang w:bidi="en-US"/>
              </w:rPr>
              <w:t>« </w:t>
            </w:r>
            <w:proofErr w:type="spellStart"/>
            <w:proofErr w:type="gramStart"/>
            <w:r>
              <w:rPr>
                <w:lang w:bidi="en-US"/>
              </w:rPr>
              <w:t>booked</w:t>
            </w:r>
            <w:proofErr w:type="spellEnd"/>
            <w:proofErr w:type="gramEnd"/>
            <w:r>
              <w:rPr>
                <w:lang w:bidi="en-US"/>
              </w:rPr>
              <w:t> » dans le cadre de la déclaration d’un rendez-vous pris</w:t>
            </w:r>
          </w:p>
          <w:p w14:paraId="66C3E176" w14:textId="5B10B3A4" w:rsidR="00B776FE" w:rsidRPr="002A3ED8" w:rsidRDefault="00B776FE" w:rsidP="005A2610">
            <w:pPr>
              <w:pStyle w:val="TBLListepuces"/>
              <w:rPr>
                <w:lang w:bidi="en-US"/>
              </w:rPr>
            </w:pPr>
            <w:r>
              <w:rPr>
                <w:lang w:bidi="en-US"/>
              </w:rPr>
              <w:t>Cf. la documentation du standard pour les autres statuts</w:t>
            </w:r>
          </w:p>
        </w:tc>
      </w:tr>
      <w:tr w:rsidR="00B776FE" w:rsidRPr="002A3ED8" w14:paraId="6C21377A" w14:textId="77777777" w:rsidTr="00B776FE">
        <w:trPr>
          <w:trHeight w:val="288"/>
        </w:trPr>
        <w:tc>
          <w:tcPr>
            <w:tcW w:w="1203" w:type="pct"/>
            <w:vMerge/>
            <w:noWrap/>
          </w:tcPr>
          <w:p w14:paraId="42A0D2AC" w14:textId="77777777" w:rsidR="00B776FE" w:rsidRPr="002A3ED8" w:rsidRDefault="00B776FE" w:rsidP="00B44A26">
            <w:pPr>
              <w:pStyle w:val="TBLContenu"/>
              <w:rPr>
                <w:lang w:bidi="en-US"/>
              </w:rPr>
            </w:pPr>
          </w:p>
        </w:tc>
        <w:tc>
          <w:tcPr>
            <w:tcW w:w="1450" w:type="pct"/>
            <w:noWrap/>
          </w:tcPr>
          <w:p w14:paraId="2EBEE47B" w14:textId="643E80CA" w:rsidR="00B776FE" w:rsidRPr="002A3ED8" w:rsidDel="00B44A26" w:rsidRDefault="00B776FE" w:rsidP="00B44A26">
            <w:pPr>
              <w:pStyle w:val="TBLContenu"/>
              <w:rPr>
                <w:lang w:bidi="en-US"/>
              </w:rPr>
            </w:pPr>
            <w:proofErr w:type="spellStart"/>
            <w:proofErr w:type="gramStart"/>
            <w:r w:rsidRPr="00C30AD8">
              <w:rPr>
                <w:lang w:bidi="en-US"/>
              </w:rPr>
              <w:t>pieceJointe</w:t>
            </w:r>
            <w:proofErr w:type="spellEnd"/>
            <w:proofErr w:type="gramEnd"/>
            <w:r>
              <w:rPr>
                <w:lang w:bidi="en-US"/>
              </w:rPr>
              <w:t xml:space="preserve"> : [0..*] </w:t>
            </w:r>
            <w:proofErr w:type="spellStart"/>
            <w:r>
              <w:rPr>
                <w:lang w:bidi="en-US"/>
              </w:rPr>
              <w:t>ObjetBinaire</w:t>
            </w:r>
            <w:proofErr w:type="spellEnd"/>
          </w:p>
        </w:tc>
        <w:tc>
          <w:tcPr>
            <w:tcW w:w="1169" w:type="pct"/>
            <w:noWrap/>
          </w:tcPr>
          <w:p w14:paraId="1FCE07AB" w14:textId="77777777" w:rsidR="00B776FE" w:rsidRDefault="00B776FE" w:rsidP="00B44A26">
            <w:pPr>
              <w:pStyle w:val="TBLContenu"/>
              <w:rPr>
                <w:lang w:bidi="en-US"/>
              </w:rPr>
            </w:pPr>
            <w:proofErr w:type="spellStart"/>
            <w:r>
              <w:rPr>
                <w:lang w:bidi="en-US"/>
              </w:rPr>
              <w:t>Appointment</w:t>
            </w:r>
            <w:proofErr w:type="spellEnd"/>
          </w:p>
          <w:p w14:paraId="6C500DE9" w14:textId="3E08F35A" w:rsidR="00B776FE" w:rsidRDefault="00B776FE" w:rsidP="00B44A26">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noWrap/>
          </w:tcPr>
          <w:p w14:paraId="4F7F93FF" w14:textId="77777777" w:rsidR="00B776FE" w:rsidRDefault="00B776FE" w:rsidP="00B44A26">
            <w:pPr>
              <w:pStyle w:val="TBLContenu"/>
              <w:rPr>
                <w:lang w:bidi="en-US"/>
              </w:rPr>
            </w:pPr>
            <w:proofErr w:type="spellStart"/>
            <w:proofErr w:type="gramStart"/>
            <w:r w:rsidRPr="000041D5">
              <w:rPr>
                <w:lang w:bidi="en-US"/>
              </w:rPr>
              <w:t>supportingInformation</w:t>
            </w:r>
            <w:proofErr w:type="spellEnd"/>
            <w:proofErr w:type="gramEnd"/>
            <w:r w:rsidRPr="000041D5">
              <w:rPr>
                <w:lang w:bidi="en-US"/>
              </w:rPr>
              <w:t> : Reference [0..*]</w:t>
            </w:r>
          </w:p>
          <w:p w14:paraId="56328B92" w14:textId="399199CD" w:rsidR="00B776FE" w:rsidRPr="00C30AD8" w:rsidRDefault="00B776FE" w:rsidP="00B44A26">
            <w:pPr>
              <w:pStyle w:val="TBLContenu"/>
              <w:rPr>
                <w:lang w:bidi="en-US"/>
              </w:rPr>
            </w:pPr>
            <w:r>
              <w:rPr>
                <w:lang w:bidi="en-US"/>
              </w:rPr>
              <w:t>(</w:t>
            </w:r>
            <w:proofErr w:type="spellStart"/>
            <w:proofErr w:type="gramStart"/>
            <w:r>
              <w:rPr>
                <w:lang w:bidi="en-US"/>
              </w:rPr>
              <w:t>any</w:t>
            </w:r>
            <w:proofErr w:type="spellEnd"/>
            <w:proofErr w:type="gramEnd"/>
            <w:r>
              <w:rPr>
                <w:lang w:bidi="en-US"/>
              </w:rPr>
              <w:t>)</w:t>
            </w:r>
          </w:p>
        </w:tc>
      </w:tr>
      <w:tr w:rsidR="00B776FE" w:rsidRPr="002A3ED8" w14:paraId="463B763D" w14:textId="77777777" w:rsidTr="00B776FE">
        <w:trPr>
          <w:trHeight w:val="288"/>
        </w:trPr>
        <w:tc>
          <w:tcPr>
            <w:tcW w:w="1203" w:type="pct"/>
            <w:vMerge/>
            <w:noWrap/>
          </w:tcPr>
          <w:p w14:paraId="3E2CB92D" w14:textId="77777777" w:rsidR="00B776FE" w:rsidRPr="002A3ED8" w:rsidRDefault="00B776FE" w:rsidP="00B44A26">
            <w:pPr>
              <w:pStyle w:val="TBLContenu"/>
              <w:rPr>
                <w:lang w:bidi="en-US"/>
              </w:rPr>
            </w:pPr>
          </w:p>
        </w:tc>
        <w:tc>
          <w:tcPr>
            <w:tcW w:w="1450" w:type="pct"/>
            <w:noWrap/>
          </w:tcPr>
          <w:p w14:paraId="54C8CA7D" w14:textId="58FD106C" w:rsidR="00B776FE" w:rsidRPr="002A3ED8" w:rsidDel="00B44A26" w:rsidRDefault="00B776FE" w:rsidP="00B44A26">
            <w:pPr>
              <w:pStyle w:val="TBLContenu"/>
              <w:rPr>
                <w:lang w:bidi="en-US"/>
              </w:rPr>
            </w:pPr>
            <w:proofErr w:type="spellStart"/>
            <w:proofErr w:type="gramStart"/>
            <w:r w:rsidRPr="003E17D6">
              <w:rPr>
                <w:lang w:bidi="en-US"/>
              </w:rPr>
              <w:t>priorite</w:t>
            </w:r>
            <w:proofErr w:type="spellEnd"/>
            <w:proofErr w:type="gramEnd"/>
            <w:r>
              <w:rPr>
                <w:lang w:bidi="en-US"/>
              </w:rPr>
              <w:t> : [0..1] Code</w:t>
            </w:r>
          </w:p>
        </w:tc>
        <w:tc>
          <w:tcPr>
            <w:tcW w:w="1169" w:type="pct"/>
            <w:noWrap/>
          </w:tcPr>
          <w:p w14:paraId="786CA16D" w14:textId="77777777" w:rsidR="00B776FE" w:rsidRDefault="00B776FE" w:rsidP="00B44A26">
            <w:pPr>
              <w:pStyle w:val="TBLContenu"/>
              <w:rPr>
                <w:lang w:bidi="en-US"/>
              </w:rPr>
            </w:pPr>
            <w:proofErr w:type="spellStart"/>
            <w:r>
              <w:rPr>
                <w:lang w:bidi="en-US"/>
              </w:rPr>
              <w:t>Appointment</w:t>
            </w:r>
            <w:proofErr w:type="spellEnd"/>
          </w:p>
          <w:p w14:paraId="360D00C4" w14:textId="7A79DBB7" w:rsidR="00B776FE" w:rsidRDefault="00B776FE" w:rsidP="00B44A26">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noWrap/>
          </w:tcPr>
          <w:p w14:paraId="2BE33380" w14:textId="35B1E8F6" w:rsidR="00B776FE" w:rsidRDefault="00B776FE" w:rsidP="00B44A26">
            <w:pPr>
              <w:pStyle w:val="TBLContenu"/>
              <w:rPr>
                <w:lang w:bidi="en-US"/>
              </w:rPr>
            </w:pPr>
            <w:proofErr w:type="spellStart"/>
            <w:proofErr w:type="gramStart"/>
            <w:r>
              <w:rPr>
                <w:lang w:bidi="en-US"/>
              </w:rPr>
              <w:t>priority</w:t>
            </w:r>
            <w:proofErr w:type="spellEnd"/>
            <w:proofErr w:type="gramEnd"/>
            <w:r>
              <w:rPr>
                <w:lang w:bidi="en-US"/>
              </w:rPr>
              <w:t xml:space="preserve"> : </w:t>
            </w:r>
            <w:proofErr w:type="spellStart"/>
            <w:r>
              <w:rPr>
                <w:lang w:bidi="en-US"/>
              </w:rPr>
              <w:t>unsignedInt</w:t>
            </w:r>
            <w:proofErr w:type="spellEnd"/>
            <w:r>
              <w:rPr>
                <w:lang w:bidi="en-US"/>
              </w:rPr>
              <w:t xml:space="preserve"> [0..1]</w:t>
            </w:r>
          </w:p>
        </w:tc>
      </w:tr>
      <w:tr w:rsidR="00B776FE" w:rsidRPr="002A3ED8" w14:paraId="04CDBB3B" w14:textId="77777777" w:rsidTr="00B776FE">
        <w:trPr>
          <w:trHeight w:val="288"/>
        </w:trPr>
        <w:tc>
          <w:tcPr>
            <w:tcW w:w="1203" w:type="pct"/>
            <w:vMerge/>
            <w:noWrap/>
          </w:tcPr>
          <w:p w14:paraId="1E57FC02" w14:textId="77777777" w:rsidR="00B776FE" w:rsidRPr="002A3ED8" w:rsidRDefault="00B776FE" w:rsidP="00E45BC7">
            <w:pPr>
              <w:pStyle w:val="TBLContenu"/>
              <w:rPr>
                <w:lang w:bidi="en-US"/>
              </w:rPr>
            </w:pPr>
          </w:p>
        </w:tc>
        <w:tc>
          <w:tcPr>
            <w:tcW w:w="1450" w:type="pct"/>
            <w:noWrap/>
          </w:tcPr>
          <w:p w14:paraId="306BAC0D" w14:textId="266B6C67" w:rsidR="00B776FE" w:rsidRPr="003E17D6" w:rsidRDefault="00B776FE" w:rsidP="00E45BC7">
            <w:pPr>
              <w:pStyle w:val="TBLContenu"/>
              <w:rPr>
                <w:lang w:bidi="en-US"/>
              </w:rPr>
            </w:pPr>
            <w:proofErr w:type="spellStart"/>
            <w:proofErr w:type="gramStart"/>
            <w:r w:rsidRPr="00890089">
              <w:rPr>
                <w:lang w:bidi="en-US"/>
              </w:rPr>
              <w:t>titreRDV</w:t>
            </w:r>
            <w:proofErr w:type="spellEnd"/>
            <w:proofErr w:type="gramEnd"/>
            <w:r w:rsidRPr="00890089">
              <w:rPr>
                <w:lang w:bidi="en-US"/>
              </w:rPr>
              <w:t xml:space="preserve"> : [0..1] Texte</w:t>
            </w:r>
          </w:p>
        </w:tc>
        <w:tc>
          <w:tcPr>
            <w:tcW w:w="1169" w:type="pct"/>
            <w:noWrap/>
          </w:tcPr>
          <w:p w14:paraId="022A65F1" w14:textId="77777777" w:rsidR="00B776FE" w:rsidRDefault="00B776FE" w:rsidP="00E45BC7">
            <w:pPr>
              <w:pStyle w:val="TBLContenu"/>
              <w:rPr>
                <w:lang w:bidi="en-US"/>
              </w:rPr>
            </w:pPr>
            <w:proofErr w:type="spellStart"/>
            <w:r>
              <w:rPr>
                <w:lang w:bidi="en-US"/>
              </w:rPr>
              <w:t>Appointment</w:t>
            </w:r>
            <w:proofErr w:type="spellEnd"/>
          </w:p>
          <w:p w14:paraId="2DB4389A" w14:textId="2F957CB5" w:rsidR="00B776FE" w:rsidRDefault="00B776FE" w:rsidP="00E45BC7">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noWrap/>
          </w:tcPr>
          <w:p w14:paraId="75EC4987" w14:textId="14DE0167" w:rsidR="00B776FE" w:rsidRDefault="00B776FE" w:rsidP="00E45BC7">
            <w:pPr>
              <w:pStyle w:val="TBLContenu"/>
              <w:rPr>
                <w:lang w:bidi="en-US"/>
              </w:rPr>
            </w:pPr>
            <w:proofErr w:type="gramStart"/>
            <w:r>
              <w:rPr>
                <w:lang w:bidi="en-US"/>
              </w:rPr>
              <w:t>description</w:t>
            </w:r>
            <w:proofErr w:type="gramEnd"/>
            <w:r>
              <w:rPr>
                <w:lang w:bidi="en-US"/>
              </w:rPr>
              <w:t> : string [0..1]</w:t>
            </w:r>
          </w:p>
        </w:tc>
      </w:tr>
      <w:tr w:rsidR="00B776FE" w:rsidRPr="002A3ED8" w14:paraId="47291796" w14:textId="77777777" w:rsidTr="00B776FE">
        <w:trPr>
          <w:trHeight w:val="288"/>
        </w:trPr>
        <w:tc>
          <w:tcPr>
            <w:tcW w:w="1203" w:type="pct"/>
            <w:vMerge/>
            <w:noWrap/>
          </w:tcPr>
          <w:p w14:paraId="2013B099" w14:textId="77777777" w:rsidR="00B776FE" w:rsidRPr="002A3ED8" w:rsidRDefault="00B776FE" w:rsidP="00E45BC7">
            <w:pPr>
              <w:pStyle w:val="TBLContenu"/>
              <w:rPr>
                <w:lang w:bidi="en-US"/>
              </w:rPr>
            </w:pPr>
          </w:p>
        </w:tc>
        <w:tc>
          <w:tcPr>
            <w:tcW w:w="1450" w:type="pct"/>
            <w:noWrap/>
          </w:tcPr>
          <w:p w14:paraId="2E6AB40D" w14:textId="23E88823" w:rsidR="00B776FE" w:rsidRPr="003E17D6" w:rsidRDefault="00B776FE" w:rsidP="00E45BC7">
            <w:pPr>
              <w:pStyle w:val="TBLContenu"/>
              <w:rPr>
                <w:lang w:bidi="en-US"/>
              </w:rPr>
            </w:pPr>
            <w:proofErr w:type="gramStart"/>
            <w:r w:rsidRPr="00890089">
              <w:rPr>
                <w:lang w:bidi="en-US"/>
              </w:rPr>
              <w:t>commentaire</w:t>
            </w:r>
            <w:proofErr w:type="gramEnd"/>
            <w:r w:rsidRPr="00890089">
              <w:rPr>
                <w:lang w:bidi="en-US"/>
              </w:rPr>
              <w:t xml:space="preserve"> : [0..1] Texte</w:t>
            </w:r>
          </w:p>
        </w:tc>
        <w:tc>
          <w:tcPr>
            <w:tcW w:w="1169" w:type="pct"/>
            <w:noWrap/>
          </w:tcPr>
          <w:p w14:paraId="2ABB77A4" w14:textId="77777777" w:rsidR="00B776FE" w:rsidRDefault="00B776FE" w:rsidP="00E45BC7">
            <w:pPr>
              <w:pStyle w:val="TBLContenu"/>
              <w:rPr>
                <w:lang w:bidi="en-US"/>
              </w:rPr>
            </w:pPr>
            <w:proofErr w:type="spellStart"/>
            <w:r>
              <w:rPr>
                <w:lang w:bidi="en-US"/>
              </w:rPr>
              <w:t>Appointment</w:t>
            </w:r>
            <w:proofErr w:type="spellEnd"/>
          </w:p>
          <w:p w14:paraId="4E8A21BA" w14:textId="74E988A5" w:rsidR="00B776FE" w:rsidRDefault="00B776FE" w:rsidP="00E45BC7">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noWrap/>
          </w:tcPr>
          <w:p w14:paraId="243CAF98" w14:textId="3E2C1961" w:rsidR="00B776FE" w:rsidRDefault="00B776FE" w:rsidP="00E45BC7">
            <w:pPr>
              <w:pStyle w:val="TBLContenu"/>
              <w:rPr>
                <w:lang w:bidi="en-US"/>
              </w:rPr>
            </w:pPr>
            <w:proofErr w:type="gramStart"/>
            <w:r>
              <w:rPr>
                <w:lang w:bidi="en-US"/>
              </w:rPr>
              <w:t>comment</w:t>
            </w:r>
            <w:proofErr w:type="gramEnd"/>
            <w:r>
              <w:rPr>
                <w:lang w:bidi="en-US"/>
              </w:rPr>
              <w:t> : string [0..1]</w:t>
            </w:r>
          </w:p>
        </w:tc>
      </w:tr>
      <w:tr w:rsidR="00B776FE" w:rsidRPr="00D42E48" w14:paraId="1B46B2E0" w14:textId="77777777" w:rsidTr="00B776FE">
        <w:trPr>
          <w:trHeight w:val="288"/>
        </w:trPr>
        <w:tc>
          <w:tcPr>
            <w:tcW w:w="1203" w:type="pct"/>
            <w:vMerge/>
            <w:noWrap/>
          </w:tcPr>
          <w:p w14:paraId="4D9B3C0A" w14:textId="77777777" w:rsidR="00B776FE" w:rsidRPr="002A3ED8" w:rsidRDefault="00B776FE" w:rsidP="00E45BC7">
            <w:pPr>
              <w:pStyle w:val="TBLContenu"/>
              <w:rPr>
                <w:lang w:bidi="en-US"/>
              </w:rPr>
            </w:pPr>
          </w:p>
        </w:tc>
        <w:tc>
          <w:tcPr>
            <w:tcW w:w="1450" w:type="pct"/>
            <w:shd w:val="clear" w:color="auto" w:fill="D9D9D9" w:themeFill="background1" w:themeFillShade="D9"/>
            <w:noWrap/>
          </w:tcPr>
          <w:p w14:paraId="575B38A7" w14:textId="57DEED09" w:rsidR="00B776FE" w:rsidRPr="003E17D6" w:rsidRDefault="00B776FE" w:rsidP="00E45BC7">
            <w:pPr>
              <w:pStyle w:val="TBLContenu"/>
              <w:rPr>
                <w:lang w:bidi="en-US"/>
              </w:rPr>
            </w:pPr>
            <w:proofErr w:type="spellStart"/>
            <w:r>
              <w:rPr>
                <w:lang w:bidi="en-US"/>
              </w:rPr>
              <w:t>Creneau</w:t>
            </w:r>
            <w:proofErr w:type="spellEnd"/>
            <w:r>
              <w:rPr>
                <w:lang w:bidi="en-US"/>
              </w:rPr>
              <w:t xml:space="preserve"> [</w:t>
            </w:r>
            <w:proofErr w:type="gramStart"/>
            <w:r>
              <w:rPr>
                <w:lang w:bidi="en-US"/>
              </w:rPr>
              <w:t>0..</w:t>
            </w:r>
            <w:proofErr w:type="gramEnd"/>
            <w:r>
              <w:rPr>
                <w:lang w:bidi="en-US"/>
              </w:rPr>
              <w:t>*]</w:t>
            </w:r>
            <w:r>
              <w:rPr>
                <w:rStyle w:val="Appelnotedebasdep"/>
                <w:lang w:bidi="en-US"/>
              </w:rPr>
              <w:t xml:space="preserve"> </w:t>
            </w:r>
            <w:r>
              <w:rPr>
                <w:rStyle w:val="Appelnotedebasdep"/>
                <w:lang w:bidi="en-US"/>
              </w:rPr>
              <w:footnoteReference w:id="18"/>
            </w:r>
          </w:p>
        </w:tc>
        <w:tc>
          <w:tcPr>
            <w:tcW w:w="1169" w:type="pct"/>
            <w:shd w:val="clear" w:color="auto" w:fill="D9D9D9" w:themeFill="background1" w:themeFillShade="D9"/>
            <w:noWrap/>
          </w:tcPr>
          <w:p w14:paraId="4869E222" w14:textId="77777777" w:rsidR="00B776FE" w:rsidRDefault="00B776FE" w:rsidP="00E45BC7">
            <w:pPr>
              <w:pStyle w:val="TBLContenu"/>
              <w:rPr>
                <w:lang w:bidi="en-US"/>
              </w:rPr>
            </w:pPr>
            <w:proofErr w:type="spellStart"/>
            <w:r>
              <w:rPr>
                <w:lang w:bidi="en-US"/>
              </w:rPr>
              <w:t>Appointment</w:t>
            </w:r>
            <w:proofErr w:type="spellEnd"/>
          </w:p>
          <w:p w14:paraId="61994385" w14:textId="21150154" w:rsidR="00B776FE" w:rsidRDefault="00B776FE" w:rsidP="00E45BC7">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shd w:val="clear" w:color="auto" w:fill="D9D9D9" w:themeFill="background1" w:themeFillShade="D9"/>
            <w:noWrap/>
          </w:tcPr>
          <w:p w14:paraId="5015BCA4" w14:textId="77777777" w:rsidR="00B776FE" w:rsidRDefault="00B776FE" w:rsidP="00E45BC7">
            <w:pPr>
              <w:pStyle w:val="TBLContenu"/>
              <w:rPr>
                <w:lang w:val="en-US" w:bidi="en-US"/>
              </w:rPr>
            </w:pPr>
            <w:proofErr w:type="gramStart"/>
            <w:r>
              <w:rPr>
                <w:lang w:val="en-US" w:bidi="en-US"/>
              </w:rPr>
              <w:t>slot :</w:t>
            </w:r>
            <w:proofErr w:type="gramEnd"/>
            <w:r>
              <w:rPr>
                <w:lang w:val="en-US" w:bidi="en-US"/>
              </w:rPr>
              <w:t xml:space="preserve"> Reference [0..*]</w:t>
            </w:r>
          </w:p>
          <w:p w14:paraId="4FC031E3" w14:textId="119513CC" w:rsidR="00B776FE" w:rsidRPr="000041D5" w:rsidRDefault="00B776FE" w:rsidP="00E45BC7">
            <w:pPr>
              <w:pStyle w:val="TBLContenu"/>
              <w:rPr>
                <w:lang w:val="en-US" w:bidi="en-US"/>
              </w:rPr>
            </w:pPr>
            <w:r>
              <w:rPr>
                <w:lang w:val="en-US" w:bidi="en-US"/>
              </w:rPr>
              <w:t>(</w:t>
            </w:r>
            <w:proofErr w:type="spellStart"/>
            <w:r w:rsidRPr="00BA53F0">
              <w:rPr>
                <w:color w:val="F79646" w:themeColor="accent6"/>
                <w:lang w:bidi="en-US"/>
              </w:rPr>
              <w:t>FrSlot</w:t>
            </w:r>
            <w:proofErr w:type="spellEnd"/>
            <w:r>
              <w:rPr>
                <w:lang w:val="en-US" w:bidi="en-US"/>
              </w:rPr>
              <w:t>)</w:t>
            </w:r>
          </w:p>
        </w:tc>
      </w:tr>
      <w:tr w:rsidR="00B776FE" w:rsidRPr="005A2610" w14:paraId="3A067055" w14:textId="77777777" w:rsidTr="00B776FE">
        <w:trPr>
          <w:trHeight w:val="288"/>
        </w:trPr>
        <w:tc>
          <w:tcPr>
            <w:tcW w:w="1203" w:type="pct"/>
            <w:vMerge/>
            <w:noWrap/>
          </w:tcPr>
          <w:p w14:paraId="34519348" w14:textId="77777777" w:rsidR="00B776FE" w:rsidRPr="000041D5" w:rsidRDefault="00B776FE" w:rsidP="00E45BC7">
            <w:pPr>
              <w:pStyle w:val="TBLContenu"/>
              <w:rPr>
                <w:lang w:val="en-US" w:bidi="en-US"/>
              </w:rPr>
            </w:pPr>
          </w:p>
        </w:tc>
        <w:tc>
          <w:tcPr>
            <w:tcW w:w="1450" w:type="pct"/>
            <w:shd w:val="clear" w:color="auto" w:fill="D9D9D9" w:themeFill="background1" w:themeFillShade="D9"/>
            <w:noWrap/>
          </w:tcPr>
          <w:p w14:paraId="388C0D18" w14:textId="330E73A0" w:rsidR="00B776FE" w:rsidRPr="003E17D6" w:rsidRDefault="00B776FE" w:rsidP="00E45BC7">
            <w:pPr>
              <w:pStyle w:val="TBLContenu"/>
              <w:rPr>
                <w:lang w:bidi="en-US"/>
              </w:rPr>
            </w:pPr>
            <w:proofErr w:type="spellStart"/>
            <w:r>
              <w:rPr>
                <w:lang w:bidi="en-US"/>
              </w:rPr>
              <w:t>PersonnePriseCharge</w:t>
            </w:r>
            <w:proofErr w:type="spellEnd"/>
            <w:r>
              <w:rPr>
                <w:lang w:bidi="en-US"/>
              </w:rPr>
              <w:t xml:space="preserve"> [</w:t>
            </w:r>
            <w:proofErr w:type="gramStart"/>
            <w:r>
              <w:rPr>
                <w:lang w:bidi="en-US"/>
              </w:rPr>
              <w:t>0..</w:t>
            </w:r>
            <w:proofErr w:type="gramEnd"/>
            <w:r>
              <w:rPr>
                <w:lang w:bidi="en-US"/>
              </w:rPr>
              <w:t>*]</w:t>
            </w:r>
            <w:r>
              <w:rPr>
                <w:rStyle w:val="Appelnotedebasdep"/>
                <w:lang w:bidi="en-US"/>
              </w:rPr>
              <w:t xml:space="preserve"> </w:t>
            </w:r>
            <w:r>
              <w:rPr>
                <w:rStyle w:val="Appelnotedebasdep"/>
                <w:lang w:bidi="en-US"/>
              </w:rPr>
              <w:footnoteReference w:id="19"/>
            </w:r>
          </w:p>
        </w:tc>
        <w:tc>
          <w:tcPr>
            <w:tcW w:w="1169" w:type="pct"/>
            <w:vMerge w:val="restart"/>
            <w:shd w:val="clear" w:color="auto" w:fill="D9D9D9" w:themeFill="background1" w:themeFillShade="D9"/>
            <w:noWrap/>
          </w:tcPr>
          <w:p w14:paraId="32988A18" w14:textId="77777777" w:rsidR="00B776FE" w:rsidRDefault="00B776FE" w:rsidP="00185E4F">
            <w:pPr>
              <w:pStyle w:val="TBLContenu"/>
              <w:rPr>
                <w:lang w:bidi="en-US"/>
              </w:rPr>
            </w:pPr>
            <w:proofErr w:type="spellStart"/>
            <w:r>
              <w:rPr>
                <w:lang w:bidi="en-US"/>
              </w:rPr>
              <w:t>Appointment</w:t>
            </w:r>
            <w:proofErr w:type="spellEnd"/>
          </w:p>
          <w:p w14:paraId="6FDF26AF" w14:textId="20F68CFE" w:rsidR="00B776FE" w:rsidRDefault="00B776FE" w:rsidP="00185E4F">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vMerge w:val="restart"/>
            <w:shd w:val="clear" w:color="auto" w:fill="D9D9D9" w:themeFill="background1" w:themeFillShade="D9"/>
            <w:noWrap/>
          </w:tcPr>
          <w:p w14:paraId="10EF3FD0" w14:textId="77777777" w:rsidR="00B776FE" w:rsidRDefault="00B776FE" w:rsidP="00E45BC7">
            <w:pPr>
              <w:pStyle w:val="TBLContenu"/>
              <w:rPr>
                <w:rStyle w:val="constraints"/>
                <w:lang w:val="en-US"/>
              </w:rPr>
            </w:pPr>
            <w:r w:rsidRPr="002167A6">
              <w:rPr>
                <w:lang w:val="en-US" w:bidi="en-US"/>
              </w:rPr>
              <w:t>participant[1..*].actor : Reference [0..1]</w:t>
            </w:r>
            <w:r w:rsidRPr="002167A6">
              <w:rPr>
                <w:rStyle w:val="Appelnotedebasdep"/>
                <w:lang w:bidi="en-US"/>
              </w:rPr>
              <w:footnoteReference w:id="20"/>
            </w:r>
            <w:r w:rsidRPr="002167A6">
              <w:rPr>
                <w:lang w:val="en-US" w:bidi="en-US"/>
              </w:rPr>
              <w:t xml:space="preserve"> </w:t>
            </w:r>
            <w:r w:rsidRPr="002167A6">
              <w:rPr>
                <w:rStyle w:val="constraints"/>
                <w:lang w:val="en-US"/>
              </w:rPr>
              <w:t>(</w:t>
            </w:r>
            <w:proofErr w:type="spellStart"/>
            <w:r w:rsidRPr="002167A6">
              <w:rPr>
                <w:color w:val="F79646" w:themeColor="accent6"/>
                <w:lang w:val="en-GB" w:bidi="en-US"/>
              </w:rPr>
              <w:t>Fr</w:t>
            </w:r>
            <w:hyperlink r:id="rId32" w:tooltip="RelatedPerson simplifier.core.r4.resources 4.0.0 StructureDefinition-RelatedPerson.json" w:history="1">
              <w:r w:rsidRPr="002167A6">
                <w:rPr>
                  <w:color w:val="F79646" w:themeColor="accent6"/>
                  <w:lang w:val="en-GB" w:bidi="en-US"/>
                </w:rPr>
                <w:t>RelatedPerson</w:t>
              </w:r>
              <w:proofErr w:type="spellEnd"/>
            </w:hyperlink>
            <w:r w:rsidRPr="002167A6">
              <w:rPr>
                <w:rStyle w:val="Lienhypertexte"/>
                <w:color w:val="auto"/>
                <w:u w:val="none"/>
                <w:lang w:val="en-US"/>
              </w:rPr>
              <w:t xml:space="preserve"> </w:t>
            </w:r>
            <w:r w:rsidRPr="002167A6">
              <w:rPr>
                <w:rStyle w:val="constraints"/>
                <w:lang w:val="en-US"/>
              </w:rPr>
              <w:t xml:space="preserve">| </w:t>
            </w:r>
            <w:hyperlink r:id="rId33" w:tooltip="Device simplifier.core.r4.resources 4.0.0 StructureDefinition-Device.json" w:history="1">
              <w:r w:rsidRPr="002167A6">
                <w:rPr>
                  <w:rStyle w:val="Lienhypertexte"/>
                  <w:color w:val="auto"/>
                  <w:u w:val="none"/>
                  <w:lang w:val="en-US"/>
                </w:rPr>
                <w:t>Device</w:t>
              </w:r>
            </w:hyperlink>
            <w:r w:rsidRPr="002167A6">
              <w:rPr>
                <w:rStyle w:val="Lienhypertexte"/>
                <w:color w:val="auto"/>
                <w:u w:val="none"/>
                <w:lang w:val="en-US"/>
              </w:rPr>
              <w:t xml:space="preserve"> </w:t>
            </w:r>
            <w:r w:rsidRPr="002167A6">
              <w:rPr>
                <w:rStyle w:val="constraints"/>
                <w:lang w:val="en-US"/>
              </w:rPr>
              <w:t xml:space="preserve">| </w:t>
            </w:r>
            <w:hyperlink r:id="rId34" w:tooltip="Profile of the HealthcareService resource for France | Profil de la ressource HealthcareService pour l'usage en France. This profile adds the element serviceTypeDuration to associate the service with the duration of this service | Ce profil ajoute l'élément se" w:history="1">
              <w:proofErr w:type="spellStart"/>
              <w:r w:rsidRPr="002167A6">
                <w:rPr>
                  <w:color w:val="F79646" w:themeColor="accent6"/>
                  <w:lang w:val="en-US" w:bidi="en-US"/>
                </w:rPr>
                <w:t>FrHealthcareService</w:t>
              </w:r>
              <w:proofErr w:type="spellEnd"/>
            </w:hyperlink>
            <w:r w:rsidRPr="002167A6">
              <w:rPr>
                <w:color w:val="F79646" w:themeColor="accent6"/>
                <w:lang w:val="en-US" w:bidi="en-US"/>
              </w:rPr>
              <w:t xml:space="preserve"> </w:t>
            </w:r>
            <w:r w:rsidRPr="002167A6">
              <w:rPr>
                <w:lang w:val="en-US" w:bidi="en-US"/>
              </w:rPr>
              <w:t xml:space="preserve">| </w:t>
            </w:r>
            <w:hyperlink r:id="rId35" w:tooltip="French profile of Location | Profil français de la ressource Location" w:history="1">
              <w:proofErr w:type="spellStart"/>
              <w:r w:rsidRPr="002167A6">
                <w:rPr>
                  <w:color w:val="F79646" w:themeColor="accent6"/>
                  <w:lang w:val="en-US" w:bidi="en-US"/>
                </w:rPr>
                <w:t>FrLocation</w:t>
              </w:r>
              <w:proofErr w:type="spellEnd"/>
            </w:hyperlink>
            <w:r w:rsidRPr="002167A6">
              <w:rPr>
                <w:color w:val="F79646" w:themeColor="accent6"/>
                <w:lang w:val="en-US" w:bidi="en-US"/>
              </w:rPr>
              <w:t xml:space="preserve"> </w:t>
            </w:r>
            <w:r w:rsidRPr="002167A6">
              <w:rPr>
                <w:lang w:val="en-US" w:bidi="en-US"/>
              </w:rPr>
              <w:t xml:space="preserve">| </w:t>
            </w:r>
            <w:r w:rsidRPr="002167A6">
              <w:rPr>
                <w:color w:val="F79646" w:themeColor="accent6"/>
                <w:lang w:val="en-US" w:bidi="en-US"/>
              </w:rPr>
              <w:t xml:space="preserve"> </w:t>
            </w:r>
            <w:hyperlink r:id="rId36" w:tooltip="Profile of the Patient resource for France | Profil de la ressource Patient pour l'usage en FranceThis profile specifies the patient's identifiers for France. It uses international extensions (birtplace and nationality) and adds specific French extensions | Ce" w:history="1">
              <w:proofErr w:type="spellStart"/>
              <w:r w:rsidRPr="002167A6">
                <w:rPr>
                  <w:color w:val="F79646" w:themeColor="accent6"/>
                  <w:lang w:val="en-US" w:bidi="en-US"/>
                </w:rPr>
                <w:t>FrPatient</w:t>
              </w:r>
              <w:proofErr w:type="spellEnd"/>
            </w:hyperlink>
            <w:r w:rsidRPr="002167A6">
              <w:rPr>
                <w:color w:val="F79646" w:themeColor="accent6"/>
                <w:lang w:val="en-US" w:bidi="en-US"/>
              </w:rPr>
              <w:t xml:space="preserve"> </w:t>
            </w:r>
            <w:r w:rsidRPr="002167A6">
              <w:rPr>
                <w:lang w:val="en-US" w:bidi="en-US"/>
              </w:rPr>
              <w:t xml:space="preserve">| </w:t>
            </w:r>
            <w:r w:rsidRPr="002167A6">
              <w:rPr>
                <w:color w:val="F79646" w:themeColor="accent6"/>
                <w:lang w:val="en-US" w:bidi="en-US"/>
              </w:rPr>
              <w:t xml:space="preserve"> </w:t>
            </w:r>
            <w:hyperlink r:id="rId37" w:tooltip="French profile of the Practitioner resource | Profil de la ressource Practitionner pour la France This profile specifies the types of identifiers for practitioners in France | Ce profil contraint les types d'identifiants du professionnel de santé en France" w:history="1">
              <w:proofErr w:type="spellStart"/>
              <w:r w:rsidRPr="002167A6">
                <w:rPr>
                  <w:color w:val="F79646" w:themeColor="accent6"/>
                  <w:lang w:val="en-US" w:bidi="en-US"/>
                </w:rPr>
                <w:t>FrPractitioner</w:t>
              </w:r>
              <w:proofErr w:type="spellEnd"/>
            </w:hyperlink>
            <w:r w:rsidRPr="002167A6">
              <w:rPr>
                <w:color w:val="F79646" w:themeColor="accent6"/>
                <w:lang w:val="en-US" w:bidi="en-US"/>
              </w:rPr>
              <w:t xml:space="preserve"> </w:t>
            </w:r>
            <w:r w:rsidRPr="002167A6">
              <w:rPr>
                <w:lang w:val="en-US" w:bidi="en-US"/>
              </w:rPr>
              <w:t xml:space="preserve">| </w:t>
            </w:r>
            <w:proofErr w:type="spellStart"/>
            <w:r w:rsidRPr="002167A6">
              <w:rPr>
                <w:lang w:val="en-US" w:bidi="en-US"/>
              </w:rPr>
              <w:t>PractitionerRole</w:t>
            </w:r>
            <w:proofErr w:type="spellEnd"/>
            <w:r w:rsidRPr="002167A6">
              <w:rPr>
                <w:rStyle w:val="Appelnotedebasdep"/>
                <w:lang w:val="en-US" w:bidi="en-US"/>
              </w:rPr>
              <w:footnoteReference w:id="21"/>
            </w:r>
            <w:r w:rsidRPr="002167A6">
              <w:rPr>
                <w:rStyle w:val="constraints"/>
                <w:lang w:val="en-US"/>
              </w:rPr>
              <w:t>)</w:t>
            </w:r>
          </w:p>
          <w:p w14:paraId="4B585DF8" w14:textId="77777777" w:rsidR="00B776FE" w:rsidRDefault="00B776FE" w:rsidP="005A2610">
            <w:pPr>
              <w:pStyle w:val="TBLListepuces"/>
              <w:rPr>
                <w:rStyle w:val="constraints"/>
                <w:lang w:bidi="en-US"/>
              </w:rPr>
            </w:pPr>
            <w:r>
              <w:rPr>
                <w:lang w:bidi="en-US"/>
              </w:rPr>
              <w:lastRenderedPageBreak/>
              <w:t>« </w:t>
            </w:r>
            <w:proofErr w:type="spellStart"/>
            <w:proofErr w:type="gramStart"/>
            <w:r>
              <w:rPr>
                <w:lang w:bidi="en-US"/>
              </w:rPr>
              <w:t>needs</w:t>
            </w:r>
            <w:proofErr w:type="spellEnd"/>
            <w:proofErr w:type="gramEnd"/>
            <w:r>
              <w:rPr>
                <w:lang w:bidi="en-US"/>
              </w:rPr>
              <w:t>-action »</w:t>
            </w:r>
            <w:r w:rsidRPr="005A2610">
              <w:rPr>
                <w:rStyle w:val="constraints"/>
              </w:rPr>
              <w:t xml:space="preserve"> dans le cadre d’une demande de rendez-vous avec attente de confirmation</w:t>
            </w:r>
          </w:p>
          <w:p w14:paraId="05421B54" w14:textId="77777777" w:rsidR="00B776FE" w:rsidRDefault="00B776FE" w:rsidP="005A2610">
            <w:pPr>
              <w:pStyle w:val="TBLListepuces"/>
              <w:rPr>
                <w:rStyle w:val="constraints"/>
                <w:lang w:bidi="en-US"/>
              </w:rPr>
            </w:pPr>
            <w:r>
              <w:rPr>
                <w:rStyle w:val="constraints"/>
              </w:rPr>
              <w:t>« </w:t>
            </w:r>
            <w:proofErr w:type="spellStart"/>
            <w:proofErr w:type="gramStart"/>
            <w:r>
              <w:rPr>
                <w:rStyle w:val="constraints"/>
              </w:rPr>
              <w:t>accepted</w:t>
            </w:r>
            <w:proofErr w:type="spellEnd"/>
            <w:proofErr w:type="gramEnd"/>
            <w:r>
              <w:rPr>
                <w:rStyle w:val="constraints"/>
              </w:rPr>
              <w:t> » dans le cadre de la déclaration d’un rendez-vous pris et confirmé.</w:t>
            </w:r>
          </w:p>
          <w:p w14:paraId="5EDC0707" w14:textId="73BE5E0A" w:rsidR="00B776FE" w:rsidRPr="005A2610" w:rsidRDefault="00B776FE" w:rsidP="005A2610">
            <w:pPr>
              <w:pStyle w:val="TBLListepuces"/>
              <w:rPr>
                <w:lang w:bidi="en-US"/>
              </w:rPr>
            </w:pPr>
            <w:r>
              <w:rPr>
                <w:rStyle w:val="constraints"/>
              </w:rPr>
              <w:t>Cf. la documentation du standard pour les autres statuts</w:t>
            </w:r>
          </w:p>
        </w:tc>
      </w:tr>
      <w:tr w:rsidR="00B776FE" w:rsidRPr="002A3ED8" w14:paraId="6C80AF76" w14:textId="77777777" w:rsidTr="00B776FE">
        <w:trPr>
          <w:trHeight w:val="288"/>
        </w:trPr>
        <w:tc>
          <w:tcPr>
            <w:tcW w:w="1203" w:type="pct"/>
            <w:vMerge/>
            <w:noWrap/>
          </w:tcPr>
          <w:p w14:paraId="3B0D5EF9" w14:textId="77777777" w:rsidR="00B776FE" w:rsidRPr="005A2610" w:rsidRDefault="00B776FE" w:rsidP="00E45BC7">
            <w:pPr>
              <w:pStyle w:val="TBLContenu"/>
              <w:rPr>
                <w:lang w:bidi="en-US"/>
              </w:rPr>
            </w:pPr>
          </w:p>
        </w:tc>
        <w:tc>
          <w:tcPr>
            <w:tcW w:w="1450" w:type="pct"/>
            <w:shd w:val="clear" w:color="auto" w:fill="D9D9D9" w:themeFill="background1" w:themeFillShade="D9"/>
            <w:noWrap/>
          </w:tcPr>
          <w:p w14:paraId="0B013F71" w14:textId="2DDDF57F" w:rsidR="00B776FE" w:rsidRPr="003E17D6" w:rsidRDefault="00B776FE" w:rsidP="00E45BC7">
            <w:pPr>
              <w:pStyle w:val="TBLContenu"/>
              <w:rPr>
                <w:lang w:bidi="en-US"/>
              </w:rPr>
            </w:pPr>
            <w:proofErr w:type="gramStart"/>
            <w:r>
              <w:rPr>
                <w:lang w:bidi="en-US"/>
              </w:rPr>
              <w:t>Contact  [</w:t>
            </w:r>
            <w:proofErr w:type="gramEnd"/>
            <w:r>
              <w:rPr>
                <w:lang w:bidi="en-US"/>
              </w:rPr>
              <w:t>0..*]</w:t>
            </w:r>
          </w:p>
        </w:tc>
        <w:tc>
          <w:tcPr>
            <w:tcW w:w="1169" w:type="pct"/>
            <w:vMerge/>
            <w:shd w:val="clear" w:color="auto" w:fill="D9D9D9" w:themeFill="background1" w:themeFillShade="D9"/>
            <w:noWrap/>
          </w:tcPr>
          <w:p w14:paraId="49EB8261" w14:textId="77777777" w:rsidR="00B776FE" w:rsidRDefault="00B776FE" w:rsidP="00E45BC7">
            <w:pPr>
              <w:pStyle w:val="TBLContenu"/>
              <w:rPr>
                <w:lang w:bidi="en-US"/>
              </w:rPr>
            </w:pPr>
          </w:p>
        </w:tc>
        <w:tc>
          <w:tcPr>
            <w:tcW w:w="1178" w:type="pct"/>
            <w:vMerge/>
            <w:shd w:val="clear" w:color="auto" w:fill="D9D9D9" w:themeFill="background1" w:themeFillShade="D9"/>
            <w:noWrap/>
          </w:tcPr>
          <w:p w14:paraId="6AF5A325" w14:textId="77777777" w:rsidR="00B776FE" w:rsidRDefault="00B776FE" w:rsidP="00E45BC7">
            <w:pPr>
              <w:pStyle w:val="TBLContenu"/>
              <w:rPr>
                <w:lang w:bidi="en-US"/>
              </w:rPr>
            </w:pPr>
          </w:p>
        </w:tc>
      </w:tr>
      <w:tr w:rsidR="00B776FE" w:rsidRPr="002A3ED8" w14:paraId="4AE0D4C9" w14:textId="77777777" w:rsidTr="00B776FE">
        <w:trPr>
          <w:trHeight w:val="288"/>
        </w:trPr>
        <w:tc>
          <w:tcPr>
            <w:tcW w:w="1203" w:type="pct"/>
            <w:vMerge/>
            <w:noWrap/>
          </w:tcPr>
          <w:p w14:paraId="688EAFED" w14:textId="77777777" w:rsidR="00B776FE" w:rsidRPr="002A3ED8" w:rsidRDefault="00B776FE" w:rsidP="00E45BC7">
            <w:pPr>
              <w:pStyle w:val="TBLContenu"/>
              <w:rPr>
                <w:lang w:bidi="en-US"/>
              </w:rPr>
            </w:pPr>
          </w:p>
        </w:tc>
        <w:tc>
          <w:tcPr>
            <w:tcW w:w="1450" w:type="pct"/>
            <w:shd w:val="clear" w:color="auto" w:fill="D9D9D9" w:themeFill="background1" w:themeFillShade="D9"/>
            <w:noWrap/>
          </w:tcPr>
          <w:p w14:paraId="44FFFE6C" w14:textId="11CF6770" w:rsidR="00B776FE" w:rsidRPr="003E17D6" w:rsidRDefault="00B776FE" w:rsidP="00E45BC7">
            <w:pPr>
              <w:pStyle w:val="TBLContenu"/>
              <w:rPr>
                <w:lang w:bidi="en-US"/>
              </w:rPr>
            </w:pPr>
            <w:r>
              <w:rPr>
                <w:lang w:bidi="en-US"/>
              </w:rPr>
              <w:t>Professionnel [</w:t>
            </w:r>
            <w:proofErr w:type="gramStart"/>
            <w:r>
              <w:rPr>
                <w:lang w:bidi="en-US"/>
              </w:rPr>
              <w:t>0..</w:t>
            </w:r>
            <w:proofErr w:type="gramEnd"/>
            <w:r>
              <w:rPr>
                <w:lang w:bidi="en-US"/>
              </w:rPr>
              <w:t>*]</w:t>
            </w:r>
          </w:p>
        </w:tc>
        <w:tc>
          <w:tcPr>
            <w:tcW w:w="1169" w:type="pct"/>
            <w:vMerge/>
            <w:shd w:val="clear" w:color="auto" w:fill="D9D9D9" w:themeFill="background1" w:themeFillShade="D9"/>
            <w:noWrap/>
          </w:tcPr>
          <w:p w14:paraId="2BD06195" w14:textId="77777777" w:rsidR="00B776FE" w:rsidRDefault="00B776FE" w:rsidP="00E45BC7">
            <w:pPr>
              <w:pStyle w:val="TBLContenu"/>
              <w:rPr>
                <w:lang w:bidi="en-US"/>
              </w:rPr>
            </w:pPr>
          </w:p>
        </w:tc>
        <w:tc>
          <w:tcPr>
            <w:tcW w:w="1178" w:type="pct"/>
            <w:vMerge/>
            <w:shd w:val="clear" w:color="auto" w:fill="D9D9D9" w:themeFill="background1" w:themeFillShade="D9"/>
            <w:noWrap/>
          </w:tcPr>
          <w:p w14:paraId="743C5DA1" w14:textId="77777777" w:rsidR="00B776FE" w:rsidRDefault="00B776FE" w:rsidP="00E45BC7">
            <w:pPr>
              <w:pStyle w:val="TBLContenu"/>
              <w:rPr>
                <w:lang w:bidi="en-US"/>
              </w:rPr>
            </w:pPr>
          </w:p>
        </w:tc>
      </w:tr>
      <w:tr w:rsidR="00B776FE" w:rsidRPr="002A3ED8" w14:paraId="6EE93652" w14:textId="77777777" w:rsidTr="00B776FE">
        <w:trPr>
          <w:trHeight w:val="288"/>
        </w:trPr>
        <w:tc>
          <w:tcPr>
            <w:tcW w:w="1203" w:type="pct"/>
            <w:vMerge/>
            <w:noWrap/>
          </w:tcPr>
          <w:p w14:paraId="00354350" w14:textId="77777777" w:rsidR="00B776FE" w:rsidRPr="002A3ED8" w:rsidRDefault="00B776FE" w:rsidP="00E45BC7">
            <w:pPr>
              <w:pStyle w:val="TBLContenu"/>
              <w:rPr>
                <w:lang w:bidi="en-US"/>
              </w:rPr>
            </w:pPr>
          </w:p>
        </w:tc>
        <w:tc>
          <w:tcPr>
            <w:tcW w:w="1450" w:type="pct"/>
            <w:shd w:val="clear" w:color="auto" w:fill="D9D9D9" w:themeFill="background1" w:themeFillShade="D9"/>
            <w:noWrap/>
          </w:tcPr>
          <w:p w14:paraId="1663F7F5" w14:textId="78524066" w:rsidR="00B776FE" w:rsidRPr="003E17D6" w:rsidRDefault="00B776FE" w:rsidP="00E45BC7">
            <w:pPr>
              <w:pStyle w:val="TBLContenu"/>
              <w:rPr>
                <w:lang w:bidi="en-US"/>
              </w:rPr>
            </w:pPr>
            <w:proofErr w:type="spellStart"/>
            <w:r>
              <w:rPr>
                <w:lang w:bidi="en-US"/>
              </w:rPr>
              <w:t>OrganisationInterne</w:t>
            </w:r>
            <w:proofErr w:type="spellEnd"/>
            <w:r>
              <w:rPr>
                <w:lang w:bidi="en-US"/>
              </w:rPr>
              <w:t xml:space="preserve"> [</w:t>
            </w:r>
            <w:proofErr w:type="gramStart"/>
            <w:r>
              <w:rPr>
                <w:lang w:bidi="en-US"/>
              </w:rPr>
              <w:t>0..</w:t>
            </w:r>
            <w:proofErr w:type="gramEnd"/>
            <w:r>
              <w:rPr>
                <w:lang w:bidi="en-US"/>
              </w:rPr>
              <w:t>*]</w:t>
            </w:r>
          </w:p>
        </w:tc>
        <w:tc>
          <w:tcPr>
            <w:tcW w:w="1169" w:type="pct"/>
            <w:vMerge/>
            <w:shd w:val="clear" w:color="auto" w:fill="D9D9D9" w:themeFill="background1" w:themeFillShade="D9"/>
            <w:noWrap/>
          </w:tcPr>
          <w:p w14:paraId="142C25B5" w14:textId="77777777" w:rsidR="00B776FE" w:rsidRDefault="00B776FE" w:rsidP="00E45BC7">
            <w:pPr>
              <w:pStyle w:val="TBLContenu"/>
              <w:rPr>
                <w:lang w:bidi="en-US"/>
              </w:rPr>
            </w:pPr>
          </w:p>
        </w:tc>
        <w:tc>
          <w:tcPr>
            <w:tcW w:w="1178" w:type="pct"/>
            <w:vMerge/>
            <w:shd w:val="clear" w:color="auto" w:fill="D9D9D9" w:themeFill="background1" w:themeFillShade="D9"/>
            <w:noWrap/>
          </w:tcPr>
          <w:p w14:paraId="7CAF5F55" w14:textId="77777777" w:rsidR="00B776FE" w:rsidRDefault="00B776FE" w:rsidP="00E45BC7">
            <w:pPr>
              <w:pStyle w:val="TBLContenu"/>
              <w:rPr>
                <w:lang w:bidi="en-US"/>
              </w:rPr>
            </w:pPr>
          </w:p>
        </w:tc>
      </w:tr>
      <w:tr w:rsidR="00B776FE" w:rsidRPr="002A3ED8" w14:paraId="7D0CA24E" w14:textId="77777777" w:rsidTr="00B776FE">
        <w:trPr>
          <w:trHeight w:val="288"/>
        </w:trPr>
        <w:tc>
          <w:tcPr>
            <w:tcW w:w="1203" w:type="pct"/>
            <w:vMerge/>
            <w:noWrap/>
          </w:tcPr>
          <w:p w14:paraId="504487B1" w14:textId="77777777" w:rsidR="00B776FE" w:rsidRPr="002A3ED8" w:rsidRDefault="00B776FE" w:rsidP="00E45BC7">
            <w:pPr>
              <w:pStyle w:val="TBLContenu"/>
              <w:rPr>
                <w:lang w:bidi="en-US"/>
              </w:rPr>
            </w:pPr>
          </w:p>
        </w:tc>
        <w:tc>
          <w:tcPr>
            <w:tcW w:w="1450" w:type="pct"/>
            <w:shd w:val="clear" w:color="auto" w:fill="D9D9D9" w:themeFill="background1" w:themeFillShade="D9"/>
            <w:noWrap/>
          </w:tcPr>
          <w:p w14:paraId="701670AF" w14:textId="58F96B3D" w:rsidR="00B776FE" w:rsidRPr="003E17D6" w:rsidRDefault="00B776FE" w:rsidP="00E45BC7">
            <w:pPr>
              <w:pStyle w:val="TBLContenu"/>
              <w:rPr>
                <w:lang w:bidi="en-US"/>
              </w:rPr>
            </w:pPr>
            <w:r>
              <w:rPr>
                <w:lang w:bidi="en-US"/>
              </w:rPr>
              <w:t>Lieu [</w:t>
            </w:r>
            <w:proofErr w:type="gramStart"/>
            <w:r>
              <w:rPr>
                <w:lang w:bidi="en-US"/>
              </w:rPr>
              <w:t>0..</w:t>
            </w:r>
            <w:proofErr w:type="gramEnd"/>
            <w:r>
              <w:rPr>
                <w:lang w:bidi="en-US"/>
              </w:rPr>
              <w:t>*]</w:t>
            </w:r>
          </w:p>
        </w:tc>
        <w:tc>
          <w:tcPr>
            <w:tcW w:w="1169" w:type="pct"/>
            <w:vMerge/>
            <w:shd w:val="clear" w:color="auto" w:fill="D9D9D9" w:themeFill="background1" w:themeFillShade="D9"/>
            <w:noWrap/>
          </w:tcPr>
          <w:p w14:paraId="27EDCC2F" w14:textId="77777777" w:rsidR="00B776FE" w:rsidRDefault="00B776FE" w:rsidP="00E45BC7">
            <w:pPr>
              <w:pStyle w:val="TBLContenu"/>
              <w:rPr>
                <w:lang w:bidi="en-US"/>
              </w:rPr>
            </w:pPr>
          </w:p>
        </w:tc>
        <w:tc>
          <w:tcPr>
            <w:tcW w:w="1178" w:type="pct"/>
            <w:vMerge/>
            <w:shd w:val="clear" w:color="auto" w:fill="D9D9D9" w:themeFill="background1" w:themeFillShade="D9"/>
            <w:noWrap/>
          </w:tcPr>
          <w:p w14:paraId="68BEDC0C" w14:textId="77777777" w:rsidR="00B776FE" w:rsidRDefault="00B776FE" w:rsidP="00E45BC7">
            <w:pPr>
              <w:pStyle w:val="TBLContenu"/>
              <w:rPr>
                <w:lang w:bidi="en-US"/>
              </w:rPr>
            </w:pPr>
          </w:p>
        </w:tc>
      </w:tr>
      <w:tr w:rsidR="00B776FE" w:rsidRPr="002A3ED8" w14:paraId="0A5E9FFB" w14:textId="77777777" w:rsidTr="00B776FE">
        <w:trPr>
          <w:trHeight w:val="288"/>
        </w:trPr>
        <w:tc>
          <w:tcPr>
            <w:tcW w:w="1203" w:type="pct"/>
            <w:vMerge/>
            <w:noWrap/>
          </w:tcPr>
          <w:p w14:paraId="52CEF46C" w14:textId="77777777" w:rsidR="00B776FE" w:rsidRPr="002A3ED8" w:rsidRDefault="00B776FE" w:rsidP="00E45BC7">
            <w:pPr>
              <w:pStyle w:val="TBLContenu"/>
              <w:rPr>
                <w:lang w:bidi="en-US"/>
              </w:rPr>
            </w:pPr>
          </w:p>
        </w:tc>
        <w:tc>
          <w:tcPr>
            <w:tcW w:w="1450" w:type="pct"/>
            <w:shd w:val="clear" w:color="auto" w:fill="D9D9D9" w:themeFill="background1" w:themeFillShade="D9"/>
            <w:noWrap/>
          </w:tcPr>
          <w:p w14:paraId="6883C2E0" w14:textId="0EB10B36" w:rsidR="00B776FE" w:rsidRPr="003E17D6" w:rsidRDefault="00B776FE" w:rsidP="00E45BC7">
            <w:pPr>
              <w:pStyle w:val="TBLContenu"/>
              <w:rPr>
                <w:lang w:bidi="en-US"/>
              </w:rPr>
            </w:pPr>
            <w:proofErr w:type="spellStart"/>
            <w:r>
              <w:rPr>
                <w:lang w:bidi="en-US"/>
              </w:rPr>
              <w:t>EquipementOperationnel</w:t>
            </w:r>
            <w:proofErr w:type="spellEnd"/>
            <w:r>
              <w:rPr>
                <w:lang w:bidi="en-US"/>
              </w:rPr>
              <w:t xml:space="preserve"> [</w:t>
            </w:r>
            <w:proofErr w:type="gramStart"/>
            <w:r>
              <w:rPr>
                <w:lang w:bidi="en-US"/>
              </w:rPr>
              <w:t>0..</w:t>
            </w:r>
            <w:proofErr w:type="gramEnd"/>
            <w:r>
              <w:rPr>
                <w:lang w:bidi="en-US"/>
              </w:rPr>
              <w:t>*]</w:t>
            </w:r>
          </w:p>
        </w:tc>
        <w:tc>
          <w:tcPr>
            <w:tcW w:w="1169" w:type="pct"/>
            <w:vMerge/>
            <w:shd w:val="clear" w:color="auto" w:fill="D9D9D9" w:themeFill="background1" w:themeFillShade="D9"/>
            <w:noWrap/>
          </w:tcPr>
          <w:p w14:paraId="21D7FDF1" w14:textId="77777777" w:rsidR="00B776FE" w:rsidRDefault="00B776FE" w:rsidP="00E45BC7">
            <w:pPr>
              <w:pStyle w:val="TBLContenu"/>
              <w:rPr>
                <w:lang w:bidi="en-US"/>
              </w:rPr>
            </w:pPr>
          </w:p>
        </w:tc>
        <w:tc>
          <w:tcPr>
            <w:tcW w:w="1178" w:type="pct"/>
            <w:vMerge/>
            <w:shd w:val="clear" w:color="auto" w:fill="D9D9D9" w:themeFill="background1" w:themeFillShade="D9"/>
            <w:noWrap/>
          </w:tcPr>
          <w:p w14:paraId="7635D5F9" w14:textId="77777777" w:rsidR="00B776FE" w:rsidRDefault="00B776FE" w:rsidP="00E45BC7">
            <w:pPr>
              <w:pStyle w:val="TBLContenu"/>
              <w:rPr>
                <w:lang w:bidi="en-US"/>
              </w:rPr>
            </w:pPr>
          </w:p>
        </w:tc>
      </w:tr>
      <w:tr w:rsidR="00B776FE" w:rsidRPr="002A3ED8" w14:paraId="4DB49BFD" w14:textId="77777777" w:rsidTr="00B776FE">
        <w:trPr>
          <w:trHeight w:val="288"/>
        </w:trPr>
        <w:tc>
          <w:tcPr>
            <w:tcW w:w="1203" w:type="pct"/>
            <w:vMerge/>
            <w:noWrap/>
          </w:tcPr>
          <w:p w14:paraId="497D7A89" w14:textId="77777777" w:rsidR="00B776FE" w:rsidRPr="002A3ED8" w:rsidRDefault="00B776FE" w:rsidP="00B776FE">
            <w:pPr>
              <w:pStyle w:val="TBLContenu"/>
              <w:rPr>
                <w:lang w:bidi="en-US"/>
              </w:rPr>
            </w:pPr>
          </w:p>
        </w:tc>
        <w:tc>
          <w:tcPr>
            <w:tcW w:w="1450" w:type="pct"/>
            <w:shd w:val="clear" w:color="auto" w:fill="D9D9D9" w:themeFill="background1" w:themeFillShade="D9"/>
            <w:noWrap/>
          </w:tcPr>
          <w:p w14:paraId="6DD2A72B" w14:textId="15AC536B" w:rsidR="00B776FE" w:rsidRDefault="00B776FE" w:rsidP="00B776FE">
            <w:pPr>
              <w:pStyle w:val="TBLContenu"/>
              <w:rPr>
                <w:lang w:bidi="en-US"/>
              </w:rPr>
            </w:pPr>
            <w:proofErr w:type="spellStart"/>
            <w:r>
              <w:rPr>
                <w:lang w:bidi="en-US"/>
              </w:rPr>
              <w:t>PersonnePriseCharge</w:t>
            </w:r>
            <w:proofErr w:type="spellEnd"/>
            <w:r>
              <w:rPr>
                <w:lang w:bidi="en-US"/>
              </w:rPr>
              <w:t xml:space="preserve"> [</w:t>
            </w:r>
            <w:proofErr w:type="gramStart"/>
            <w:r>
              <w:rPr>
                <w:lang w:bidi="en-US"/>
              </w:rPr>
              <w:t>0..</w:t>
            </w:r>
            <w:proofErr w:type="gramEnd"/>
            <w:r>
              <w:rPr>
                <w:lang w:bidi="en-US"/>
              </w:rPr>
              <w:t>*]</w:t>
            </w:r>
            <w:r>
              <w:rPr>
                <w:rStyle w:val="Appelnotedebasdep"/>
                <w:lang w:bidi="en-US"/>
              </w:rPr>
              <w:t xml:space="preserve"> </w:t>
            </w:r>
            <w:r>
              <w:rPr>
                <w:rStyle w:val="Appelnotedebasdep"/>
                <w:lang w:bidi="en-US"/>
              </w:rPr>
              <w:footnoteReference w:id="22"/>
            </w:r>
          </w:p>
        </w:tc>
        <w:tc>
          <w:tcPr>
            <w:tcW w:w="1169" w:type="pct"/>
            <w:vMerge w:val="restart"/>
            <w:shd w:val="clear" w:color="auto" w:fill="D9D9D9" w:themeFill="background1" w:themeFillShade="D9"/>
            <w:noWrap/>
          </w:tcPr>
          <w:p w14:paraId="14F372F1" w14:textId="77777777" w:rsidR="00B776FE" w:rsidRDefault="00B776FE" w:rsidP="00B776FE">
            <w:pPr>
              <w:pStyle w:val="TBLContenu"/>
              <w:rPr>
                <w:lang w:bidi="en-US"/>
              </w:rPr>
            </w:pPr>
            <w:proofErr w:type="spellStart"/>
            <w:r>
              <w:rPr>
                <w:lang w:bidi="en-US"/>
              </w:rPr>
              <w:t>Appointment</w:t>
            </w:r>
            <w:proofErr w:type="spellEnd"/>
          </w:p>
          <w:p w14:paraId="45640ED0" w14:textId="5A8D4956" w:rsidR="00B776FE" w:rsidRDefault="00B776FE" w:rsidP="00B776FE">
            <w:pPr>
              <w:pStyle w:val="TBLContenu"/>
              <w:rPr>
                <w:lang w:bidi="en-US"/>
              </w:rPr>
            </w:pPr>
            <w:proofErr w:type="spellStart"/>
            <w:r>
              <w:rPr>
                <w:color w:val="F79646" w:themeColor="accent6"/>
                <w:lang w:bidi="en-US"/>
              </w:rPr>
              <w:t>FrA</w:t>
            </w:r>
            <w:r w:rsidRPr="00FC363E">
              <w:rPr>
                <w:color w:val="F79646" w:themeColor="accent6"/>
                <w:lang w:bidi="en-US"/>
              </w:rPr>
              <w:t>ppointment</w:t>
            </w:r>
            <w:proofErr w:type="spellEnd"/>
          </w:p>
        </w:tc>
        <w:tc>
          <w:tcPr>
            <w:tcW w:w="1178" w:type="pct"/>
            <w:vMerge w:val="restart"/>
            <w:shd w:val="clear" w:color="auto" w:fill="D9D9D9" w:themeFill="background1" w:themeFillShade="D9"/>
            <w:noWrap/>
          </w:tcPr>
          <w:p w14:paraId="33223FC9" w14:textId="77777777" w:rsidR="00B776FE" w:rsidRDefault="00B776FE" w:rsidP="00B776FE">
            <w:pPr>
              <w:pStyle w:val="TBLContenu"/>
              <w:rPr>
                <w:color w:val="FF0000"/>
              </w:rPr>
            </w:pPr>
            <w:r>
              <w:rPr>
                <w:color w:val="FF0000"/>
              </w:rPr>
              <w:t xml:space="preserve">Extension </w:t>
            </w:r>
            <w:r w:rsidRPr="00B776FE">
              <w:rPr>
                <w:color w:val="FF0000"/>
              </w:rPr>
              <w:t>(</w:t>
            </w:r>
            <w:proofErr w:type="spellStart"/>
            <w:r w:rsidRPr="00B776FE">
              <w:rPr>
                <w:color w:val="FF0000"/>
              </w:rPr>
              <w:t>FrAppointmentOperator</w:t>
            </w:r>
            <w:proofErr w:type="spellEnd"/>
            <w:r w:rsidRPr="00B776FE">
              <w:rPr>
                <w:color w:val="FF0000"/>
              </w:rPr>
              <w:t>)</w:t>
            </w:r>
          </w:p>
          <w:p w14:paraId="2A991482" w14:textId="7E12FDA1" w:rsidR="00B776FE" w:rsidRDefault="00B776FE" w:rsidP="00B776FE">
            <w:pPr>
              <w:pStyle w:val="TBLContenu"/>
              <w:rPr>
                <w:lang w:bidi="en-US"/>
              </w:rPr>
            </w:pPr>
            <w:proofErr w:type="spellStart"/>
            <w:proofErr w:type="gramStart"/>
            <w:r>
              <w:rPr>
                <w:color w:val="FF0000"/>
              </w:rPr>
              <w:t>valueRefrence</w:t>
            </w:r>
            <w:proofErr w:type="spellEnd"/>
            <w:proofErr w:type="gramEnd"/>
            <w:r>
              <w:rPr>
                <w:color w:val="FF0000"/>
              </w:rPr>
              <w:t> : reference [0..*]</w:t>
            </w:r>
          </w:p>
        </w:tc>
      </w:tr>
      <w:tr w:rsidR="00B776FE" w:rsidRPr="002A3ED8" w14:paraId="75DBE11B" w14:textId="77777777" w:rsidTr="00B776FE">
        <w:trPr>
          <w:trHeight w:val="288"/>
        </w:trPr>
        <w:tc>
          <w:tcPr>
            <w:tcW w:w="1203" w:type="pct"/>
            <w:vMerge/>
            <w:noWrap/>
          </w:tcPr>
          <w:p w14:paraId="4CEA3B7D" w14:textId="77777777" w:rsidR="00B776FE" w:rsidRPr="002A3ED8" w:rsidRDefault="00B776FE" w:rsidP="00B776FE">
            <w:pPr>
              <w:pStyle w:val="TBLContenu"/>
              <w:rPr>
                <w:lang w:bidi="en-US"/>
              </w:rPr>
            </w:pPr>
          </w:p>
        </w:tc>
        <w:tc>
          <w:tcPr>
            <w:tcW w:w="1450" w:type="pct"/>
            <w:shd w:val="clear" w:color="auto" w:fill="D9D9D9" w:themeFill="background1" w:themeFillShade="D9"/>
            <w:noWrap/>
          </w:tcPr>
          <w:p w14:paraId="50F8FE67" w14:textId="50C3FA92" w:rsidR="00B776FE" w:rsidRDefault="00B776FE" w:rsidP="00B776FE">
            <w:pPr>
              <w:pStyle w:val="TBLContenu"/>
              <w:rPr>
                <w:lang w:bidi="en-US"/>
              </w:rPr>
            </w:pPr>
            <w:proofErr w:type="gramStart"/>
            <w:r>
              <w:rPr>
                <w:lang w:bidi="en-US"/>
              </w:rPr>
              <w:t>Contact  [</w:t>
            </w:r>
            <w:proofErr w:type="gramEnd"/>
            <w:r>
              <w:rPr>
                <w:lang w:bidi="en-US"/>
              </w:rPr>
              <w:t>0..*]</w:t>
            </w:r>
          </w:p>
        </w:tc>
        <w:tc>
          <w:tcPr>
            <w:tcW w:w="1169" w:type="pct"/>
            <w:vMerge/>
            <w:shd w:val="clear" w:color="auto" w:fill="D9D9D9" w:themeFill="background1" w:themeFillShade="D9"/>
            <w:noWrap/>
          </w:tcPr>
          <w:p w14:paraId="7B44A702" w14:textId="77777777" w:rsidR="00B776FE" w:rsidRDefault="00B776FE" w:rsidP="00B776FE">
            <w:pPr>
              <w:pStyle w:val="TBLContenu"/>
              <w:rPr>
                <w:lang w:bidi="en-US"/>
              </w:rPr>
            </w:pPr>
          </w:p>
        </w:tc>
        <w:tc>
          <w:tcPr>
            <w:tcW w:w="1178" w:type="pct"/>
            <w:vMerge/>
            <w:shd w:val="clear" w:color="auto" w:fill="D9D9D9" w:themeFill="background1" w:themeFillShade="D9"/>
            <w:noWrap/>
          </w:tcPr>
          <w:p w14:paraId="13C7DFA8" w14:textId="77777777" w:rsidR="00B776FE" w:rsidRDefault="00B776FE" w:rsidP="00B776FE">
            <w:pPr>
              <w:pStyle w:val="TBLContenu"/>
              <w:rPr>
                <w:lang w:bidi="en-US"/>
              </w:rPr>
            </w:pPr>
          </w:p>
        </w:tc>
      </w:tr>
      <w:tr w:rsidR="00B776FE" w:rsidRPr="002A3ED8" w14:paraId="67CBB952" w14:textId="77777777" w:rsidTr="00B776FE">
        <w:trPr>
          <w:trHeight w:val="288"/>
        </w:trPr>
        <w:tc>
          <w:tcPr>
            <w:tcW w:w="1203" w:type="pct"/>
            <w:vMerge/>
            <w:noWrap/>
          </w:tcPr>
          <w:p w14:paraId="31FFA181" w14:textId="77777777" w:rsidR="00B776FE" w:rsidRPr="002A3ED8" w:rsidRDefault="00B776FE" w:rsidP="00B776FE">
            <w:pPr>
              <w:pStyle w:val="TBLContenu"/>
              <w:rPr>
                <w:lang w:bidi="en-US"/>
              </w:rPr>
            </w:pPr>
          </w:p>
        </w:tc>
        <w:tc>
          <w:tcPr>
            <w:tcW w:w="1450" w:type="pct"/>
            <w:shd w:val="clear" w:color="auto" w:fill="D9D9D9" w:themeFill="background1" w:themeFillShade="D9"/>
            <w:noWrap/>
          </w:tcPr>
          <w:p w14:paraId="36E3A110" w14:textId="3EAB3BF8" w:rsidR="00B776FE" w:rsidRDefault="00B776FE" w:rsidP="00B776FE">
            <w:pPr>
              <w:pStyle w:val="TBLContenu"/>
              <w:rPr>
                <w:lang w:bidi="en-US"/>
              </w:rPr>
            </w:pPr>
            <w:r>
              <w:rPr>
                <w:lang w:bidi="en-US"/>
              </w:rPr>
              <w:t>Professionnel [</w:t>
            </w:r>
            <w:proofErr w:type="gramStart"/>
            <w:r>
              <w:rPr>
                <w:lang w:bidi="en-US"/>
              </w:rPr>
              <w:t>0..</w:t>
            </w:r>
            <w:proofErr w:type="gramEnd"/>
            <w:r>
              <w:rPr>
                <w:lang w:bidi="en-US"/>
              </w:rPr>
              <w:t>*]</w:t>
            </w:r>
          </w:p>
        </w:tc>
        <w:tc>
          <w:tcPr>
            <w:tcW w:w="1169" w:type="pct"/>
            <w:vMerge/>
            <w:shd w:val="clear" w:color="auto" w:fill="D9D9D9" w:themeFill="background1" w:themeFillShade="D9"/>
            <w:noWrap/>
          </w:tcPr>
          <w:p w14:paraId="55A6BC6D" w14:textId="77777777" w:rsidR="00B776FE" w:rsidRDefault="00B776FE" w:rsidP="00B776FE">
            <w:pPr>
              <w:pStyle w:val="TBLContenu"/>
              <w:rPr>
                <w:lang w:bidi="en-US"/>
              </w:rPr>
            </w:pPr>
          </w:p>
        </w:tc>
        <w:tc>
          <w:tcPr>
            <w:tcW w:w="1178" w:type="pct"/>
            <w:vMerge/>
            <w:shd w:val="clear" w:color="auto" w:fill="D9D9D9" w:themeFill="background1" w:themeFillShade="D9"/>
            <w:noWrap/>
          </w:tcPr>
          <w:p w14:paraId="789784BA" w14:textId="77777777" w:rsidR="00B776FE" w:rsidRDefault="00B776FE" w:rsidP="00B776FE">
            <w:pPr>
              <w:pStyle w:val="TBLContenu"/>
              <w:rPr>
                <w:lang w:bidi="en-US"/>
              </w:rPr>
            </w:pPr>
          </w:p>
        </w:tc>
      </w:tr>
      <w:tr w:rsidR="00B776FE" w:rsidRPr="002A3ED8" w14:paraId="2C6BAD71" w14:textId="77777777" w:rsidTr="00B776FE">
        <w:trPr>
          <w:trHeight w:val="288"/>
        </w:trPr>
        <w:tc>
          <w:tcPr>
            <w:tcW w:w="1203" w:type="pct"/>
            <w:vMerge/>
            <w:noWrap/>
          </w:tcPr>
          <w:p w14:paraId="038051D3" w14:textId="77777777" w:rsidR="00B776FE" w:rsidRPr="002A3ED8" w:rsidRDefault="00B776FE" w:rsidP="00B776FE">
            <w:pPr>
              <w:pStyle w:val="TBLContenu"/>
              <w:rPr>
                <w:lang w:bidi="en-US"/>
              </w:rPr>
            </w:pPr>
          </w:p>
        </w:tc>
        <w:tc>
          <w:tcPr>
            <w:tcW w:w="1450" w:type="pct"/>
            <w:shd w:val="clear" w:color="auto" w:fill="D9D9D9" w:themeFill="background1" w:themeFillShade="D9"/>
            <w:noWrap/>
          </w:tcPr>
          <w:p w14:paraId="6CCFACB1" w14:textId="0DA5A2CD" w:rsidR="00B776FE" w:rsidRDefault="00B776FE" w:rsidP="00B776FE">
            <w:pPr>
              <w:pStyle w:val="TBLContenu"/>
              <w:rPr>
                <w:lang w:bidi="en-US"/>
              </w:rPr>
            </w:pPr>
            <w:proofErr w:type="spellStart"/>
            <w:r>
              <w:rPr>
                <w:lang w:bidi="en-US"/>
              </w:rPr>
              <w:t>OrganisationInterne</w:t>
            </w:r>
            <w:proofErr w:type="spellEnd"/>
            <w:r>
              <w:rPr>
                <w:lang w:bidi="en-US"/>
              </w:rPr>
              <w:t xml:space="preserve"> [</w:t>
            </w:r>
            <w:proofErr w:type="gramStart"/>
            <w:r>
              <w:rPr>
                <w:lang w:bidi="en-US"/>
              </w:rPr>
              <w:t>0..</w:t>
            </w:r>
            <w:proofErr w:type="gramEnd"/>
            <w:r>
              <w:rPr>
                <w:lang w:bidi="en-US"/>
              </w:rPr>
              <w:t>*]</w:t>
            </w:r>
          </w:p>
        </w:tc>
        <w:tc>
          <w:tcPr>
            <w:tcW w:w="1169" w:type="pct"/>
            <w:vMerge/>
            <w:shd w:val="clear" w:color="auto" w:fill="D9D9D9" w:themeFill="background1" w:themeFillShade="D9"/>
            <w:noWrap/>
          </w:tcPr>
          <w:p w14:paraId="76210679" w14:textId="77777777" w:rsidR="00B776FE" w:rsidRDefault="00B776FE" w:rsidP="00B776FE">
            <w:pPr>
              <w:pStyle w:val="TBLContenu"/>
              <w:rPr>
                <w:lang w:bidi="en-US"/>
              </w:rPr>
            </w:pPr>
          </w:p>
        </w:tc>
        <w:tc>
          <w:tcPr>
            <w:tcW w:w="1178" w:type="pct"/>
            <w:vMerge/>
            <w:shd w:val="clear" w:color="auto" w:fill="D9D9D9" w:themeFill="background1" w:themeFillShade="D9"/>
            <w:noWrap/>
          </w:tcPr>
          <w:p w14:paraId="6C0239AE" w14:textId="77777777" w:rsidR="00B776FE" w:rsidRDefault="00B776FE" w:rsidP="00B776FE">
            <w:pPr>
              <w:pStyle w:val="TBLContenu"/>
              <w:rPr>
                <w:lang w:bidi="en-US"/>
              </w:rPr>
            </w:pPr>
          </w:p>
        </w:tc>
      </w:tr>
      <w:tr w:rsidR="00B776FE" w:rsidRPr="002A3ED8" w14:paraId="27A7F2A4" w14:textId="77777777" w:rsidTr="00B776FE">
        <w:trPr>
          <w:trHeight w:val="288"/>
        </w:trPr>
        <w:tc>
          <w:tcPr>
            <w:tcW w:w="1203" w:type="pct"/>
            <w:noWrap/>
            <w:hideMark/>
          </w:tcPr>
          <w:p w14:paraId="2D0C97C0" w14:textId="77777777" w:rsidR="00B776FE" w:rsidRPr="002A3ED8" w:rsidRDefault="00B776FE" w:rsidP="00B776FE">
            <w:pPr>
              <w:pStyle w:val="TBLContenu"/>
              <w:rPr>
                <w:b/>
                <w:bCs/>
                <w:lang w:bidi="en-US"/>
              </w:rPr>
            </w:pPr>
            <w:r w:rsidRPr="002A3ED8">
              <w:rPr>
                <w:lang w:bidi="en-US"/>
              </w:rPr>
              <w:t>Professionnel</w:t>
            </w:r>
          </w:p>
        </w:tc>
        <w:tc>
          <w:tcPr>
            <w:tcW w:w="1450" w:type="pct"/>
            <w:noWrap/>
            <w:hideMark/>
          </w:tcPr>
          <w:p w14:paraId="572668E8" w14:textId="77777777" w:rsidR="00B776FE" w:rsidRPr="002A3ED8" w:rsidRDefault="00B776FE" w:rsidP="00B776FE">
            <w:pPr>
              <w:pStyle w:val="TBLContenu"/>
              <w:rPr>
                <w:lang w:bidi="en-US"/>
              </w:rPr>
            </w:pPr>
            <w:proofErr w:type="spellStart"/>
            <w:proofErr w:type="gramStart"/>
            <w:r w:rsidRPr="002A3ED8">
              <w:rPr>
                <w:lang w:bidi="en-US"/>
              </w:rPr>
              <w:t>idPP</w:t>
            </w:r>
            <w:proofErr w:type="spellEnd"/>
            <w:r w:rsidRPr="002A3ED8">
              <w:rPr>
                <w:lang w:bidi="en-US"/>
              </w:rPr>
              <w:t xml:space="preserve">  :</w:t>
            </w:r>
            <w:proofErr w:type="gramEnd"/>
            <w:r w:rsidRPr="002A3ED8">
              <w:rPr>
                <w:lang w:bidi="en-US"/>
              </w:rPr>
              <w:t xml:space="preserve"> [0..1] Identifiant</w:t>
            </w:r>
          </w:p>
        </w:tc>
        <w:tc>
          <w:tcPr>
            <w:tcW w:w="1169" w:type="pct"/>
            <w:noWrap/>
            <w:hideMark/>
          </w:tcPr>
          <w:p w14:paraId="7793630C" w14:textId="6110F11C" w:rsidR="00B776FE" w:rsidRDefault="00B776FE" w:rsidP="00B776FE">
            <w:pPr>
              <w:pStyle w:val="TBLContenu"/>
              <w:rPr>
                <w:lang w:bidi="en-US"/>
              </w:rPr>
            </w:pPr>
            <w:proofErr w:type="spellStart"/>
            <w:r>
              <w:rPr>
                <w:lang w:bidi="en-US"/>
              </w:rPr>
              <w:t>Practitioner</w:t>
            </w:r>
            <w:proofErr w:type="spellEnd"/>
          </w:p>
          <w:p w14:paraId="6C4BAA3C" w14:textId="00B91B48" w:rsidR="00B776FE" w:rsidRPr="002A3ED8" w:rsidRDefault="00B776FE" w:rsidP="00B776FE">
            <w:pPr>
              <w:pStyle w:val="TBLContenu"/>
              <w:rPr>
                <w:lang w:bidi="en-US"/>
              </w:rPr>
            </w:pPr>
            <w:proofErr w:type="spellStart"/>
            <w:r w:rsidRPr="0039032C">
              <w:rPr>
                <w:color w:val="F79646" w:themeColor="accent6"/>
                <w:lang w:bidi="en-US"/>
              </w:rPr>
              <w:t>FrPractitioner</w:t>
            </w:r>
            <w:proofErr w:type="spellEnd"/>
          </w:p>
        </w:tc>
        <w:tc>
          <w:tcPr>
            <w:tcW w:w="1178" w:type="pct"/>
            <w:noWrap/>
            <w:hideMark/>
          </w:tcPr>
          <w:p w14:paraId="6C2D79D6" w14:textId="35D85EDC" w:rsidR="00B776FE" w:rsidRPr="002A3ED8" w:rsidRDefault="00B776FE" w:rsidP="00B776FE">
            <w:pPr>
              <w:pStyle w:val="TBLContenu"/>
              <w:rPr>
                <w:lang w:bidi="en-US"/>
              </w:rPr>
            </w:pPr>
            <w:proofErr w:type="gramStart"/>
            <w:r>
              <w:rPr>
                <w:lang w:bidi="en-US"/>
              </w:rPr>
              <w:t>identifier</w:t>
            </w:r>
            <w:proofErr w:type="gramEnd"/>
            <w:r>
              <w:rPr>
                <w:lang w:bidi="en-US"/>
              </w:rPr>
              <w:t> : Identifier [0..*]</w:t>
            </w:r>
            <w:r w:rsidDel="00C10106">
              <w:rPr>
                <w:lang w:bidi="en-US"/>
              </w:rPr>
              <w:t xml:space="preserve"> </w:t>
            </w:r>
          </w:p>
        </w:tc>
      </w:tr>
      <w:tr w:rsidR="00B776FE" w:rsidRPr="00842E2E" w14:paraId="56B42EBD" w14:textId="77777777" w:rsidTr="00B776FE">
        <w:trPr>
          <w:trHeight w:val="288"/>
        </w:trPr>
        <w:tc>
          <w:tcPr>
            <w:tcW w:w="1203" w:type="pct"/>
            <w:vMerge w:val="restart"/>
            <w:noWrap/>
          </w:tcPr>
          <w:p w14:paraId="6991E2A8" w14:textId="7B04DA85" w:rsidR="00B776FE" w:rsidRPr="002A3ED8" w:rsidRDefault="00B776FE" w:rsidP="00B776FE">
            <w:pPr>
              <w:pStyle w:val="TBLContenu"/>
              <w:rPr>
                <w:lang w:bidi="en-US"/>
              </w:rPr>
            </w:pPr>
            <w:proofErr w:type="spellStart"/>
            <w:r w:rsidRPr="008F7A55">
              <w:rPr>
                <w:lang w:val="en-US" w:bidi="en-US"/>
              </w:rPr>
              <w:t>Exercic</w:t>
            </w:r>
            <w:r>
              <w:rPr>
                <w:lang w:bidi="en-US"/>
              </w:rPr>
              <w:t>eProfessionnel</w:t>
            </w:r>
            <w:proofErr w:type="spellEnd"/>
          </w:p>
        </w:tc>
        <w:tc>
          <w:tcPr>
            <w:tcW w:w="1450" w:type="pct"/>
            <w:noWrap/>
          </w:tcPr>
          <w:p w14:paraId="1CB140F1" w14:textId="044009BF" w:rsidR="00B776FE" w:rsidRPr="002A3ED8" w:rsidRDefault="00B776FE" w:rsidP="00B776FE">
            <w:pPr>
              <w:pStyle w:val="TBLContenu"/>
              <w:rPr>
                <w:lang w:bidi="en-US"/>
              </w:rPr>
            </w:pPr>
            <w:proofErr w:type="spellStart"/>
            <w:proofErr w:type="gramStart"/>
            <w:r>
              <w:rPr>
                <w:lang w:bidi="en-US"/>
              </w:rPr>
              <w:t>nomExercice</w:t>
            </w:r>
            <w:proofErr w:type="spellEnd"/>
            <w:proofErr w:type="gramEnd"/>
            <w:r>
              <w:rPr>
                <w:lang w:bidi="en-US"/>
              </w:rPr>
              <w:t> : [0..1] Texte</w:t>
            </w:r>
          </w:p>
        </w:tc>
        <w:tc>
          <w:tcPr>
            <w:tcW w:w="1169" w:type="pct"/>
            <w:noWrap/>
          </w:tcPr>
          <w:p w14:paraId="0C77DB36" w14:textId="77777777" w:rsidR="00B776FE" w:rsidRPr="005A2610" w:rsidRDefault="00B776FE" w:rsidP="00B776FE">
            <w:pPr>
              <w:pStyle w:val="TBLContenu"/>
              <w:rPr>
                <w:lang w:bidi="en-US"/>
              </w:rPr>
            </w:pPr>
            <w:proofErr w:type="spellStart"/>
            <w:r w:rsidRPr="005A2610">
              <w:rPr>
                <w:lang w:bidi="en-US"/>
              </w:rPr>
              <w:t>PractitionerRole</w:t>
            </w:r>
            <w:proofErr w:type="spellEnd"/>
          </w:p>
          <w:p w14:paraId="57152555" w14:textId="51E99A40" w:rsidR="00B776FE" w:rsidRPr="005A2610" w:rsidRDefault="008E5132" w:rsidP="00B776FE">
            <w:pPr>
              <w:pStyle w:val="TBLContenu"/>
              <w:rPr>
                <w:lang w:bidi="en-US"/>
              </w:rPr>
            </w:pPr>
            <w:proofErr w:type="spellStart"/>
            <w:r>
              <w:rPr>
                <w:color w:val="F79646" w:themeColor="accent6"/>
                <w:lang w:bidi="en-US"/>
              </w:rPr>
              <w:t>AsPractitionerRoleProfile</w:t>
            </w:r>
            <w:proofErr w:type="spellEnd"/>
          </w:p>
        </w:tc>
        <w:tc>
          <w:tcPr>
            <w:tcW w:w="1178" w:type="pct"/>
            <w:noWrap/>
          </w:tcPr>
          <w:p w14:paraId="359824BA" w14:textId="77777777" w:rsidR="00B776FE" w:rsidRPr="005A2610" w:rsidRDefault="00B776FE" w:rsidP="00B776FE">
            <w:pPr>
              <w:pStyle w:val="TBLContenu"/>
              <w:rPr>
                <w:color w:val="FF0000"/>
                <w:lang w:val="en-US" w:bidi="en-US"/>
              </w:rPr>
            </w:pPr>
            <w:proofErr w:type="gramStart"/>
            <w:r w:rsidRPr="005A2610">
              <w:rPr>
                <w:color w:val="FF0000"/>
                <w:lang w:val="en-US" w:bidi="en-US"/>
              </w:rPr>
              <w:t>name[</w:t>
            </w:r>
            <w:proofErr w:type="gramEnd"/>
            <w:r w:rsidRPr="005A2610">
              <w:rPr>
                <w:color w:val="FF0000"/>
                <w:lang w:val="en-US" w:bidi="en-US"/>
              </w:rPr>
              <w:t>0..*].family : string [0..1]</w:t>
            </w:r>
          </w:p>
          <w:p w14:paraId="28C5B3C9" w14:textId="77777777" w:rsidR="00B776FE" w:rsidRPr="005A2610" w:rsidRDefault="00B776FE" w:rsidP="00B776FE">
            <w:pPr>
              <w:pStyle w:val="TBLContenu"/>
              <w:rPr>
                <w:color w:val="FF0000"/>
                <w:lang w:val="en-US" w:bidi="en-US"/>
              </w:rPr>
            </w:pPr>
            <w:r w:rsidRPr="005A2610">
              <w:rPr>
                <w:color w:val="FF0000"/>
                <w:lang w:val="en-US" w:bidi="en-US"/>
              </w:rPr>
              <w:t>(</w:t>
            </w:r>
            <w:proofErr w:type="spellStart"/>
            <w:r w:rsidRPr="005A2610">
              <w:rPr>
                <w:color w:val="FF0000"/>
                <w:lang w:val="en-US" w:bidi="en-US"/>
              </w:rPr>
              <w:t>FrHumanName</w:t>
            </w:r>
            <w:proofErr w:type="spellEnd"/>
            <w:r w:rsidRPr="005A2610">
              <w:rPr>
                <w:color w:val="FF0000"/>
                <w:lang w:val="en-US" w:bidi="en-US"/>
              </w:rPr>
              <w:t>)</w:t>
            </w:r>
          </w:p>
          <w:p w14:paraId="6146082A" w14:textId="2B34A122" w:rsidR="00B776FE" w:rsidRPr="005A2610" w:rsidRDefault="00B776FE" w:rsidP="00B776FE">
            <w:pPr>
              <w:pStyle w:val="TBLContenu"/>
              <w:rPr>
                <w:lang w:val="en-US" w:bidi="en-US"/>
              </w:rPr>
            </w:pPr>
            <w:r w:rsidRPr="005A2610">
              <w:rPr>
                <w:color w:val="FF0000"/>
                <w:lang w:val="en-US" w:bidi="en-US"/>
              </w:rPr>
              <w:t>Extension française (</w:t>
            </w:r>
            <w:proofErr w:type="spellStart"/>
            <w:r w:rsidRPr="005A2610">
              <w:rPr>
                <w:color w:val="FF0000"/>
                <w:lang w:val="en-US" w:bidi="en-US"/>
              </w:rPr>
              <w:t>PractitionerRoleName</w:t>
            </w:r>
            <w:proofErr w:type="spellEnd"/>
            <w:r w:rsidRPr="005A2610">
              <w:rPr>
                <w:color w:val="FF0000"/>
                <w:lang w:val="en-US" w:bidi="en-US"/>
              </w:rPr>
              <w:t>)</w:t>
            </w:r>
          </w:p>
        </w:tc>
      </w:tr>
      <w:tr w:rsidR="00B776FE" w:rsidRPr="00842E2E" w14:paraId="7C184D6C" w14:textId="77777777" w:rsidTr="00B776FE">
        <w:trPr>
          <w:trHeight w:val="288"/>
        </w:trPr>
        <w:tc>
          <w:tcPr>
            <w:tcW w:w="1203" w:type="pct"/>
            <w:vMerge/>
            <w:noWrap/>
          </w:tcPr>
          <w:p w14:paraId="1703E139" w14:textId="77777777" w:rsidR="00B776FE" w:rsidRPr="004A5E9E" w:rsidRDefault="00B776FE" w:rsidP="00B776FE">
            <w:pPr>
              <w:pStyle w:val="TBLContenu"/>
              <w:rPr>
                <w:lang w:val="en-US" w:bidi="en-US"/>
              </w:rPr>
            </w:pPr>
          </w:p>
        </w:tc>
        <w:tc>
          <w:tcPr>
            <w:tcW w:w="1450" w:type="pct"/>
            <w:noWrap/>
          </w:tcPr>
          <w:p w14:paraId="0AE3FD36" w14:textId="5530EE62" w:rsidR="00B776FE" w:rsidRPr="002A3ED8" w:rsidRDefault="00B776FE" w:rsidP="00B776FE">
            <w:pPr>
              <w:pStyle w:val="TBLContenu"/>
              <w:rPr>
                <w:lang w:bidi="en-US"/>
              </w:rPr>
            </w:pPr>
            <w:proofErr w:type="spellStart"/>
            <w:proofErr w:type="gramStart"/>
            <w:r>
              <w:rPr>
                <w:lang w:bidi="en-US"/>
              </w:rPr>
              <w:t>prenomExercice</w:t>
            </w:r>
            <w:proofErr w:type="spellEnd"/>
            <w:proofErr w:type="gramEnd"/>
            <w:r>
              <w:rPr>
                <w:lang w:bidi="en-US"/>
              </w:rPr>
              <w:t> : [0..1] Texte</w:t>
            </w:r>
          </w:p>
        </w:tc>
        <w:tc>
          <w:tcPr>
            <w:tcW w:w="1169" w:type="pct"/>
            <w:noWrap/>
          </w:tcPr>
          <w:p w14:paraId="5E0EE2B5" w14:textId="77777777" w:rsidR="00B776FE" w:rsidRPr="005A2610" w:rsidRDefault="00B776FE" w:rsidP="00B776FE">
            <w:pPr>
              <w:pStyle w:val="TBLContenu"/>
              <w:rPr>
                <w:lang w:bidi="en-US"/>
              </w:rPr>
            </w:pPr>
            <w:proofErr w:type="spellStart"/>
            <w:r w:rsidRPr="005A2610">
              <w:rPr>
                <w:lang w:bidi="en-US"/>
              </w:rPr>
              <w:t>PractitionerRole</w:t>
            </w:r>
            <w:proofErr w:type="spellEnd"/>
          </w:p>
          <w:p w14:paraId="6775BF41" w14:textId="756C6BC4" w:rsidR="00B776FE" w:rsidRPr="005A2610" w:rsidRDefault="008E5132" w:rsidP="00B776FE">
            <w:pPr>
              <w:pStyle w:val="TBLContenu"/>
              <w:rPr>
                <w:lang w:bidi="en-US"/>
              </w:rPr>
            </w:pPr>
            <w:proofErr w:type="spellStart"/>
            <w:r>
              <w:rPr>
                <w:color w:val="F79646" w:themeColor="accent6"/>
                <w:lang w:bidi="en-US"/>
              </w:rPr>
              <w:t>AsPractitionerRoleProfile</w:t>
            </w:r>
            <w:proofErr w:type="spellEnd"/>
          </w:p>
        </w:tc>
        <w:tc>
          <w:tcPr>
            <w:tcW w:w="1178" w:type="pct"/>
            <w:noWrap/>
          </w:tcPr>
          <w:p w14:paraId="5E368839" w14:textId="77777777" w:rsidR="00B776FE" w:rsidRPr="005A2610" w:rsidRDefault="00B776FE" w:rsidP="00B776FE">
            <w:pPr>
              <w:pStyle w:val="TBLContenu"/>
              <w:rPr>
                <w:color w:val="FF0000"/>
                <w:lang w:val="en-US" w:bidi="en-US"/>
              </w:rPr>
            </w:pPr>
            <w:proofErr w:type="gramStart"/>
            <w:r w:rsidRPr="005A2610">
              <w:rPr>
                <w:color w:val="FF0000"/>
                <w:lang w:val="en-US" w:bidi="en-US"/>
              </w:rPr>
              <w:t>name[</w:t>
            </w:r>
            <w:proofErr w:type="gramEnd"/>
            <w:r w:rsidRPr="005A2610">
              <w:rPr>
                <w:color w:val="FF0000"/>
                <w:lang w:val="en-US" w:bidi="en-US"/>
              </w:rPr>
              <w:t>0..*].given : string [0..*]</w:t>
            </w:r>
          </w:p>
          <w:p w14:paraId="6D14D948" w14:textId="77777777" w:rsidR="00B776FE" w:rsidRPr="005A2610" w:rsidRDefault="00B776FE" w:rsidP="00B776FE">
            <w:pPr>
              <w:pStyle w:val="TBLContenu"/>
              <w:rPr>
                <w:color w:val="FF0000"/>
                <w:lang w:val="en-US" w:bidi="en-US"/>
              </w:rPr>
            </w:pPr>
            <w:r w:rsidRPr="005A2610">
              <w:rPr>
                <w:color w:val="FF0000"/>
                <w:lang w:val="en-US" w:bidi="en-US"/>
              </w:rPr>
              <w:t>(</w:t>
            </w:r>
            <w:proofErr w:type="spellStart"/>
            <w:r w:rsidRPr="005A2610">
              <w:rPr>
                <w:color w:val="FF0000"/>
                <w:lang w:val="en-US" w:bidi="en-US"/>
              </w:rPr>
              <w:t>FrHumanName</w:t>
            </w:r>
            <w:proofErr w:type="spellEnd"/>
            <w:r w:rsidRPr="005A2610">
              <w:rPr>
                <w:color w:val="FF0000"/>
                <w:lang w:val="en-US" w:bidi="en-US"/>
              </w:rPr>
              <w:t>)</w:t>
            </w:r>
          </w:p>
          <w:p w14:paraId="2B371B1F" w14:textId="39985FA2" w:rsidR="00B776FE" w:rsidRPr="005A2610" w:rsidRDefault="00B776FE" w:rsidP="00B776FE">
            <w:pPr>
              <w:pStyle w:val="TBLContenu"/>
              <w:rPr>
                <w:lang w:val="en-GB" w:bidi="en-US"/>
              </w:rPr>
            </w:pPr>
            <w:r w:rsidRPr="005A2610">
              <w:rPr>
                <w:color w:val="FF0000"/>
                <w:lang w:val="en-US" w:bidi="en-US"/>
              </w:rPr>
              <w:t>Extension française (</w:t>
            </w:r>
            <w:proofErr w:type="spellStart"/>
            <w:r w:rsidRPr="005A2610">
              <w:rPr>
                <w:color w:val="FF0000"/>
                <w:lang w:val="en-US" w:bidi="en-US"/>
              </w:rPr>
              <w:t>PractitionerRoleName</w:t>
            </w:r>
            <w:proofErr w:type="spellEnd"/>
            <w:r w:rsidRPr="005A2610">
              <w:rPr>
                <w:color w:val="FF0000"/>
                <w:lang w:val="en-US" w:bidi="en-US"/>
              </w:rPr>
              <w:t>)</w:t>
            </w:r>
          </w:p>
        </w:tc>
      </w:tr>
      <w:tr w:rsidR="00B776FE" w:rsidRPr="002A3ED8" w14:paraId="754F6403" w14:textId="77777777" w:rsidTr="00B776FE">
        <w:trPr>
          <w:trHeight w:val="288"/>
        </w:trPr>
        <w:tc>
          <w:tcPr>
            <w:tcW w:w="1203" w:type="pct"/>
            <w:vMerge/>
            <w:noWrap/>
          </w:tcPr>
          <w:p w14:paraId="4097511F" w14:textId="77777777" w:rsidR="00B776FE" w:rsidRPr="004A5E9E" w:rsidRDefault="00B776FE" w:rsidP="00B776FE">
            <w:pPr>
              <w:pStyle w:val="TBLContenu"/>
              <w:rPr>
                <w:lang w:val="en-GB" w:bidi="en-US"/>
              </w:rPr>
            </w:pPr>
          </w:p>
        </w:tc>
        <w:tc>
          <w:tcPr>
            <w:tcW w:w="1450" w:type="pct"/>
            <w:noWrap/>
          </w:tcPr>
          <w:p w14:paraId="080FDEC4" w14:textId="026C11D3" w:rsidR="00B776FE" w:rsidRPr="002A3ED8" w:rsidRDefault="00B776FE" w:rsidP="00B776FE">
            <w:pPr>
              <w:pStyle w:val="TBLContenu"/>
              <w:rPr>
                <w:lang w:bidi="en-US"/>
              </w:rPr>
            </w:pPr>
            <w:proofErr w:type="gramStart"/>
            <w:r>
              <w:rPr>
                <w:lang w:bidi="en-US"/>
              </w:rPr>
              <w:t>profession</w:t>
            </w:r>
            <w:proofErr w:type="gramEnd"/>
            <w:r>
              <w:rPr>
                <w:lang w:bidi="en-US"/>
              </w:rPr>
              <w:t xml:space="preserve"> : [0</w:t>
            </w:r>
            <w:r w:rsidRPr="00EB5561">
              <w:rPr>
                <w:lang w:bidi="en-US"/>
              </w:rPr>
              <w:t>..</w:t>
            </w:r>
            <w:r>
              <w:rPr>
                <w:lang w:bidi="en-US"/>
              </w:rPr>
              <w:t>1</w:t>
            </w:r>
            <w:r w:rsidRPr="00EB5561">
              <w:rPr>
                <w:lang w:bidi="en-US"/>
              </w:rPr>
              <w:t>] Code</w:t>
            </w:r>
          </w:p>
        </w:tc>
        <w:tc>
          <w:tcPr>
            <w:tcW w:w="1169" w:type="pct"/>
            <w:noWrap/>
          </w:tcPr>
          <w:p w14:paraId="06F485CD" w14:textId="77777777" w:rsidR="00B776FE" w:rsidRPr="005A2610" w:rsidRDefault="00B776FE" w:rsidP="00B776FE">
            <w:pPr>
              <w:pStyle w:val="TBLContenu"/>
              <w:rPr>
                <w:lang w:bidi="en-US"/>
              </w:rPr>
            </w:pPr>
            <w:proofErr w:type="spellStart"/>
            <w:r w:rsidRPr="005A2610">
              <w:rPr>
                <w:lang w:bidi="en-US"/>
              </w:rPr>
              <w:t>PractitionerRole</w:t>
            </w:r>
            <w:proofErr w:type="spellEnd"/>
          </w:p>
          <w:p w14:paraId="63E1CA23" w14:textId="51C61B0D" w:rsidR="00B776FE" w:rsidRPr="005A2610" w:rsidRDefault="008E5132" w:rsidP="00B776FE">
            <w:pPr>
              <w:pStyle w:val="TBLContenu"/>
              <w:rPr>
                <w:lang w:bidi="en-US"/>
              </w:rPr>
            </w:pPr>
            <w:proofErr w:type="spellStart"/>
            <w:r>
              <w:rPr>
                <w:color w:val="F79646" w:themeColor="accent6"/>
                <w:lang w:bidi="en-US"/>
              </w:rPr>
              <w:t>AsPractitionerRoleProfile</w:t>
            </w:r>
            <w:proofErr w:type="spellEnd"/>
          </w:p>
        </w:tc>
        <w:tc>
          <w:tcPr>
            <w:tcW w:w="1178" w:type="pct"/>
            <w:noWrap/>
          </w:tcPr>
          <w:p w14:paraId="22C1A20C" w14:textId="77777777" w:rsidR="00B776FE" w:rsidRPr="005A2610" w:rsidRDefault="00B776FE" w:rsidP="00B776FE">
            <w:pPr>
              <w:pStyle w:val="TBLContenu"/>
              <w:rPr>
                <w:lang w:bidi="en-US"/>
              </w:rPr>
            </w:pPr>
            <w:r w:rsidRPr="005A2610">
              <w:rPr>
                <w:lang w:bidi="en-US"/>
              </w:rPr>
              <w:t xml:space="preserve">Code : </w:t>
            </w:r>
            <w:proofErr w:type="spellStart"/>
            <w:r w:rsidRPr="005A2610">
              <w:rPr>
                <w:lang w:bidi="en-US"/>
              </w:rPr>
              <w:t>CodeableConcept</w:t>
            </w:r>
            <w:proofErr w:type="spellEnd"/>
            <w:r w:rsidRPr="005A2610">
              <w:rPr>
                <w:lang w:bidi="en-US"/>
              </w:rPr>
              <w:t xml:space="preserve"> [</w:t>
            </w:r>
            <w:proofErr w:type="gramStart"/>
            <w:r w:rsidRPr="005A2610">
              <w:rPr>
                <w:lang w:bidi="en-US"/>
              </w:rPr>
              <w:t>0..</w:t>
            </w:r>
            <w:proofErr w:type="gramEnd"/>
            <w:r w:rsidRPr="005A2610">
              <w:rPr>
                <w:lang w:bidi="en-US"/>
              </w:rPr>
              <w:t>*]</w:t>
            </w:r>
          </w:p>
          <w:p w14:paraId="1F2936BA" w14:textId="77777777" w:rsidR="00B776FE" w:rsidRPr="005A2610" w:rsidRDefault="00B776FE" w:rsidP="00B776FE">
            <w:pPr>
              <w:pStyle w:val="TBLContenu"/>
              <w:numPr>
                <w:ilvl w:val="0"/>
                <w:numId w:val="29"/>
              </w:numPr>
              <w:spacing w:after="0"/>
            </w:pPr>
            <w:r w:rsidRPr="005A2610">
              <w:t>Slice « professionG15 »</w:t>
            </w:r>
          </w:p>
          <w:p w14:paraId="0B253792" w14:textId="005C3976" w:rsidR="00B776FE" w:rsidRPr="005A2610" w:rsidRDefault="00B776FE" w:rsidP="00B776FE">
            <w:pPr>
              <w:pStyle w:val="TBLContenu"/>
              <w:numPr>
                <w:ilvl w:val="0"/>
                <w:numId w:val="29"/>
              </w:numPr>
              <w:spacing w:after="0"/>
            </w:pPr>
            <w:r>
              <w:t>Slice «</w:t>
            </w:r>
            <w:r w:rsidRPr="005A2610">
              <w:t xml:space="preserve"> professionR94 »</w:t>
            </w:r>
          </w:p>
          <w:p w14:paraId="2DD17FC8" w14:textId="26AE1873" w:rsidR="00B776FE" w:rsidRPr="005A2610" w:rsidRDefault="00B776FE" w:rsidP="00B776FE">
            <w:pPr>
              <w:pStyle w:val="TBLContenu"/>
              <w:numPr>
                <w:ilvl w:val="0"/>
                <w:numId w:val="29"/>
              </w:numPr>
              <w:spacing w:after="0"/>
            </w:pPr>
            <w:r>
              <w:t>Slice «</w:t>
            </w:r>
            <w:r w:rsidRPr="005A2610">
              <w:t xml:space="preserve"> professionR95 »</w:t>
            </w:r>
          </w:p>
          <w:p w14:paraId="591FE7C8" w14:textId="2EAE7F7E" w:rsidR="00B776FE" w:rsidRPr="005A2610" w:rsidRDefault="00B776FE" w:rsidP="00B776FE">
            <w:pPr>
              <w:pStyle w:val="TBLContenu"/>
              <w:numPr>
                <w:ilvl w:val="0"/>
                <w:numId w:val="29"/>
              </w:numPr>
              <w:spacing w:after="0"/>
            </w:pPr>
            <w:r w:rsidRPr="005A2610">
              <w:t>Slice « professionR291 »</w:t>
            </w:r>
          </w:p>
          <w:p w14:paraId="68147EBF" w14:textId="239F884F" w:rsidR="00B776FE" w:rsidRPr="005A2610" w:rsidRDefault="00B776FE" w:rsidP="00B776FE">
            <w:pPr>
              <w:pStyle w:val="TBLContenu"/>
              <w:rPr>
                <w:lang w:bidi="en-US"/>
              </w:rPr>
            </w:pPr>
          </w:p>
        </w:tc>
      </w:tr>
      <w:tr w:rsidR="00B776FE" w:rsidRPr="002A3ED8" w14:paraId="749E9A7E" w14:textId="77777777" w:rsidTr="00B776FE">
        <w:trPr>
          <w:trHeight w:val="288"/>
        </w:trPr>
        <w:tc>
          <w:tcPr>
            <w:tcW w:w="1203" w:type="pct"/>
            <w:vMerge w:val="restart"/>
            <w:noWrap/>
          </w:tcPr>
          <w:p w14:paraId="40753143" w14:textId="5EE6E2CA" w:rsidR="00B776FE" w:rsidRPr="002A3ED8" w:rsidRDefault="00B776FE" w:rsidP="00B776FE">
            <w:pPr>
              <w:pStyle w:val="TBLContenu"/>
              <w:rPr>
                <w:lang w:bidi="en-US"/>
              </w:rPr>
            </w:pPr>
            <w:proofErr w:type="spellStart"/>
            <w:r>
              <w:rPr>
                <w:lang w:bidi="en-US"/>
              </w:rPr>
              <w:t>SituationExercice</w:t>
            </w:r>
            <w:proofErr w:type="spellEnd"/>
          </w:p>
        </w:tc>
        <w:tc>
          <w:tcPr>
            <w:tcW w:w="1450" w:type="pct"/>
            <w:noWrap/>
          </w:tcPr>
          <w:p w14:paraId="6AEFB48C" w14:textId="5A973566" w:rsidR="00B776FE" w:rsidRPr="002A3ED8" w:rsidRDefault="00B776FE" w:rsidP="00B776FE">
            <w:pPr>
              <w:pStyle w:val="TBLContenu"/>
              <w:rPr>
                <w:lang w:bidi="en-US"/>
              </w:rPr>
            </w:pPr>
            <w:proofErr w:type="spellStart"/>
            <w:proofErr w:type="gramStart"/>
            <w:r>
              <w:rPr>
                <w:lang w:bidi="en-US"/>
              </w:rPr>
              <w:t>adresseSE</w:t>
            </w:r>
            <w:proofErr w:type="spellEnd"/>
            <w:proofErr w:type="gramEnd"/>
            <w:r>
              <w:rPr>
                <w:lang w:bidi="en-US"/>
              </w:rPr>
              <w:t xml:space="preserve"> : [1..*] Adresse</w:t>
            </w:r>
          </w:p>
        </w:tc>
        <w:tc>
          <w:tcPr>
            <w:tcW w:w="1169" w:type="pct"/>
            <w:noWrap/>
          </w:tcPr>
          <w:p w14:paraId="75E877F9" w14:textId="77777777" w:rsidR="00B776FE" w:rsidRPr="005A2610" w:rsidRDefault="00B776FE" w:rsidP="00B776FE">
            <w:pPr>
              <w:pStyle w:val="TBLContenu"/>
              <w:rPr>
                <w:lang w:bidi="en-US"/>
              </w:rPr>
            </w:pPr>
            <w:proofErr w:type="spellStart"/>
            <w:r w:rsidRPr="005A2610">
              <w:rPr>
                <w:lang w:bidi="en-US"/>
              </w:rPr>
              <w:t>PractitionerRole</w:t>
            </w:r>
            <w:proofErr w:type="spellEnd"/>
          </w:p>
          <w:p w14:paraId="08EE5D91" w14:textId="3D2AD626" w:rsidR="00B776FE" w:rsidRPr="005A2610" w:rsidRDefault="008E5132" w:rsidP="00B776FE">
            <w:pPr>
              <w:pStyle w:val="TBLContenu"/>
              <w:rPr>
                <w:lang w:bidi="en-US"/>
              </w:rPr>
            </w:pPr>
            <w:proofErr w:type="spellStart"/>
            <w:r>
              <w:rPr>
                <w:color w:val="F79646" w:themeColor="accent6"/>
                <w:lang w:bidi="en-US"/>
              </w:rPr>
              <w:t>AsPractitionerRoleProfile</w:t>
            </w:r>
            <w:proofErr w:type="spellEnd"/>
          </w:p>
        </w:tc>
        <w:tc>
          <w:tcPr>
            <w:tcW w:w="1178" w:type="pct"/>
            <w:noWrap/>
          </w:tcPr>
          <w:p w14:paraId="6D9CE785" w14:textId="54B2B370" w:rsidR="00B776FE" w:rsidRPr="005A2610" w:rsidRDefault="00B776FE" w:rsidP="00B776FE">
            <w:pPr>
              <w:pStyle w:val="TBLContenu"/>
              <w:rPr>
                <w:lang w:val="en-US" w:bidi="en-US"/>
              </w:rPr>
            </w:pPr>
            <w:proofErr w:type="gramStart"/>
            <w:r w:rsidRPr="005A2610">
              <w:rPr>
                <w:lang w:val="en-US" w:bidi="en-US"/>
              </w:rPr>
              <w:t>location</w:t>
            </w:r>
            <w:r w:rsidRPr="005A2610">
              <w:rPr>
                <w:color w:val="808080" w:themeColor="background1" w:themeShade="80"/>
                <w:lang w:val="en-US" w:bidi="en-US"/>
              </w:rPr>
              <w:t>[</w:t>
            </w:r>
            <w:proofErr w:type="gramEnd"/>
            <w:r w:rsidRPr="005A2610">
              <w:rPr>
                <w:color w:val="808080" w:themeColor="background1" w:themeShade="80"/>
                <w:lang w:val="en-US" w:bidi="en-US"/>
              </w:rPr>
              <w:t>0..*]</w:t>
            </w:r>
            <w:r w:rsidRPr="005A2610">
              <w:rPr>
                <w:lang w:val="en-US" w:bidi="en-US"/>
              </w:rPr>
              <w:t xml:space="preserve">.address : </w:t>
            </w:r>
            <w:proofErr w:type="spellStart"/>
            <w:r w:rsidRPr="005A2610">
              <w:rPr>
                <w:color w:val="F79646" w:themeColor="accent6"/>
                <w:lang w:bidi="en-US"/>
              </w:rPr>
              <w:t>FrAddressExtended</w:t>
            </w:r>
            <w:proofErr w:type="spellEnd"/>
            <w:r w:rsidRPr="005A2610" w:rsidDel="001B33AE">
              <w:rPr>
                <w:color w:val="F79646" w:themeColor="accent6"/>
                <w:lang w:bidi="en-US"/>
              </w:rPr>
              <w:t xml:space="preserve"> </w:t>
            </w:r>
            <w:r w:rsidRPr="005A2610">
              <w:rPr>
                <w:lang w:val="en-US" w:bidi="en-US"/>
              </w:rPr>
              <w:t>[0..1]</w:t>
            </w:r>
          </w:p>
          <w:p w14:paraId="3B883D25" w14:textId="44FC5CCC" w:rsidR="00B776FE" w:rsidRPr="005A2610" w:rsidRDefault="00B776FE" w:rsidP="00B776FE">
            <w:pPr>
              <w:pStyle w:val="TBLContenu"/>
              <w:rPr>
                <w:lang w:bidi="en-US"/>
              </w:rPr>
            </w:pPr>
            <w:r w:rsidRPr="005A2610">
              <w:rPr>
                <w:lang w:val="en-US" w:bidi="en-US"/>
              </w:rPr>
              <w:t>(</w:t>
            </w:r>
            <w:proofErr w:type="spellStart"/>
            <w:r w:rsidR="00273288">
              <w:rPr>
                <w:color w:val="F79646" w:themeColor="accent6"/>
                <w:lang w:val="en-US" w:bidi="en-US"/>
              </w:rPr>
              <w:t>AsL</w:t>
            </w:r>
            <w:r w:rsidRPr="005A2610">
              <w:rPr>
                <w:color w:val="F79646" w:themeColor="accent6"/>
                <w:lang w:val="en-US" w:bidi="en-US"/>
              </w:rPr>
              <w:t>ocation</w:t>
            </w:r>
            <w:r w:rsidR="00273288">
              <w:rPr>
                <w:color w:val="F79646" w:themeColor="accent6"/>
                <w:lang w:val="en-US" w:bidi="en-US"/>
              </w:rPr>
              <w:t>Profile</w:t>
            </w:r>
            <w:proofErr w:type="spellEnd"/>
            <w:r w:rsidRPr="005A2610">
              <w:rPr>
                <w:lang w:val="en-US" w:bidi="en-US"/>
              </w:rPr>
              <w:t>)</w:t>
            </w:r>
          </w:p>
        </w:tc>
      </w:tr>
      <w:tr w:rsidR="00B776FE" w:rsidRPr="002A3ED8" w14:paraId="45B80CA7" w14:textId="77777777" w:rsidTr="00B776FE">
        <w:trPr>
          <w:trHeight w:val="288"/>
        </w:trPr>
        <w:tc>
          <w:tcPr>
            <w:tcW w:w="1203" w:type="pct"/>
            <w:vMerge/>
            <w:noWrap/>
          </w:tcPr>
          <w:p w14:paraId="5DFB779D" w14:textId="77777777" w:rsidR="00B776FE" w:rsidRPr="002A3ED8" w:rsidRDefault="00B776FE" w:rsidP="00B776FE">
            <w:pPr>
              <w:pStyle w:val="TBLContenu"/>
              <w:rPr>
                <w:lang w:bidi="en-US"/>
              </w:rPr>
            </w:pPr>
          </w:p>
        </w:tc>
        <w:tc>
          <w:tcPr>
            <w:tcW w:w="1450" w:type="pct"/>
            <w:noWrap/>
          </w:tcPr>
          <w:p w14:paraId="13289DFA" w14:textId="17502A47" w:rsidR="00B776FE" w:rsidRPr="002A3ED8" w:rsidRDefault="00B776FE" w:rsidP="00B776FE">
            <w:pPr>
              <w:pStyle w:val="TBLContenu"/>
              <w:rPr>
                <w:lang w:bidi="en-US"/>
              </w:rPr>
            </w:pPr>
            <w:proofErr w:type="gramStart"/>
            <w:r w:rsidRPr="00E72F3A">
              <w:rPr>
                <w:lang w:val="en-US" w:bidi="en-US"/>
              </w:rPr>
              <w:t>telecommunication :</w:t>
            </w:r>
            <w:proofErr w:type="gramEnd"/>
            <w:r w:rsidRPr="00E72F3A">
              <w:rPr>
                <w:lang w:val="en-US" w:bidi="en-US"/>
              </w:rPr>
              <w:t xml:space="preserve"> [0..*] Telecommunication</w:t>
            </w:r>
          </w:p>
        </w:tc>
        <w:tc>
          <w:tcPr>
            <w:tcW w:w="1169" w:type="pct"/>
            <w:noWrap/>
          </w:tcPr>
          <w:p w14:paraId="79729119" w14:textId="77777777" w:rsidR="00B776FE" w:rsidRPr="005A2610" w:rsidRDefault="00B776FE" w:rsidP="00B776FE">
            <w:pPr>
              <w:pStyle w:val="TBLContenu"/>
              <w:rPr>
                <w:lang w:val="en-US" w:bidi="en-US"/>
              </w:rPr>
            </w:pPr>
            <w:proofErr w:type="spellStart"/>
            <w:r w:rsidRPr="005A2610">
              <w:rPr>
                <w:lang w:val="en-US" w:bidi="en-US"/>
              </w:rPr>
              <w:t>PractitionerRole</w:t>
            </w:r>
            <w:proofErr w:type="spellEnd"/>
          </w:p>
          <w:p w14:paraId="18412E6E" w14:textId="01E1F398" w:rsidR="00B776FE" w:rsidRPr="005A2610" w:rsidRDefault="008E5132" w:rsidP="00B776FE">
            <w:pPr>
              <w:pStyle w:val="TBLContenu"/>
              <w:rPr>
                <w:lang w:bidi="en-US"/>
              </w:rPr>
            </w:pPr>
            <w:proofErr w:type="spellStart"/>
            <w:r>
              <w:rPr>
                <w:color w:val="F79646" w:themeColor="accent6"/>
                <w:lang w:bidi="en-US"/>
              </w:rPr>
              <w:t>AsPractitionerRoleProfile</w:t>
            </w:r>
            <w:proofErr w:type="spellEnd"/>
          </w:p>
        </w:tc>
        <w:tc>
          <w:tcPr>
            <w:tcW w:w="1178" w:type="pct"/>
            <w:noWrap/>
          </w:tcPr>
          <w:p w14:paraId="179EE4B1" w14:textId="0B76BF0C" w:rsidR="00B776FE" w:rsidRPr="005A2610" w:rsidRDefault="00B776FE" w:rsidP="00B776FE">
            <w:pPr>
              <w:pStyle w:val="TBLContenu"/>
              <w:rPr>
                <w:lang w:bidi="en-US"/>
              </w:rPr>
            </w:pPr>
            <w:proofErr w:type="gramStart"/>
            <w:r w:rsidRPr="005A2610">
              <w:rPr>
                <w:lang w:val="en-US" w:bidi="en-US"/>
              </w:rPr>
              <w:t>telecom :</w:t>
            </w:r>
            <w:proofErr w:type="gramEnd"/>
            <w:r w:rsidRPr="005A2610">
              <w:rPr>
                <w:lang w:val="en-US" w:bidi="en-US"/>
              </w:rPr>
              <w:t xml:space="preserve"> </w:t>
            </w:r>
            <w:proofErr w:type="spellStart"/>
            <w:r w:rsidRPr="005A2610">
              <w:rPr>
                <w:color w:val="F79646" w:themeColor="accent6"/>
                <w:lang w:val="en-US" w:bidi="en-US"/>
              </w:rPr>
              <w:t>FrContactPoint</w:t>
            </w:r>
            <w:proofErr w:type="spellEnd"/>
            <w:r w:rsidRPr="005A2610">
              <w:rPr>
                <w:lang w:val="en-US" w:bidi="en-US"/>
              </w:rPr>
              <w:t xml:space="preserve"> </w:t>
            </w:r>
            <w:r w:rsidRPr="005A2610">
              <w:rPr>
                <w:lang w:val="en-US"/>
              </w:rPr>
              <w:t>[0..*]</w:t>
            </w:r>
          </w:p>
        </w:tc>
      </w:tr>
      <w:tr w:rsidR="00B776FE" w:rsidRPr="002A3ED8" w14:paraId="2413E19E" w14:textId="77777777" w:rsidTr="005B4B97">
        <w:trPr>
          <w:trHeight w:val="288"/>
        </w:trPr>
        <w:tc>
          <w:tcPr>
            <w:tcW w:w="1203" w:type="pct"/>
            <w:noWrap/>
            <w:hideMark/>
          </w:tcPr>
          <w:p w14:paraId="711446A1" w14:textId="77777777" w:rsidR="00B776FE" w:rsidRPr="002A3ED8" w:rsidRDefault="00B776FE" w:rsidP="00B776FE">
            <w:pPr>
              <w:pStyle w:val="TBLContenu"/>
              <w:rPr>
                <w:b/>
                <w:bCs/>
                <w:lang w:bidi="en-US"/>
              </w:rPr>
            </w:pPr>
            <w:r w:rsidRPr="002A3ED8">
              <w:rPr>
                <w:lang w:bidi="en-US"/>
              </w:rPr>
              <w:t>Lieu</w:t>
            </w:r>
          </w:p>
        </w:tc>
        <w:tc>
          <w:tcPr>
            <w:tcW w:w="1450" w:type="pct"/>
            <w:noWrap/>
            <w:hideMark/>
          </w:tcPr>
          <w:p w14:paraId="31E69283" w14:textId="6E4223D4" w:rsidR="00B776FE" w:rsidRPr="002A3ED8" w:rsidRDefault="00B776FE" w:rsidP="00B776FE">
            <w:pPr>
              <w:pStyle w:val="TBLContenu"/>
              <w:rPr>
                <w:lang w:bidi="en-US"/>
              </w:rPr>
            </w:pPr>
            <w:proofErr w:type="gramStart"/>
            <w:r>
              <w:rPr>
                <w:lang w:bidi="en-US"/>
              </w:rPr>
              <w:t>identifiant</w:t>
            </w:r>
            <w:proofErr w:type="gramEnd"/>
            <w:r w:rsidRPr="002A3ED8">
              <w:rPr>
                <w:lang w:bidi="en-US"/>
              </w:rPr>
              <w:t> : [</w:t>
            </w:r>
            <w:r>
              <w:rPr>
                <w:lang w:bidi="en-US"/>
              </w:rPr>
              <w:t>1</w:t>
            </w:r>
            <w:r w:rsidRPr="002A3ED8">
              <w:rPr>
                <w:lang w:bidi="en-US"/>
              </w:rPr>
              <w:t>..1] Identifiant</w:t>
            </w:r>
          </w:p>
        </w:tc>
        <w:tc>
          <w:tcPr>
            <w:tcW w:w="1169" w:type="pct"/>
            <w:noWrap/>
            <w:hideMark/>
          </w:tcPr>
          <w:p w14:paraId="758F8786" w14:textId="2F9E11EF" w:rsidR="00B776FE" w:rsidRDefault="00B776FE" w:rsidP="00B776FE">
            <w:pPr>
              <w:pStyle w:val="TBLContenu"/>
              <w:rPr>
                <w:lang w:bidi="en-US"/>
              </w:rPr>
            </w:pPr>
            <w:r>
              <w:rPr>
                <w:lang w:bidi="en-US"/>
              </w:rPr>
              <w:t>Location</w:t>
            </w:r>
          </w:p>
          <w:p w14:paraId="1E4F1B04" w14:textId="301AF4F9" w:rsidR="00B776FE" w:rsidRPr="002A3ED8" w:rsidRDefault="00B776FE" w:rsidP="00B776FE">
            <w:pPr>
              <w:pStyle w:val="TBLContenu"/>
              <w:rPr>
                <w:lang w:bidi="en-US"/>
              </w:rPr>
            </w:pPr>
            <w:proofErr w:type="spellStart"/>
            <w:r w:rsidRPr="0039032C">
              <w:rPr>
                <w:color w:val="F79646" w:themeColor="accent6"/>
                <w:lang w:bidi="en-US"/>
              </w:rPr>
              <w:t>FrLocation</w:t>
            </w:r>
            <w:proofErr w:type="spellEnd"/>
          </w:p>
        </w:tc>
        <w:tc>
          <w:tcPr>
            <w:tcW w:w="1178" w:type="pct"/>
            <w:noWrap/>
            <w:hideMark/>
          </w:tcPr>
          <w:p w14:paraId="40414C2B" w14:textId="1A89B983" w:rsidR="00B776FE" w:rsidRPr="002A3ED8" w:rsidRDefault="00B776FE" w:rsidP="00B776FE">
            <w:pPr>
              <w:pStyle w:val="TBLContenu"/>
              <w:rPr>
                <w:lang w:bidi="en-US"/>
              </w:rPr>
            </w:pPr>
            <w:proofErr w:type="gramStart"/>
            <w:r>
              <w:rPr>
                <w:lang w:bidi="en-US"/>
              </w:rPr>
              <w:t>identifier</w:t>
            </w:r>
            <w:proofErr w:type="gramEnd"/>
            <w:r>
              <w:rPr>
                <w:lang w:bidi="en-US"/>
              </w:rPr>
              <w:t> : Identifier [1..*]</w:t>
            </w:r>
            <w:r w:rsidDel="00C10106">
              <w:rPr>
                <w:lang w:bidi="en-US"/>
              </w:rPr>
              <w:t xml:space="preserve"> </w:t>
            </w:r>
          </w:p>
        </w:tc>
      </w:tr>
      <w:tr w:rsidR="00B776FE" w:rsidRPr="002A3ED8" w14:paraId="7F7C14F6" w14:textId="77777777" w:rsidTr="00B776FE">
        <w:trPr>
          <w:trHeight w:val="288"/>
        </w:trPr>
        <w:tc>
          <w:tcPr>
            <w:tcW w:w="1203"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F92E168" w14:textId="309EA1F8" w:rsidR="00B776FE" w:rsidRPr="00436992" w:rsidRDefault="00B776FE" w:rsidP="00B776FE">
            <w:pPr>
              <w:pStyle w:val="TBLContenu"/>
              <w:rPr>
                <w:b/>
                <w:bCs/>
                <w:lang w:bidi="en-US"/>
              </w:rPr>
            </w:pPr>
            <w:proofErr w:type="spellStart"/>
            <w:r w:rsidRPr="002A3ED8">
              <w:rPr>
                <w:lang w:bidi="en-US"/>
              </w:rPr>
              <w:lastRenderedPageBreak/>
              <w:t>PersonnePriseCharge</w:t>
            </w:r>
            <w:proofErr w:type="spellEnd"/>
          </w:p>
        </w:tc>
        <w:tc>
          <w:tcPr>
            <w:tcW w:w="14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0DE1C37" w14:textId="4FAA7458" w:rsidR="00B776FE" w:rsidRPr="002A3ED8" w:rsidRDefault="00B776FE" w:rsidP="00B776FE">
            <w:pPr>
              <w:pStyle w:val="TBLContenu"/>
              <w:rPr>
                <w:lang w:bidi="en-US"/>
              </w:rPr>
            </w:pPr>
            <w:proofErr w:type="spellStart"/>
            <w:proofErr w:type="gramStart"/>
            <w:r w:rsidRPr="002A3ED8">
              <w:rPr>
                <w:lang w:bidi="en-US"/>
              </w:rPr>
              <w:t>idPersonnePriseCharge</w:t>
            </w:r>
            <w:proofErr w:type="spellEnd"/>
            <w:proofErr w:type="gramEnd"/>
            <w:r w:rsidRPr="002A3ED8">
              <w:rPr>
                <w:lang w:bidi="en-US"/>
              </w:rPr>
              <w:t xml:space="preserve"> : [0..</w:t>
            </w:r>
            <w:r>
              <w:rPr>
                <w:lang w:bidi="en-US"/>
              </w:rPr>
              <w:t>*</w:t>
            </w:r>
            <w:r w:rsidRPr="002A3ED8">
              <w:rPr>
                <w:lang w:bidi="en-US"/>
              </w:rPr>
              <w:t>] Identifiant</w:t>
            </w:r>
          </w:p>
        </w:tc>
        <w:tc>
          <w:tcPr>
            <w:tcW w:w="11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3ED1DC1" w14:textId="1440E090" w:rsidR="00B776FE" w:rsidRDefault="00B776FE" w:rsidP="00B776FE">
            <w:pPr>
              <w:pStyle w:val="TBLContenu"/>
              <w:rPr>
                <w:lang w:bidi="en-US"/>
              </w:rPr>
            </w:pPr>
            <w:r>
              <w:rPr>
                <w:lang w:bidi="en-US"/>
              </w:rPr>
              <w:t>Patient</w:t>
            </w:r>
          </w:p>
          <w:p w14:paraId="1A9B62AA" w14:textId="258DDC25" w:rsidR="00B776FE" w:rsidRPr="002A3ED8" w:rsidRDefault="00B776FE" w:rsidP="00B776FE">
            <w:pPr>
              <w:pStyle w:val="TBLContenu"/>
              <w:rPr>
                <w:lang w:bidi="en-US"/>
              </w:rPr>
            </w:pPr>
            <w:proofErr w:type="spellStart"/>
            <w:r w:rsidRPr="0039032C">
              <w:rPr>
                <w:color w:val="F79646" w:themeColor="accent6"/>
                <w:lang w:bidi="en-US"/>
              </w:rPr>
              <w:t>FrPatient</w:t>
            </w:r>
            <w:proofErr w:type="spellEnd"/>
          </w:p>
        </w:tc>
        <w:tc>
          <w:tcPr>
            <w:tcW w:w="117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B2A43E8" w14:textId="2D81A1E6" w:rsidR="00B776FE" w:rsidRPr="002A3ED8" w:rsidRDefault="00B776FE" w:rsidP="00B776FE">
            <w:pPr>
              <w:pStyle w:val="TBLContenu"/>
              <w:rPr>
                <w:lang w:bidi="en-US"/>
              </w:rPr>
            </w:pPr>
            <w:proofErr w:type="gramStart"/>
            <w:r>
              <w:rPr>
                <w:lang w:bidi="en-US"/>
              </w:rPr>
              <w:t>identifier</w:t>
            </w:r>
            <w:proofErr w:type="gramEnd"/>
            <w:r>
              <w:rPr>
                <w:lang w:bidi="en-US"/>
              </w:rPr>
              <w:t> : Identifier [0..*]</w:t>
            </w:r>
            <w:r w:rsidDel="00C10106">
              <w:rPr>
                <w:lang w:bidi="en-US"/>
              </w:rPr>
              <w:t xml:space="preserve"> </w:t>
            </w:r>
          </w:p>
        </w:tc>
      </w:tr>
      <w:tr w:rsidR="00B776FE" w:rsidRPr="002A3ED8" w14:paraId="7CEDC1C4" w14:textId="77777777" w:rsidTr="00B776FE">
        <w:trPr>
          <w:trHeight w:val="288"/>
        </w:trPr>
        <w:tc>
          <w:tcPr>
            <w:tcW w:w="1203"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tcPr>
          <w:p w14:paraId="39C4FEAF" w14:textId="77777777" w:rsidR="00B776FE" w:rsidRPr="002A3ED8" w:rsidRDefault="00B776FE" w:rsidP="00B776FE">
            <w:pPr>
              <w:pStyle w:val="TBLContenu"/>
              <w:rPr>
                <w:lang w:bidi="en-US"/>
              </w:rPr>
            </w:pPr>
          </w:p>
        </w:tc>
        <w:tc>
          <w:tcPr>
            <w:tcW w:w="14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vAlign w:val="top"/>
          </w:tcPr>
          <w:p w14:paraId="31E522D0" w14:textId="77777777" w:rsidR="00B776FE" w:rsidRPr="003E23AB" w:rsidRDefault="00B776FE" w:rsidP="00B776FE">
            <w:pPr>
              <w:pStyle w:val="TBLContenu"/>
              <w:jc w:val="left"/>
            </w:pPr>
            <w:r w:rsidRPr="000A1E27">
              <w:t>INS</w:t>
            </w:r>
            <w:r w:rsidRPr="00C5317A">
              <w:t> : [</w:t>
            </w:r>
            <w:proofErr w:type="gramStart"/>
            <w:r>
              <w:t>0</w:t>
            </w:r>
            <w:r w:rsidRPr="00C5317A">
              <w:t>..</w:t>
            </w:r>
            <w:proofErr w:type="gramEnd"/>
            <w:r w:rsidRPr="00C5317A">
              <w:t>1] INS</w:t>
            </w:r>
            <w:r>
              <w:rPr>
                <w:rStyle w:val="Appelnotedebasdep"/>
              </w:rPr>
              <w:footnoteReference w:id="23"/>
            </w:r>
          </w:p>
          <w:p w14:paraId="3E754866" w14:textId="77777777" w:rsidR="00B776FE" w:rsidRDefault="00B776FE" w:rsidP="00B776FE">
            <w:pPr>
              <w:pStyle w:val="TBLListepuces"/>
              <w:jc w:val="left"/>
            </w:pPr>
            <w:proofErr w:type="spellStart"/>
            <w:proofErr w:type="gramStart"/>
            <w:r w:rsidRPr="001212EC">
              <w:t>matriculeINS</w:t>
            </w:r>
            <w:proofErr w:type="spellEnd"/>
            <w:proofErr w:type="gramEnd"/>
            <w:r w:rsidRPr="001212EC">
              <w:t> : [1..1] Identifiant</w:t>
            </w:r>
          </w:p>
          <w:p w14:paraId="34674BCB" w14:textId="77777777" w:rsidR="00B776FE" w:rsidRPr="00C5317A" w:rsidRDefault="00B776FE" w:rsidP="00B776FE">
            <w:pPr>
              <w:pStyle w:val="TBLListepuces"/>
              <w:numPr>
                <w:ilvl w:val="0"/>
                <w:numId w:val="0"/>
              </w:numPr>
              <w:ind w:left="357"/>
              <w:jc w:val="left"/>
            </w:pPr>
          </w:p>
          <w:p w14:paraId="79D3834F" w14:textId="77777777" w:rsidR="00B776FE" w:rsidRPr="00C5317A" w:rsidRDefault="00B776FE" w:rsidP="00B776FE">
            <w:pPr>
              <w:pStyle w:val="TBLListepuces"/>
              <w:jc w:val="left"/>
            </w:pPr>
            <w:proofErr w:type="spellStart"/>
            <w:proofErr w:type="gramStart"/>
            <w:r w:rsidRPr="001212EC">
              <w:t>nomFamille</w:t>
            </w:r>
            <w:proofErr w:type="spellEnd"/>
            <w:proofErr w:type="gramEnd"/>
            <w:r w:rsidRPr="001212EC">
              <w:t> : [1..1] Texte</w:t>
            </w:r>
          </w:p>
          <w:p w14:paraId="4261625D" w14:textId="77777777" w:rsidR="00B776FE" w:rsidRPr="00C5317A" w:rsidRDefault="00B776FE" w:rsidP="00B776FE">
            <w:pPr>
              <w:pStyle w:val="TBLListepuces"/>
              <w:jc w:val="left"/>
            </w:pPr>
            <w:proofErr w:type="spellStart"/>
            <w:proofErr w:type="gramStart"/>
            <w:r w:rsidRPr="001212EC">
              <w:t>prenomActeNaissance</w:t>
            </w:r>
            <w:proofErr w:type="spellEnd"/>
            <w:proofErr w:type="gramEnd"/>
            <w:r w:rsidRPr="001212EC">
              <w:t> : [1..1] Texte</w:t>
            </w:r>
          </w:p>
          <w:p w14:paraId="2D075C95" w14:textId="77777777" w:rsidR="00B776FE" w:rsidRDefault="00B776FE" w:rsidP="00B776FE">
            <w:pPr>
              <w:pStyle w:val="TBLListepuces"/>
              <w:jc w:val="left"/>
            </w:pPr>
            <w:proofErr w:type="spellStart"/>
            <w:proofErr w:type="gramStart"/>
            <w:r w:rsidRPr="001212EC">
              <w:t>premierPrenomActeNaissance</w:t>
            </w:r>
            <w:proofErr w:type="spellEnd"/>
            <w:proofErr w:type="gramEnd"/>
            <w:r w:rsidRPr="001212EC">
              <w:t xml:space="preserve"> : [1..1] Texte</w:t>
            </w:r>
          </w:p>
          <w:p w14:paraId="0E778EF5" w14:textId="77777777" w:rsidR="00B776FE" w:rsidRDefault="00B776FE" w:rsidP="00B776FE">
            <w:pPr>
              <w:pStyle w:val="TBLListepuces"/>
              <w:numPr>
                <w:ilvl w:val="0"/>
                <w:numId w:val="0"/>
              </w:numPr>
              <w:jc w:val="left"/>
            </w:pPr>
          </w:p>
          <w:p w14:paraId="1BB403C7" w14:textId="77777777" w:rsidR="00B776FE" w:rsidRPr="000A1E27" w:rsidRDefault="00B776FE" w:rsidP="00B776FE">
            <w:pPr>
              <w:pStyle w:val="TBLListepuces"/>
              <w:numPr>
                <w:ilvl w:val="0"/>
                <w:numId w:val="0"/>
              </w:numPr>
              <w:ind w:left="357" w:hanging="357"/>
              <w:jc w:val="left"/>
            </w:pPr>
          </w:p>
          <w:p w14:paraId="6401BAAA" w14:textId="77777777" w:rsidR="00B776FE" w:rsidRPr="00C5317A" w:rsidRDefault="00B776FE" w:rsidP="00B776FE">
            <w:pPr>
              <w:pStyle w:val="TBLListepuces"/>
              <w:jc w:val="left"/>
            </w:pPr>
            <w:proofErr w:type="spellStart"/>
            <w:proofErr w:type="gramStart"/>
            <w:r w:rsidRPr="001212EC">
              <w:t>nomUtilise</w:t>
            </w:r>
            <w:proofErr w:type="spellEnd"/>
            <w:proofErr w:type="gramEnd"/>
            <w:r w:rsidRPr="001212EC">
              <w:t xml:space="preserve"> : [1..1] Texte</w:t>
            </w:r>
          </w:p>
          <w:p w14:paraId="3162EFA3" w14:textId="77777777" w:rsidR="00B776FE" w:rsidRDefault="00B776FE" w:rsidP="00B776FE">
            <w:pPr>
              <w:pStyle w:val="TBLListepuces"/>
              <w:jc w:val="left"/>
            </w:pPr>
            <w:proofErr w:type="spellStart"/>
            <w:proofErr w:type="gramStart"/>
            <w:r w:rsidRPr="001212EC">
              <w:t>prenomUtilise</w:t>
            </w:r>
            <w:proofErr w:type="spellEnd"/>
            <w:proofErr w:type="gramEnd"/>
            <w:r w:rsidRPr="001212EC">
              <w:t xml:space="preserve"> : [1..1] Texte</w:t>
            </w:r>
          </w:p>
          <w:p w14:paraId="3B901EED" w14:textId="77777777" w:rsidR="00B776FE" w:rsidRDefault="00B776FE" w:rsidP="00B776FE">
            <w:pPr>
              <w:pStyle w:val="TBLListepuces"/>
              <w:numPr>
                <w:ilvl w:val="0"/>
                <w:numId w:val="0"/>
              </w:numPr>
              <w:jc w:val="left"/>
            </w:pPr>
          </w:p>
          <w:p w14:paraId="22FF345B" w14:textId="77777777" w:rsidR="00B776FE" w:rsidRPr="000A1E27" w:rsidRDefault="00B776FE" w:rsidP="00B776FE">
            <w:pPr>
              <w:pStyle w:val="TBLListepuces"/>
              <w:numPr>
                <w:ilvl w:val="0"/>
                <w:numId w:val="0"/>
              </w:numPr>
              <w:jc w:val="left"/>
            </w:pPr>
          </w:p>
          <w:p w14:paraId="33883AC3" w14:textId="77777777" w:rsidR="00B776FE" w:rsidRPr="00C5317A" w:rsidRDefault="00B776FE" w:rsidP="00B776FE">
            <w:pPr>
              <w:pStyle w:val="TBLListepuces"/>
              <w:jc w:val="left"/>
            </w:pPr>
            <w:proofErr w:type="gramStart"/>
            <w:r w:rsidRPr="001212EC">
              <w:t>sexe</w:t>
            </w:r>
            <w:proofErr w:type="gramEnd"/>
            <w:r w:rsidRPr="001212EC">
              <w:t xml:space="preserve"> : [1..1] Code</w:t>
            </w:r>
          </w:p>
          <w:p w14:paraId="02FED7A0" w14:textId="77777777" w:rsidR="00B776FE" w:rsidRDefault="00B776FE" w:rsidP="00B776FE">
            <w:pPr>
              <w:pStyle w:val="TBLListepuces"/>
              <w:jc w:val="left"/>
            </w:pPr>
            <w:proofErr w:type="spellStart"/>
            <w:proofErr w:type="gramStart"/>
            <w:r w:rsidRPr="001212EC">
              <w:t>dateNaissance</w:t>
            </w:r>
            <w:proofErr w:type="spellEnd"/>
            <w:proofErr w:type="gramEnd"/>
            <w:r w:rsidRPr="001212EC">
              <w:t xml:space="preserve"> : [1..1] </w:t>
            </w:r>
            <w:proofErr w:type="spellStart"/>
            <w:r w:rsidRPr="001212EC">
              <w:t>DateHeure</w:t>
            </w:r>
            <w:proofErr w:type="spellEnd"/>
          </w:p>
          <w:p w14:paraId="556B5C09" w14:textId="70507949" w:rsidR="00B776FE" w:rsidRPr="00951411" w:rsidRDefault="00B776FE" w:rsidP="00B776FE">
            <w:pPr>
              <w:pStyle w:val="TBLListepuces"/>
              <w:jc w:val="left"/>
            </w:pPr>
            <w:proofErr w:type="spellStart"/>
            <w:proofErr w:type="gramStart"/>
            <w:r w:rsidRPr="00492BF5">
              <w:rPr>
                <w:szCs w:val="20"/>
              </w:rPr>
              <w:t>lieuNaissance</w:t>
            </w:r>
            <w:proofErr w:type="spellEnd"/>
            <w:proofErr w:type="gramEnd"/>
            <w:r w:rsidRPr="00492BF5">
              <w:rPr>
                <w:szCs w:val="20"/>
              </w:rPr>
              <w:t xml:space="preserve"> : [1..1] Texte</w:t>
            </w:r>
          </w:p>
        </w:tc>
        <w:tc>
          <w:tcPr>
            <w:tcW w:w="11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tcPr>
          <w:p w14:paraId="070081B7" w14:textId="2C8CF16B" w:rsidR="00B776FE" w:rsidRDefault="00B776FE" w:rsidP="00B776FE">
            <w:pPr>
              <w:pStyle w:val="TBLContenu"/>
              <w:rPr>
                <w:lang w:bidi="en-US"/>
              </w:rPr>
            </w:pPr>
            <w:r>
              <w:rPr>
                <w:lang w:bidi="en-US"/>
              </w:rPr>
              <w:t>Patient</w:t>
            </w:r>
          </w:p>
          <w:p w14:paraId="12B6A4A8" w14:textId="7DF64E68" w:rsidR="00B776FE" w:rsidRDefault="00B776FE" w:rsidP="00B776FE">
            <w:pPr>
              <w:pStyle w:val="TBLContenu"/>
              <w:rPr>
                <w:lang w:bidi="en-US"/>
              </w:rPr>
            </w:pPr>
            <w:proofErr w:type="spellStart"/>
            <w:r w:rsidRPr="0039032C">
              <w:rPr>
                <w:color w:val="F79646" w:themeColor="accent6"/>
                <w:lang w:bidi="en-US"/>
              </w:rPr>
              <w:t>FrPatient</w:t>
            </w:r>
            <w:proofErr w:type="spellEnd"/>
          </w:p>
        </w:tc>
        <w:tc>
          <w:tcPr>
            <w:tcW w:w="117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tcPr>
          <w:p w14:paraId="4A1D42B3" w14:textId="77777777" w:rsidR="00B776FE" w:rsidRPr="005A2610" w:rsidRDefault="00B776FE" w:rsidP="00B776FE">
            <w:pPr>
              <w:pStyle w:val="TBLListepuces"/>
              <w:rPr>
                <w:lang w:bidi="en-US"/>
              </w:rPr>
            </w:pPr>
            <w:r w:rsidRPr="005A2610">
              <w:rPr>
                <w:lang w:bidi="en-US"/>
              </w:rPr>
              <w:t>Identifier : Identifier [</w:t>
            </w:r>
            <w:proofErr w:type="gramStart"/>
            <w:r w:rsidRPr="005A2610">
              <w:rPr>
                <w:lang w:bidi="en-US"/>
              </w:rPr>
              <w:t>0..</w:t>
            </w:r>
            <w:proofErr w:type="gramEnd"/>
            <w:r w:rsidRPr="005A2610">
              <w:rPr>
                <w:lang w:bidi="en-US"/>
              </w:rPr>
              <w:t>*]</w:t>
            </w:r>
          </w:p>
          <w:p w14:paraId="5F94AE35" w14:textId="77777777" w:rsidR="00B776FE" w:rsidRPr="005A2610" w:rsidRDefault="00B776FE" w:rsidP="00B776FE">
            <w:pPr>
              <w:pStyle w:val="TBLListepuce2"/>
              <w:spacing w:line="276" w:lineRule="auto"/>
              <w:rPr>
                <w:lang w:bidi="en-US"/>
              </w:rPr>
            </w:pPr>
            <w:r w:rsidRPr="005A2610">
              <w:rPr>
                <w:lang w:bidi="en-US"/>
              </w:rPr>
              <w:t>Slice « INS-NIR »</w:t>
            </w:r>
          </w:p>
          <w:p w14:paraId="65EC17A5" w14:textId="77777777" w:rsidR="00B776FE" w:rsidRPr="005A2610" w:rsidRDefault="00B776FE" w:rsidP="00B776FE">
            <w:pPr>
              <w:pStyle w:val="TBLListepuce2"/>
              <w:spacing w:line="276" w:lineRule="auto"/>
              <w:rPr>
                <w:lang w:bidi="en-US"/>
              </w:rPr>
            </w:pPr>
            <w:r w:rsidRPr="005A2610">
              <w:rPr>
                <w:lang w:bidi="en-US"/>
              </w:rPr>
              <w:t xml:space="preserve">Slice « INS-NIA » </w:t>
            </w:r>
          </w:p>
          <w:p w14:paraId="2D540077" w14:textId="77777777" w:rsidR="00B776FE" w:rsidRPr="005A2610" w:rsidRDefault="00B776FE" w:rsidP="00B776FE">
            <w:pPr>
              <w:pStyle w:val="TBLListepuce2"/>
              <w:spacing w:line="276" w:lineRule="auto"/>
              <w:rPr>
                <w:lang w:bidi="en-US"/>
              </w:rPr>
            </w:pPr>
            <w:r w:rsidRPr="005A2610">
              <w:rPr>
                <w:lang w:bidi="en-US"/>
              </w:rPr>
              <w:t>Slice « INS-C »</w:t>
            </w:r>
          </w:p>
          <w:p w14:paraId="0AA2A1D0" w14:textId="77777777" w:rsidR="00B776FE" w:rsidRPr="005A2610" w:rsidRDefault="00B776FE" w:rsidP="00B776FE">
            <w:pPr>
              <w:pStyle w:val="TBLListepuce2"/>
              <w:numPr>
                <w:ilvl w:val="0"/>
                <w:numId w:val="0"/>
              </w:numPr>
              <w:spacing w:line="276" w:lineRule="auto"/>
              <w:ind w:left="714"/>
              <w:rPr>
                <w:lang w:bidi="en-US"/>
              </w:rPr>
            </w:pPr>
          </w:p>
          <w:p w14:paraId="1C264E1B" w14:textId="77777777" w:rsidR="00B776FE" w:rsidRPr="005A2610" w:rsidRDefault="00B776FE" w:rsidP="00B776FE">
            <w:pPr>
              <w:pStyle w:val="TBLListepuces"/>
              <w:spacing w:line="276" w:lineRule="auto"/>
              <w:rPr>
                <w:lang w:bidi="en-US"/>
              </w:rPr>
            </w:pPr>
            <w:proofErr w:type="spellStart"/>
            <w:proofErr w:type="gramStart"/>
            <w:r w:rsidRPr="005A2610">
              <w:rPr>
                <w:lang w:bidi="en-US"/>
              </w:rPr>
              <w:t>name</w:t>
            </w:r>
            <w:proofErr w:type="spellEnd"/>
            <w:r w:rsidRPr="005A2610">
              <w:rPr>
                <w:lang w:bidi="en-US"/>
              </w:rPr>
              <w:t>[</w:t>
            </w:r>
            <w:proofErr w:type="gramEnd"/>
            <w:r w:rsidRPr="005A2610">
              <w:rPr>
                <w:lang w:bidi="en-US"/>
              </w:rPr>
              <w:t>1..*].</w:t>
            </w:r>
            <w:proofErr w:type="spellStart"/>
            <w:r w:rsidRPr="005A2610">
              <w:rPr>
                <w:lang w:bidi="en-US"/>
              </w:rPr>
              <w:t>family</w:t>
            </w:r>
            <w:proofErr w:type="spellEnd"/>
            <w:r w:rsidRPr="005A2610">
              <w:rPr>
                <w:lang w:bidi="en-US"/>
              </w:rPr>
              <w:t> : string [1..1] (</w:t>
            </w:r>
            <w:proofErr w:type="spellStart"/>
            <w:r w:rsidRPr="005A2610">
              <w:rPr>
                <w:lang w:bidi="en-US"/>
              </w:rPr>
              <w:t>FrHumanName</w:t>
            </w:r>
            <w:proofErr w:type="spellEnd"/>
            <w:r w:rsidRPr="005A2610">
              <w:rPr>
                <w:lang w:bidi="en-US"/>
              </w:rPr>
              <w:t>)</w:t>
            </w:r>
          </w:p>
          <w:p w14:paraId="048F155D" w14:textId="77777777" w:rsidR="00B776FE" w:rsidRPr="005A2610" w:rsidRDefault="00B776FE" w:rsidP="00B776FE">
            <w:pPr>
              <w:pStyle w:val="TBLListepuces"/>
              <w:spacing w:line="276" w:lineRule="auto"/>
              <w:rPr>
                <w:lang w:bidi="en-US"/>
              </w:rPr>
            </w:pPr>
            <w:proofErr w:type="spellStart"/>
            <w:proofErr w:type="gramStart"/>
            <w:r w:rsidRPr="005A2610">
              <w:rPr>
                <w:lang w:bidi="en-US"/>
              </w:rPr>
              <w:t>name</w:t>
            </w:r>
            <w:proofErr w:type="spellEnd"/>
            <w:r w:rsidRPr="005A2610">
              <w:rPr>
                <w:lang w:bidi="en-US"/>
              </w:rPr>
              <w:t>[</w:t>
            </w:r>
            <w:proofErr w:type="gramEnd"/>
            <w:r w:rsidRPr="005A2610">
              <w:rPr>
                <w:lang w:bidi="en-US"/>
              </w:rPr>
              <w:t>1..*].</w:t>
            </w:r>
            <w:proofErr w:type="spellStart"/>
            <w:r w:rsidRPr="005A2610">
              <w:rPr>
                <w:lang w:bidi="en-US"/>
              </w:rPr>
              <w:t>text</w:t>
            </w:r>
            <w:proofErr w:type="spellEnd"/>
            <w:r w:rsidRPr="005A2610">
              <w:rPr>
                <w:lang w:bidi="en-US"/>
              </w:rPr>
              <w:t> : string [0..1] (</w:t>
            </w:r>
            <w:proofErr w:type="spellStart"/>
            <w:r w:rsidRPr="005A2610">
              <w:rPr>
                <w:lang w:bidi="en-US"/>
              </w:rPr>
              <w:t>FrHumanName</w:t>
            </w:r>
            <w:proofErr w:type="spellEnd"/>
            <w:r w:rsidRPr="005A2610">
              <w:rPr>
                <w:lang w:bidi="en-US"/>
              </w:rPr>
              <w:t>)</w:t>
            </w:r>
          </w:p>
          <w:p w14:paraId="00334311" w14:textId="77777777" w:rsidR="00B776FE" w:rsidRPr="005A2610" w:rsidRDefault="00B776FE" w:rsidP="00B776FE">
            <w:pPr>
              <w:pStyle w:val="TBLListepuces"/>
              <w:spacing w:line="276" w:lineRule="auto"/>
              <w:rPr>
                <w:lang w:bidi="en-US"/>
              </w:rPr>
            </w:pPr>
            <w:proofErr w:type="spellStart"/>
            <w:proofErr w:type="gramStart"/>
            <w:r w:rsidRPr="005A2610">
              <w:rPr>
                <w:lang w:bidi="en-US"/>
              </w:rPr>
              <w:t>name</w:t>
            </w:r>
            <w:proofErr w:type="spellEnd"/>
            <w:r w:rsidRPr="005A2610">
              <w:rPr>
                <w:lang w:bidi="en-US"/>
              </w:rPr>
              <w:t>[</w:t>
            </w:r>
            <w:proofErr w:type="gramEnd"/>
            <w:r w:rsidRPr="005A2610">
              <w:rPr>
                <w:lang w:bidi="en-US"/>
              </w:rPr>
              <w:t>1..*].</w:t>
            </w:r>
            <w:proofErr w:type="spellStart"/>
            <w:r w:rsidRPr="005A2610">
              <w:rPr>
                <w:lang w:bidi="en-US"/>
              </w:rPr>
              <w:t>given</w:t>
            </w:r>
            <w:proofErr w:type="spellEnd"/>
            <w:r w:rsidRPr="005A2610">
              <w:rPr>
                <w:lang w:bidi="en-US"/>
              </w:rPr>
              <w:t> : string [1..1] (</w:t>
            </w:r>
            <w:proofErr w:type="spellStart"/>
            <w:r w:rsidRPr="005A2610">
              <w:rPr>
                <w:lang w:bidi="en-US"/>
              </w:rPr>
              <w:t>FrHumanName</w:t>
            </w:r>
            <w:proofErr w:type="spellEnd"/>
            <w:r w:rsidRPr="005A2610">
              <w:rPr>
                <w:lang w:bidi="en-US"/>
              </w:rPr>
              <w:t>)</w:t>
            </w:r>
          </w:p>
          <w:p w14:paraId="49A09215" w14:textId="77777777" w:rsidR="00B776FE" w:rsidRPr="005A2610" w:rsidRDefault="00B776FE" w:rsidP="00B776FE">
            <w:pPr>
              <w:pStyle w:val="TBLListepuces"/>
              <w:numPr>
                <w:ilvl w:val="0"/>
                <w:numId w:val="0"/>
              </w:numPr>
              <w:spacing w:line="276" w:lineRule="auto"/>
              <w:ind w:left="357"/>
              <w:rPr>
                <w:lang w:bidi="en-US"/>
              </w:rPr>
            </w:pPr>
          </w:p>
          <w:p w14:paraId="3010FE3B" w14:textId="77777777" w:rsidR="00B776FE" w:rsidRPr="005A2610" w:rsidRDefault="00B776FE" w:rsidP="00B776FE">
            <w:pPr>
              <w:pStyle w:val="TBLListepuces"/>
              <w:numPr>
                <w:ilvl w:val="0"/>
                <w:numId w:val="0"/>
              </w:numPr>
              <w:rPr>
                <w:lang w:bidi="en-US"/>
              </w:rPr>
            </w:pPr>
            <w:r w:rsidRPr="005A2610">
              <w:rPr>
                <w:lang w:bidi="en-US"/>
              </w:rPr>
              <w:t xml:space="preserve">Slice </w:t>
            </w:r>
            <w:proofErr w:type="spellStart"/>
            <w:r w:rsidRPr="005A2610">
              <w:rPr>
                <w:lang w:bidi="en-US"/>
              </w:rPr>
              <w:t>officialName</w:t>
            </w:r>
            <w:proofErr w:type="spellEnd"/>
            <w:r w:rsidRPr="005A2610">
              <w:rPr>
                <w:lang w:bidi="en-US"/>
              </w:rPr>
              <w:t xml:space="preserve">, </w:t>
            </w:r>
            <w:proofErr w:type="spellStart"/>
            <w:r w:rsidRPr="005A2610">
              <w:rPr>
                <w:lang w:bidi="en-US"/>
              </w:rPr>
              <w:t>Patient.name.use</w:t>
            </w:r>
            <w:proofErr w:type="spellEnd"/>
            <w:r w:rsidRPr="005A2610">
              <w:rPr>
                <w:lang w:bidi="en-US"/>
              </w:rPr>
              <w:t xml:space="preserve"> prenant la valeur « official »)</w:t>
            </w:r>
          </w:p>
          <w:p w14:paraId="16F5F40E" w14:textId="77777777" w:rsidR="00B776FE" w:rsidRPr="005A2610" w:rsidRDefault="00B776FE" w:rsidP="00B776FE">
            <w:pPr>
              <w:pStyle w:val="TBLListepuces"/>
              <w:numPr>
                <w:ilvl w:val="0"/>
                <w:numId w:val="0"/>
              </w:numPr>
              <w:rPr>
                <w:lang w:bidi="en-US"/>
              </w:rPr>
            </w:pPr>
          </w:p>
          <w:p w14:paraId="74A06FA9" w14:textId="77777777" w:rsidR="00B776FE" w:rsidRPr="005A2610" w:rsidRDefault="00B776FE" w:rsidP="00B776FE">
            <w:pPr>
              <w:pStyle w:val="TBLListepuces"/>
              <w:numPr>
                <w:ilvl w:val="0"/>
                <w:numId w:val="0"/>
              </w:numPr>
              <w:spacing w:line="276" w:lineRule="auto"/>
              <w:ind w:left="357"/>
              <w:rPr>
                <w:lang w:bidi="en-US"/>
              </w:rPr>
            </w:pPr>
          </w:p>
          <w:p w14:paraId="49E89789" w14:textId="77777777" w:rsidR="00B776FE" w:rsidRPr="005A2610" w:rsidRDefault="00B776FE" w:rsidP="00B776FE">
            <w:pPr>
              <w:pStyle w:val="TBLListepuces"/>
              <w:rPr>
                <w:lang w:bidi="en-US"/>
              </w:rPr>
            </w:pPr>
            <w:proofErr w:type="spellStart"/>
            <w:proofErr w:type="gramStart"/>
            <w:r w:rsidRPr="005A2610">
              <w:rPr>
                <w:lang w:bidi="en-US"/>
              </w:rPr>
              <w:t>name</w:t>
            </w:r>
            <w:proofErr w:type="spellEnd"/>
            <w:r w:rsidRPr="005A2610">
              <w:rPr>
                <w:lang w:bidi="en-US"/>
              </w:rPr>
              <w:t>[</w:t>
            </w:r>
            <w:proofErr w:type="gramEnd"/>
            <w:r w:rsidRPr="005A2610">
              <w:rPr>
                <w:lang w:bidi="en-US"/>
              </w:rPr>
              <w:t>1..*].</w:t>
            </w:r>
            <w:proofErr w:type="spellStart"/>
            <w:r w:rsidRPr="005A2610">
              <w:rPr>
                <w:lang w:bidi="en-US"/>
              </w:rPr>
              <w:t>family</w:t>
            </w:r>
            <w:proofErr w:type="spellEnd"/>
            <w:r w:rsidRPr="005A2610">
              <w:rPr>
                <w:lang w:bidi="en-US"/>
              </w:rPr>
              <w:t> : string [0..1] (</w:t>
            </w:r>
            <w:proofErr w:type="spellStart"/>
            <w:r w:rsidRPr="005A2610">
              <w:rPr>
                <w:lang w:bidi="en-US"/>
              </w:rPr>
              <w:t>FrHumanName</w:t>
            </w:r>
            <w:proofErr w:type="spellEnd"/>
            <w:r w:rsidRPr="005A2610">
              <w:rPr>
                <w:lang w:bidi="en-US"/>
              </w:rPr>
              <w:t>)</w:t>
            </w:r>
          </w:p>
          <w:p w14:paraId="7B0A4765" w14:textId="77777777" w:rsidR="00B776FE" w:rsidRPr="005A2610" w:rsidRDefault="00B776FE" w:rsidP="00B776FE">
            <w:pPr>
              <w:pStyle w:val="TBLListepuces"/>
              <w:spacing w:line="276" w:lineRule="auto"/>
              <w:rPr>
                <w:lang w:bidi="en-US"/>
              </w:rPr>
            </w:pPr>
            <w:proofErr w:type="spellStart"/>
            <w:proofErr w:type="gramStart"/>
            <w:r w:rsidRPr="005A2610">
              <w:rPr>
                <w:lang w:bidi="en-US"/>
              </w:rPr>
              <w:t>name</w:t>
            </w:r>
            <w:proofErr w:type="spellEnd"/>
            <w:r w:rsidRPr="005A2610">
              <w:rPr>
                <w:lang w:bidi="en-US"/>
              </w:rPr>
              <w:t>[</w:t>
            </w:r>
            <w:proofErr w:type="gramEnd"/>
            <w:r w:rsidRPr="005A2610">
              <w:rPr>
                <w:lang w:bidi="en-US"/>
              </w:rPr>
              <w:t>1..*].</w:t>
            </w:r>
            <w:proofErr w:type="spellStart"/>
            <w:r w:rsidRPr="005A2610">
              <w:rPr>
                <w:lang w:bidi="en-US"/>
              </w:rPr>
              <w:t>given</w:t>
            </w:r>
            <w:proofErr w:type="spellEnd"/>
            <w:r w:rsidRPr="005A2610">
              <w:rPr>
                <w:lang w:bidi="en-US"/>
              </w:rPr>
              <w:t> : string [0..*] (</w:t>
            </w:r>
            <w:proofErr w:type="spellStart"/>
            <w:r w:rsidRPr="005A2610">
              <w:rPr>
                <w:lang w:bidi="en-US"/>
              </w:rPr>
              <w:t>FrHumanName</w:t>
            </w:r>
            <w:proofErr w:type="spellEnd"/>
            <w:r w:rsidRPr="005A2610">
              <w:rPr>
                <w:lang w:bidi="en-US"/>
              </w:rPr>
              <w:t>)</w:t>
            </w:r>
          </w:p>
          <w:p w14:paraId="5461EBB8" w14:textId="77777777" w:rsidR="00B776FE" w:rsidRPr="005A2610" w:rsidRDefault="00B776FE" w:rsidP="00B776FE">
            <w:pPr>
              <w:pStyle w:val="TBLListepuces"/>
              <w:numPr>
                <w:ilvl w:val="0"/>
                <w:numId w:val="0"/>
              </w:numPr>
              <w:ind w:left="357"/>
              <w:rPr>
                <w:lang w:bidi="en-US"/>
              </w:rPr>
            </w:pPr>
          </w:p>
          <w:p w14:paraId="4B9CDFC3" w14:textId="77777777" w:rsidR="00B776FE" w:rsidRPr="005A2610" w:rsidRDefault="00B776FE" w:rsidP="00B776FE">
            <w:pPr>
              <w:pStyle w:val="TBLListepuce2"/>
              <w:numPr>
                <w:ilvl w:val="0"/>
                <w:numId w:val="0"/>
              </w:numPr>
              <w:rPr>
                <w:lang w:bidi="en-US"/>
              </w:rPr>
            </w:pPr>
            <w:r w:rsidRPr="005A2610">
              <w:rPr>
                <w:lang w:bidi="en-US"/>
              </w:rPr>
              <w:t xml:space="preserve">Slice </w:t>
            </w:r>
            <w:proofErr w:type="spellStart"/>
            <w:r w:rsidRPr="005A2610">
              <w:rPr>
                <w:lang w:bidi="en-US"/>
              </w:rPr>
              <w:t>usualName</w:t>
            </w:r>
            <w:proofErr w:type="spellEnd"/>
            <w:r w:rsidRPr="005A2610">
              <w:rPr>
                <w:lang w:bidi="en-US"/>
              </w:rPr>
              <w:t xml:space="preserve">, </w:t>
            </w:r>
            <w:proofErr w:type="spellStart"/>
            <w:r w:rsidRPr="005A2610">
              <w:rPr>
                <w:lang w:bidi="en-US"/>
              </w:rPr>
              <w:t>Patient.name.use</w:t>
            </w:r>
            <w:proofErr w:type="spellEnd"/>
            <w:r w:rsidRPr="005A2610">
              <w:rPr>
                <w:lang w:bidi="en-US"/>
              </w:rPr>
              <w:t xml:space="preserve"> prenant la valeur « </w:t>
            </w:r>
            <w:proofErr w:type="spellStart"/>
            <w:r w:rsidRPr="005A2610">
              <w:rPr>
                <w:lang w:bidi="en-US"/>
              </w:rPr>
              <w:t>usual</w:t>
            </w:r>
            <w:proofErr w:type="spellEnd"/>
            <w:r w:rsidRPr="005A2610">
              <w:rPr>
                <w:lang w:bidi="en-US"/>
              </w:rPr>
              <w:t xml:space="preserve"> »</w:t>
            </w:r>
          </w:p>
          <w:p w14:paraId="4A9886F9" w14:textId="77777777" w:rsidR="00B776FE" w:rsidRPr="005A2610" w:rsidRDefault="00B776FE" w:rsidP="00B776FE">
            <w:pPr>
              <w:pStyle w:val="TBLListepuce2"/>
              <w:numPr>
                <w:ilvl w:val="0"/>
                <w:numId w:val="0"/>
              </w:numPr>
              <w:spacing w:line="276" w:lineRule="auto"/>
              <w:rPr>
                <w:lang w:bidi="en-US"/>
              </w:rPr>
            </w:pPr>
          </w:p>
          <w:p w14:paraId="587EE45C" w14:textId="77777777" w:rsidR="00B776FE" w:rsidRPr="005A2610" w:rsidRDefault="00B776FE" w:rsidP="00B776FE">
            <w:pPr>
              <w:pStyle w:val="TBLListepuces"/>
              <w:rPr>
                <w:lang w:bidi="en-US"/>
              </w:rPr>
            </w:pPr>
            <w:proofErr w:type="spellStart"/>
            <w:proofErr w:type="gramStart"/>
            <w:r w:rsidRPr="005A2610">
              <w:rPr>
                <w:lang w:bidi="en-US"/>
              </w:rPr>
              <w:t>gender</w:t>
            </w:r>
            <w:proofErr w:type="spellEnd"/>
            <w:proofErr w:type="gramEnd"/>
            <w:r w:rsidRPr="005A2610">
              <w:rPr>
                <w:lang w:bidi="en-US"/>
              </w:rPr>
              <w:t xml:space="preserve"> : code [1..1]</w:t>
            </w:r>
          </w:p>
          <w:p w14:paraId="170B7876" w14:textId="77777777" w:rsidR="00B776FE" w:rsidRPr="005A2610" w:rsidRDefault="00B776FE" w:rsidP="00B776FE">
            <w:pPr>
              <w:pStyle w:val="TBLListepuces"/>
              <w:rPr>
                <w:lang w:bidi="en-US"/>
              </w:rPr>
            </w:pPr>
            <w:proofErr w:type="spellStart"/>
            <w:proofErr w:type="gramStart"/>
            <w:r w:rsidRPr="005A2610">
              <w:rPr>
                <w:lang w:bidi="en-US"/>
              </w:rPr>
              <w:t>birthDate</w:t>
            </w:r>
            <w:proofErr w:type="spellEnd"/>
            <w:proofErr w:type="gramEnd"/>
            <w:r w:rsidRPr="005A2610">
              <w:rPr>
                <w:lang w:bidi="en-US"/>
              </w:rPr>
              <w:t xml:space="preserve"> : date [1..1]</w:t>
            </w:r>
          </w:p>
          <w:p w14:paraId="4DDBC102" w14:textId="77777777" w:rsidR="00B776FE" w:rsidRPr="005A2610" w:rsidRDefault="00B776FE" w:rsidP="00B776FE">
            <w:pPr>
              <w:pStyle w:val="TBLListepuces"/>
              <w:rPr>
                <w:color w:val="FF0000"/>
                <w:szCs w:val="20"/>
              </w:rPr>
            </w:pPr>
            <w:proofErr w:type="spellStart"/>
            <w:proofErr w:type="gramStart"/>
            <w:r w:rsidRPr="005A2610">
              <w:rPr>
                <w:color w:val="FF0000"/>
                <w:szCs w:val="20"/>
              </w:rPr>
              <w:t>birthPlace</w:t>
            </w:r>
            <w:proofErr w:type="spellEnd"/>
            <w:proofErr w:type="gramEnd"/>
            <w:r w:rsidRPr="005A2610">
              <w:rPr>
                <w:color w:val="FF0000"/>
                <w:szCs w:val="20"/>
              </w:rPr>
              <w:t xml:space="preserve"> : Extension(</w:t>
            </w:r>
            <w:proofErr w:type="spellStart"/>
            <w:r w:rsidRPr="005A2610">
              <w:rPr>
                <w:color w:val="FF0000"/>
                <w:szCs w:val="20"/>
              </w:rPr>
              <w:t>Address</w:t>
            </w:r>
            <w:proofErr w:type="spellEnd"/>
            <w:r w:rsidRPr="005A2610">
              <w:rPr>
                <w:color w:val="FF0000"/>
                <w:szCs w:val="20"/>
              </w:rPr>
              <w:t>) [0..1]</w:t>
            </w:r>
          </w:p>
          <w:p w14:paraId="03D77D47" w14:textId="690E9EB7" w:rsidR="00B776FE" w:rsidRPr="005A2610" w:rsidRDefault="00B776FE" w:rsidP="00B776FE">
            <w:pPr>
              <w:pStyle w:val="TBLListepuces"/>
              <w:numPr>
                <w:ilvl w:val="0"/>
                <w:numId w:val="0"/>
              </w:numPr>
              <w:ind w:left="357"/>
              <w:rPr>
                <w:color w:val="FF0000"/>
              </w:rPr>
            </w:pPr>
            <w:r w:rsidRPr="005A2610">
              <w:rPr>
                <w:color w:val="FF0000"/>
                <w:szCs w:val="20"/>
              </w:rPr>
              <w:t>Extension (</w:t>
            </w:r>
            <w:proofErr w:type="spellStart"/>
            <w:r w:rsidRPr="005A2610">
              <w:rPr>
                <w:color w:val="FF0000"/>
                <w:szCs w:val="20"/>
              </w:rPr>
              <w:t>BirthPlace</w:t>
            </w:r>
            <w:proofErr w:type="spellEnd"/>
            <w:r w:rsidRPr="005A2610">
              <w:rPr>
                <w:color w:val="FF0000"/>
                <w:szCs w:val="20"/>
              </w:rPr>
              <w:t>)</w:t>
            </w:r>
          </w:p>
        </w:tc>
      </w:tr>
      <w:tr w:rsidR="00B776FE" w:rsidRPr="002A3ED8" w14:paraId="70D81266" w14:textId="77777777" w:rsidTr="00B776FE">
        <w:trPr>
          <w:trHeight w:val="288"/>
        </w:trPr>
        <w:tc>
          <w:tcPr>
            <w:tcW w:w="1203"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tcPr>
          <w:p w14:paraId="20D42A24" w14:textId="77777777" w:rsidR="00B776FE" w:rsidRPr="002A3ED8" w:rsidRDefault="00B776FE" w:rsidP="00B776FE">
            <w:pPr>
              <w:pStyle w:val="TBLContenu"/>
              <w:rPr>
                <w:lang w:bidi="en-US"/>
              </w:rPr>
            </w:pPr>
          </w:p>
        </w:tc>
        <w:tc>
          <w:tcPr>
            <w:tcW w:w="14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tcPr>
          <w:p w14:paraId="06615B4F" w14:textId="11C620F1" w:rsidR="00B776FE" w:rsidRDefault="00B776FE" w:rsidP="00B776FE">
            <w:pPr>
              <w:pStyle w:val="TBLContenu"/>
              <w:rPr>
                <w:lang w:bidi="en-US"/>
              </w:rPr>
            </w:pPr>
            <w:proofErr w:type="spellStart"/>
            <w:proofErr w:type="gramStart"/>
            <w:r w:rsidRPr="00B43FD0">
              <w:rPr>
                <w:lang w:bidi="en-US"/>
              </w:rPr>
              <w:t>adresse</w:t>
            </w:r>
            <w:r>
              <w:rPr>
                <w:lang w:bidi="en-US"/>
              </w:rPr>
              <w:t>Correspondance</w:t>
            </w:r>
            <w:proofErr w:type="spellEnd"/>
            <w:proofErr w:type="gramEnd"/>
            <w:r w:rsidRPr="00B43FD0">
              <w:rPr>
                <w:lang w:bidi="en-US"/>
              </w:rPr>
              <w:t xml:space="preserve"> : [0..*] Adresse</w:t>
            </w:r>
          </w:p>
        </w:tc>
        <w:tc>
          <w:tcPr>
            <w:tcW w:w="11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tcPr>
          <w:p w14:paraId="78EA8780" w14:textId="77777777" w:rsidR="00B776FE" w:rsidRPr="00B43FD0" w:rsidRDefault="00B776FE" w:rsidP="00B776FE">
            <w:pPr>
              <w:pStyle w:val="TBLContenu"/>
              <w:rPr>
                <w:lang w:bidi="en-US"/>
              </w:rPr>
            </w:pPr>
            <w:r w:rsidRPr="00B43FD0">
              <w:rPr>
                <w:lang w:bidi="en-US"/>
              </w:rPr>
              <w:t>Patient</w:t>
            </w:r>
          </w:p>
          <w:p w14:paraId="5FF889F7" w14:textId="585D446A" w:rsidR="00B776FE" w:rsidRDefault="00B776FE" w:rsidP="00B776FE">
            <w:pPr>
              <w:pStyle w:val="TBLContenu"/>
              <w:rPr>
                <w:lang w:bidi="en-US"/>
              </w:rPr>
            </w:pPr>
            <w:proofErr w:type="spellStart"/>
            <w:r w:rsidRPr="00B43FD0">
              <w:rPr>
                <w:color w:val="F79646" w:themeColor="accent6"/>
                <w:lang w:bidi="en-US"/>
              </w:rPr>
              <w:t>FrPatient</w:t>
            </w:r>
            <w:proofErr w:type="spellEnd"/>
          </w:p>
        </w:tc>
        <w:tc>
          <w:tcPr>
            <w:tcW w:w="117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tcPr>
          <w:p w14:paraId="5CD19F45" w14:textId="0D168DB9" w:rsidR="00B776FE" w:rsidRDefault="00B776FE" w:rsidP="00B776FE">
            <w:pPr>
              <w:pStyle w:val="TBLContenu"/>
              <w:rPr>
                <w:lang w:bidi="en-US"/>
              </w:rPr>
            </w:pPr>
            <w:proofErr w:type="spellStart"/>
            <w:proofErr w:type="gramStart"/>
            <w:r w:rsidRPr="00B43FD0">
              <w:rPr>
                <w:lang w:bidi="en-US"/>
              </w:rPr>
              <w:t>address</w:t>
            </w:r>
            <w:proofErr w:type="spellEnd"/>
            <w:proofErr w:type="gramEnd"/>
            <w:r w:rsidRPr="00B43FD0">
              <w:rPr>
                <w:lang w:bidi="en-US"/>
              </w:rPr>
              <w:t xml:space="preserve"> : </w:t>
            </w:r>
            <w:proofErr w:type="spellStart"/>
            <w:r w:rsidRPr="00B43FD0">
              <w:rPr>
                <w:color w:val="F79646" w:themeColor="accent6"/>
              </w:rPr>
              <w:t>FrAddress</w:t>
            </w:r>
            <w:proofErr w:type="spellEnd"/>
            <w:r w:rsidRPr="00B43FD0">
              <w:rPr>
                <w:color w:val="F79646" w:themeColor="accent6"/>
              </w:rPr>
              <w:t xml:space="preserve"> </w:t>
            </w:r>
            <w:r w:rsidRPr="00B43FD0">
              <w:t>[0..*]</w:t>
            </w:r>
          </w:p>
        </w:tc>
      </w:tr>
      <w:tr w:rsidR="00B776FE" w:rsidRPr="002A3ED8" w14:paraId="5EDBEF72" w14:textId="77777777" w:rsidTr="00B776FE">
        <w:trPr>
          <w:trHeight w:val="288"/>
        </w:trPr>
        <w:tc>
          <w:tcPr>
            <w:tcW w:w="1203"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tcPr>
          <w:p w14:paraId="39F7D1E9" w14:textId="77777777" w:rsidR="00B776FE" w:rsidRPr="002A3ED8" w:rsidRDefault="00B776FE" w:rsidP="00B776FE">
            <w:pPr>
              <w:pStyle w:val="TBLContenu"/>
              <w:rPr>
                <w:lang w:bidi="en-US"/>
              </w:rPr>
            </w:pPr>
          </w:p>
        </w:tc>
        <w:tc>
          <w:tcPr>
            <w:tcW w:w="14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tcPr>
          <w:p w14:paraId="733CB022" w14:textId="3547A54F" w:rsidR="00B776FE" w:rsidRDefault="00B776FE" w:rsidP="00B776FE">
            <w:pPr>
              <w:pStyle w:val="TBLContenu"/>
              <w:rPr>
                <w:lang w:bidi="en-US"/>
              </w:rPr>
            </w:pPr>
            <w:proofErr w:type="spellStart"/>
            <w:proofErr w:type="gramStart"/>
            <w:r w:rsidRPr="00B43FD0">
              <w:rPr>
                <w:lang w:bidi="en-US"/>
              </w:rPr>
              <w:t>telecommunication</w:t>
            </w:r>
            <w:proofErr w:type="spellEnd"/>
            <w:proofErr w:type="gramEnd"/>
            <w:r w:rsidRPr="00B43FD0">
              <w:rPr>
                <w:lang w:bidi="en-US"/>
              </w:rPr>
              <w:t xml:space="preserve"> : [0..*] </w:t>
            </w:r>
            <w:proofErr w:type="spellStart"/>
            <w:r w:rsidRPr="00B43FD0">
              <w:rPr>
                <w:lang w:bidi="en-US"/>
              </w:rPr>
              <w:t>Telecommunication</w:t>
            </w:r>
            <w:proofErr w:type="spellEnd"/>
          </w:p>
        </w:tc>
        <w:tc>
          <w:tcPr>
            <w:tcW w:w="11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tcPr>
          <w:p w14:paraId="189D9CE5" w14:textId="77777777" w:rsidR="00B776FE" w:rsidRPr="00B43FD0" w:rsidRDefault="00B776FE" w:rsidP="00B776FE">
            <w:pPr>
              <w:pStyle w:val="TBLContenu"/>
              <w:rPr>
                <w:lang w:bidi="en-US"/>
              </w:rPr>
            </w:pPr>
            <w:r w:rsidRPr="00B43FD0">
              <w:rPr>
                <w:lang w:bidi="en-US"/>
              </w:rPr>
              <w:t>Patient</w:t>
            </w:r>
          </w:p>
          <w:p w14:paraId="7A3DF60B" w14:textId="7198C4D2" w:rsidR="00B776FE" w:rsidRDefault="00B776FE" w:rsidP="00B776FE">
            <w:pPr>
              <w:pStyle w:val="TBLContenu"/>
              <w:rPr>
                <w:lang w:bidi="en-US"/>
              </w:rPr>
            </w:pPr>
            <w:proofErr w:type="spellStart"/>
            <w:r w:rsidRPr="00B43FD0">
              <w:rPr>
                <w:color w:val="F79646" w:themeColor="accent6"/>
                <w:lang w:bidi="en-US"/>
              </w:rPr>
              <w:t>FrPatient</w:t>
            </w:r>
            <w:proofErr w:type="spellEnd"/>
          </w:p>
        </w:tc>
        <w:tc>
          <w:tcPr>
            <w:tcW w:w="117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tcPr>
          <w:p w14:paraId="36150134" w14:textId="0CC39F02" w:rsidR="00B776FE" w:rsidRDefault="00B776FE" w:rsidP="00B776FE">
            <w:pPr>
              <w:pStyle w:val="TBLContenu"/>
              <w:rPr>
                <w:lang w:bidi="en-US"/>
              </w:rPr>
            </w:pPr>
            <w:proofErr w:type="spellStart"/>
            <w:proofErr w:type="gramStart"/>
            <w:r w:rsidRPr="00B43FD0">
              <w:rPr>
                <w:lang w:bidi="en-US"/>
              </w:rPr>
              <w:t>telecom</w:t>
            </w:r>
            <w:proofErr w:type="spellEnd"/>
            <w:proofErr w:type="gramEnd"/>
            <w:r w:rsidRPr="00B43FD0">
              <w:rPr>
                <w:lang w:bidi="en-US"/>
              </w:rPr>
              <w:t xml:space="preserve"> : </w:t>
            </w:r>
            <w:proofErr w:type="spellStart"/>
            <w:r w:rsidRPr="0039032C">
              <w:rPr>
                <w:color w:val="F79646" w:themeColor="accent6"/>
              </w:rPr>
              <w:t>FrContactPoint</w:t>
            </w:r>
            <w:proofErr w:type="spellEnd"/>
            <w:r w:rsidRPr="00F467C9">
              <w:rPr>
                <w:color w:val="FF0000"/>
              </w:rPr>
              <w:t xml:space="preserve"> </w:t>
            </w:r>
            <w:r w:rsidRPr="00B43FD0">
              <w:t>[0..*]</w:t>
            </w:r>
          </w:p>
        </w:tc>
      </w:tr>
      <w:tr w:rsidR="00B776FE" w:rsidRPr="00A0706E" w14:paraId="233ADC84" w14:textId="77777777" w:rsidTr="00B776FE">
        <w:trPr>
          <w:trHeight w:val="288"/>
        </w:trPr>
        <w:tc>
          <w:tcPr>
            <w:tcW w:w="1203" w:type="pct"/>
            <w:vMerge w:val="restart"/>
            <w:tcBorders>
              <w:top w:val="single" w:sz="4" w:space="0" w:color="808080" w:themeColor="background1" w:themeShade="80"/>
            </w:tcBorders>
            <w:noWrap/>
          </w:tcPr>
          <w:p w14:paraId="4B0F2139" w14:textId="6DAB5D10" w:rsidR="00B776FE" w:rsidRPr="002A3ED8" w:rsidRDefault="00B776FE" w:rsidP="00B776FE">
            <w:pPr>
              <w:pStyle w:val="TBLContenu"/>
              <w:rPr>
                <w:lang w:bidi="en-US"/>
              </w:rPr>
            </w:pPr>
            <w:proofErr w:type="spellStart"/>
            <w:r w:rsidRPr="00B43FD0">
              <w:rPr>
                <w:lang w:bidi="en-US"/>
              </w:rPr>
              <w:t>PersonnePhysique</w:t>
            </w:r>
            <w:proofErr w:type="spellEnd"/>
          </w:p>
        </w:tc>
        <w:tc>
          <w:tcPr>
            <w:tcW w:w="1450" w:type="pct"/>
            <w:tcBorders>
              <w:top w:val="single" w:sz="4" w:space="0" w:color="808080" w:themeColor="background1" w:themeShade="80"/>
            </w:tcBorders>
            <w:noWrap/>
          </w:tcPr>
          <w:p w14:paraId="1E7A76AE" w14:textId="621E1A8F" w:rsidR="00B776FE" w:rsidRPr="00B43FD0" w:rsidRDefault="00B776FE" w:rsidP="00B776FE">
            <w:pPr>
              <w:pStyle w:val="TBLContenu"/>
              <w:rPr>
                <w:lang w:bidi="en-US"/>
              </w:rPr>
            </w:pPr>
            <w:proofErr w:type="spellStart"/>
            <w:proofErr w:type="gramStart"/>
            <w:r w:rsidRPr="001365DE">
              <w:rPr>
                <w:lang w:bidi="en-US"/>
              </w:rPr>
              <w:t>nomFamille</w:t>
            </w:r>
            <w:proofErr w:type="spellEnd"/>
            <w:proofErr w:type="gramEnd"/>
            <w:r w:rsidRPr="001365DE">
              <w:rPr>
                <w:lang w:bidi="en-US"/>
              </w:rPr>
              <w:t xml:space="preserve"> : [0..</w:t>
            </w:r>
            <w:r>
              <w:rPr>
                <w:lang w:bidi="en-US"/>
              </w:rPr>
              <w:t>1</w:t>
            </w:r>
            <w:r w:rsidRPr="001365DE">
              <w:rPr>
                <w:lang w:bidi="en-US"/>
              </w:rPr>
              <w:t>] Texte</w:t>
            </w:r>
          </w:p>
        </w:tc>
        <w:tc>
          <w:tcPr>
            <w:tcW w:w="1169" w:type="pct"/>
            <w:tcBorders>
              <w:top w:val="single" w:sz="4" w:space="0" w:color="808080" w:themeColor="background1" w:themeShade="80"/>
            </w:tcBorders>
            <w:noWrap/>
          </w:tcPr>
          <w:p w14:paraId="37EDC195" w14:textId="77777777" w:rsidR="00B776FE" w:rsidRPr="002B07CD" w:rsidRDefault="00B776FE" w:rsidP="00B776FE">
            <w:pPr>
              <w:pStyle w:val="TBLContenu"/>
              <w:rPr>
                <w:lang w:bidi="en-US"/>
              </w:rPr>
            </w:pPr>
            <w:r w:rsidRPr="003218D6">
              <w:rPr>
                <w:lang w:bidi="en-US"/>
              </w:rPr>
              <w:t>Patient</w:t>
            </w:r>
          </w:p>
          <w:p w14:paraId="5B27A50F" w14:textId="37283E9B" w:rsidR="00B776FE" w:rsidRPr="00B43FD0" w:rsidRDefault="00B776FE" w:rsidP="00B776FE">
            <w:pPr>
              <w:pStyle w:val="TBLContenu"/>
              <w:rPr>
                <w:lang w:bidi="en-US"/>
              </w:rPr>
            </w:pPr>
            <w:proofErr w:type="spellStart"/>
            <w:r w:rsidRPr="00536A7F">
              <w:rPr>
                <w:color w:val="F79646" w:themeColor="accent6"/>
                <w:lang w:bidi="en-US"/>
              </w:rPr>
              <w:t>FrPatient</w:t>
            </w:r>
            <w:proofErr w:type="spellEnd"/>
          </w:p>
        </w:tc>
        <w:tc>
          <w:tcPr>
            <w:tcW w:w="1178" w:type="pct"/>
            <w:tcBorders>
              <w:top w:val="single" w:sz="4" w:space="0" w:color="808080" w:themeColor="background1" w:themeShade="80"/>
            </w:tcBorders>
            <w:noWrap/>
          </w:tcPr>
          <w:p w14:paraId="1DF6931B" w14:textId="47F9BD46" w:rsidR="00B776FE" w:rsidRPr="004A5E9E" w:rsidRDefault="00B776FE" w:rsidP="00B776FE">
            <w:pPr>
              <w:pStyle w:val="TBLContenu"/>
              <w:rPr>
                <w:lang w:val="en-US"/>
              </w:rPr>
            </w:pPr>
            <w:proofErr w:type="gramStart"/>
            <w:r w:rsidRPr="004A5E9E">
              <w:rPr>
                <w:lang w:val="en-US" w:bidi="en-US"/>
              </w:rPr>
              <w:t>name</w:t>
            </w:r>
            <w:r w:rsidRPr="004A5E9E">
              <w:rPr>
                <w:color w:val="7F7F7F" w:themeColor="text1" w:themeTint="80"/>
                <w:lang w:val="en-US" w:bidi="en-US"/>
              </w:rPr>
              <w:t>[</w:t>
            </w:r>
            <w:proofErr w:type="gramEnd"/>
            <w:r w:rsidRPr="004A5E9E">
              <w:rPr>
                <w:color w:val="7F7F7F" w:themeColor="text1" w:themeTint="80"/>
                <w:lang w:val="en-US" w:bidi="en-US"/>
              </w:rPr>
              <w:t>1..*]</w:t>
            </w:r>
            <w:r w:rsidRPr="004A5E9E">
              <w:rPr>
                <w:lang w:val="en-US" w:bidi="en-US"/>
              </w:rPr>
              <w:t xml:space="preserve">.family : </w:t>
            </w:r>
            <w:r w:rsidRPr="004A5E9E">
              <w:rPr>
                <w:lang w:val="en-US"/>
              </w:rPr>
              <w:t>string [0..1]</w:t>
            </w:r>
          </w:p>
          <w:p w14:paraId="51257CB6" w14:textId="77777777" w:rsidR="00B776FE" w:rsidRPr="00E40808" w:rsidRDefault="00B776FE" w:rsidP="00B776FE">
            <w:pPr>
              <w:pStyle w:val="TBLContenu"/>
              <w:rPr>
                <w:lang w:val="en-US"/>
              </w:rPr>
            </w:pPr>
            <w:r w:rsidRPr="00E40808">
              <w:rPr>
                <w:lang w:val="en-US"/>
              </w:rPr>
              <w:t>(</w:t>
            </w:r>
            <w:proofErr w:type="spellStart"/>
            <w:r w:rsidRPr="00E40808">
              <w:rPr>
                <w:color w:val="F79646" w:themeColor="accent6"/>
                <w:lang w:val="en-US" w:bidi="en-US"/>
              </w:rPr>
              <w:t>FrHumanName</w:t>
            </w:r>
            <w:proofErr w:type="spellEnd"/>
            <w:r w:rsidRPr="00E40808">
              <w:rPr>
                <w:lang w:val="en-US"/>
              </w:rPr>
              <w:t>)</w:t>
            </w:r>
          </w:p>
          <w:p w14:paraId="1AF424F7" w14:textId="1300CFD5" w:rsidR="00B776FE" w:rsidRPr="004A5E9E" w:rsidRDefault="00B776FE" w:rsidP="00B776FE">
            <w:pPr>
              <w:pStyle w:val="TBLContenu"/>
              <w:rPr>
                <w:lang w:val="en-US" w:bidi="en-US"/>
              </w:rPr>
            </w:pPr>
            <w:r w:rsidRPr="005A2610">
              <w:rPr>
                <w:lang w:val="en-US"/>
              </w:rPr>
              <w:t>Slice « </w:t>
            </w:r>
            <w:proofErr w:type="spellStart"/>
            <w:r w:rsidRPr="005A2610">
              <w:rPr>
                <w:lang w:val="en-US"/>
              </w:rPr>
              <w:t>usualName</w:t>
            </w:r>
            <w:proofErr w:type="spellEnd"/>
            <w:r w:rsidRPr="005A2610">
              <w:rPr>
                <w:lang w:val="en-US"/>
              </w:rPr>
              <w:t xml:space="preserve"> », </w:t>
            </w:r>
            <w:proofErr w:type="spellStart"/>
            <w:r w:rsidRPr="005A2610">
              <w:rPr>
                <w:lang w:val="en-US" w:bidi="en-US"/>
              </w:rPr>
              <w:t>Patient.name.use</w:t>
            </w:r>
            <w:proofErr w:type="spellEnd"/>
            <w:r w:rsidRPr="005A2610">
              <w:rPr>
                <w:lang w:val="en-US" w:bidi="en-US"/>
              </w:rPr>
              <w:t xml:space="preserve"> </w:t>
            </w:r>
            <w:proofErr w:type="spellStart"/>
            <w:r w:rsidRPr="005A2610">
              <w:rPr>
                <w:lang w:val="en-US" w:bidi="en-US"/>
              </w:rPr>
              <w:t>prenant</w:t>
            </w:r>
            <w:proofErr w:type="spellEnd"/>
            <w:r w:rsidRPr="005A2610">
              <w:rPr>
                <w:lang w:val="en-US" w:bidi="en-US"/>
              </w:rPr>
              <w:t xml:space="preserve"> la </w:t>
            </w:r>
            <w:proofErr w:type="spellStart"/>
            <w:r w:rsidRPr="005A2610">
              <w:rPr>
                <w:lang w:val="en-US" w:bidi="en-US"/>
              </w:rPr>
              <w:t>valeur</w:t>
            </w:r>
            <w:proofErr w:type="spellEnd"/>
            <w:r w:rsidRPr="005A2610">
              <w:rPr>
                <w:lang w:val="en-US" w:bidi="en-US"/>
              </w:rPr>
              <w:t xml:space="preserve"> « usual »</w:t>
            </w:r>
          </w:p>
        </w:tc>
      </w:tr>
      <w:tr w:rsidR="00B776FE" w:rsidRPr="00A0706E" w14:paraId="1F713285" w14:textId="77777777" w:rsidTr="00B776FE">
        <w:trPr>
          <w:trHeight w:val="288"/>
        </w:trPr>
        <w:tc>
          <w:tcPr>
            <w:tcW w:w="1203" w:type="pct"/>
            <w:vMerge/>
            <w:noWrap/>
          </w:tcPr>
          <w:p w14:paraId="7C52C863" w14:textId="77777777" w:rsidR="00B776FE" w:rsidRPr="004A5E9E" w:rsidRDefault="00B776FE" w:rsidP="00B776FE">
            <w:pPr>
              <w:pStyle w:val="TBLContenu"/>
              <w:rPr>
                <w:lang w:val="en-US" w:bidi="en-US"/>
              </w:rPr>
            </w:pPr>
          </w:p>
        </w:tc>
        <w:tc>
          <w:tcPr>
            <w:tcW w:w="1450" w:type="pct"/>
            <w:noWrap/>
          </w:tcPr>
          <w:p w14:paraId="0EDE8B95" w14:textId="177641A3" w:rsidR="00B776FE" w:rsidRPr="00B43FD0" w:rsidRDefault="00B776FE" w:rsidP="00B776FE">
            <w:pPr>
              <w:pStyle w:val="TBLContenu"/>
              <w:rPr>
                <w:lang w:bidi="en-US"/>
              </w:rPr>
            </w:pPr>
            <w:proofErr w:type="spellStart"/>
            <w:proofErr w:type="gramStart"/>
            <w:r w:rsidRPr="00EB5561">
              <w:rPr>
                <w:lang w:bidi="en-US"/>
              </w:rPr>
              <w:t>prenomUsuel</w:t>
            </w:r>
            <w:proofErr w:type="spellEnd"/>
            <w:proofErr w:type="gramEnd"/>
            <w:r w:rsidRPr="00EB5561">
              <w:rPr>
                <w:lang w:bidi="en-US"/>
              </w:rPr>
              <w:t xml:space="preserve"> : [0..</w:t>
            </w:r>
            <w:r>
              <w:rPr>
                <w:lang w:bidi="en-US"/>
              </w:rPr>
              <w:t>1</w:t>
            </w:r>
            <w:r w:rsidRPr="00EB5561">
              <w:rPr>
                <w:lang w:bidi="en-US"/>
              </w:rPr>
              <w:t>] Texte</w:t>
            </w:r>
          </w:p>
        </w:tc>
        <w:tc>
          <w:tcPr>
            <w:tcW w:w="1169" w:type="pct"/>
            <w:noWrap/>
          </w:tcPr>
          <w:p w14:paraId="2EC0C0FD" w14:textId="77777777" w:rsidR="00B776FE" w:rsidRDefault="00B776FE" w:rsidP="00B776FE">
            <w:pPr>
              <w:pStyle w:val="TBLContenu"/>
              <w:rPr>
                <w:lang w:bidi="en-US"/>
              </w:rPr>
            </w:pPr>
            <w:r>
              <w:rPr>
                <w:lang w:bidi="en-US"/>
              </w:rPr>
              <w:t>Patient</w:t>
            </w:r>
          </w:p>
          <w:p w14:paraId="0A9D924C" w14:textId="33B87B49" w:rsidR="00B776FE" w:rsidRPr="00B43FD0" w:rsidRDefault="00B776FE" w:rsidP="00B776FE">
            <w:pPr>
              <w:pStyle w:val="TBLContenu"/>
              <w:rPr>
                <w:lang w:bidi="en-US"/>
              </w:rPr>
            </w:pPr>
            <w:proofErr w:type="spellStart"/>
            <w:r>
              <w:rPr>
                <w:color w:val="F79646" w:themeColor="accent6"/>
                <w:lang w:bidi="en-US"/>
              </w:rPr>
              <w:t>FrP</w:t>
            </w:r>
            <w:r w:rsidRPr="00E73B77">
              <w:rPr>
                <w:color w:val="F79646" w:themeColor="accent6"/>
                <w:lang w:bidi="en-US"/>
              </w:rPr>
              <w:t>atient</w:t>
            </w:r>
            <w:proofErr w:type="spellEnd"/>
          </w:p>
        </w:tc>
        <w:tc>
          <w:tcPr>
            <w:tcW w:w="1178" w:type="pct"/>
            <w:noWrap/>
          </w:tcPr>
          <w:p w14:paraId="475E5D09" w14:textId="77777777" w:rsidR="00B776FE" w:rsidRPr="003A6905" w:rsidRDefault="00B776FE" w:rsidP="00B776FE">
            <w:pPr>
              <w:pStyle w:val="TBLContenu"/>
              <w:rPr>
                <w:color w:val="auto"/>
                <w:lang w:val="en-US" w:bidi="en-US"/>
              </w:rPr>
            </w:pPr>
            <w:proofErr w:type="gramStart"/>
            <w:r w:rsidRPr="003A6905">
              <w:rPr>
                <w:color w:val="auto"/>
                <w:lang w:val="en-US" w:bidi="en-US"/>
              </w:rPr>
              <w:t>name</w:t>
            </w:r>
            <w:r w:rsidRPr="003A6905">
              <w:rPr>
                <w:color w:val="7F7F7F" w:themeColor="text1" w:themeTint="80"/>
                <w:lang w:val="en-US" w:bidi="en-US"/>
              </w:rPr>
              <w:t>[</w:t>
            </w:r>
            <w:proofErr w:type="gramEnd"/>
            <w:r w:rsidRPr="003A6905">
              <w:rPr>
                <w:color w:val="7F7F7F" w:themeColor="text1" w:themeTint="80"/>
                <w:lang w:val="en-US" w:bidi="en-US"/>
              </w:rPr>
              <w:t>1..*]</w:t>
            </w:r>
            <w:r w:rsidRPr="003A6905">
              <w:rPr>
                <w:color w:val="auto"/>
                <w:lang w:val="en-US" w:bidi="en-US"/>
              </w:rPr>
              <w:t>.given : string [0..*]</w:t>
            </w:r>
          </w:p>
          <w:p w14:paraId="6B824FEA" w14:textId="77777777" w:rsidR="00B776FE" w:rsidRPr="00E40808" w:rsidRDefault="00B776FE" w:rsidP="00B776FE">
            <w:pPr>
              <w:pStyle w:val="TBLContenu"/>
              <w:rPr>
                <w:lang w:val="en-US"/>
              </w:rPr>
            </w:pPr>
            <w:r w:rsidRPr="00E40808">
              <w:rPr>
                <w:lang w:val="en-US"/>
              </w:rPr>
              <w:lastRenderedPageBreak/>
              <w:t>(</w:t>
            </w:r>
            <w:proofErr w:type="spellStart"/>
            <w:r w:rsidRPr="00E40808">
              <w:rPr>
                <w:color w:val="F79646" w:themeColor="accent6"/>
                <w:lang w:val="en-US" w:bidi="en-US"/>
              </w:rPr>
              <w:t>FrHumanName</w:t>
            </w:r>
            <w:proofErr w:type="spellEnd"/>
            <w:r w:rsidRPr="00E40808">
              <w:rPr>
                <w:lang w:val="en-US"/>
              </w:rPr>
              <w:t>)</w:t>
            </w:r>
          </w:p>
          <w:p w14:paraId="5A0225CE" w14:textId="4FFE6556" w:rsidR="00B776FE" w:rsidRPr="004A5E9E" w:rsidRDefault="00B776FE" w:rsidP="00B776FE">
            <w:pPr>
              <w:pStyle w:val="TBLContenu"/>
              <w:rPr>
                <w:lang w:val="en-US"/>
              </w:rPr>
            </w:pPr>
            <w:r w:rsidRPr="005A2610">
              <w:rPr>
                <w:lang w:val="en-US"/>
              </w:rPr>
              <w:t>Slice « </w:t>
            </w:r>
            <w:proofErr w:type="spellStart"/>
            <w:r w:rsidRPr="005A2610">
              <w:rPr>
                <w:lang w:val="en-US"/>
              </w:rPr>
              <w:t>usualName</w:t>
            </w:r>
            <w:proofErr w:type="spellEnd"/>
            <w:r w:rsidRPr="005A2610">
              <w:rPr>
                <w:lang w:val="en-US"/>
              </w:rPr>
              <w:t xml:space="preserve"> », </w:t>
            </w:r>
            <w:proofErr w:type="spellStart"/>
            <w:r w:rsidRPr="005A2610">
              <w:rPr>
                <w:lang w:val="en-US" w:bidi="en-US"/>
              </w:rPr>
              <w:t>Patient.name.use</w:t>
            </w:r>
            <w:proofErr w:type="spellEnd"/>
            <w:r w:rsidRPr="005A2610">
              <w:rPr>
                <w:lang w:val="en-US" w:bidi="en-US"/>
              </w:rPr>
              <w:t xml:space="preserve"> </w:t>
            </w:r>
            <w:proofErr w:type="spellStart"/>
            <w:r w:rsidRPr="005A2610">
              <w:rPr>
                <w:lang w:val="en-US" w:bidi="en-US"/>
              </w:rPr>
              <w:t>prenant</w:t>
            </w:r>
            <w:proofErr w:type="spellEnd"/>
            <w:r w:rsidRPr="005A2610">
              <w:rPr>
                <w:lang w:val="en-US" w:bidi="en-US"/>
              </w:rPr>
              <w:t xml:space="preserve"> la </w:t>
            </w:r>
            <w:proofErr w:type="spellStart"/>
            <w:r w:rsidRPr="005A2610">
              <w:rPr>
                <w:lang w:val="en-US" w:bidi="en-US"/>
              </w:rPr>
              <w:t>valeur</w:t>
            </w:r>
            <w:proofErr w:type="spellEnd"/>
            <w:r w:rsidRPr="005A2610">
              <w:rPr>
                <w:lang w:val="en-US" w:bidi="en-US"/>
              </w:rPr>
              <w:t xml:space="preserve"> « usual »</w:t>
            </w:r>
          </w:p>
        </w:tc>
      </w:tr>
      <w:tr w:rsidR="00B776FE" w:rsidRPr="002A3ED8" w14:paraId="3A1D2D9C" w14:textId="77777777" w:rsidTr="005B4B97">
        <w:trPr>
          <w:trHeight w:val="288"/>
        </w:trPr>
        <w:tc>
          <w:tcPr>
            <w:tcW w:w="1203" w:type="pct"/>
            <w:noWrap/>
            <w:hideMark/>
          </w:tcPr>
          <w:p w14:paraId="563D20F8" w14:textId="0821EDC0" w:rsidR="00B776FE" w:rsidRPr="00436992" w:rsidRDefault="00B776FE" w:rsidP="00B776FE">
            <w:pPr>
              <w:pStyle w:val="TBLContenu"/>
              <w:rPr>
                <w:b/>
                <w:bCs/>
                <w:lang w:bidi="en-US"/>
              </w:rPr>
            </w:pPr>
            <w:proofErr w:type="spellStart"/>
            <w:r w:rsidRPr="002A3ED8">
              <w:rPr>
                <w:lang w:bidi="en-US"/>
              </w:rPr>
              <w:lastRenderedPageBreak/>
              <w:t>Equipement</w:t>
            </w:r>
            <w:r>
              <w:rPr>
                <w:lang w:bidi="en-US"/>
              </w:rPr>
              <w:t>Operationnel</w:t>
            </w:r>
            <w:proofErr w:type="spellEnd"/>
          </w:p>
        </w:tc>
        <w:tc>
          <w:tcPr>
            <w:tcW w:w="1450" w:type="pct"/>
            <w:noWrap/>
            <w:hideMark/>
          </w:tcPr>
          <w:p w14:paraId="0226B0D3" w14:textId="0D953A46" w:rsidR="00B776FE" w:rsidRPr="002A3ED8" w:rsidRDefault="00B776FE" w:rsidP="00B776FE">
            <w:pPr>
              <w:pStyle w:val="TBLContenu"/>
              <w:rPr>
                <w:lang w:bidi="en-US"/>
              </w:rPr>
            </w:pPr>
            <w:proofErr w:type="spellStart"/>
            <w:proofErr w:type="gramStart"/>
            <w:r w:rsidRPr="002A3ED8">
              <w:rPr>
                <w:lang w:bidi="en-US"/>
              </w:rPr>
              <w:t>id</w:t>
            </w:r>
            <w:r>
              <w:rPr>
                <w:lang w:bidi="en-US"/>
              </w:rPr>
              <w:t>RessourceMaterielle</w:t>
            </w:r>
            <w:proofErr w:type="spellEnd"/>
            <w:proofErr w:type="gramEnd"/>
            <w:r w:rsidRPr="002A3ED8">
              <w:rPr>
                <w:lang w:bidi="en-US"/>
              </w:rPr>
              <w:t xml:space="preserve"> : [</w:t>
            </w:r>
            <w:r>
              <w:rPr>
                <w:lang w:bidi="en-US"/>
              </w:rPr>
              <w:t>1</w:t>
            </w:r>
            <w:r w:rsidRPr="002A3ED8">
              <w:rPr>
                <w:lang w:bidi="en-US"/>
              </w:rPr>
              <w:t>..1] Identifiant</w:t>
            </w:r>
          </w:p>
        </w:tc>
        <w:tc>
          <w:tcPr>
            <w:tcW w:w="1169" w:type="pct"/>
            <w:noWrap/>
            <w:hideMark/>
          </w:tcPr>
          <w:p w14:paraId="215A4341" w14:textId="3E5D1F13" w:rsidR="00B776FE" w:rsidRDefault="00B776FE" w:rsidP="00B776FE">
            <w:pPr>
              <w:pStyle w:val="TBLContenu"/>
              <w:rPr>
                <w:lang w:bidi="en-US"/>
              </w:rPr>
            </w:pPr>
            <w:proofErr w:type="spellStart"/>
            <w:r>
              <w:rPr>
                <w:lang w:bidi="en-US"/>
              </w:rPr>
              <w:t>Device</w:t>
            </w:r>
            <w:proofErr w:type="spellEnd"/>
          </w:p>
          <w:p w14:paraId="1ED2DBBA" w14:textId="2D1908E6" w:rsidR="00B776FE" w:rsidRPr="002A3ED8" w:rsidRDefault="00B776FE" w:rsidP="00B776FE">
            <w:pPr>
              <w:pStyle w:val="TBLContenu"/>
              <w:rPr>
                <w:lang w:bidi="en-US"/>
              </w:rPr>
            </w:pPr>
            <w:proofErr w:type="spellStart"/>
            <w:r>
              <w:rPr>
                <w:color w:val="F79646" w:themeColor="accent6"/>
                <w:lang w:bidi="en-US"/>
              </w:rPr>
              <w:t>FrDevice</w:t>
            </w:r>
            <w:proofErr w:type="spellEnd"/>
          </w:p>
        </w:tc>
        <w:tc>
          <w:tcPr>
            <w:tcW w:w="1178" w:type="pct"/>
            <w:noWrap/>
            <w:hideMark/>
          </w:tcPr>
          <w:p w14:paraId="42B87995" w14:textId="44CBF7C5" w:rsidR="00B776FE" w:rsidRPr="002A3ED8" w:rsidRDefault="00B776FE" w:rsidP="00B776FE">
            <w:pPr>
              <w:pStyle w:val="TBLContenu"/>
              <w:rPr>
                <w:lang w:bidi="en-US"/>
              </w:rPr>
            </w:pPr>
            <w:proofErr w:type="gramStart"/>
            <w:r>
              <w:rPr>
                <w:lang w:bidi="en-US"/>
              </w:rPr>
              <w:t>identifier</w:t>
            </w:r>
            <w:proofErr w:type="gramEnd"/>
            <w:r>
              <w:rPr>
                <w:lang w:bidi="en-US"/>
              </w:rPr>
              <w:t> : Identifier [0..*]</w:t>
            </w:r>
          </w:p>
        </w:tc>
      </w:tr>
      <w:tr w:rsidR="00B776FE" w:rsidRPr="002A3ED8" w14:paraId="7642F746" w14:textId="77777777" w:rsidTr="00B776FE">
        <w:trPr>
          <w:trHeight w:val="288"/>
        </w:trPr>
        <w:tc>
          <w:tcPr>
            <w:tcW w:w="1203" w:type="pct"/>
            <w:vMerge w:val="restart"/>
            <w:noWrap/>
          </w:tcPr>
          <w:p w14:paraId="0C6B8368" w14:textId="5FED0F04" w:rsidR="00B776FE" w:rsidRPr="002A3ED8" w:rsidRDefault="00B776FE" w:rsidP="00B776FE">
            <w:pPr>
              <w:pStyle w:val="TBLContenu"/>
              <w:rPr>
                <w:lang w:bidi="en-US"/>
              </w:rPr>
            </w:pPr>
            <w:proofErr w:type="spellStart"/>
            <w:r>
              <w:rPr>
                <w:lang w:bidi="en-US"/>
              </w:rPr>
              <w:t>OrganisationInterne</w:t>
            </w:r>
            <w:proofErr w:type="spellEnd"/>
          </w:p>
        </w:tc>
        <w:tc>
          <w:tcPr>
            <w:tcW w:w="1450" w:type="pct"/>
            <w:noWrap/>
          </w:tcPr>
          <w:p w14:paraId="139CD612" w14:textId="20A2C49E" w:rsidR="00B776FE" w:rsidRPr="002A3ED8" w:rsidRDefault="00B776FE" w:rsidP="00B776FE">
            <w:pPr>
              <w:pStyle w:val="TBLContenu"/>
              <w:rPr>
                <w:lang w:bidi="en-US"/>
              </w:rPr>
            </w:pPr>
            <w:proofErr w:type="spellStart"/>
            <w:proofErr w:type="gramStart"/>
            <w:r>
              <w:rPr>
                <w:lang w:bidi="en-US"/>
              </w:rPr>
              <w:t>identifiantOI</w:t>
            </w:r>
            <w:proofErr w:type="spellEnd"/>
            <w:proofErr w:type="gramEnd"/>
            <w:r>
              <w:rPr>
                <w:lang w:bidi="en-US"/>
              </w:rPr>
              <w:t> : [1..1] Identifiant</w:t>
            </w:r>
          </w:p>
        </w:tc>
        <w:tc>
          <w:tcPr>
            <w:tcW w:w="1169" w:type="pct"/>
            <w:noWrap/>
          </w:tcPr>
          <w:p w14:paraId="02CD273E" w14:textId="0A990EE9" w:rsidR="00B776FE" w:rsidRDefault="00B776FE" w:rsidP="00B776FE">
            <w:pPr>
              <w:pStyle w:val="TBLContenu"/>
              <w:rPr>
                <w:lang w:bidi="en-US"/>
              </w:rPr>
            </w:pPr>
            <w:proofErr w:type="spellStart"/>
            <w:r>
              <w:rPr>
                <w:lang w:bidi="en-US"/>
              </w:rPr>
              <w:t>HealthcareService</w:t>
            </w:r>
            <w:proofErr w:type="spellEnd"/>
          </w:p>
          <w:p w14:paraId="13671991" w14:textId="5D44E755" w:rsidR="00B776FE" w:rsidRPr="002A3ED8" w:rsidRDefault="00B776FE" w:rsidP="00B776FE">
            <w:pPr>
              <w:pStyle w:val="TBLContenu"/>
              <w:rPr>
                <w:lang w:bidi="en-US"/>
              </w:rPr>
            </w:pPr>
            <w:proofErr w:type="spellStart"/>
            <w:r w:rsidRPr="0039032C">
              <w:rPr>
                <w:color w:val="F79646" w:themeColor="accent6"/>
                <w:lang w:bidi="en-US"/>
              </w:rPr>
              <w:t>FrHealthcareService</w:t>
            </w:r>
            <w:proofErr w:type="spellEnd"/>
          </w:p>
        </w:tc>
        <w:tc>
          <w:tcPr>
            <w:tcW w:w="1178" w:type="pct"/>
            <w:noWrap/>
          </w:tcPr>
          <w:p w14:paraId="156F9F67" w14:textId="40EDEB76" w:rsidR="00B776FE" w:rsidRDefault="00B776FE" w:rsidP="00B776FE">
            <w:pPr>
              <w:pStyle w:val="TBLContenu"/>
              <w:rPr>
                <w:lang w:bidi="en-US"/>
              </w:rPr>
            </w:pPr>
            <w:proofErr w:type="gramStart"/>
            <w:r>
              <w:rPr>
                <w:lang w:bidi="en-US"/>
              </w:rPr>
              <w:t>identifier</w:t>
            </w:r>
            <w:proofErr w:type="gramEnd"/>
            <w:r>
              <w:rPr>
                <w:lang w:bidi="en-US"/>
              </w:rPr>
              <w:t> : Identifier [0..*]</w:t>
            </w:r>
            <w:r w:rsidDel="00C10106">
              <w:rPr>
                <w:lang w:bidi="en-US"/>
              </w:rPr>
              <w:t xml:space="preserve"> </w:t>
            </w:r>
          </w:p>
        </w:tc>
      </w:tr>
      <w:tr w:rsidR="00B776FE" w:rsidRPr="002A3ED8" w14:paraId="5A727527" w14:textId="77777777" w:rsidTr="00B776FE">
        <w:trPr>
          <w:trHeight w:val="288"/>
        </w:trPr>
        <w:tc>
          <w:tcPr>
            <w:tcW w:w="1203" w:type="pct"/>
            <w:vMerge/>
            <w:noWrap/>
          </w:tcPr>
          <w:p w14:paraId="7EAADC03" w14:textId="77777777" w:rsidR="00B776FE" w:rsidRDefault="00B776FE" w:rsidP="00B776FE">
            <w:pPr>
              <w:pStyle w:val="TBLContenu"/>
              <w:rPr>
                <w:lang w:bidi="en-US"/>
              </w:rPr>
            </w:pPr>
          </w:p>
        </w:tc>
        <w:tc>
          <w:tcPr>
            <w:tcW w:w="1450" w:type="pct"/>
            <w:noWrap/>
          </w:tcPr>
          <w:p w14:paraId="7BC74F7B" w14:textId="7CFBB2D3" w:rsidR="00B776FE" w:rsidRDefault="00B776FE" w:rsidP="00B776FE">
            <w:pPr>
              <w:pStyle w:val="TBLContenu"/>
              <w:rPr>
                <w:lang w:bidi="en-US"/>
              </w:rPr>
            </w:pPr>
            <w:proofErr w:type="gramStart"/>
            <w:r>
              <w:rPr>
                <w:lang w:bidi="en-US"/>
              </w:rPr>
              <w:t>nom</w:t>
            </w:r>
            <w:proofErr w:type="gramEnd"/>
            <w:r>
              <w:rPr>
                <w:lang w:bidi="en-US"/>
              </w:rPr>
              <w:t xml:space="preserve"> : [0..1] Texte </w:t>
            </w:r>
          </w:p>
        </w:tc>
        <w:tc>
          <w:tcPr>
            <w:tcW w:w="1169" w:type="pct"/>
            <w:noWrap/>
          </w:tcPr>
          <w:p w14:paraId="5F084841" w14:textId="77777777" w:rsidR="00B776FE" w:rsidRDefault="00B776FE" w:rsidP="00B776FE">
            <w:pPr>
              <w:pStyle w:val="TBLContenu"/>
              <w:rPr>
                <w:lang w:bidi="en-US"/>
              </w:rPr>
            </w:pPr>
            <w:proofErr w:type="spellStart"/>
            <w:r>
              <w:rPr>
                <w:lang w:bidi="en-US"/>
              </w:rPr>
              <w:t>HealthcareService</w:t>
            </w:r>
            <w:proofErr w:type="spellEnd"/>
          </w:p>
          <w:p w14:paraId="28410D35" w14:textId="5BC8CC57" w:rsidR="00B776FE" w:rsidRDefault="00B776FE" w:rsidP="00B776FE">
            <w:pPr>
              <w:pStyle w:val="TBLContenu"/>
              <w:rPr>
                <w:lang w:bidi="en-US"/>
              </w:rPr>
            </w:pPr>
            <w:proofErr w:type="spellStart"/>
            <w:r w:rsidRPr="00A23149">
              <w:rPr>
                <w:color w:val="F79646" w:themeColor="accent6"/>
                <w:lang w:bidi="en-US"/>
              </w:rPr>
              <w:t>FrHealthcareService</w:t>
            </w:r>
            <w:proofErr w:type="spellEnd"/>
          </w:p>
        </w:tc>
        <w:tc>
          <w:tcPr>
            <w:tcW w:w="1178" w:type="pct"/>
            <w:noWrap/>
          </w:tcPr>
          <w:p w14:paraId="62A476E7" w14:textId="41540092" w:rsidR="00B776FE" w:rsidRDefault="00B776FE" w:rsidP="00B776FE">
            <w:pPr>
              <w:pStyle w:val="TBLContenu"/>
              <w:rPr>
                <w:lang w:bidi="en-US"/>
              </w:rPr>
            </w:pPr>
            <w:proofErr w:type="spellStart"/>
            <w:proofErr w:type="gramStart"/>
            <w:r>
              <w:rPr>
                <w:lang w:bidi="en-US"/>
              </w:rPr>
              <w:t>name</w:t>
            </w:r>
            <w:proofErr w:type="spellEnd"/>
            <w:proofErr w:type="gramEnd"/>
            <w:r>
              <w:rPr>
                <w:lang w:bidi="en-US"/>
              </w:rPr>
              <w:t> : string [0..1]</w:t>
            </w:r>
          </w:p>
        </w:tc>
      </w:tr>
      <w:tr w:rsidR="00B776FE" w:rsidRPr="002A3ED8" w14:paraId="1E75EF79" w14:textId="77777777" w:rsidTr="00B776FE">
        <w:trPr>
          <w:trHeight w:val="288"/>
        </w:trPr>
        <w:tc>
          <w:tcPr>
            <w:tcW w:w="1203" w:type="pct"/>
            <w:vMerge/>
            <w:noWrap/>
          </w:tcPr>
          <w:p w14:paraId="1B6B5368" w14:textId="77777777" w:rsidR="00B776FE" w:rsidRDefault="00B776FE" w:rsidP="00B776FE">
            <w:pPr>
              <w:pStyle w:val="TBLContenu"/>
              <w:rPr>
                <w:lang w:bidi="en-US"/>
              </w:rPr>
            </w:pPr>
          </w:p>
        </w:tc>
        <w:tc>
          <w:tcPr>
            <w:tcW w:w="1450" w:type="pct"/>
            <w:noWrap/>
          </w:tcPr>
          <w:p w14:paraId="7F6B88E8" w14:textId="4EA6A825" w:rsidR="00B776FE" w:rsidRDefault="00B776FE" w:rsidP="00B776FE">
            <w:pPr>
              <w:pStyle w:val="TBLContenu"/>
              <w:rPr>
                <w:lang w:bidi="en-US"/>
              </w:rPr>
            </w:pPr>
            <w:proofErr w:type="spellStart"/>
            <w:proofErr w:type="gramStart"/>
            <w:r>
              <w:rPr>
                <w:lang w:bidi="en-US"/>
              </w:rPr>
              <w:t>champActivite</w:t>
            </w:r>
            <w:proofErr w:type="spellEnd"/>
            <w:proofErr w:type="gramEnd"/>
            <w:r>
              <w:rPr>
                <w:lang w:bidi="en-US"/>
              </w:rPr>
              <w:t> : [0..1] Code</w:t>
            </w:r>
          </w:p>
        </w:tc>
        <w:tc>
          <w:tcPr>
            <w:tcW w:w="1169" w:type="pct"/>
            <w:noWrap/>
          </w:tcPr>
          <w:p w14:paraId="0B5EA67B" w14:textId="77777777" w:rsidR="00B776FE" w:rsidRDefault="00B776FE" w:rsidP="00B776FE">
            <w:pPr>
              <w:pStyle w:val="TBLContenu"/>
              <w:rPr>
                <w:lang w:bidi="en-US"/>
              </w:rPr>
            </w:pPr>
            <w:r>
              <w:rPr>
                <w:lang w:bidi="en-US"/>
              </w:rPr>
              <w:t>Schedule</w:t>
            </w:r>
          </w:p>
          <w:p w14:paraId="5B701B19" w14:textId="49679853" w:rsidR="00B776FE" w:rsidRDefault="00B776FE" w:rsidP="00B776FE">
            <w:pPr>
              <w:pStyle w:val="TBLContenu"/>
              <w:rPr>
                <w:lang w:bidi="en-US"/>
              </w:rPr>
            </w:pPr>
            <w:proofErr w:type="spellStart"/>
            <w:r>
              <w:rPr>
                <w:color w:val="F79646" w:themeColor="accent6"/>
                <w:lang w:bidi="en-US"/>
              </w:rPr>
              <w:t>FrS</w:t>
            </w:r>
            <w:r w:rsidRPr="000F1739">
              <w:rPr>
                <w:color w:val="F79646" w:themeColor="accent6"/>
                <w:lang w:bidi="en-US"/>
              </w:rPr>
              <w:t>chedule</w:t>
            </w:r>
            <w:proofErr w:type="spellEnd"/>
          </w:p>
        </w:tc>
        <w:tc>
          <w:tcPr>
            <w:tcW w:w="1178" w:type="pct"/>
            <w:noWrap/>
          </w:tcPr>
          <w:p w14:paraId="7C5B574D" w14:textId="77777777" w:rsidR="00B776FE" w:rsidRPr="00A8128F" w:rsidRDefault="00B776FE" w:rsidP="00B776FE">
            <w:pPr>
              <w:pStyle w:val="TBLContenu"/>
              <w:rPr>
                <w:color w:val="FF0000"/>
              </w:rPr>
            </w:pPr>
            <w:proofErr w:type="spellStart"/>
            <w:proofErr w:type="gramStart"/>
            <w:r w:rsidRPr="00A8128F">
              <w:rPr>
                <w:color w:val="FF0000"/>
                <w:lang w:bidi="en-US"/>
              </w:rPr>
              <w:t>serviceTypeDuration</w:t>
            </w:r>
            <w:proofErr w:type="spellEnd"/>
            <w:r w:rsidRPr="00A8128F">
              <w:rPr>
                <w:color w:val="FF0000"/>
                <w:lang w:bidi="en-US"/>
              </w:rPr>
              <w:t>[</w:t>
            </w:r>
            <w:proofErr w:type="gramEnd"/>
            <w:r w:rsidRPr="00A8128F">
              <w:rPr>
                <w:color w:val="FF0000"/>
                <w:lang w:bidi="en-US"/>
              </w:rPr>
              <w:t>0..*].</w:t>
            </w:r>
            <w:proofErr w:type="spellStart"/>
            <w:r w:rsidRPr="00A8128F">
              <w:rPr>
                <w:color w:val="FF0000"/>
                <w:lang w:bidi="en-US"/>
              </w:rPr>
              <w:t>serviceType</w:t>
            </w:r>
            <w:proofErr w:type="spellEnd"/>
            <w:r w:rsidRPr="00A8128F">
              <w:rPr>
                <w:color w:val="FF0000"/>
                <w:lang w:bidi="en-US"/>
              </w:rPr>
              <w:t xml:space="preserve"> : </w:t>
            </w:r>
            <w:proofErr w:type="spellStart"/>
            <w:r w:rsidRPr="00A8128F">
              <w:rPr>
                <w:color w:val="FF0000"/>
              </w:rPr>
              <w:t>CodeableConcept</w:t>
            </w:r>
            <w:proofErr w:type="spellEnd"/>
            <w:r w:rsidRPr="00A8128F">
              <w:rPr>
                <w:color w:val="FF0000"/>
              </w:rPr>
              <w:t xml:space="preserve"> [1..1]</w:t>
            </w:r>
            <w:r w:rsidRPr="00A8128F">
              <w:rPr>
                <w:rStyle w:val="Appelnotedebasdep"/>
                <w:color w:val="FF0000"/>
              </w:rPr>
              <w:footnoteRef/>
            </w:r>
          </w:p>
          <w:p w14:paraId="0C81B908" w14:textId="77777777" w:rsidR="00B776FE" w:rsidRDefault="00B776FE" w:rsidP="00B776FE">
            <w:pPr>
              <w:pStyle w:val="TBLContenu"/>
              <w:spacing w:after="0"/>
              <w:rPr>
                <w:i/>
                <w:color w:val="FF0000"/>
              </w:rPr>
            </w:pPr>
            <w:proofErr w:type="gramStart"/>
            <w:r w:rsidRPr="00C65ADC">
              <w:rPr>
                <w:i/>
                <w:color w:val="FF0000"/>
              </w:rPr>
              <w:t>extension</w:t>
            </w:r>
            <w:proofErr w:type="gramEnd"/>
            <w:r>
              <w:rPr>
                <w:i/>
                <w:color w:val="FF0000"/>
              </w:rPr>
              <w:t xml:space="preserve"> française</w:t>
            </w:r>
          </w:p>
          <w:p w14:paraId="76CC80CB" w14:textId="20FEEFD5" w:rsidR="00B776FE" w:rsidRDefault="00B776FE" w:rsidP="00B776FE">
            <w:pPr>
              <w:pStyle w:val="TBLContenu"/>
              <w:rPr>
                <w:lang w:bidi="en-US"/>
              </w:rPr>
            </w:pPr>
            <w:r>
              <w:rPr>
                <w:i/>
                <w:color w:val="FF0000"/>
                <w:lang w:bidi="en-US"/>
              </w:rPr>
              <w:t>(</w:t>
            </w:r>
            <w:proofErr w:type="spellStart"/>
            <w:r>
              <w:rPr>
                <w:i/>
                <w:color w:val="FF0000"/>
                <w:lang w:bidi="en-US"/>
              </w:rPr>
              <w:t>FrServiceTypeDuration</w:t>
            </w:r>
            <w:proofErr w:type="spellEnd"/>
            <w:r>
              <w:rPr>
                <w:i/>
                <w:color w:val="FF0000"/>
                <w:lang w:bidi="en-US"/>
              </w:rPr>
              <w:t>)</w:t>
            </w:r>
          </w:p>
        </w:tc>
      </w:tr>
      <w:tr w:rsidR="00B776FE" w:rsidRPr="002A3ED8" w14:paraId="0FDC7879" w14:textId="77777777" w:rsidTr="00B776FE">
        <w:trPr>
          <w:trHeight w:val="288"/>
        </w:trPr>
        <w:tc>
          <w:tcPr>
            <w:tcW w:w="1203" w:type="pct"/>
            <w:vMerge/>
            <w:noWrap/>
          </w:tcPr>
          <w:p w14:paraId="13FFD050" w14:textId="77777777" w:rsidR="00B776FE" w:rsidRDefault="00B776FE" w:rsidP="00B776FE">
            <w:pPr>
              <w:pStyle w:val="TBLContenu"/>
              <w:rPr>
                <w:lang w:bidi="en-US"/>
              </w:rPr>
            </w:pPr>
          </w:p>
        </w:tc>
        <w:tc>
          <w:tcPr>
            <w:tcW w:w="1450" w:type="pct"/>
            <w:noWrap/>
          </w:tcPr>
          <w:p w14:paraId="57E7501F" w14:textId="1104DCC6" w:rsidR="00B776FE" w:rsidRDefault="00B776FE" w:rsidP="00B776FE">
            <w:pPr>
              <w:pStyle w:val="TBLContenu"/>
              <w:rPr>
                <w:lang w:bidi="en-US"/>
              </w:rPr>
            </w:pPr>
            <w:proofErr w:type="spellStart"/>
            <w:proofErr w:type="gramStart"/>
            <w:r w:rsidRPr="00890089">
              <w:rPr>
                <w:lang w:bidi="en-US"/>
              </w:rPr>
              <w:t>telecommunication</w:t>
            </w:r>
            <w:proofErr w:type="spellEnd"/>
            <w:proofErr w:type="gramEnd"/>
            <w:r w:rsidRPr="00890089">
              <w:rPr>
                <w:lang w:bidi="en-US"/>
              </w:rPr>
              <w:t xml:space="preserve"> : [0..*] </w:t>
            </w:r>
            <w:proofErr w:type="spellStart"/>
            <w:r w:rsidRPr="00890089">
              <w:rPr>
                <w:lang w:bidi="en-US"/>
              </w:rPr>
              <w:t>Telecommunication</w:t>
            </w:r>
            <w:proofErr w:type="spellEnd"/>
          </w:p>
        </w:tc>
        <w:tc>
          <w:tcPr>
            <w:tcW w:w="1169" w:type="pct"/>
            <w:noWrap/>
          </w:tcPr>
          <w:p w14:paraId="0296517B" w14:textId="77777777" w:rsidR="00B776FE" w:rsidRDefault="00B776FE" w:rsidP="00B776FE">
            <w:pPr>
              <w:pStyle w:val="TBLContenu"/>
              <w:rPr>
                <w:lang w:bidi="en-US"/>
              </w:rPr>
            </w:pPr>
            <w:proofErr w:type="spellStart"/>
            <w:r>
              <w:rPr>
                <w:lang w:bidi="en-US"/>
              </w:rPr>
              <w:t>HealthcareService</w:t>
            </w:r>
            <w:proofErr w:type="spellEnd"/>
          </w:p>
          <w:p w14:paraId="5FF9A4E7" w14:textId="5BC07BFA" w:rsidR="00B776FE" w:rsidRDefault="00B776FE" w:rsidP="00B776FE">
            <w:pPr>
              <w:pStyle w:val="TBLContenu"/>
              <w:rPr>
                <w:lang w:bidi="en-US"/>
              </w:rPr>
            </w:pPr>
            <w:proofErr w:type="spellStart"/>
            <w:r w:rsidRPr="00A23149">
              <w:rPr>
                <w:color w:val="F79646" w:themeColor="accent6"/>
                <w:lang w:bidi="en-US"/>
              </w:rPr>
              <w:t>FrHealthcareService</w:t>
            </w:r>
            <w:proofErr w:type="spellEnd"/>
          </w:p>
        </w:tc>
        <w:tc>
          <w:tcPr>
            <w:tcW w:w="1178" w:type="pct"/>
            <w:noWrap/>
          </w:tcPr>
          <w:p w14:paraId="0738247D" w14:textId="7971B043" w:rsidR="00B776FE" w:rsidRDefault="00B776FE" w:rsidP="00B776FE">
            <w:pPr>
              <w:pStyle w:val="TBLContenu"/>
              <w:rPr>
                <w:lang w:bidi="en-US"/>
              </w:rPr>
            </w:pPr>
            <w:proofErr w:type="spellStart"/>
            <w:proofErr w:type="gramStart"/>
            <w:r w:rsidRPr="00890089">
              <w:rPr>
                <w:color w:val="auto"/>
                <w:lang w:bidi="en-US"/>
              </w:rPr>
              <w:t>telecom</w:t>
            </w:r>
            <w:proofErr w:type="spellEnd"/>
            <w:proofErr w:type="gramEnd"/>
            <w:r w:rsidRPr="00890089">
              <w:rPr>
                <w:color w:val="auto"/>
                <w:lang w:bidi="en-US"/>
              </w:rPr>
              <w:t xml:space="preserve"> : </w:t>
            </w:r>
            <w:proofErr w:type="spellStart"/>
            <w:r w:rsidRPr="00F11EA0">
              <w:rPr>
                <w:color w:val="F79646" w:themeColor="accent6"/>
                <w:lang w:bidi="en-US"/>
              </w:rPr>
              <w:t>FrContactPoint</w:t>
            </w:r>
            <w:proofErr w:type="spellEnd"/>
            <w:r w:rsidRPr="00F11EA0">
              <w:rPr>
                <w:color w:val="F79646" w:themeColor="accent6"/>
                <w:lang w:bidi="en-US"/>
              </w:rPr>
              <w:t xml:space="preserve"> </w:t>
            </w:r>
            <w:r>
              <w:rPr>
                <w:lang w:bidi="en-US"/>
              </w:rPr>
              <w:t>[0..*]</w:t>
            </w:r>
          </w:p>
        </w:tc>
      </w:tr>
      <w:tr w:rsidR="00B776FE" w:rsidRPr="002A3ED8" w14:paraId="6082258B" w14:textId="77777777" w:rsidTr="00B776FE">
        <w:trPr>
          <w:trHeight w:val="288"/>
        </w:trPr>
        <w:tc>
          <w:tcPr>
            <w:tcW w:w="1203" w:type="pct"/>
            <w:vMerge w:val="restart"/>
            <w:noWrap/>
          </w:tcPr>
          <w:p w14:paraId="021535DD" w14:textId="026EDF2B" w:rsidR="00B776FE" w:rsidRDefault="00B776FE" w:rsidP="00B776FE">
            <w:pPr>
              <w:pStyle w:val="TBLContenu"/>
              <w:rPr>
                <w:lang w:bidi="en-US"/>
              </w:rPr>
            </w:pPr>
            <w:r>
              <w:rPr>
                <w:lang w:bidi="en-US"/>
              </w:rPr>
              <w:t>Contact</w:t>
            </w:r>
          </w:p>
        </w:tc>
        <w:tc>
          <w:tcPr>
            <w:tcW w:w="1450" w:type="pct"/>
            <w:noWrap/>
          </w:tcPr>
          <w:p w14:paraId="02C01576" w14:textId="6DA8F374" w:rsidR="00B776FE" w:rsidRDefault="00B776FE" w:rsidP="00B776FE">
            <w:pPr>
              <w:pStyle w:val="TBLContenu"/>
              <w:rPr>
                <w:lang w:bidi="en-US"/>
              </w:rPr>
            </w:pPr>
            <w:proofErr w:type="spellStart"/>
            <w:proofErr w:type="gramStart"/>
            <w:r>
              <w:t>idContact</w:t>
            </w:r>
            <w:proofErr w:type="spellEnd"/>
            <w:proofErr w:type="gramEnd"/>
            <w:r>
              <w:t xml:space="preserve"> : [1..1] Identifiant</w:t>
            </w:r>
          </w:p>
        </w:tc>
        <w:tc>
          <w:tcPr>
            <w:tcW w:w="1169" w:type="pct"/>
            <w:noWrap/>
          </w:tcPr>
          <w:p w14:paraId="1E040FDC" w14:textId="238294A9" w:rsidR="00B776FE" w:rsidRPr="005A2610" w:rsidRDefault="00B776FE" w:rsidP="00B776FE">
            <w:pPr>
              <w:pStyle w:val="TBLContenu"/>
              <w:rPr>
                <w:lang w:bidi="en-US"/>
              </w:rPr>
            </w:pPr>
            <w:proofErr w:type="spellStart"/>
            <w:r w:rsidRPr="005A2610">
              <w:rPr>
                <w:lang w:bidi="en-US"/>
              </w:rPr>
              <w:t>RelatedPerson</w:t>
            </w:r>
            <w:proofErr w:type="spellEnd"/>
          </w:p>
          <w:p w14:paraId="1CE13A0B" w14:textId="79B42713" w:rsidR="00B776FE" w:rsidRPr="005A2610" w:rsidRDefault="00B776FE" w:rsidP="00B776FE">
            <w:pPr>
              <w:pStyle w:val="TBLContenu"/>
              <w:rPr>
                <w:lang w:bidi="en-US"/>
              </w:rPr>
            </w:pPr>
            <w:proofErr w:type="spellStart"/>
            <w:r w:rsidRPr="005A2610">
              <w:rPr>
                <w:color w:val="F79646" w:themeColor="accent6"/>
                <w:lang w:bidi="en-US"/>
              </w:rPr>
              <w:t>FrRelatedPerson</w:t>
            </w:r>
            <w:proofErr w:type="spellEnd"/>
          </w:p>
        </w:tc>
        <w:tc>
          <w:tcPr>
            <w:tcW w:w="1178" w:type="pct"/>
            <w:noWrap/>
          </w:tcPr>
          <w:p w14:paraId="4EBA6A05" w14:textId="3580BF74" w:rsidR="00B776FE" w:rsidRPr="005A2610" w:rsidRDefault="00B776FE" w:rsidP="00B776FE">
            <w:pPr>
              <w:pStyle w:val="TBLContenu"/>
              <w:rPr>
                <w:lang w:bidi="en-US"/>
              </w:rPr>
            </w:pPr>
            <w:proofErr w:type="gramStart"/>
            <w:r w:rsidRPr="005A2610">
              <w:rPr>
                <w:lang w:bidi="en-US"/>
              </w:rPr>
              <w:t>identifier</w:t>
            </w:r>
            <w:proofErr w:type="gramEnd"/>
            <w:r w:rsidRPr="005A2610">
              <w:rPr>
                <w:lang w:bidi="en-US"/>
              </w:rPr>
              <w:t xml:space="preserve"> : Identifier [1..1] </w:t>
            </w:r>
          </w:p>
        </w:tc>
      </w:tr>
      <w:tr w:rsidR="00B776FE" w:rsidRPr="002A3ED8" w14:paraId="5ED9A0EB" w14:textId="77777777" w:rsidTr="00B776FE">
        <w:trPr>
          <w:trHeight w:val="288"/>
        </w:trPr>
        <w:tc>
          <w:tcPr>
            <w:tcW w:w="1203" w:type="pct"/>
            <w:vMerge/>
            <w:noWrap/>
          </w:tcPr>
          <w:p w14:paraId="65F5D7F1" w14:textId="77777777" w:rsidR="00B776FE" w:rsidRDefault="00B776FE" w:rsidP="00B776FE">
            <w:pPr>
              <w:pStyle w:val="TBLContenu"/>
              <w:rPr>
                <w:lang w:bidi="en-US"/>
              </w:rPr>
            </w:pPr>
          </w:p>
        </w:tc>
        <w:tc>
          <w:tcPr>
            <w:tcW w:w="1450" w:type="pct"/>
            <w:noWrap/>
          </w:tcPr>
          <w:p w14:paraId="236A21AD" w14:textId="107547D3" w:rsidR="00B776FE" w:rsidRDefault="00B776FE" w:rsidP="00B776FE">
            <w:pPr>
              <w:pStyle w:val="TBLContenu"/>
            </w:pPr>
            <w:proofErr w:type="gramStart"/>
            <w:r w:rsidRPr="00B43FD0">
              <w:rPr>
                <w:lang w:bidi="en-US"/>
              </w:rPr>
              <w:t>adresse</w:t>
            </w:r>
            <w:proofErr w:type="gramEnd"/>
            <w:r w:rsidRPr="00B43FD0">
              <w:rPr>
                <w:lang w:bidi="en-US"/>
              </w:rPr>
              <w:t xml:space="preserve"> : [0..</w:t>
            </w:r>
            <w:r>
              <w:rPr>
                <w:lang w:bidi="en-US"/>
              </w:rPr>
              <w:t>1</w:t>
            </w:r>
            <w:r w:rsidRPr="00B43FD0">
              <w:rPr>
                <w:lang w:bidi="en-US"/>
              </w:rPr>
              <w:t>] Adresse</w:t>
            </w:r>
          </w:p>
        </w:tc>
        <w:tc>
          <w:tcPr>
            <w:tcW w:w="1169" w:type="pct"/>
            <w:noWrap/>
          </w:tcPr>
          <w:p w14:paraId="7E513208" w14:textId="3B1D22E2" w:rsidR="00B776FE" w:rsidRPr="005A2610" w:rsidRDefault="00B776FE" w:rsidP="00B776FE">
            <w:pPr>
              <w:pStyle w:val="TBLContenu"/>
              <w:rPr>
                <w:lang w:bidi="en-US"/>
              </w:rPr>
            </w:pPr>
            <w:proofErr w:type="spellStart"/>
            <w:r w:rsidRPr="005A2610">
              <w:rPr>
                <w:lang w:bidi="en-US"/>
              </w:rPr>
              <w:t>RelatedPerson</w:t>
            </w:r>
            <w:proofErr w:type="spellEnd"/>
          </w:p>
          <w:p w14:paraId="399ABD9E" w14:textId="5A4D13B9" w:rsidR="00B776FE" w:rsidRPr="005A2610" w:rsidRDefault="00B776FE" w:rsidP="00B776FE">
            <w:pPr>
              <w:pStyle w:val="TBLContenu"/>
              <w:rPr>
                <w:lang w:bidi="en-US"/>
              </w:rPr>
            </w:pPr>
            <w:proofErr w:type="spellStart"/>
            <w:r w:rsidRPr="005A2610">
              <w:rPr>
                <w:color w:val="F79646" w:themeColor="accent6"/>
                <w:lang w:bidi="en-US"/>
              </w:rPr>
              <w:t>FrRelatedPerson</w:t>
            </w:r>
            <w:proofErr w:type="spellEnd"/>
          </w:p>
        </w:tc>
        <w:tc>
          <w:tcPr>
            <w:tcW w:w="1178" w:type="pct"/>
            <w:noWrap/>
          </w:tcPr>
          <w:p w14:paraId="00693317" w14:textId="0BF94895" w:rsidR="00B776FE" w:rsidRPr="005A2610" w:rsidRDefault="00B776FE" w:rsidP="00B776FE">
            <w:pPr>
              <w:pStyle w:val="TBLContenu"/>
              <w:rPr>
                <w:lang w:bidi="en-US"/>
              </w:rPr>
            </w:pPr>
            <w:proofErr w:type="spellStart"/>
            <w:proofErr w:type="gramStart"/>
            <w:r w:rsidRPr="005A2610">
              <w:rPr>
                <w:lang w:bidi="en-US"/>
              </w:rPr>
              <w:t>address</w:t>
            </w:r>
            <w:proofErr w:type="spellEnd"/>
            <w:proofErr w:type="gramEnd"/>
            <w:r w:rsidRPr="005A2610">
              <w:rPr>
                <w:lang w:bidi="en-US"/>
              </w:rPr>
              <w:t xml:space="preserve"> : </w:t>
            </w:r>
            <w:proofErr w:type="spellStart"/>
            <w:r w:rsidRPr="005A2610">
              <w:t>Address</w:t>
            </w:r>
            <w:proofErr w:type="spellEnd"/>
            <w:r w:rsidRPr="005A2610">
              <w:t xml:space="preserve"> [0..*]</w:t>
            </w:r>
          </w:p>
        </w:tc>
      </w:tr>
      <w:tr w:rsidR="00B776FE" w:rsidRPr="002A3ED8" w14:paraId="3D2AE253" w14:textId="77777777" w:rsidTr="00B776FE">
        <w:trPr>
          <w:trHeight w:val="288"/>
        </w:trPr>
        <w:tc>
          <w:tcPr>
            <w:tcW w:w="1203" w:type="pct"/>
            <w:vMerge/>
            <w:noWrap/>
          </w:tcPr>
          <w:p w14:paraId="174BFB02" w14:textId="77777777" w:rsidR="00B776FE" w:rsidRDefault="00B776FE" w:rsidP="00B776FE">
            <w:pPr>
              <w:pStyle w:val="TBLContenu"/>
              <w:rPr>
                <w:lang w:bidi="en-US"/>
              </w:rPr>
            </w:pPr>
          </w:p>
        </w:tc>
        <w:tc>
          <w:tcPr>
            <w:tcW w:w="1450" w:type="pct"/>
            <w:noWrap/>
          </w:tcPr>
          <w:p w14:paraId="58E92755" w14:textId="7562305A" w:rsidR="00B776FE" w:rsidRDefault="00B776FE" w:rsidP="00B776FE">
            <w:pPr>
              <w:pStyle w:val="TBLContenu"/>
            </w:pPr>
            <w:proofErr w:type="spellStart"/>
            <w:proofErr w:type="gramStart"/>
            <w:r w:rsidRPr="00B43FD0">
              <w:rPr>
                <w:lang w:bidi="en-US"/>
              </w:rPr>
              <w:t>telecommunication</w:t>
            </w:r>
            <w:proofErr w:type="spellEnd"/>
            <w:proofErr w:type="gramEnd"/>
            <w:r w:rsidRPr="00B43FD0">
              <w:rPr>
                <w:lang w:bidi="en-US"/>
              </w:rPr>
              <w:t xml:space="preserve"> : [0..*] </w:t>
            </w:r>
            <w:proofErr w:type="spellStart"/>
            <w:r w:rsidRPr="00B43FD0">
              <w:rPr>
                <w:lang w:bidi="en-US"/>
              </w:rPr>
              <w:t>Telecommunication</w:t>
            </w:r>
            <w:proofErr w:type="spellEnd"/>
          </w:p>
        </w:tc>
        <w:tc>
          <w:tcPr>
            <w:tcW w:w="1169" w:type="pct"/>
            <w:noWrap/>
          </w:tcPr>
          <w:p w14:paraId="52E5DDB0" w14:textId="77777777" w:rsidR="00B776FE" w:rsidRPr="005A2610" w:rsidRDefault="00B776FE" w:rsidP="00B776FE">
            <w:pPr>
              <w:pStyle w:val="TBLContenu"/>
              <w:rPr>
                <w:lang w:bidi="en-US"/>
              </w:rPr>
            </w:pPr>
            <w:proofErr w:type="spellStart"/>
            <w:r w:rsidRPr="005A2610">
              <w:rPr>
                <w:lang w:bidi="en-US"/>
              </w:rPr>
              <w:t>RelatedPerson</w:t>
            </w:r>
            <w:proofErr w:type="spellEnd"/>
          </w:p>
          <w:p w14:paraId="0396DD25" w14:textId="3484FFE4" w:rsidR="00B776FE" w:rsidRPr="005A2610" w:rsidRDefault="00B776FE" w:rsidP="00B776FE">
            <w:pPr>
              <w:pStyle w:val="TBLContenu"/>
              <w:rPr>
                <w:lang w:bidi="en-US"/>
              </w:rPr>
            </w:pPr>
            <w:proofErr w:type="spellStart"/>
            <w:r w:rsidRPr="005A2610">
              <w:rPr>
                <w:color w:val="F79646" w:themeColor="accent6"/>
                <w:lang w:bidi="en-US"/>
              </w:rPr>
              <w:t>FrRelatedPerson</w:t>
            </w:r>
            <w:proofErr w:type="spellEnd"/>
          </w:p>
        </w:tc>
        <w:tc>
          <w:tcPr>
            <w:tcW w:w="1178" w:type="pct"/>
            <w:noWrap/>
          </w:tcPr>
          <w:p w14:paraId="4DAE922F" w14:textId="57767F7B" w:rsidR="00B776FE" w:rsidRPr="005A2610" w:rsidRDefault="00B776FE" w:rsidP="00B776FE">
            <w:pPr>
              <w:pStyle w:val="TBLContenu"/>
              <w:rPr>
                <w:lang w:bidi="en-US"/>
              </w:rPr>
            </w:pPr>
            <w:proofErr w:type="spellStart"/>
            <w:proofErr w:type="gramStart"/>
            <w:r w:rsidRPr="005A2610">
              <w:rPr>
                <w:lang w:bidi="en-US"/>
              </w:rPr>
              <w:t>telecom</w:t>
            </w:r>
            <w:proofErr w:type="spellEnd"/>
            <w:proofErr w:type="gramEnd"/>
            <w:r w:rsidRPr="005A2610">
              <w:rPr>
                <w:lang w:bidi="en-US"/>
              </w:rPr>
              <w:t xml:space="preserve"> </w:t>
            </w:r>
            <w:r w:rsidRPr="005A2610">
              <w:t xml:space="preserve">: </w:t>
            </w:r>
            <w:proofErr w:type="spellStart"/>
            <w:r w:rsidRPr="005A2610">
              <w:rPr>
                <w:color w:val="F79646" w:themeColor="accent6"/>
              </w:rPr>
              <w:t>FrContactPoint</w:t>
            </w:r>
            <w:proofErr w:type="spellEnd"/>
            <w:r w:rsidRPr="005A2610">
              <w:rPr>
                <w:color w:val="F79646" w:themeColor="accent6"/>
              </w:rPr>
              <w:t xml:space="preserve"> </w:t>
            </w:r>
            <w:r w:rsidRPr="005A2610">
              <w:t>[0..*]</w:t>
            </w:r>
          </w:p>
        </w:tc>
      </w:tr>
      <w:tr w:rsidR="00B776FE" w:rsidRPr="002A3ED8" w14:paraId="0F0D351C" w14:textId="77777777" w:rsidTr="00B776FE">
        <w:trPr>
          <w:trHeight w:val="288"/>
        </w:trPr>
        <w:tc>
          <w:tcPr>
            <w:tcW w:w="1203" w:type="pct"/>
            <w:vMerge w:val="restart"/>
            <w:noWrap/>
          </w:tcPr>
          <w:p w14:paraId="08ECB93D" w14:textId="3A1210F1" w:rsidR="00B776FE" w:rsidRDefault="00B776FE" w:rsidP="00B776FE">
            <w:pPr>
              <w:pStyle w:val="TBLContenu"/>
              <w:rPr>
                <w:lang w:bidi="en-US"/>
              </w:rPr>
            </w:pPr>
            <w:proofErr w:type="spellStart"/>
            <w:r w:rsidRPr="00B43FD0">
              <w:rPr>
                <w:lang w:bidi="en-US"/>
              </w:rPr>
              <w:t>PersonnePhysique</w:t>
            </w:r>
            <w:proofErr w:type="spellEnd"/>
          </w:p>
        </w:tc>
        <w:tc>
          <w:tcPr>
            <w:tcW w:w="1450" w:type="pct"/>
            <w:noWrap/>
          </w:tcPr>
          <w:p w14:paraId="7C8AFBC6" w14:textId="6220C12B" w:rsidR="00B776FE" w:rsidRPr="00B43FD0" w:rsidRDefault="00B776FE" w:rsidP="00B776FE">
            <w:pPr>
              <w:pStyle w:val="TBLContenu"/>
              <w:rPr>
                <w:lang w:bidi="en-US"/>
              </w:rPr>
            </w:pPr>
            <w:proofErr w:type="spellStart"/>
            <w:proofErr w:type="gramStart"/>
            <w:r w:rsidRPr="001365DE">
              <w:rPr>
                <w:lang w:bidi="en-US"/>
              </w:rPr>
              <w:t>nomFamille</w:t>
            </w:r>
            <w:proofErr w:type="spellEnd"/>
            <w:proofErr w:type="gramEnd"/>
            <w:r w:rsidRPr="001365DE">
              <w:rPr>
                <w:lang w:bidi="en-US"/>
              </w:rPr>
              <w:t xml:space="preserve"> : [0..*] Texte</w:t>
            </w:r>
          </w:p>
        </w:tc>
        <w:tc>
          <w:tcPr>
            <w:tcW w:w="1169" w:type="pct"/>
            <w:noWrap/>
          </w:tcPr>
          <w:p w14:paraId="1D9F83BD" w14:textId="77777777" w:rsidR="00B776FE" w:rsidRPr="005A2610" w:rsidRDefault="00B776FE" w:rsidP="00B776FE">
            <w:pPr>
              <w:pStyle w:val="TBLContenu"/>
              <w:rPr>
                <w:lang w:bidi="en-US"/>
              </w:rPr>
            </w:pPr>
            <w:proofErr w:type="spellStart"/>
            <w:r w:rsidRPr="005A2610">
              <w:rPr>
                <w:lang w:bidi="en-US"/>
              </w:rPr>
              <w:t>RelatedPerson</w:t>
            </w:r>
            <w:proofErr w:type="spellEnd"/>
          </w:p>
          <w:p w14:paraId="7AE9D7FB" w14:textId="3BF0F5CB" w:rsidR="00B776FE" w:rsidRPr="005A2610" w:rsidRDefault="00B776FE" w:rsidP="00B776FE">
            <w:pPr>
              <w:pStyle w:val="TBLContenu"/>
              <w:rPr>
                <w:lang w:bidi="en-US"/>
              </w:rPr>
            </w:pPr>
            <w:proofErr w:type="spellStart"/>
            <w:r w:rsidRPr="005A2610">
              <w:rPr>
                <w:color w:val="F79646" w:themeColor="accent6"/>
                <w:lang w:bidi="en-US"/>
              </w:rPr>
              <w:t>FrRelatedPerson</w:t>
            </w:r>
            <w:proofErr w:type="spellEnd"/>
          </w:p>
        </w:tc>
        <w:tc>
          <w:tcPr>
            <w:tcW w:w="1178" w:type="pct"/>
            <w:noWrap/>
          </w:tcPr>
          <w:p w14:paraId="70CC50FF" w14:textId="77777777" w:rsidR="00B776FE" w:rsidRPr="005A2610" w:rsidRDefault="00B776FE" w:rsidP="00B776FE">
            <w:pPr>
              <w:pStyle w:val="TBLContenu"/>
            </w:pPr>
            <w:proofErr w:type="spellStart"/>
            <w:proofErr w:type="gramStart"/>
            <w:r w:rsidRPr="005A2610">
              <w:rPr>
                <w:lang w:bidi="en-US"/>
              </w:rPr>
              <w:t>name</w:t>
            </w:r>
            <w:proofErr w:type="spellEnd"/>
            <w:r w:rsidRPr="005A2610">
              <w:rPr>
                <w:color w:val="7F7F7F" w:themeColor="text1" w:themeTint="80"/>
                <w:lang w:bidi="en-US"/>
              </w:rPr>
              <w:t>[</w:t>
            </w:r>
            <w:proofErr w:type="gramEnd"/>
            <w:r w:rsidRPr="005A2610">
              <w:rPr>
                <w:color w:val="7F7F7F" w:themeColor="text1" w:themeTint="80"/>
                <w:lang w:bidi="en-US"/>
              </w:rPr>
              <w:t>0..*]</w:t>
            </w:r>
            <w:r w:rsidRPr="005A2610">
              <w:rPr>
                <w:lang w:bidi="en-US"/>
              </w:rPr>
              <w:t>.</w:t>
            </w:r>
            <w:proofErr w:type="spellStart"/>
            <w:r w:rsidRPr="005A2610">
              <w:rPr>
                <w:lang w:bidi="en-US"/>
              </w:rPr>
              <w:t>family</w:t>
            </w:r>
            <w:proofErr w:type="spellEnd"/>
            <w:r w:rsidRPr="005A2610">
              <w:rPr>
                <w:lang w:bidi="en-US"/>
              </w:rPr>
              <w:t xml:space="preserve"> : </w:t>
            </w:r>
            <w:r w:rsidRPr="005A2610">
              <w:t>string [0..1]</w:t>
            </w:r>
          </w:p>
          <w:p w14:paraId="780FBE87" w14:textId="694C2B6A" w:rsidR="00B776FE" w:rsidRPr="005A2610" w:rsidRDefault="00B776FE" w:rsidP="00B776FE">
            <w:pPr>
              <w:pStyle w:val="TBLContenu"/>
              <w:rPr>
                <w:lang w:bidi="en-US"/>
              </w:rPr>
            </w:pPr>
            <w:r w:rsidRPr="005A2610">
              <w:rPr>
                <w:lang w:bidi="en-US"/>
              </w:rPr>
              <w:t>(</w:t>
            </w:r>
            <w:proofErr w:type="spellStart"/>
            <w:r w:rsidRPr="005A2610">
              <w:rPr>
                <w:color w:val="F79646" w:themeColor="accent6"/>
                <w:lang w:bidi="en-US"/>
              </w:rPr>
              <w:t>FrHumanName</w:t>
            </w:r>
            <w:proofErr w:type="spellEnd"/>
            <w:r w:rsidRPr="005A2610">
              <w:t>)</w:t>
            </w:r>
          </w:p>
        </w:tc>
      </w:tr>
      <w:tr w:rsidR="00B776FE" w:rsidRPr="002A3ED8" w14:paraId="118F1939" w14:textId="77777777" w:rsidTr="00B776FE">
        <w:trPr>
          <w:trHeight w:val="288"/>
        </w:trPr>
        <w:tc>
          <w:tcPr>
            <w:tcW w:w="1203" w:type="pct"/>
            <w:vMerge/>
            <w:noWrap/>
          </w:tcPr>
          <w:p w14:paraId="164820DB" w14:textId="77777777" w:rsidR="00B776FE" w:rsidRDefault="00B776FE" w:rsidP="00B776FE">
            <w:pPr>
              <w:pStyle w:val="TBLContenu"/>
              <w:rPr>
                <w:lang w:bidi="en-US"/>
              </w:rPr>
            </w:pPr>
          </w:p>
        </w:tc>
        <w:tc>
          <w:tcPr>
            <w:tcW w:w="1450" w:type="pct"/>
            <w:noWrap/>
          </w:tcPr>
          <w:p w14:paraId="68214148" w14:textId="52453FB9" w:rsidR="00B776FE" w:rsidRPr="00B43FD0" w:rsidRDefault="00B776FE" w:rsidP="00B776FE">
            <w:pPr>
              <w:pStyle w:val="TBLContenu"/>
              <w:rPr>
                <w:lang w:bidi="en-US"/>
              </w:rPr>
            </w:pPr>
            <w:proofErr w:type="spellStart"/>
            <w:proofErr w:type="gramStart"/>
            <w:r w:rsidRPr="00B43FD0">
              <w:rPr>
                <w:lang w:bidi="en-US"/>
              </w:rPr>
              <w:t>prenomUsuel</w:t>
            </w:r>
            <w:proofErr w:type="spellEnd"/>
            <w:proofErr w:type="gramEnd"/>
            <w:r w:rsidRPr="00B43FD0">
              <w:rPr>
                <w:lang w:bidi="en-US"/>
              </w:rPr>
              <w:t xml:space="preserve"> : [0..*] Texte</w:t>
            </w:r>
          </w:p>
        </w:tc>
        <w:tc>
          <w:tcPr>
            <w:tcW w:w="1169" w:type="pct"/>
            <w:noWrap/>
          </w:tcPr>
          <w:p w14:paraId="45AA7FB6" w14:textId="77777777" w:rsidR="00B776FE" w:rsidRPr="005A2610" w:rsidRDefault="00B776FE" w:rsidP="00B776FE">
            <w:pPr>
              <w:pStyle w:val="TBLContenu"/>
              <w:rPr>
                <w:lang w:bidi="en-US"/>
              </w:rPr>
            </w:pPr>
            <w:proofErr w:type="spellStart"/>
            <w:r w:rsidRPr="005A2610">
              <w:rPr>
                <w:lang w:bidi="en-US"/>
              </w:rPr>
              <w:t>RelatedPerson</w:t>
            </w:r>
            <w:proofErr w:type="spellEnd"/>
          </w:p>
          <w:p w14:paraId="5ED24B2F" w14:textId="1F5230E0" w:rsidR="00B776FE" w:rsidRPr="005A2610" w:rsidRDefault="00B776FE" w:rsidP="00B776FE">
            <w:pPr>
              <w:pStyle w:val="TBLContenu"/>
              <w:rPr>
                <w:lang w:bidi="en-US"/>
              </w:rPr>
            </w:pPr>
            <w:proofErr w:type="spellStart"/>
            <w:r w:rsidRPr="005A2610">
              <w:rPr>
                <w:color w:val="F79646" w:themeColor="accent6"/>
                <w:lang w:bidi="en-US"/>
              </w:rPr>
              <w:t>FrRelatedPerson</w:t>
            </w:r>
            <w:proofErr w:type="spellEnd"/>
          </w:p>
        </w:tc>
        <w:tc>
          <w:tcPr>
            <w:tcW w:w="1178" w:type="pct"/>
            <w:noWrap/>
          </w:tcPr>
          <w:p w14:paraId="6ED14367" w14:textId="77777777" w:rsidR="00B776FE" w:rsidRPr="005A2610" w:rsidRDefault="00B776FE" w:rsidP="00B776FE">
            <w:pPr>
              <w:pStyle w:val="TBLContenu"/>
            </w:pPr>
            <w:proofErr w:type="spellStart"/>
            <w:proofErr w:type="gramStart"/>
            <w:r w:rsidRPr="005A2610">
              <w:rPr>
                <w:lang w:bidi="en-US"/>
              </w:rPr>
              <w:t>name</w:t>
            </w:r>
            <w:proofErr w:type="spellEnd"/>
            <w:r w:rsidRPr="005A2610">
              <w:rPr>
                <w:color w:val="7F7F7F" w:themeColor="text1" w:themeTint="80"/>
                <w:lang w:bidi="en-US"/>
              </w:rPr>
              <w:t>[</w:t>
            </w:r>
            <w:proofErr w:type="gramEnd"/>
            <w:r w:rsidRPr="005A2610">
              <w:rPr>
                <w:color w:val="7F7F7F" w:themeColor="text1" w:themeTint="80"/>
                <w:lang w:bidi="en-US"/>
              </w:rPr>
              <w:t>0..*]</w:t>
            </w:r>
            <w:r w:rsidRPr="005A2610">
              <w:rPr>
                <w:lang w:bidi="en-US"/>
              </w:rPr>
              <w:t>.</w:t>
            </w:r>
            <w:proofErr w:type="spellStart"/>
            <w:r w:rsidRPr="005A2610">
              <w:rPr>
                <w:lang w:bidi="en-US"/>
              </w:rPr>
              <w:t>given</w:t>
            </w:r>
            <w:proofErr w:type="spellEnd"/>
            <w:r w:rsidRPr="005A2610">
              <w:t> : string [0..*]</w:t>
            </w:r>
          </w:p>
          <w:p w14:paraId="449B36B8" w14:textId="6D13AEF1" w:rsidR="00B776FE" w:rsidRPr="005A2610" w:rsidRDefault="00B776FE" w:rsidP="00B776FE">
            <w:pPr>
              <w:pStyle w:val="TBLContenu"/>
              <w:rPr>
                <w:lang w:bidi="en-US"/>
              </w:rPr>
            </w:pPr>
            <w:r w:rsidRPr="005A2610">
              <w:rPr>
                <w:lang w:bidi="en-US"/>
              </w:rPr>
              <w:t>(</w:t>
            </w:r>
            <w:proofErr w:type="spellStart"/>
            <w:r w:rsidRPr="005A2610">
              <w:rPr>
                <w:color w:val="F79646" w:themeColor="accent6"/>
                <w:lang w:bidi="en-US"/>
              </w:rPr>
              <w:t>FrHumanName</w:t>
            </w:r>
            <w:proofErr w:type="spellEnd"/>
            <w:r w:rsidRPr="005A2610">
              <w:t>)</w:t>
            </w:r>
          </w:p>
        </w:tc>
      </w:tr>
      <w:tr w:rsidR="00B776FE" w:rsidRPr="002A3ED8" w14:paraId="09DD3548" w14:textId="77777777" w:rsidTr="00B776FE">
        <w:trPr>
          <w:trHeight w:val="288"/>
        </w:trPr>
        <w:tc>
          <w:tcPr>
            <w:tcW w:w="1203" w:type="pct"/>
            <w:noWrap/>
          </w:tcPr>
          <w:p w14:paraId="3607FE6E" w14:textId="1CB82F90" w:rsidR="00B776FE" w:rsidDel="00A37206" w:rsidRDefault="00B776FE" w:rsidP="00B776FE">
            <w:pPr>
              <w:pStyle w:val="TBLContenu"/>
              <w:rPr>
                <w:lang w:bidi="en-US"/>
              </w:rPr>
            </w:pPr>
            <w:proofErr w:type="spellStart"/>
            <w:r>
              <w:rPr>
                <w:lang w:bidi="en-US"/>
              </w:rPr>
              <w:t>Creneau</w:t>
            </w:r>
            <w:proofErr w:type="spellEnd"/>
          </w:p>
        </w:tc>
        <w:tc>
          <w:tcPr>
            <w:tcW w:w="1450" w:type="pct"/>
            <w:noWrap/>
          </w:tcPr>
          <w:p w14:paraId="6BB880C0" w14:textId="225A70E7" w:rsidR="00B776FE" w:rsidRDefault="00B776FE" w:rsidP="00B776FE">
            <w:pPr>
              <w:pStyle w:val="TBLContenu"/>
            </w:pPr>
            <w:proofErr w:type="spellStart"/>
            <w:proofErr w:type="gramStart"/>
            <w:r>
              <w:t>idCrenau</w:t>
            </w:r>
            <w:proofErr w:type="spellEnd"/>
            <w:proofErr w:type="gramEnd"/>
            <w:r>
              <w:t> : Identifiant [1..1]</w:t>
            </w:r>
          </w:p>
        </w:tc>
        <w:tc>
          <w:tcPr>
            <w:tcW w:w="1169" w:type="pct"/>
            <w:noWrap/>
          </w:tcPr>
          <w:p w14:paraId="39039EA2" w14:textId="346A5CC1" w:rsidR="00B776FE" w:rsidRDefault="00B776FE" w:rsidP="00B776FE">
            <w:pPr>
              <w:pStyle w:val="TBLContenu"/>
              <w:rPr>
                <w:lang w:bidi="en-US"/>
              </w:rPr>
            </w:pPr>
            <w:r>
              <w:rPr>
                <w:lang w:bidi="en-US"/>
              </w:rPr>
              <w:t>Slot</w:t>
            </w:r>
          </w:p>
          <w:p w14:paraId="203027D5" w14:textId="11D789E2" w:rsidR="00B776FE" w:rsidRDefault="00B776FE" w:rsidP="00B776FE">
            <w:pPr>
              <w:pStyle w:val="TBLContenu"/>
              <w:rPr>
                <w:lang w:bidi="en-US"/>
              </w:rPr>
            </w:pPr>
            <w:proofErr w:type="spellStart"/>
            <w:r w:rsidRPr="000041D5">
              <w:rPr>
                <w:color w:val="F79646" w:themeColor="accent6"/>
                <w:lang w:bidi="en-US"/>
              </w:rPr>
              <w:t>FrSlot</w:t>
            </w:r>
            <w:proofErr w:type="spellEnd"/>
          </w:p>
        </w:tc>
        <w:tc>
          <w:tcPr>
            <w:tcW w:w="1178" w:type="pct"/>
            <w:noWrap/>
          </w:tcPr>
          <w:p w14:paraId="6D996F1B" w14:textId="16D12041" w:rsidR="00B776FE" w:rsidRDefault="00B776FE" w:rsidP="00B776FE">
            <w:pPr>
              <w:pStyle w:val="TBLContenu"/>
              <w:rPr>
                <w:lang w:bidi="en-US"/>
              </w:rPr>
            </w:pPr>
            <w:proofErr w:type="gramStart"/>
            <w:r>
              <w:rPr>
                <w:lang w:bidi="en-US"/>
              </w:rPr>
              <w:t>identifier</w:t>
            </w:r>
            <w:proofErr w:type="gramEnd"/>
            <w:r>
              <w:rPr>
                <w:lang w:bidi="en-US"/>
              </w:rPr>
              <w:t> : Identifier [0..*]</w:t>
            </w:r>
          </w:p>
          <w:p w14:paraId="7274E760" w14:textId="11D1637A" w:rsidR="00B776FE" w:rsidRDefault="00B776FE" w:rsidP="00B776FE">
            <w:pPr>
              <w:pStyle w:val="TBLContenu"/>
              <w:rPr>
                <w:lang w:bidi="en-US"/>
              </w:rPr>
            </w:pPr>
          </w:p>
        </w:tc>
      </w:tr>
    </w:tbl>
    <w:p w14:paraId="7BE73CA1" w14:textId="440D2D34" w:rsidR="002206AD" w:rsidRPr="003627CF" w:rsidRDefault="002206AD" w:rsidP="001F4BD5">
      <w:pPr>
        <w:pStyle w:val="Lgende"/>
        <w:rPr>
          <w:lang w:bidi="en-US"/>
        </w:rPr>
      </w:pPr>
      <w:bookmarkStart w:id="33" w:name="_Toc93069116"/>
      <w:r w:rsidRPr="003627CF">
        <w:rPr>
          <w:lang w:bidi="en-US"/>
        </w:rPr>
        <w:t xml:space="preserve">Tableau </w:t>
      </w:r>
      <w:r w:rsidR="00732069">
        <w:rPr>
          <w:lang w:bidi="en-US"/>
        </w:rPr>
        <w:fldChar w:fldCharType="begin"/>
      </w:r>
      <w:r w:rsidR="00732069">
        <w:rPr>
          <w:lang w:bidi="en-US"/>
        </w:rPr>
        <w:instrText xml:space="preserve"> SEQ Tableau \* ARABIC </w:instrText>
      </w:r>
      <w:r w:rsidR="00732069">
        <w:rPr>
          <w:lang w:bidi="en-US"/>
        </w:rPr>
        <w:fldChar w:fldCharType="separate"/>
      </w:r>
      <w:r w:rsidR="00A100DC">
        <w:rPr>
          <w:noProof/>
          <w:lang w:bidi="en-US"/>
        </w:rPr>
        <w:t>12</w:t>
      </w:r>
      <w:r w:rsidR="00732069">
        <w:rPr>
          <w:lang w:bidi="en-US"/>
        </w:rPr>
        <w:fldChar w:fldCharType="end"/>
      </w:r>
      <w:r w:rsidRPr="003627CF">
        <w:rPr>
          <w:lang w:bidi="en-US"/>
        </w:rPr>
        <w:t xml:space="preserve"> Mise en correspondance entre éléments métier et éléments FHIR pour le flux </w:t>
      </w:r>
      <w:r w:rsidR="00C10106">
        <w:rPr>
          <w:lang w:bidi="en-US"/>
        </w:rPr>
        <w:t>6</w:t>
      </w:r>
      <w:bookmarkEnd w:id="33"/>
    </w:p>
    <w:p w14:paraId="593EAB2E" w14:textId="354AAEC9" w:rsidR="002206AD" w:rsidRDefault="002206AD" w:rsidP="002206AD">
      <w:bookmarkStart w:id="34" w:name="_Toc77686354"/>
      <w:bookmarkStart w:id="35" w:name="_Toc77777451"/>
      <w:bookmarkStart w:id="36" w:name="_Toc77779154"/>
      <w:bookmarkStart w:id="37" w:name="_Toc77686355"/>
      <w:bookmarkStart w:id="38" w:name="_Toc77777452"/>
      <w:bookmarkStart w:id="39" w:name="_Toc77779155"/>
      <w:bookmarkStart w:id="40" w:name="_Toc77686356"/>
      <w:bookmarkStart w:id="41" w:name="_Toc77777453"/>
      <w:bookmarkStart w:id="42" w:name="_Toc77779156"/>
      <w:bookmarkStart w:id="43" w:name="_Toc77686357"/>
      <w:bookmarkStart w:id="44" w:name="_Toc77777454"/>
      <w:bookmarkStart w:id="45" w:name="_Toc77779157"/>
      <w:bookmarkStart w:id="46" w:name="_Toc77686358"/>
      <w:bookmarkStart w:id="47" w:name="_Toc77777455"/>
      <w:bookmarkStart w:id="48" w:name="_Toc77779158"/>
      <w:bookmarkStart w:id="49" w:name="_Toc77686359"/>
      <w:bookmarkStart w:id="50" w:name="_Toc77777456"/>
      <w:bookmarkStart w:id="51" w:name="_Toc77779159"/>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roofErr w:type="gramStart"/>
      <w:r>
        <w:t>peut</w:t>
      </w:r>
      <w:proofErr w:type="gramEnd"/>
      <w:r>
        <w:t xml:space="preserve"> préciser le degré d’urgence du rendez-vous en utilisant l’élément </w:t>
      </w:r>
      <w:proofErr w:type="spellStart"/>
      <w:r w:rsidRPr="002A2AFC">
        <w:rPr>
          <w:i/>
        </w:rPr>
        <w:t>appointmentType</w:t>
      </w:r>
      <w:proofErr w:type="spellEnd"/>
      <w:r>
        <w:t xml:space="preserve"> et le jeu de valeurs proposé par le standard</w:t>
      </w:r>
      <w:r>
        <w:rPr>
          <w:rStyle w:val="Appelnotedebasdep"/>
        </w:rPr>
        <w:footnoteReference w:id="24"/>
      </w:r>
      <w:r>
        <w:t xml:space="preserve"> ou en attribuant une priorité au rendez-vous avec l’élément </w:t>
      </w:r>
      <w:proofErr w:type="spellStart"/>
      <w:r w:rsidRPr="002A2AFC">
        <w:rPr>
          <w:i/>
        </w:rPr>
        <w:t>priority</w:t>
      </w:r>
      <w:proofErr w:type="spellEnd"/>
      <w:r>
        <w:t>.</w:t>
      </w:r>
    </w:p>
    <w:p w14:paraId="1399EC6D" w14:textId="78866248" w:rsidR="002206AD" w:rsidRPr="00A37618" w:rsidRDefault="002206AD" w:rsidP="00D12F24">
      <w:pPr>
        <w:pStyle w:val="Titre1"/>
      </w:pPr>
      <w:bookmarkStart w:id="52" w:name="_Toc34751977"/>
      <w:bookmarkStart w:id="53" w:name="_Toc142042213"/>
      <w:r w:rsidRPr="00A37618">
        <w:t>Mise en correspondance avec iCalendar</w:t>
      </w:r>
      <w:bookmarkEnd w:id="52"/>
      <w:bookmarkEnd w:id="53"/>
    </w:p>
    <w:p w14:paraId="62D6AFBB" w14:textId="1BAD05AC" w:rsidR="002206AD" w:rsidRPr="004B2EE8" w:rsidRDefault="002206AD" w:rsidP="00003AF7">
      <w:r>
        <w:lastRenderedPageBreak/>
        <w:t xml:space="preserve">Cette annexe met en correspondance les composants et les propriétés </w:t>
      </w:r>
      <w:proofErr w:type="spellStart"/>
      <w:r>
        <w:t>iCalendar</w:t>
      </w:r>
      <w:proofErr w:type="spellEnd"/>
      <w:r>
        <w:t xml:space="preserve"> avec les ressources et les éléments FHIR de ce volet. Ceci est proposé dans le but de faciliter l’intégration de certains éléments dans les agendas personnels des utilisateurs.</w:t>
      </w:r>
    </w:p>
    <w:p w14:paraId="612088BA" w14:textId="77777777" w:rsidR="002206AD" w:rsidRPr="0034303F" w:rsidRDefault="002206AD" w:rsidP="00003AF7">
      <w:pPr>
        <w:pStyle w:val="Tetepara"/>
      </w:pPr>
      <w:r w:rsidRPr="0034303F">
        <w:t xml:space="preserve">VAVAILABILITY et </w:t>
      </w:r>
      <w:proofErr w:type="spellStart"/>
      <w:r w:rsidRPr="0034303F">
        <w:t>AvailabilityTime</w:t>
      </w:r>
      <w:proofErr w:type="spellEnd"/>
    </w:p>
    <w:p w14:paraId="382A21B6" w14:textId="77777777" w:rsidR="002206AD" w:rsidRPr="004A5E9E" w:rsidRDefault="002206AD" w:rsidP="00003AF7">
      <w:pPr>
        <w:pStyle w:val="TBLListepuces"/>
        <w:numPr>
          <w:ilvl w:val="0"/>
          <w:numId w:val="0"/>
        </w:numPr>
      </w:pPr>
    </w:p>
    <w:p w14:paraId="435C0A4D" w14:textId="77777777" w:rsidR="002206AD" w:rsidRDefault="002206AD" w:rsidP="002206AD">
      <w:pPr>
        <w:rPr>
          <w:lang w:bidi="en-US"/>
        </w:rPr>
      </w:pPr>
      <w:r>
        <w:rPr>
          <w:lang w:bidi="en-US"/>
        </w:rPr>
        <w:t xml:space="preserve">Le composant VAVAILABILITY définit une durée sur laquelle la ou les disponibilités de la ressource vont être décrites. Sur toute cette durée, la ressource est par défaut non disponible, et ce sont les sous-composants AVAILABILITY qui permettent de définir des plages de disponibilité, récursives ou non, sur cette période. Ci-dessous un schéma représentant les disponibilités d’une ressource sur la semaine de travail allant du 17/07/2017 au 21/07/2017. </w:t>
      </w:r>
      <w:r>
        <w:t>La première disponibilité, en rouge, est une disponibilité de 8h à 19h récurrente sur 4 jours. La deuxième disponibilité, en bleu, est une disponibilité simple de 8h à 13h le 21 juillet.</w:t>
      </w:r>
    </w:p>
    <w:p w14:paraId="3D03F4E1" w14:textId="77777777" w:rsidR="002206AD" w:rsidRDefault="002206AD" w:rsidP="002206AD">
      <w:pPr>
        <w:rPr>
          <w:lang w:bidi="en-US"/>
        </w:rPr>
      </w:pPr>
      <w:r>
        <w:rPr>
          <w:noProof/>
          <w:lang w:eastAsia="fr-FR"/>
        </w:rPr>
        <w:drawing>
          <wp:inline distT="0" distB="0" distL="0" distR="0" wp14:anchorId="4FC4A223" wp14:editId="458CEBA9">
            <wp:extent cx="5384800" cy="1339638"/>
            <wp:effectExtent l="0" t="0" r="635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02216" cy="1343971"/>
                    </a:xfrm>
                    <a:prstGeom prst="rect">
                      <a:avLst/>
                    </a:prstGeom>
                    <a:noFill/>
                  </pic:spPr>
                </pic:pic>
              </a:graphicData>
            </a:graphic>
          </wp:inline>
        </w:drawing>
      </w:r>
    </w:p>
    <w:p w14:paraId="5BD62B76" w14:textId="77777777" w:rsidR="002206AD" w:rsidRDefault="002206AD" w:rsidP="002206AD">
      <w:pPr>
        <w:rPr>
          <w:lang w:bidi="en-US"/>
        </w:rPr>
      </w:pPr>
      <w:r w:rsidRPr="004B5B8D">
        <w:rPr>
          <w:lang w:bidi="en-US"/>
        </w:rPr>
        <w:t xml:space="preserve">Le sous-composant AVAILABILITY correspond à l’extension française </w:t>
      </w:r>
      <w:proofErr w:type="spellStart"/>
      <w:r w:rsidRPr="004B5B8D">
        <w:rPr>
          <w:i/>
          <w:lang w:bidi="en-US"/>
        </w:rPr>
        <w:t>AvailabilityTime</w:t>
      </w:r>
      <w:proofErr w:type="spellEnd"/>
      <w:r w:rsidRPr="004B5B8D">
        <w:rPr>
          <w:lang w:bidi="en-US"/>
        </w:rPr>
        <w:t xml:space="preserve"> de la ressource </w:t>
      </w:r>
      <w:r w:rsidRPr="004B5B8D">
        <w:rPr>
          <w:i/>
          <w:lang w:bidi="en-US"/>
        </w:rPr>
        <w:t>Schedule</w:t>
      </w:r>
      <w:r w:rsidRPr="004B5B8D">
        <w:rPr>
          <w:lang w:bidi="en-US"/>
        </w:rPr>
        <w:t xml:space="preserve"> </w:t>
      </w:r>
      <w:proofErr w:type="gramStart"/>
      <w:r>
        <w:rPr>
          <w:lang w:bidi="en-US"/>
        </w:rPr>
        <w:t xml:space="preserve">avec </w:t>
      </w:r>
      <w:r w:rsidRPr="004B5B8D">
        <w:rPr>
          <w:lang w:bidi="en-US"/>
        </w:rPr>
        <w:t xml:space="preserve"> </w:t>
      </w:r>
      <w:r w:rsidRPr="004B5B8D">
        <w:rPr>
          <w:i/>
          <w:lang w:bidi="en-US"/>
        </w:rPr>
        <w:t>type</w:t>
      </w:r>
      <w:proofErr w:type="gramEnd"/>
      <w:r w:rsidRPr="004B5B8D">
        <w:rPr>
          <w:i/>
          <w:lang w:bidi="en-US"/>
        </w:rPr>
        <w:t xml:space="preserve"> = free</w:t>
      </w:r>
      <w:r>
        <w:rPr>
          <w:lang w:bidi="en-US"/>
        </w:rPr>
        <w:t>. Le tableau suivant met en correspondance certaines propriétés du sous-composant AVAILABILITY avec les éléments de l’extension.</w:t>
      </w:r>
    </w:p>
    <w:p w14:paraId="424E31E6" w14:textId="77777777" w:rsidR="002206AD" w:rsidRDefault="002206AD" w:rsidP="00505AAC">
      <w:pPr>
        <w:pStyle w:val="TBLListepuces"/>
        <w:rPr>
          <w:lang w:bidi="en-US"/>
        </w:rPr>
      </w:pPr>
    </w:p>
    <w:tbl>
      <w:tblPr>
        <w:tblStyle w:val="Tableau2"/>
        <w:tblW w:w="0" w:type="auto"/>
        <w:tblLook w:val="04A0" w:firstRow="1" w:lastRow="0" w:firstColumn="1" w:lastColumn="0" w:noHBand="0" w:noVBand="1"/>
      </w:tblPr>
      <w:tblGrid>
        <w:gridCol w:w="1842"/>
        <w:gridCol w:w="1769"/>
        <w:gridCol w:w="1371"/>
        <w:gridCol w:w="2639"/>
        <w:gridCol w:w="2347"/>
      </w:tblGrid>
      <w:tr w:rsidR="002206AD" w14:paraId="65C70DEE" w14:textId="77777777" w:rsidTr="002206A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42" w:type="dxa"/>
          </w:tcPr>
          <w:p w14:paraId="4CDD0AD6" w14:textId="77777777" w:rsidR="002206AD" w:rsidRDefault="002206AD" w:rsidP="004A5E9E">
            <w:pPr>
              <w:pStyle w:val="TBLTitrecolonne"/>
            </w:pPr>
            <w:r>
              <w:t>Propriété</w:t>
            </w:r>
          </w:p>
        </w:tc>
        <w:tc>
          <w:tcPr>
            <w:tcW w:w="1769" w:type="dxa"/>
          </w:tcPr>
          <w:p w14:paraId="56F59C1E" w14:textId="77777777" w:rsidR="002206AD" w:rsidRDefault="002206AD" w:rsidP="004A5E9E">
            <w:pPr>
              <w:pStyle w:val="TBLTitrecolonne"/>
              <w:cnfStyle w:val="100000000000" w:firstRow="1" w:lastRow="0" w:firstColumn="0" w:lastColumn="0" w:oddVBand="0" w:evenVBand="0" w:oddHBand="0" w:evenHBand="0" w:firstRowFirstColumn="0" w:firstRowLastColumn="0" w:lastRowFirstColumn="0" w:lastRowLastColumn="0"/>
            </w:pPr>
            <w:r>
              <w:t>Type et cardinalités</w:t>
            </w:r>
          </w:p>
        </w:tc>
        <w:tc>
          <w:tcPr>
            <w:tcW w:w="1371" w:type="dxa"/>
          </w:tcPr>
          <w:p w14:paraId="277305B7" w14:textId="77777777" w:rsidR="002206AD" w:rsidRDefault="002206AD" w:rsidP="004A5E9E">
            <w:pPr>
              <w:pStyle w:val="TBLTitrecolonne"/>
              <w:cnfStyle w:val="100000000000" w:firstRow="1" w:lastRow="0" w:firstColumn="0" w:lastColumn="0" w:oddVBand="0" w:evenVBand="0" w:oddHBand="0" w:evenHBand="0" w:firstRowFirstColumn="0" w:firstRowLastColumn="0" w:lastRowFirstColumn="0" w:lastRowLastColumn="0"/>
            </w:pPr>
            <w:r>
              <w:t>Paramètre</w:t>
            </w:r>
          </w:p>
        </w:tc>
        <w:tc>
          <w:tcPr>
            <w:tcW w:w="2639" w:type="dxa"/>
          </w:tcPr>
          <w:p w14:paraId="02AEF6A8" w14:textId="77777777" w:rsidR="002206AD" w:rsidRDefault="002206AD" w:rsidP="004A5E9E">
            <w:pPr>
              <w:pStyle w:val="TBLTitrecolonne"/>
              <w:cnfStyle w:val="100000000000" w:firstRow="1" w:lastRow="0" w:firstColumn="0" w:lastColumn="0" w:oddVBand="0" w:evenVBand="0" w:oddHBand="0" w:evenHBand="0" w:firstRowFirstColumn="0" w:firstRowLastColumn="0" w:lastRowFirstColumn="0" w:lastRowLastColumn="0"/>
            </w:pPr>
            <w:r>
              <w:t>Description</w:t>
            </w:r>
          </w:p>
        </w:tc>
        <w:tc>
          <w:tcPr>
            <w:tcW w:w="2347" w:type="dxa"/>
          </w:tcPr>
          <w:p w14:paraId="0D392EDA" w14:textId="77777777" w:rsidR="002206AD" w:rsidRDefault="002206AD" w:rsidP="004A5E9E">
            <w:pPr>
              <w:pStyle w:val="TBLTitrecolonne"/>
              <w:cnfStyle w:val="100000000000" w:firstRow="1" w:lastRow="0" w:firstColumn="0" w:lastColumn="0" w:oddVBand="0" w:evenVBand="0" w:oddHBand="0" w:evenHBand="0" w:firstRowFirstColumn="0" w:firstRowLastColumn="0" w:lastRowFirstColumn="0" w:lastRowLastColumn="0"/>
            </w:pPr>
            <w:proofErr w:type="spellStart"/>
            <w:r>
              <w:t>Elément</w:t>
            </w:r>
            <w:proofErr w:type="spellEnd"/>
            <w:r>
              <w:t xml:space="preserve"> FHIR</w:t>
            </w:r>
          </w:p>
        </w:tc>
      </w:tr>
      <w:tr w:rsidR="002206AD" w14:paraId="6C39624B" w14:textId="77777777" w:rsidTr="002206AD">
        <w:tc>
          <w:tcPr>
            <w:cnfStyle w:val="001000000000" w:firstRow="0" w:lastRow="0" w:firstColumn="1" w:lastColumn="0" w:oddVBand="0" w:evenVBand="0" w:oddHBand="0" w:evenHBand="0" w:firstRowFirstColumn="0" w:firstRowLastColumn="0" w:lastRowFirstColumn="0" w:lastRowLastColumn="0"/>
            <w:tcW w:w="1842" w:type="dxa"/>
          </w:tcPr>
          <w:p w14:paraId="206E3ECB" w14:textId="77777777" w:rsidR="002206AD" w:rsidRPr="00026473" w:rsidRDefault="002206AD" w:rsidP="004A5E9E">
            <w:pPr>
              <w:pStyle w:val="TBLTitrecolonne"/>
              <w:rPr>
                <w:lang w:val="en-US"/>
              </w:rPr>
            </w:pPr>
            <w:r w:rsidRPr="00A77961">
              <w:rPr>
                <w:lang w:val="en-US"/>
              </w:rPr>
              <w:t>UID</w:t>
            </w:r>
          </w:p>
        </w:tc>
        <w:tc>
          <w:tcPr>
            <w:tcW w:w="1769" w:type="dxa"/>
          </w:tcPr>
          <w:p w14:paraId="406BA60C"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5E01F4">
              <w:t>TEXT</w:t>
            </w:r>
            <w:r>
              <w:t xml:space="preserve"> </w:t>
            </w:r>
            <w:proofErr w:type="gramStart"/>
            <w:r>
              <w:t>1..</w:t>
            </w:r>
            <w:proofErr w:type="gramEnd"/>
            <w:r>
              <w:t>1</w:t>
            </w:r>
          </w:p>
        </w:tc>
        <w:tc>
          <w:tcPr>
            <w:tcW w:w="1371" w:type="dxa"/>
          </w:tcPr>
          <w:p w14:paraId="7CCDEBF4"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639" w:type="dxa"/>
          </w:tcPr>
          <w:p w14:paraId="02E1E86E"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Identifiant unique du sous-composant</w:t>
            </w:r>
          </w:p>
        </w:tc>
        <w:tc>
          <w:tcPr>
            <w:tcW w:w="2347" w:type="dxa"/>
          </w:tcPr>
          <w:p w14:paraId="2F9E6FF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availabilityTime.id</w:t>
            </w:r>
          </w:p>
        </w:tc>
      </w:tr>
      <w:tr w:rsidR="002206AD" w14:paraId="42E0F3A7" w14:textId="77777777" w:rsidTr="002206AD">
        <w:tc>
          <w:tcPr>
            <w:cnfStyle w:val="001000000000" w:firstRow="0" w:lastRow="0" w:firstColumn="1" w:lastColumn="0" w:oddVBand="0" w:evenVBand="0" w:oddHBand="0" w:evenHBand="0" w:firstRowFirstColumn="0" w:firstRowLastColumn="0" w:lastRowFirstColumn="0" w:lastRowLastColumn="0"/>
            <w:tcW w:w="1842" w:type="dxa"/>
          </w:tcPr>
          <w:p w14:paraId="707CBDBF" w14:textId="77777777" w:rsidR="002206AD" w:rsidRPr="00A77961" w:rsidRDefault="002206AD" w:rsidP="004A5E9E">
            <w:pPr>
              <w:pStyle w:val="TBLTitrecolonne"/>
              <w:rPr>
                <w:lang w:val="en-US"/>
              </w:rPr>
            </w:pPr>
            <w:r>
              <w:rPr>
                <w:lang w:val="en-US"/>
              </w:rPr>
              <w:t>CREATED</w:t>
            </w:r>
          </w:p>
        </w:tc>
        <w:tc>
          <w:tcPr>
            <w:tcW w:w="1769" w:type="dxa"/>
          </w:tcPr>
          <w:p w14:paraId="7C8834CE" w14:textId="77777777" w:rsidR="002206AD" w:rsidRPr="00EB55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DATE-TIME </w:t>
            </w:r>
            <w:proofErr w:type="gramStart"/>
            <w:r>
              <w:t>0..</w:t>
            </w:r>
            <w:proofErr w:type="gramEnd"/>
            <w:r>
              <w:t>1</w:t>
            </w:r>
          </w:p>
        </w:tc>
        <w:tc>
          <w:tcPr>
            <w:tcW w:w="1371" w:type="dxa"/>
          </w:tcPr>
          <w:p w14:paraId="105EBCBF"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p>
        </w:tc>
        <w:tc>
          <w:tcPr>
            <w:tcW w:w="2639" w:type="dxa"/>
          </w:tcPr>
          <w:p w14:paraId="1D7BB33F"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Date de création du sous-composant dans le calendrier</w:t>
            </w:r>
          </w:p>
        </w:tc>
        <w:tc>
          <w:tcPr>
            <w:tcW w:w="2347" w:type="dxa"/>
          </w:tcPr>
          <w:p w14:paraId="2D9832C8"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spellStart"/>
            <w:r>
              <w:t>availabilityTime.created</w:t>
            </w:r>
            <w:proofErr w:type="spellEnd"/>
          </w:p>
        </w:tc>
      </w:tr>
      <w:tr w:rsidR="002206AD" w14:paraId="36756A58" w14:textId="77777777" w:rsidTr="002206AD">
        <w:tc>
          <w:tcPr>
            <w:cnfStyle w:val="001000000000" w:firstRow="0" w:lastRow="0" w:firstColumn="1" w:lastColumn="0" w:oddVBand="0" w:evenVBand="0" w:oddHBand="0" w:evenHBand="0" w:firstRowFirstColumn="0" w:firstRowLastColumn="0" w:lastRowFirstColumn="0" w:lastRowLastColumn="0"/>
            <w:tcW w:w="1842" w:type="dxa"/>
          </w:tcPr>
          <w:p w14:paraId="4AF03512" w14:textId="77777777" w:rsidR="002206AD" w:rsidRPr="00026473" w:rsidRDefault="002206AD" w:rsidP="004A5E9E">
            <w:pPr>
              <w:pStyle w:val="TBLTitrecolonne"/>
              <w:rPr>
                <w:lang w:val="en-US"/>
              </w:rPr>
            </w:pPr>
            <w:r w:rsidRPr="00A77961">
              <w:rPr>
                <w:lang w:val="en-US"/>
              </w:rPr>
              <w:t>DTSTART</w:t>
            </w:r>
          </w:p>
        </w:tc>
        <w:tc>
          <w:tcPr>
            <w:tcW w:w="1769" w:type="dxa"/>
          </w:tcPr>
          <w:p w14:paraId="7C30C07D"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sidRPr="00EB5561">
              <w:rPr>
                <w:lang w:bidi="en-US"/>
              </w:rPr>
              <w:t>DATE-TIME</w:t>
            </w:r>
            <w:r>
              <w:rPr>
                <w:lang w:bidi="en-US"/>
              </w:rPr>
              <w:t xml:space="preserve"> </w:t>
            </w:r>
            <w:proofErr w:type="gramStart"/>
            <w:r>
              <w:t>1..</w:t>
            </w:r>
            <w:proofErr w:type="gramEnd"/>
            <w:r>
              <w:t xml:space="preserve">1 </w:t>
            </w:r>
            <w:r>
              <w:rPr>
                <w:lang w:bidi="en-US"/>
              </w:rPr>
              <w:t xml:space="preserve"> (default)</w:t>
            </w:r>
          </w:p>
          <w:p w14:paraId="75556A27"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Pr>
                <w:lang w:bidi="en-US"/>
              </w:rPr>
              <w:t xml:space="preserve">DATE </w:t>
            </w:r>
            <w:proofErr w:type="gramStart"/>
            <w:r>
              <w:t>1..</w:t>
            </w:r>
            <w:proofErr w:type="gramEnd"/>
            <w:r>
              <w:t>1</w:t>
            </w:r>
          </w:p>
        </w:tc>
        <w:tc>
          <w:tcPr>
            <w:tcW w:w="1371" w:type="dxa"/>
          </w:tcPr>
          <w:p w14:paraId="68D645FD"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DC4F3A">
              <w:rPr>
                <w:lang w:bidi="en-US"/>
              </w:rPr>
              <w:t xml:space="preserve">VALUE </w:t>
            </w:r>
            <w:r>
              <w:rPr>
                <w:lang w:bidi="en-US"/>
              </w:rPr>
              <w:t xml:space="preserve">= </w:t>
            </w:r>
            <w:r w:rsidRPr="00DC4F3A">
              <w:rPr>
                <w:lang w:bidi="en-US"/>
              </w:rPr>
              <w:t>DATE</w:t>
            </w:r>
            <w:r>
              <w:rPr>
                <w:lang w:bidi="en-US"/>
              </w:rPr>
              <w:t>-TIME | DATE</w:t>
            </w:r>
          </w:p>
        </w:tc>
        <w:tc>
          <w:tcPr>
            <w:tcW w:w="2639" w:type="dxa"/>
          </w:tcPr>
          <w:p w14:paraId="7F47E36E"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La date/temps de début de la plage de disponibilité</w:t>
            </w:r>
          </w:p>
        </w:tc>
        <w:tc>
          <w:tcPr>
            <w:tcW w:w="2347" w:type="dxa"/>
          </w:tcPr>
          <w:p w14:paraId="03ED0214"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spellStart"/>
            <w:r>
              <w:t>availabilityTime.start</w:t>
            </w:r>
            <w:proofErr w:type="spellEnd"/>
          </w:p>
        </w:tc>
      </w:tr>
      <w:tr w:rsidR="002206AD" w14:paraId="69C301DB" w14:textId="77777777" w:rsidTr="002206AD">
        <w:tc>
          <w:tcPr>
            <w:cnfStyle w:val="001000000000" w:firstRow="0" w:lastRow="0" w:firstColumn="1" w:lastColumn="0" w:oddVBand="0" w:evenVBand="0" w:oddHBand="0" w:evenHBand="0" w:firstRowFirstColumn="0" w:firstRowLastColumn="0" w:lastRowFirstColumn="0" w:lastRowLastColumn="0"/>
            <w:tcW w:w="1842" w:type="dxa"/>
          </w:tcPr>
          <w:p w14:paraId="517D8AD5" w14:textId="77777777" w:rsidR="002206AD" w:rsidRDefault="002206AD" w:rsidP="004A5E9E">
            <w:pPr>
              <w:pStyle w:val="TBLTitrecolonne"/>
              <w:rPr>
                <w:lang w:val="en-US"/>
              </w:rPr>
            </w:pPr>
            <w:r>
              <w:rPr>
                <w:lang w:val="en-US"/>
              </w:rPr>
              <w:t>RRULE</w:t>
            </w:r>
          </w:p>
        </w:tc>
        <w:tc>
          <w:tcPr>
            <w:tcW w:w="1769" w:type="dxa"/>
          </w:tcPr>
          <w:p w14:paraId="5843F78D"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RECUR </w:t>
            </w:r>
            <w:proofErr w:type="gramStart"/>
            <w:r>
              <w:t>0..</w:t>
            </w:r>
            <w:proofErr w:type="gramEnd"/>
            <w:r>
              <w:t>1</w:t>
            </w:r>
          </w:p>
        </w:tc>
        <w:tc>
          <w:tcPr>
            <w:tcW w:w="1371" w:type="dxa"/>
          </w:tcPr>
          <w:p w14:paraId="427CC4D3"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639" w:type="dxa"/>
          </w:tcPr>
          <w:p w14:paraId="47979C0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Règle de répétition de la plage de disponibilité</w:t>
            </w:r>
          </w:p>
        </w:tc>
        <w:tc>
          <w:tcPr>
            <w:tcW w:w="2347" w:type="dxa"/>
          </w:tcPr>
          <w:p w14:paraId="1E48CBE6"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spellStart"/>
            <w:r>
              <w:t>AvailabilityTime.rrule</w:t>
            </w:r>
            <w:proofErr w:type="spellEnd"/>
          </w:p>
        </w:tc>
      </w:tr>
      <w:tr w:rsidR="002206AD" w14:paraId="3D3F7CFA" w14:textId="77777777" w:rsidTr="002206AD">
        <w:tc>
          <w:tcPr>
            <w:cnfStyle w:val="001000000000" w:firstRow="0" w:lastRow="0" w:firstColumn="1" w:lastColumn="0" w:oddVBand="0" w:evenVBand="0" w:oddHBand="0" w:evenHBand="0" w:firstRowFirstColumn="0" w:firstRowLastColumn="0" w:lastRowFirstColumn="0" w:lastRowLastColumn="0"/>
            <w:tcW w:w="1842" w:type="dxa"/>
          </w:tcPr>
          <w:p w14:paraId="792B1D73" w14:textId="77777777" w:rsidR="002206AD" w:rsidRPr="00026473" w:rsidRDefault="002206AD" w:rsidP="004A5E9E">
            <w:pPr>
              <w:pStyle w:val="TBLTitrecolonne"/>
              <w:rPr>
                <w:lang w:val="en-US"/>
              </w:rPr>
            </w:pPr>
            <w:r w:rsidRPr="00A77961">
              <w:rPr>
                <w:lang w:val="en-US"/>
              </w:rPr>
              <w:t>DTEND</w:t>
            </w:r>
          </w:p>
        </w:tc>
        <w:tc>
          <w:tcPr>
            <w:tcW w:w="1769" w:type="dxa"/>
          </w:tcPr>
          <w:p w14:paraId="0615BE64"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sidRPr="00EB5561">
              <w:rPr>
                <w:lang w:bidi="en-US"/>
              </w:rPr>
              <w:t>DATE-TIME</w:t>
            </w:r>
            <w:r>
              <w:rPr>
                <w:lang w:bidi="en-US"/>
              </w:rPr>
              <w:t xml:space="preserve"> </w:t>
            </w:r>
            <w:proofErr w:type="gramStart"/>
            <w:r>
              <w:t>0..</w:t>
            </w:r>
            <w:proofErr w:type="gramEnd"/>
            <w:r>
              <w:t xml:space="preserve">1 </w:t>
            </w:r>
            <w:r>
              <w:rPr>
                <w:lang w:bidi="en-US"/>
              </w:rPr>
              <w:t xml:space="preserve"> (default)</w:t>
            </w:r>
          </w:p>
          <w:p w14:paraId="0B35AE51"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Pr>
                <w:lang w:bidi="en-US"/>
              </w:rPr>
              <w:t xml:space="preserve">DATE </w:t>
            </w:r>
            <w:proofErr w:type="gramStart"/>
            <w:r>
              <w:t>0..</w:t>
            </w:r>
            <w:proofErr w:type="gramEnd"/>
            <w:r>
              <w:t xml:space="preserve">1 </w:t>
            </w:r>
            <w:r>
              <w:rPr>
                <w:lang w:bidi="en-US"/>
              </w:rPr>
              <w:t xml:space="preserve"> </w:t>
            </w:r>
          </w:p>
        </w:tc>
        <w:tc>
          <w:tcPr>
            <w:tcW w:w="1371" w:type="dxa"/>
          </w:tcPr>
          <w:p w14:paraId="256CFE71"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bidi="en-US"/>
              </w:rPr>
            </w:pPr>
            <w:r w:rsidRPr="00DC4F3A">
              <w:rPr>
                <w:rFonts w:ascii="Calibri" w:eastAsia="Calibri" w:hAnsi="Calibri" w:cs="Times New Roman"/>
                <w:lang w:bidi="en-US"/>
              </w:rPr>
              <w:t xml:space="preserve">VALUE </w:t>
            </w:r>
            <w:r>
              <w:rPr>
                <w:rFonts w:ascii="Calibri" w:eastAsia="Calibri" w:hAnsi="Calibri" w:cs="Times New Roman"/>
                <w:lang w:bidi="en-US"/>
              </w:rPr>
              <w:t xml:space="preserve">= </w:t>
            </w:r>
            <w:r w:rsidRPr="00DC4F3A">
              <w:rPr>
                <w:rFonts w:ascii="Calibri" w:eastAsia="Calibri" w:hAnsi="Calibri" w:cs="Times New Roman"/>
                <w:lang w:bidi="en-US"/>
              </w:rPr>
              <w:t>DATE</w:t>
            </w:r>
            <w:r>
              <w:rPr>
                <w:rFonts w:ascii="Calibri" w:eastAsia="Calibri" w:hAnsi="Calibri" w:cs="Times New Roman"/>
                <w:lang w:bidi="en-US"/>
              </w:rPr>
              <w:t>-TIME | DATE</w:t>
            </w:r>
          </w:p>
        </w:tc>
        <w:tc>
          <w:tcPr>
            <w:tcW w:w="2639" w:type="dxa"/>
          </w:tcPr>
          <w:p w14:paraId="616A048C"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La date/temps de fin de la plage de disponibilité</w:t>
            </w:r>
          </w:p>
        </w:tc>
        <w:tc>
          <w:tcPr>
            <w:tcW w:w="2347" w:type="dxa"/>
          </w:tcPr>
          <w:p w14:paraId="3B3D6459"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spellStart"/>
            <w:r>
              <w:t>availabilityTime.end</w:t>
            </w:r>
            <w:proofErr w:type="spellEnd"/>
          </w:p>
        </w:tc>
      </w:tr>
    </w:tbl>
    <w:p w14:paraId="6FB419EA" w14:textId="46559DF5" w:rsidR="002206AD" w:rsidRPr="007C5B9F" w:rsidRDefault="002206AD" w:rsidP="00003AF7">
      <w:pPr>
        <w:pStyle w:val="TBLListepuces"/>
        <w:numPr>
          <w:ilvl w:val="0"/>
          <w:numId w:val="0"/>
        </w:numPr>
        <w:ind w:left="357" w:hanging="357"/>
        <w:rPr>
          <w:lang w:bidi="en-US"/>
        </w:rPr>
      </w:pPr>
    </w:p>
    <w:p w14:paraId="6B531CFE" w14:textId="77777777" w:rsidR="002206AD" w:rsidRDefault="002206AD" w:rsidP="00003AF7">
      <w:pPr>
        <w:pStyle w:val="Tetepara"/>
        <w:rPr>
          <w:lang w:val="en-US"/>
        </w:rPr>
      </w:pPr>
      <w:r>
        <w:rPr>
          <w:lang w:val="en-US"/>
        </w:rPr>
        <w:t>VFREEBUSY et Slot</w:t>
      </w:r>
    </w:p>
    <w:p w14:paraId="6E8C2732" w14:textId="77777777" w:rsidR="002206AD" w:rsidRDefault="002206AD" w:rsidP="00003AF7">
      <w:pPr>
        <w:pStyle w:val="TBLListepuces"/>
        <w:numPr>
          <w:ilvl w:val="0"/>
          <w:numId w:val="0"/>
        </w:numPr>
        <w:rPr>
          <w:lang w:val="en-US"/>
        </w:rPr>
      </w:pPr>
    </w:p>
    <w:p w14:paraId="11C88ACC" w14:textId="77777777" w:rsidR="002206AD" w:rsidRDefault="002206AD" w:rsidP="002206AD">
      <w:r>
        <w:t xml:space="preserve">Ce composant </w:t>
      </w:r>
      <w:r w:rsidRPr="00950227">
        <w:t>regrou</w:t>
      </w:r>
      <w:r>
        <w:t>pe les informations relatives à une demande concernant le temps libre/occupé d’une ressource ou une réponse à une demande concernant le temps libre/occupé d’une ressource.</w:t>
      </w:r>
    </w:p>
    <w:p w14:paraId="558181A9" w14:textId="77777777" w:rsidR="002206AD" w:rsidRDefault="002206AD" w:rsidP="002206AD">
      <w:r>
        <w:t xml:space="preserve">Ce composant correspond à la ressource Slot. </w:t>
      </w:r>
      <w:r>
        <w:rPr>
          <w:lang w:bidi="en-US"/>
        </w:rPr>
        <w:t>Le tableau suivant met en correspondance certaines propriétés du composant VFREEBUSY avec les éléments de la ressource.</w:t>
      </w:r>
    </w:p>
    <w:p w14:paraId="64580A28" w14:textId="77777777" w:rsidR="002206AD" w:rsidRDefault="002206AD" w:rsidP="002206AD"/>
    <w:tbl>
      <w:tblPr>
        <w:tblStyle w:val="Tableau2"/>
        <w:tblW w:w="0" w:type="auto"/>
        <w:tblLook w:val="04A0" w:firstRow="1" w:lastRow="0" w:firstColumn="1" w:lastColumn="0" w:noHBand="0" w:noVBand="1"/>
      </w:tblPr>
      <w:tblGrid>
        <w:gridCol w:w="1524"/>
        <w:gridCol w:w="1790"/>
        <w:gridCol w:w="1377"/>
        <w:gridCol w:w="2832"/>
        <w:gridCol w:w="2445"/>
      </w:tblGrid>
      <w:tr w:rsidR="002206AD" w14:paraId="151A71FE" w14:textId="77777777" w:rsidTr="002206A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24" w:type="dxa"/>
          </w:tcPr>
          <w:p w14:paraId="208A919A" w14:textId="77777777" w:rsidR="002206AD" w:rsidRDefault="002206AD" w:rsidP="004A5E9E">
            <w:pPr>
              <w:pStyle w:val="TBLTitrecolonne"/>
            </w:pPr>
            <w:r>
              <w:lastRenderedPageBreak/>
              <w:t>Propriété</w:t>
            </w:r>
          </w:p>
        </w:tc>
        <w:tc>
          <w:tcPr>
            <w:tcW w:w="1790" w:type="dxa"/>
          </w:tcPr>
          <w:p w14:paraId="7F007817" w14:textId="77777777" w:rsidR="002206AD" w:rsidRDefault="002206AD" w:rsidP="004A5E9E">
            <w:pPr>
              <w:pStyle w:val="TBLTitrecolonne"/>
              <w:cnfStyle w:val="100000000000" w:firstRow="1" w:lastRow="0" w:firstColumn="0" w:lastColumn="0" w:oddVBand="0" w:evenVBand="0" w:oddHBand="0" w:evenHBand="0" w:firstRowFirstColumn="0" w:firstRowLastColumn="0" w:lastRowFirstColumn="0" w:lastRowLastColumn="0"/>
            </w:pPr>
            <w:r>
              <w:t>Type et cardinalités</w:t>
            </w:r>
          </w:p>
        </w:tc>
        <w:tc>
          <w:tcPr>
            <w:tcW w:w="1377" w:type="dxa"/>
          </w:tcPr>
          <w:p w14:paraId="500BFE92" w14:textId="77777777" w:rsidR="002206AD" w:rsidRDefault="002206AD" w:rsidP="004A5E9E">
            <w:pPr>
              <w:pStyle w:val="TBLTitrecolonne"/>
              <w:cnfStyle w:val="100000000000" w:firstRow="1" w:lastRow="0" w:firstColumn="0" w:lastColumn="0" w:oddVBand="0" w:evenVBand="0" w:oddHBand="0" w:evenHBand="0" w:firstRowFirstColumn="0" w:firstRowLastColumn="0" w:lastRowFirstColumn="0" w:lastRowLastColumn="0"/>
            </w:pPr>
            <w:r>
              <w:t>Paramètre</w:t>
            </w:r>
          </w:p>
        </w:tc>
        <w:tc>
          <w:tcPr>
            <w:tcW w:w="2832" w:type="dxa"/>
          </w:tcPr>
          <w:p w14:paraId="7731F663" w14:textId="77777777" w:rsidR="002206AD" w:rsidRDefault="002206AD" w:rsidP="004A5E9E">
            <w:pPr>
              <w:pStyle w:val="TBLTitrecolonne"/>
              <w:cnfStyle w:val="100000000000" w:firstRow="1" w:lastRow="0" w:firstColumn="0" w:lastColumn="0" w:oddVBand="0" w:evenVBand="0" w:oddHBand="0" w:evenHBand="0" w:firstRowFirstColumn="0" w:firstRowLastColumn="0" w:lastRowFirstColumn="0" w:lastRowLastColumn="0"/>
            </w:pPr>
            <w:r>
              <w:t>Description</w:t>
            </w:r>
          </w:p>
        </w:tc>
        <w:tc>
          <w:tcPr>
            <w:tcW w:w="2445" w:type="dxa"/>
          </w:tcPr>
          <w:p w14:paraId="52C61B84" w14:textId="77777777" w:rsidR="002206AD" w:rsidRDefault="002206AD" w:rsidP="004A5E9E">
            <w:pPr>
              <w:pStyle w:val="TBLTitrecolonne"/>
              <w:cnfStyle w:val="100000000000" w:firstRow="1" w:lastRow="0" w:firstColumn="0" w:lastColumn="0" w:oddVBand="0" w:evenVBand="0" w:oddHBand="0" w:evenHBand="0" w:firstRowFirstColumn="0" w:firstRowLastColumn="0" w:lastRowFirstColumn="0" w:lastRowLastColumn="0"/>
            </w:pPr>
            <w:proofErr w:type="spellStart"/>
            <w:r>
              <w:t>Elément</w:t>
            </w:r>
            <w:proofErr w:type="spellEnd"/>
            <w:r>
              <w:t xml:space="preserve"> FHIR</w:t>
            </w:r>
          </w:p>
        </w:tc>
      </w:tr>
      <w:tr w:rsidR="002206AD" w14:paraId="45CFFEB1" w14:textId="77777777" w:rsidTr="002206AD">
        <w:tc>
          <w:tcPr>
            <w:cnfStyle w:val="001000000000" w:firstRow="0" w:lastRow="0" w:firstColumn="1" w:lastColumn="0" w:oddVBand="0" w:evenVBand="0" w:oddHBand="0" w:evenHBand="0" w:firstRowFirstColumn="0" w:firstRowLastColumn="0" w:lastRowFirstColumn="0" w:lastRowLastColumn="0"/>
            <w:tcW w:w="1524" w:type="dxa"/>
          </w:tcPr>
          <w:p w14:paraId="3293EB5A" w14:textId="77777777" w:rsidR="002206AD" w:rsidRPr="00026473" w:rsidRDefault="002206AD" w:rsidP="004A5E9E">
            <w:pPr>
              <w:pStyle w:val="TBLTitrecolonne"/>
              <w:rPr>
                <w:lang w:val="en-US"/>
              </w:rPr>
            </w:pPr>
            <w:r w:rsidRPr="00A77961">
              <w:rPr>
                <w:lang w:val="en-US"/>
              </w:rPr>
              <w:t>UID</w:t>
            </w:r>
          </w:p>
        </w:tc>
        <w:tc>
          <w:tcPr>
            <w:tcW w:w="1790" w:type="dxa"/>
          </w:tcPr>
          <w:p w14:paraId="6FB8998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5E01F4">
              <w:t>TEXT</w:t>
            </w:r>
            <w:r>
              <w:t xml:space="preserve"> </w:t>
            </w:r>
            <w:proofErr w:type="gramStart"/>
            <w:r>
              <w:t>1..</w:t>
            </w:r>
            <w:proofErr w:type="gramEnd"/>
            <w:r>
              <w:t>1</w:t>
            </w:r>
          </w:p>
        </w:tc>
        <w:tc>
          <w:tcPr>
            <w:tcW w:w="1377" w:type="dxa"/>
          </w:tcPr>
          <w:p w14:paraId="17E60AD0"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832" w:type="dxa"/>
          </w:tcPr>
          <w:p w14:paraId="6F398754"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Identifiant unique du composant</w:t>
            </w:r>
          </w:p>
        </w:tc>
        <w:tc>
          <w:tcPr>
            <w:tcW w:w="2445" w:type="dxa"/>
          </w:tcPr>
          <w:p w14:paraId="0D09A37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gramStart"/>
            <w:r>
              <w:t>identifier</w:t>
            </w:r>
            <w:proofErr w:type="gramEnd"/>
          </w:p>
        </w:tc>
      </w:tr>
      <w:tr w:rsidR="002206AD" w14:paraId="08FCB858" w14:textId="77777777" w:rsidTr="002206AD">
        <w:tc>
          <w:tcPr>
            <w:cnfStyle w:val="001000000000" w:firstRow="0" w:lastRow="0" w:firstColumn="1" w:lastColumn="0" w:oddVBand="0" w:evenVBand="0" w:oddHBand="0" w:evenHBand="0" w:firstRowFirstColumn="0" w:firstRowLastColumn="0" w:lastRowFirstColumn="0" w:lastRowLastColumn="0"/>
            <w:tcW w:w="1524" w:type="dxa"/>
          </w:tcPr>
          <w:p w14:paraId="576AA191" w14:textId="77777777" w:rsidR="002206AD" w:rsidRPr="00026473" w:rsidRDefault="002206AD" w:rsidP="004A5E9E">
            <w:pPr>
              <w:pStyle w:val="TBLTitrecolonne"/>
              <w:rPr>
                <w:lang w:val="en-US"/>
              </w:rPr>
            </w:pPr>
            <w:r w:rsidRPr="00A77961">
              <w:rPr>
                <w:lang w:val="en-US"/>
              </w:rPr>
              <w:t>DTSTART</w:t>
            </w:r>
          </w:p>
        </w:tc>
        <w:tc>
          <w:tcPr>
            <w:tcW w:w="1790" w:type="dxa"/>
          </w:tcPr>
          <w:p w14:paraId="30C52CA4"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sidRPr="00EB5561">
              <w:rPr>
                <w:lang w:bidi="en-US"/>
              </w:rPr>
              <w:t>DATE-TIME</w:t>
            </w:r>
            <w:r>
              <w:rPr>
                <w:lang w:bidi="en-US"/>
              </w:rPr>
              <w:t xml:space="preserve"> </w:t>
            </w:r>
            <w:proofErr w:type="gramStart"/>
            <w:r>
              <w:t>0..</w:t>
            </w:r>
            <w:proofErr w:type="gramEnd"/>
            <w:r>
              <w:t xml:space="preserve">1 </w:t>
            </w:r>
            <w:r>
              <w:rPr>
                <w:lang w:bidi="en-US"/>
              </w:rPr>
              <w:t xml:space="preserve"> (default)</w:t>
            </w:r>
          </w:p>
          <w:p w14:paraId="174E57D0"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Pr>
                <w:lang w:bidi="en-US"/>
              </w:rPr>
              <w:t xml:space="preserve">DATE </w:t>
            </w:r>
            <w:proofErr w:type="gramStart"/>
            <w:r>
              <w:t>0..</w:t>
            </w:r>
            <w:proofErr w:type="gramEnd"/>
            <w:r>
              <w:t xml:space="preserve">1 </w:t>
            </w:r>
            <w:r>
              <w:rPr>
                <w:lang w:bidi="en-US"/>
              </w:rPr>
              <w:t xml:space="preserve"> </w:t>
            </w:r>
          </w:p>
        </w:tc>
        <w:tc>
          <w:tcPr>
            <w:tcW w:w="1377" w:type="dxa"/>
          </w:tcPr>
          <w:p w14:paraId="338B7DF0"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DC4F3A">
              <w:rPr>
                <w:lang w:bidi="en-US"/>
              </w:rPr>
              <w:t xml:space="preserve">VALUE </w:t>
            </w:r>
            <w:r>
              <w:rPr>
                <w:lang w:bidi="en-US"/>
              </w:rPr>
              <w:t xml:space="preserve">= </w:t>
            </w:r>
            <w:r w:rsidRPr="00DC4F3A">
              <w:rPr>
                <w:lang w:bidi="en-US"/>
              </w:rPr>
              <w:t>DATE</w:t>
            </w:r>
            <w:r>
              <w:rPr>
                <w:lang w:bidi="en-US"/>
              </w:rPr>
              <w:t>-TIME | DATE</w:t>
            </w:r>
          </w:p>
        </w:tc>
        <w:tc>
          <w:tcPr>
            <w:tcW w:w="2832" w:type="dxa"/>
          </w:tcPr>
          <w:p w14:paraId="096B1C95"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La date/temps de début du temps libre ou occupé décrit par le composant</w:t>
            </w:r>
          </w:p>
        </w:tc>
        <w:tc>
          <w:tcPr>
            <w:tcW w:w="2445" w:type="dxa"/>
          </w:tcPr>
          <w:p w14:paraId="6D34430A"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gramStart"/>
            <w:r>
              <w:t>start</w:t>
            </w:r>
            <w:proofErr w:type="gramEnd"/>
          </w:p>
        </w:tc>
      </w:tr>
      <w:tr w:rsidR="002206AD" w14:paraId="7810CB20" w14:textId="77777777" w:rsidTr="002206AD">
        <w:tc>
          <w:tcPr>
            <w:cnfStyle w:val="001000000000" w:firstRow="0" w:lastRow="0" w:firstColumn="1" w:lastColumn="0" w:oddVBand="0" w:evenVBand="0" w:oddHBand="0" w:evenHBand="0" w:firstRowFirstColumn="0" w:firstRowLastColumn="0" w:lastRowFirstColumn="0" w:lastRowLastColumn="0"/>
            <w:tcW w:w="1524" w:type="dxa"/>
          </w:tcPr>
          <w:p w14:paraId="6238B60C" w14:textId="77777777" w:rsidR="002206AD" w:rsidRPr="00026473" w:rsidRDefault="002206AD" w:rsidP="004A5E9E">
            <w:pPr>
              <w:pStyle w:val="TBLTitrecolonne"/>
              <w:rPr>
                <w:lang w:val="en-US"/>
              </w:rPr>
            </w:pPr>
            <w:r w:rsidRPr="00A77961">
              <w:rPr>
                <w:lang w:val="en-US"/>
              </w:rPr>
              <w:t>DTEND</w:t>
            </w:r>
          </w:p>
        </w:tc>
        <w:tc>
          <w:tcPr>
            <w:tcW w:w="1790" w:type="dxa"/>
          </w:tcPr>
          <w:p w14:paraId="34ACDF66"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sidRPr="00EB5561">
              <w:rPr>
                <w:lang w:bidi="en-US"/>
              </w:rPr>
              <w:t>DATE-TIME</w:t>
            </w:r>
            <w:r>
              <w:rPr>
                <w:lang w:bidi="en-US"/>
              </w:rPr>
              <w:t xml:space="preserve"> </w:t>
            </w:r>
            <w:proofErr w:type="gramStart"/>
            <w:r>
              <w:t>0..</w:t>
            </w:r>
            <w:proofErr w:type="gramEnd"/>
            <w:r>
              <w:t xml:space="preserve">1 </w:t>
            </w:r>
            <w:r>
              <w:rPr>
                <w:lang w:bidi="en-US"/>
              </w:rPr>
              <w:t xml:space="preserve"> (default)</w:t>
            </w:r>
          </w:p>
          <w:p w14:paraId="67031B40"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Pr>
                <w:lang w:bidi="en-US"/>
              </w:rPr>
              <w:t xml:space="preserve">DATE </w:t>
            </w:r>
            <w:proofErr w:type="gramStart"/>
            <w:r>
              <w:t>0..</w:t>
            </w:r>
            <w:proofErr w:type="gramEnd"/>
            <w:r>
              <w:t xml:space="preserve">1 </w:t>
            </w:r>
            <w:r>
              <w:rPr>
                <w:lang w:bidi="en-US"/>
              </w:rPr>
              <w:t xml:space="preserve"> </w:t>
            </w:r>
          </w:p>
        </w:tc>
        <w:tc>
          <w:tcPr>
            <w:tcW w:w="1377" w:type="dxa"/>
          </w:tcPr>
          <w:p w14:paraId="7D396639"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bidi="en-US"/>
              </w:rPr>
            </w:pPr>
            <w:r w:rsidRPr="00DC4F3A">
              <w:rPr>
                <w:rFonts w:ascii="Calibri" w:eastAsia="Calibri" w:hAnsi="Calibri" w:cs="Times New Roman"/>
                <w:lang w:bidi="en-US"/>
              </w:rPr>
              <w:t xml:space="preserve">VALUE </w:t>
            </w:r>
            <w:r>
              <w:rPr>
                <w:rFonts w:ascii="Calibri" w:eastAsia="Calibri" w:hAnsi="Calibri" w:cs="Times New Roman"/>
                <w:lang w:bidi="en-US"/>
              </w:rPr>
              <w:t xml:space="preserve">= </w:t>
            </w:r>
            <w:r w:rsidRPr="00DC4F3A">
              <w:rPr>
                <w:rFonts w:ascii="Calibri" w:eastAsia="Calibri" w:hAnsi="Calibri" w:cs="Times New Roman"/>
                <w:lang w:bidi="en-US"/>
              </w:rPr>
              <w:t>DATE</w:t>
            </w:r>
            <w:r>
              <w:rPr>
                <w:rFonts w:ascii="Calibri" w:eastAsia="Calibri" w:hAnsi="Calibri" w:cs="Times New Roman"/>
                <w:lang w:bidi="en-US"/>
              </w:rPr>
              <w:t>-TIME | DATE</w:t>
            </w:r>
          </w:p>
        </w:tc>
        <w:tc>
          <w:tcPr>
            <w:tcW w:w="2832" w:type="dxa"/>
          </w:tcPr>
          <w:p w14:paraId="1E13A234"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La date/temps de fin du temps libre ou occupé décrit par le composant</w:t>
            </w:r>
          </w:p>
        </w:tc>
        <w:tc>
          <w:tcPr>
            <w:tcW w:w="2445" w:type="dxa"/>
          </w:tcPr>
          <w:p w14:paraId="7242645A"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gramStart"/>
            <w:r>
              <w:t>end</w:t>
            </w:r>
            <w:proofErr w:type="gramEnd"/>
          </w:p>
        </w:tc>
      </w:tr>
      <w:tr w:rsidR="002206AD" w:rsidRPr="004D2190" w14:paraId="70DFDFFE" w14:textId="77777777" w:rsidTr="002206AD">
        <w:tc>
          <w:tcPr>
            <w:cnfStyle w:val="001000000000" w:firstRow="0" w:lastRow="0" w:firstColumn="1" w:lastColumn="0" w:oddVBand="0" w:evenVBand="0" w:oddHBand="0" w:evenHBand="0" w:firstRowFirstColumn="0" w:firstRowLastColumn="0" w:lastRowFirstColumn="0" w:lastRowLastColumn="0"/>
            <w:tcW w:w="1524" w:type="dxa"/>
          </w:tcPr>
          <w:p w14:paraId="374D8356" w14:textId="77777777" w:rsidR="002206AD" w:rsidRPr="0028641D" w:rsidRDefault="002206AD" w:rsidP="004A5E9E">
            <w:pPr>
              <w:pStyle w:val="TBLTitrecolonne"/>
              <w:rPr>
                <w:lang w:val="en-US"/>
              </w:rPr>
            </w:pPr>
            <w:r w:rsidRPr="0028641D">
              <w:rPr>
                <w:lang w:val="en-US"/>
              </w:rPr>
              <w:t>ATTENDEE</w:t>
            </w:r>
          </w:p>
        </w:tc>
        <w:tc>
          <w:tcPr>
            <w:tcW w:w="1790" w:type="dxa"/>
          </w:tcPr>
          <w:p w14:paraId="33B445B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F82E50">
              <w:rPr>
                <w:lang w:bidi="en-US"/>
              </w:rPr>
              <w:t>CAL-ADDRESS</w:t>
            </w:r>
            <w:r>
              <w:rPr>
                <w:lang w:bidi="en-US"/>
              </w:rPr>
              <w:t xml:space="preserve"> </w:t>
            </w:r>
            <w:proofErr w:type="gramStart"/>
            <w:r w:rsidRPr="0028641D">
              <w:rPr>
                <w:lang w:val="en-US"/>
              </w:rPr>
              <w:t>0..</w:t>
            </w:r>
            <w:proofErr w:type="gramEnd"/>
            <w:r w:rsidRPr="0028641D">
              <w:rPr>
                <w:lang w:val="en-US"/>
              </w:rPr>
              <w:t>*</w:t>
            </w:r>
          </w:p>
        </w:tc>
        <w:tc>
          <w:tcPr>
            <w:tcW w:w="1377" w:type="dxa"/>
          </w:tcPr>
          <w:p w14:paraId="25E2942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CN</w:t>
            </w:r>
          </w:p>
        </w:tc>
        <w:tc>
          <w:tcPr>
            <w:tcW w:w="2832" w:type="dxa"/>
          </w:tcPr>
          <w:p w14:paraId="0059A75C" w14:textId="5CB76BFE" w:rsidR="002206AD" w:rsidRPr="004D2190"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4D2190">
              <w:t xml:space="preserve">Identification </w:t>
            </w:r>
            <w:r>
              <w:t>de la ressource concerné</w:t>
            </w:r>
            <w:r w:rsidR="00D0245B">
              <w:t>e</w:t>
            </w:r>
            <w:r>
              <w:t xml:space="preserve"> par cette demande/description de temps libre/occupé</w:t>
            </w:r>
          </w:p>
        </w:tc>
        <w:tc>
          <w:tcPr>
            <w:tcW w:w="2445" w:type="dxa"/>
          </w:tcPr>
          <w:p w14:paraId="0A762115" w14:textId="77777777" w:rsidR="002206AD" w:rsidRPr="004D2190"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spellStart"/>
            <w:proofErr w:type="gramStart"/>
            <w:r>
              <w:t>schedule.actor</w:t>
            </w:r>
            <w:proofErr w:type="spellEnd"/>
            <w:proofErr w:type="gramEnd"/>
          </w:p>
        </w:tc>
      </w:tr>
      <w:tr w:rsidR="002206AD" w:rsidRPr="00D91E55" w14:paraId="54C9C475" w14:textId="77777777" w:rsidTr="002206AD">
        <w:tc>
          <w:tcPr>
            <w:cnfStyle w:val="001000000000" w:firstRow="0" w:lastRow="0" w:firstColumn="1" w:lastColumn="0" w:oddVBand="0" w:evenVBand="0" w:oddHBand="0" w:evenHBand="0" w:firstRowFirstColumn="0" w:firstRowLastColumn="0" w:lastRowFirstColumn="0" w:lastRowLastColumn="0"/>
            <w:tcW w:w="1524" w:type="dxa"/>
          </w:tcPr>
          <w:p w14:paraId="57A118C9" w14:textId="77777777" w:rsidR="002206AD" w:rsidRPr="0028641D" w:rsidRDefault="002206AD" w:rsidP="004A5E9E">
            <w:pPr>
              <w:pStyle w:val="TBLTitrecolonne"/>
              <w:rPr>
                <w:lang w:val="en-US"/>
              </w:rPr>
            </w:pPr>
            <w:r w:rsidRPr="0028641D">
              <w:rPr>
                <w:lang w:val="en-US"/>
              </w:rPr>
              <w:t>COMMENT</w:t>
            </w:r>
          </w:p>
        </w:tc>
        <w:tc>
          <w:tcPr>
            <w:tcW w:w="1790" w:type="dxa"/>
          </w:tcPr>
          <w:p w14:paraId="5A40BBF2" w14:textId="77777777" w:rsidR="002206AD" w:rsidRPr="0028641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TEXT </w:t>
            </w:r>
            <w:proofErr w:type="gramStart"/>
            <w:r w:rsidRPr="0028641D">
              <w:rPr>
                <w:lang w:val="en-US"/>
              </w:rPr>
              <w:t>0..</w:t>
            </w:r>
            <w:proofErr w:type="gramEnd"/>
            <w:r w:rsidRPr="0028641D">
              <w:rPr>
                <w:lang w:val="en-US"/>
              </w:rPr>
              <w:t>*</w:t>
            </w:r>
          </w:p>
        </w:tc>
        <w:tc>
          <w:tcPr>
            <w:tcW w:w="1377" w:type="dxa"/>
          </w:tcPr>
          <w:p w14:paraId="00772675" w14:textId="77777777" w:rsidR="002206AD" w:rsidRPr="0028641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p>
        </w:tc>
        <w:tc>
          <w:tcPr>
            <w:tcW w:w="2832" w:type="dxa"/>
          </w:tcPr>
          <w:p w14:paraId="760B0D6C" w14:textId="77777777" w:rsidR="002206AD" w:rsidRPr="00D91E55"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D91E55">
              <w:t xml:space="preserve">Un commentaire </w:t>
            </w:r>
            <w:r>
              <w:t>destiné</w:t>
            </w:r>
            <w:r w:rsidRPr="00D91E55">
              <w:t xml:space="preserve"> à l’utilisateur qui va consulter le composant</w:t>
            </w:r>
          </w:p>
        </w:tc>
        <w:tc>
          <w:tcPr>
            <w:tcW w:w="2445" w:type="dxa"/>
          </w:tcPr>
          <w:p w14:paraId="210EEDE9" w14:textId="77777777" w:rsidR="002206AD" w:rsidRPr="00D91E55"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gramStart"/>
            <w:r>
              <w:t>comment</w:t>
            </w:r>
            <w:proofErr w:type="gramEnd"/>
          </w:p>
        </w:tc>
      </w:tr>
      <w:tr w:rsidR="002206AD" w:rsidRPr="007E0DE8" w14:paraId="43D7B5C4" w14:textId="77777777" w:rsidTr="002206AD">
        <w:tc>
          <w:tcPr>
            <w:cnfStyle w:val="001000000000" w:firstRow="0" w:lastRow="0" w:firstColumn="1" w:lastColumn="0" w:oddVBand="0" w:evenVBand="0" w:oddHBand="0" w:evenHBand="0" w:firstRowFirstColumn="0" w:firstRowLastColumn="0" w:lastRowFirstColumn="0" w:lastRowLastColumn="0"/>
            <w:tcW w:w="1524" w:type="dxa"/>
          </w:tcPr>
          <w:p w14:paraId="5B829AEA" w14:textId="77777777" w:rsidR="002206AD" w:rsidRPr="0028641D" w:rsidRDefault="002206AD" w:rsidP="004A5E9E">
            <w:pPr>
              <w:pStyle w:val="TBLTitrecolonne"/>
              <w:rPr>
                <w:lang w:val="en-US"/>
              </w:rPr>
            </w:pPr>
            <w:r w:rsidRPr="0028641D">
              <w:rPr>
                <w:lang w:val="en-US"/>
              </w:rPr>
              <w:t>FREEBUSY</w:t>
            </w:r>
          </w:p>
        </w:tc>
        <w:tc>
          <w:tcPr>
            <w:tcW w:w="1790" w:type="dxa"/>
          </w:tcPr>
          <w:p w14:paraId="3C7DD7C1" w14:textId="77777777" w:rsidR="002206AD" w:rsidRPr="0028641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PERIOD </w:t>
            </w:r>
            <w:proofErr w:type="gramStart"/>
            <w:r w:rsidRPr="0028641D">
              <w:rPr>
                <w:lang w:val="en-US"/>
              </w:rPr>
              <w:t>0..</w:t>
            </w:r>
            <w:proofErr w:type="gramEnd"/>
            <w:r w:rsidRPr="0028641D">
              <w:rPr>
                <w:lang w:val="en-US"/>
              </w:rPr>
              <w:t>*</w:t>
            </w:r>
          </w:p>
        </w:tc>
        <w:tc>
          <w:tcPr>
            <w:tcW w:w="1377" w:type="dxa"/>
          </w:tcPr>
          <w:p w14:paraId="42CACB4C" w14:textId="77777777" w:rsidR="002206AD" w:rsidRPr="0028641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r w:rsidRPr="008851D6">
              <w:rPr>
                <w:lang w:val="en-US"/>
              </w:rPr>
              <w:t>FBTYPE = FREE</w:t>
            </w:r>
            <w:r>
              <w:rPr>
                <w:lang w:val="en-US"/>
              </w:rPr>
              <w:t xml:space="preserve"> </w:t>
            </w:r>
            <w:r w:rsidRPr="008851D6">
              <w:rPr>
                <w:lang w:val="en-US"/>
              </w:rPr>
              <w:t>|</w:t>
            </w:r>
            <w:r>
              <w:rPr>
                <w:lang w:val="en-US"/>
              </w:rPr>
              <w:t xml:space="preserve"> </w:t>
            </w:r>
            <w:r w:rsidRPr="008851D6">
              <w:rPr>
                <w:lang w:val="en-US"/>
              </w:rPr>
              <w:t>BUSY…</w:t>
            </w:r>
          </w:p>
        </w:tc>
        <w:tc>
          <w:tcPr>
            <w:tcW w:w="2832" w:type="dxa"/>
          </w:tcPr>
          <w:p w14:paraId="78E607AF" w14:textId="77777777" w:rsidR="002206AD" w:rsidRPr="007E0DE8"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Sous </w:t>
            </w:r>
            <w:proofErr w:type="gramStart"/>
            <w:r>
              <w:t>p</w:t>
            </w:r>
            <w:r w:rsidRPr="007E0DE8">
              <w:t>ériodes de temps</w:t>
            </w:r>
            <w:proofErr w:type="gramEnd"/>
            <w:r w:rsidRPr="007E0DE8">
              <w:t xml:space="preserve"> libre ou occupé décrites par le compos</w:t>
            </w:r>
            <w:r>
              <w:t>ant</w:t>
            </w:r>
          </w:p>
        </w:tc>
        <w:tc>
          <w:tcPr>
            <w:tcW w:w="2445" w:type="dxa"/>
          </w:tcPr>
          <w:p w14:paraId="2BC1C60D"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Status (mêmes codes)</w:t>
            </w:r>
          </w:p>
        </w:tc>
      </w:tr>
    </w:tbl>
    <w:p w14:paraId="45650043" w14:textId="77777777" w:rsidR="002206AD" w:rsidRPr="0067233B" w:rsidRDefault="002206AD" w:rsidP="00003AF7"/>
    <w:p w14:paraId="64C0536F" w14:textId="77777777" w:rsidR="002206AD" w:rsidRPr="000419D9" w:rsidRDefault="002206AD" w:rsidP="00003AF7">
      <w:pPr>
        <w:pStyle w:val="Tetepara"/>
        <w:rPr>
          <w:lang w:val="en-US"/>
        </w:rPr>
      </w:pPr>
      <w:r w:rsidRPr="000419D9">
        <w:rPr>
          <w:lang w:val="en-US"/>
        </w:rPr>
        <w:t>VEVENT</w:t>
      </w:r>
      <w:r>
        <w:rPr>
          <w:lang w:val="en-US"/>
        </w:rPr>
        <w:t xml:space="preserve"> et</w:t>
      </w:r>
      <w:r w:rsidRPr="000419D9">
        <w:rPr>
          <w:lang w:val="en-US"/>
        </w:rPr>
        <w:t xml:space="preserve"> Appointment</w:t>
      </w:r>
    </w:p>
    <w:p w14:paraId="414DB6A5" w14:textId="77777777" w:rsidR="002206AD" w:rsidRDefault="002206AD" w:rsidP="002206AD">
      <w:r>
        <w:t xml:space="preserve">Ce composant </w:t>
      </w:r>
      <w:r w:rsidRPr="00950227">
        <w:t>regrou</w:t>
      </w:r>
      <w:r>
        <w:t>pe les informations relatives à un évènement (un rendez-vous par exemple).</w:t>
      </w:r>
    </w:p>
    <w:p w14:paraId="5D64B24E" w14:textId="77777777" w:rsidR="002206AD" w:rsidRDefault="002206AD" w:rsidP="002206AD">
      <w:r>
        <w:t xml:space="preserve">Lorsqu’il décrit un rendez-vous, ce composant correspond à la ressource </w:t>
      </w:r>
      <w:proofErr w:type="spellStart"/>
      <w:r w:rsidRPr="00C46930">
        <w:rPr>
          <w:i/>
        </w:rPr>
        <w:t>Appointment</w:t>
      </w:r>
      <w:proofErr w:type="spellEnd"/>
      <w:r>
        <w:t>.</w:t>
      </w:r>
    </w:p>
    <w:tbl>
      <w:tblPr>
        <w:tblStyle w:val="Tableau2"/>
        <w:tblW w:w="0" w:type="auto"/>
        <w:tblLook w:val="04A0" w:firstRow="1" w:lastRow="0" w:firstColumn="1" w:lastColumn="0" w:noHBand="0" w:noVBand="1"/>
      </w:tblPr>
      <w:tblGrid>
        <w:gridCol w:w="1843"/>
        <w:gridCol w:w="1668"/>
        <w:gridCol w:w="1571"/>
        <w:gridCol w:w="2397"/>
        <w:gridCol w:w="2489"/>
      </w:tblGrid>
      <w:tr w:rsidR="002206AD" w14:paraId="359425EF" w14:textId="77777777" w:rsidTr="002206A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43" w:type="dxa"/>
          </w:tcPr>
          <w:p w14:paraId="7B19366B" w14:textId="77777777" w:rsidR="002206AD" w:rsidRDefault="002206AD" w:rsidP="004A5E9E">
            <w:pPr>
              <w:pStyle w:val="TBLTitrecolonne"/>
            </w:pPr>
            <w:r>
              <w:t>Propriété</w:t>
            </w:r>
          </w:p>
        </w:tc>
        <w:tc>
          <w:tcPr>
            <w:tcW w:w="1668" w:type="dxa"/>
          </w:tcPr>
          <w:p w14:paraId="1149B025" w14:textId="77777777" w:rsidR="002206AD" w:rsidRDefault="002206AD" w:rsidP="004A5E9E">
            <w:pPr>
              <w:pStyle w:val="TBLTitrecolonne"/>
              <w:cnfStyle w:val="100000000000" w:firstRow="1" w:lastRow="0" w:firstColumn="0" w:lastColumn="0" w:oddVBand="0" w:evenVBand="0" w:oddHBand="0" w:evenHBand="0" w:firstRowFirstColumn="0" w:firstRowLastColumn="0" w:lastRowFirstColumn="0" w:lastRowLastColumn="0"/>
            </w:pPr>
            <w:r>
              <w:t>Type et cardinalités</w:t>
            </w:r>
          </w:p>
        </w:tc>
        <w:tc>
          <w:tcPr>
            <w:tcW w:w="1571" w:type="dxa"/>
          </w:tcPr>
          <w:p w14:paraId="52F725ED" w14:textId="77777777" w:rsidR="002206AD" w:rsidRDefault="002206AD" w:rsidP="004A5E9E">
            <w:pPr>
              <w:pStyle w:val="TBLTitrecolonne"/>
              <w:cnfStyle w:val="100000000000" w:firstRow="1" w:lastRow="0" w:firstColumn="0" w:lastColumn="0" w:oddVBand="0" w:evenVBand="0" w:oddHBand="0" w:evenHBand="0" w:firstRowFirstColumn="0" w:firstRowLastColumn="0" w:lastRowFirstColumn="0" w:lastRowLastColumn="0"/>
            </w:pPr>
            <w:r>
              <w:t>Paramètre</w:t>
            </w:r>
          </w:p>
        </w:tc>
        <w:tc>
          <w:tcPr>
            <w:tcW w:w="2397" w:type="dxa"/>
          </w:tcPr>
          <w:p w14:paraId="6E76CE8F" w14:textId="77777777" w:rsidR="002206AD" w:rsidRDefault="002206AD" w:rsidP="004A5E9E">
            <w:pPr>
              <w:pStyle w:val="TBLTitrecolonne"/>
              <w:cnfStyle w:val="100000000000" w:firstRow="1" w:lastRow="0" w:firstColumn="0" w:lastColumn="0" w:oddVBand="0" w:evenVBand="0" w:oddHBand="0" w:evenHBand="0" w:firstRowFirstColumn="0" w:firstRowLastColumn="0" w:lastRowFirstColumn="0" w:lastRowLastColumn="0"/>
            </w:pPr>
            <w:r>
              <w:t>Description</w:t>
            </w:r>
          </w:p>
        </w:tc>
        <w:tc>
          <w:tcPr>
            <w:tcW w:w="2489" w:type="dxa"/>
          </w:tcPr>
          <w:p w14:paraId="5EDF3F81" w14:textId="77777777" w:rsidR="002206AD" w:rsidRDefault="002206AD" w:rsidP="004A5E9E">
            <w:pPr>
              <w:pStyle w:val="TBLTitrecolonne"/>
              <w:cnfStyle w:val="100000000000" w:firstRow="1" w:lastRow="0" w:firstColumn="0" w:lastColumn="0" w:oddVBand="0" w:evenVBand="0" w:oddHBand="0" w:evenHBand="0" w:firstRowFirstColumn="0" w:firstRowLastColumn="0" w:lastRowFirstColumn="0" w:lastRowLastColumn="0"/>
            </w:pPr>
            <w:proofErr w:type="spellStart"/>
            <w:r>
              <w:t>Elément</w:t>
            </w:r>
            <w:proofErr w:type="spellEnd"/>
            <w:r>
              <w:t xml:space="preserve"> FHIR</w:t>
            </w:r>
          </w:p>
        </w:tc>
      </w:tr>
      <w:tr w:rsidR="002206AD" w14:paraId="2811AC87"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0F801526" w14:textId="77777777" w:rsidR="002206AD" w:rsidRPr="003C16A3" w:rsidRDefault="002206AD" w:rsidP="004A5E9E">
            <w:pPr>
              <w:pStyle w:val="TBLTitrecolonne"/>
            </w:pPr>
            <w:r w:rsidRPr="003C16A3">
              <w:t>DTSTAMP</w:t>
            </w:r>
          </w:p>
        </w:tc>
        <w:tc>
          <w:tcPr>
            <w:tcW w:w="1668" w:type="dxa"/>
          </w:tcPr>
          <w:p w14:paraId="3FB805AE"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EB5561">
              <w:rPr>
                <w:lang w:bidi="en-US"/>
              </w:rPr>
              <w:t>DATE-TIME</w:t>
            </w:r>
            <w:r>
              <w:rPr>
                <w:lang w:bidi="en-US"/>
              </w:rPr>
              <w:t xml:space="preserve"> </w:t>
            </w:r>
            <w:proofErr w:type="gramStart"/>
            <w:r>
              <w:t>1..</w:t>
            </w:r>
            <w:proofErr w:type="gramEnd"/>
            <w:r>
              <w:t>1</w:t>
            </w:r>
          </w:p>
        </w:tc>
        <w:tc>
          <w:tcPr>
            <w:tcW w:w="1571" w:type="dxa"/>
          </w:tcPr>
          <w:p w14:paraId="11BECADE"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5F795447"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Date à laquelle le composant a été créé</w:t>
            </w:r>
          </w:p>
        </w:tc>
        <w:tc>
          <w:tcPr>
            <w:tcW w:w="2489" w:type="dxa"/>
          </w:tcPr>
          <w:p w14:paraId="4CA3196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14:paraId="26396E52"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49148E69" w14:textId="77777777" w:rsidR="002206AD" w:rsidRPr="003C16A3" w:rsidRDefault="002206AD" w:rsidP="004A5E9E">
            <w:pPr>
              <w:pStyle w:val="TBLTitrecolonne"/>
            </w:pPr>
            <w:r w:rsidRPr="003C16A3">
              <w:t>UID</w:t>
            </w:r>
          </w:p>
        </w:tc>
        <w:tc>
          <w:tcPr>
            <w:tcW w:w="1668" w:type="dxa"/>
          </w:tcPr>
          <w:p w14:paraId="34A8240B"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5E01F4">
              <w:t>TEXT</w:t>
            </w:r>
            <w:r>
              <w:t xml:space="preserve"> </w:t>
            </w:r>
            <w:proofErr w:type="gramStart"/>
            <w:r>
              <w:t>1..</w:t>
            </w:r>
            <w:proofErr w:type="gramEnd"/>
            <w:r>
              <w:t>1</w:t>
            </w:r>
          </w:p>
        </w:tc>
        <w:tc>
          <w:tcPr>
            <w:tcW w:w="1571" w:type="dxa"/>
          </w:tcPr>
          <w:p w14:paraId="317B81EE"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6A34495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Identifiant unique du composant</w:t>
            </w:r>
          </w:p>
        </w:tc>
        <w:tc>
          <w:tcPr>
            <w:tcW w:w="2489" w:type="dxa"/>
          </w:tcPr>
          <w:p w14:paraId="72EDC207"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gramStart"/>
            <w:r>
              <w:t>identifier</w:t>
            </w:r>
            <w:proofErr w:type="gramEnd"/>
          </w:p>
        </w:tc>
      </w:tr>
      <w:tr w:rsidR="002206AD" w14:paraId="18DBB74D"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044A094C" w14:textId="77777777" w:rsidR="002206AD" w:rsidRPr="003C16A3" w:rsidRDefault="002206AD" w:rsidP="004A5E9E">
            <w:pPr>
              <w:pStyle w:val="TBLTitrecolonne"/>
            </w:pPr>
            <w:r w:rsidRPr="003C16A3">
              <w:t>DTSTART</w:t>
            </w:r>
          </w:p>
        </w:tc>
        <w:tc>
          <w:tcPr>
            <w:tcW w:w="1668" w:type="dxa"/>
          </w:tcPr>
          <w:p w14:paraId="2753635B"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sidRPr="00EB5561">
              <w:rPr>
                <w:lang w:bidi="en-US"/>
              </w:rPr>
              <w:t>DATE-TIME</w:t>
            </w:r>
            <w:r>
              <w:rPr>
                <w:lang w:bidi="en-US"/>
              </w:rPr>
              <w:t xml:space="preserve"> </w:t>
            </w:r>
            <w:proofErr w:type="gramStart"/>
            <w:r>
              <w:t>0..</w:t>
            </w:r>
            <w:proofErr w:type="gramEnd"/>
            <w:r>
              <w:t>1</w:t>
            </w:r>
            <w:r>
              <w:rPr>
                <w:lang w:bidi="en-US"/>
              </w:rPr>
              <w:t xml:space="preserve"> (default)</w:t>
            </w:r>
          </w:p>
          <w:p w14:paraId="45175D1F"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Pr>
                <w:lang w:bidi="en-US"/>
              </w:rPr>
              <w:t xml:space="preserve">DATE </w:t>
            </w:r>
            <w:proofErr w:type="gramStart"/>
            <w:r>
              <w:t>0..</w:t>
            </w:r>
            <w:proofErr w:type="gramEnd"/>
            <w:r>
              <w:t>1</w:t>
            </w:r>
          </w:p>
        </w:tc>
        <w:tc>
          <w:tcPr>
            <w:tcW w:w="1571" w:type="dxa"/>
          </w:tcPr>
          <w:p w14:paraId="2C5C378B"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DC4F3A">
              <w:rPr>
                <w:lang w:bidi="en-US"/>
              </w:rPr>
              <w:t xml:space="preserve">VALUE </w:t>
            </w:r>
            <w:r>
              <w:rPr>
                <w:lang w:bidi="en-US"/>
              </w:rPr>
              <w:t xml:space="preserve">= </w:t>
            </w:r>
            <w:r w:rsidRPr="00DC4F3A">
              <w:rPr>
                <w:lang w:bidi="en-US"/>
              </w:rPr>
              <w:t>DATE</w:t>
            </w:r>
            <w:r>
              <w:rPr>
                <w:lang w:bidi="en-US"/>
              </w:rPr>
              <w:t>-TIME | DATE</w:t>
            </w:r>
          </w:p>
        </w:tc>
        <w:tc>
          <w:tcPr>
            <w:tcW w:w="2397" w:type="dxa"/>
          </w:tcPr>
          <w:p w14:paraId="68CB9BB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La date/temps de début de l’évènement décrit par le composant</w:t>
            </w:r>
          </w:p>
        </w:tc>
        <w:tc>
          <w:tcPr>
            <w:tcW w:w="2489" w:type="dxa"/>
          </w:tcPr>
          <w:p w14:paraId="6620F173"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gramStart"/>
            <w:r>
              <w:t>start</w:t>
            </w:r>
            <w:proofErr w:type="gramEnd"/>
          </w:p>
        </w:tc>
      </w:tr>
      <w:tr w:rsidR="002206AD" w14:paraId="3509B525"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4013B560" w14:textId="77777777" w:rsidR="002206AD" w:rsidRPr="003C16A3" w:rsidRDefault="002206AD" w:rsidP="004A5E9E">
            <w:pPr>
              <w:pStyle w:val="TBLTitrecolonne"/>
            </w:pPr>
            <w:r w:rsidRPr="003C16A3">
              <w:t>CLASS</w:t>
            </w:r>
          </w:p>
        </w:tc>
        <w:tc>
          <w:tcPr>
            <w:tcW w:w="1668" w:type="dxa"/>
          </w:tcPr>
          <w:p w14:paraId="4F220AC0"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TEXT </w:t>
            </w:r>
            <w:proofErr w:type="gramStart"/>
            <w:r>
              <w:t>0..</w:t>
            </w:r>
            <w:proofErr w:type="gramEnd"/>
            <w:r>
              <w:t>1</w:t>
            </w:r>
          </w:p>
          <w:p w14:paraId="680350A6" w14:textId="77777777" w:rsidR="002206AD" w:rsidRPr="00EB55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(PUBLIC | PRIVATE | CONFIDENTIAL)</w:t>
            </w:r>
          </w:p>
        </w:tc>
        <w:tc>
          <w:tcPr>
            <w:tcW w:w="1571" w:type="dxa"/>
          </w:tcPr>
          <w:p w14:paraId="6239D588"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p>
        </w:tc>
        <w:tc>
          <w:tcPr>
            <w:tcW w:w="2397" w:type="dxa"/>
          </w:tcPr>
          <w:p w14:paraId="5FC1AB74"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Définition de la classe d’accès au composant</w:t>
            </w:r>
          </w:p>
        </w:tc>
        <w:tc>
          <w:tcPr>
            <w:tcW w:w="2489" w:type="dxa"/>
          </w:tcPr>
          <w:p w14:paraId="23DB744F"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14:paraId="47346901"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507719FE" w14:textId="77777777" w:rsidR="002206AD" w:rsidRPr="003C16A3" w:rsidRDefault="002206AD" w:rsidP="004A5E9E">
            <w:pPr>
              <w:pStyle w:val="TBLTitrecolonne"/>
            </w:pPr>
            <w:r w:rsidRPr="003C16A3">
              <w:t>CREATED</w:t>
            </w:r>
          </w:p>
        </w:tc>
        <w:tc>
          <w:tcPr>
            <w:tcW w:w="1668" w:type="dxa"/>
          </w:tcPr>
          <w:p w14:paraId="042CFF0B" w14:textId="77777777" w:rsidR="002206AD" w:rsidRPr="00EB55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DATE-TIME </w:t>
            </w:r>
            <w:proofErr w:type="gramStart"/>
            <w:r>
              <w:t>0..</w:t>
            </w:r>
            <w:proofErr w:type="gramEnd"/>
            <w:r>
              <w:t>1</w:t>
            </w:r>
          </w:p>
        </w:tc>
        <w:tc>
          <w:tcPr>
            <w:tcW w:w="1571" w:type="dxa"/>
          </w:tcPr>
          <w:p w14:paraId="4D40ED56"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p>
        </w:tc>
        <w:tc>
          <w:tcPr>
            <w:tcW w:w="2397" w:type="dxa"/>
          </w:tcPr>
          <w:p w14:paraId="4EDDD9C1"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Date de création du composant dans le calendrier</w:t>
            </w:r>
          </w:p>
        </w:tc>
        <w:tc>
          <w:tcPr>
            <w:tcW w:w="2489" w:type="dxa"/>
          </w:tcPr>
          <w:p w14:paraId="2FF78EF7"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spellStart"/>
            <w:proofErr w:type="gramStart"/>
            <w:r>
              <w:t>created</w:t>
            </w:r>
            <w:proofErr w:type="spellEnd"/>
            <w:proofErr w:type="gramEnd"/>
          </w:p>
        </w:tc>
      </w:tr>
      <w:tr w:rsidR="002206AD" w14:paraId="564ADB77"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40AD2BF2" w14:textId="77777777" w:rsidR="002206AD" w:rsidRPr="003C16A3" w:rsidRDefault="002206AD" w:rsidP="004A5E9E">
            <w:pPr>
              <w:pStyle w:val="TBLTitrecolonne"/>
            </w:pPr>
            <w:r w:rsidRPr="003C16A3">
              <w:t>DESCRIPTION</w:t>
            </w:r>
          </w:p>
        </w:tc>
        <w:tc>
          <w:tcPr>
            <w:tcW w:w="1668" w:type="dxa"/>
          </w:tcPr>
          <w:p w14:paraId="4E7BC1EC" w14:textId="77777777" w:rsidR="002206AD" w:rsidRPr="00EB55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TEXT </w:t>
            </w:r>
            <w:proofErr w:type="gramStart"/>
            <w:r>
              <w:t>0..</w:t>
            </w:r>
            <w:proofErr w:type="gramEnd"/>
            <w:r>
              <w:t>1</w:t>
            </w:r>
          </w:p>
        </w:tc>
        <w:tc>
          <w:tcPr>
            <w:tcW w:w="1571" w:type="dxa"/>
          </w:tcPr>
          <w:p w14:paraId="7CCB60DC"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p>
        </w:tc>
        <w:tc>
          <w:tcPr>
            <w:tcW w:w="2397" w:type="dxa"/>
          </w:tcPr>
          <w:p w14:paraId="214FC7DE"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Description complète du composant</w:t>
            </w:r>
          </w:p>
        </w:tc>
        <w:tc>
          <w:tcPr>
            <w:tcW w:w="2489" w:type="dxa"/>
          </w:tcPr>
          <w:p w14:paraId="0CB35184"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gramStart"/>
            <w:r>
              <w:t>description</w:t>
            </w:r>
            <w:proofErr w:type="gramEnd"/>
          </w:p>
        </w:tc>
      </w:tr>
      <w:tr w:rsidR="002206AD" w14:paraId="2063AA29"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10D24C02" w14:textId="77777777" w:rsidR="002206AD" w:rsidRPr="003C16A3" w:rsidRDefault="002206AD" w:rsidP="004A5E9E">
            <w:pPr>
              <w:pStyle w:val="TBLTitrecolonne"/>
            </w:pPr>
            <w:r w:rsidRPr="003C16A3">
              <w:t>GEO</w:t>
            </w:r>
          </w:p>
        </w:tc>
        <w:tc>
          <w:tcPr>
            <w:tcW w:w="1668" w:type="dxa"/>
          </w:tcPr>
          <w:p w14:paraId="6EBAB227" w14:textId="77777777" w:rsidR="002206AD" w:rsidRPr="00EB55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FLOAT </w:t>
            </w:r>
            <w:proofErr w:type="gramStart"/>
            <w:r>
              <w:t>0..</w:t>
            </w:r>
            <w:proofErr w:type="gramEnd"/>
            <w:r>
              <w:t>1</w:t>
            </w:r>
          </w:p>
        </w:tc>
        <w:tc>
          <w:tcPr>
            <w:tcW w:w="1571" w:type="dxa"/>
          </w:tcPr>
          <w:p w14:paraId="0B5182AC"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p>
        </w:tc>
        <w:tc>
          <w:tcPr>
            <w:tcW w:w="2397" w:type="dxa"/>
          </w:tcPr>
          <w:p w14:paraId="510EC7BE"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Géolocalisation du lieu de l’évènement décrit par le composant</w:t>
            </w:r>
          </w:p>
        </w:tc>
        <w:tc>
          <w:tcPr>
            <w:tcW w:w="2489" w:type="dxa"/>
          </w:tcPr>
          <w:p w14:paraId="3F1193E6"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14:paraId="4A747CC3"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2A83A4F0" w14:textId="77777777" w:rsidR="002206AD" w:rsidRPr="003C16A3" w:rsidRDefault="002206AD" w:rsidP="004A5E9E">
            <w:pPr>
              <w:pStyle w:val="TBLTitrecolonne"/>
            </w:pPr>
            <w:r w:rsidRPr="003C16A3">
              <w:t>LAST-MODIFIED</w:t>
            </w:r>
          </w:p>
        </w:tc>
        <w:tc>
          <w:tcPr>
            <w:tcW w:w="1668" w:type="dxa"/>
          </w:tcPr>
          <w:p w14:paraId="175B4DF4" w14:textId="77777777" w:rsidR="002206AD" w:rsidRPr="00EB55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DATE-TIME </w:t>
            </w:r>
            <w:proofErr w:type="gramStart"/>
            <w:r>
              <w:t>0..</w:t>
            </w:r>
            <w:proofErr w:type="gramEnd"/>
            <w:r>
              <w:t>1</w:t>
            </w:r>
          </w:p>
        </w:tc>
        <w:tc>
          <w:tcPr>
            <w:tcW w:w="1571" w:type="dxa"/>
          </w:tcPr>
          <w:p w14:paraId="24CA370D"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p>
        </w:tc>
        <w:tc>
          <w:tcPr>
            <w:tcW w:w="2397" w:type="dxa"/>
          </w:tcPr>
          <w:p w14:paraId="7CAEA40B"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Date de révision du composant</w:t>
            </w:r>
          </w:p>
        </w:tc>
        <w:tc>
          <w:tcPr>
            <w:tcW w:w="2489" w:type="dxa"/>
          </w:tcPr>
          <w:p w14:paraId="52D82E49"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14:paraId="08B29A06"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71E3214C" w14:textId="77777777" w:rsidR="002206AD" w:rsidRPr="003C16A3" w:rsidRDefault="002206AD" w:rsidP="004A5E9E">
            <w:pPr>
              <w:pStyle w:val="TBLTitrecolonne"/>
            </w:pPr>
            <w:r w:rsidRPr="003C16A3">
              <w:lastRenderedPageBreak/>
              <w:t>LOCATION</w:t>
            </w:r>
          </w:p>
        </w:tc>
        <w:tc>
          <w:tcPr>
            <w:tcW w:w="1668" w:type="dxa"/>
          </w:tcPr>
          <w:p w14:paraId="3181665C" w14:textId="77777777" w:rsidR="002206AD" w:rsidRPr="00EB55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TEXT </w:t>
            </w:r>
            <w:proofErr w:type="gramStart"/>
            <w:r>
              <w:t>0..</w:t>
            </w:r>
            <w:proofErr w:type="gramEnd"/>
            <w:r>
              <w:t>1</w:t>
            </w:r>
          </w:p>
        </w:tc>
        <w:tc>
          <w:tcPr>
            <w:tcW w:w="1571" w:type="dxa"/>
          </w:tcPr>
          <w:p w14:paraId="4C4093BD"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p>
        </w:tc>
        <w:tc>
          <w:tcPr>
            <w:tcW w:w="2397" w:type="dxa"/>
          </w:tcPr>
          <w:p w14:paraId="64709BF7"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Lieu de l’évènement décrit par le composant</w:t>
            </w:r>
          </w:p>
        </w:tc>
        <w:tc>
          <w:tcPr>
            <w:tcW w:w="2489" w:type="dxa"/>
          </w:tcPr>
          <w:p w14:paraId="4F1C388F"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Participant de type Location</w:t>
            </w:r>
          </w:p>
        </w:tc>
      </w:tr>
      <w:tr w:rsidR="002206AD" w14:paraId="6247C9B3"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46CB8403" w14:textId="77777777" w:rsidR="002206AD" w:rsidRPr="003C16A3" w:rsidRDefault="002206AD" w:rsidP="004A5E9E">
            <w:pPr>
              <w:pStyle w:val="TBLTitrecolonne"/>
            </w:pPr>
            <w:r w:rsidRPr="003C16A3">
              <w:t>ORGANIZER</w:t>
            </w:r>
          </w:p>
        </w:tc>
        <w:tc>
          <w:tcPr>
            <w:tcW w:w="1668" w:type="dxa"/>
          </w:tcPr>
          <w:p w14:paraId="08944AE6"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F82E50">
              <w:rPr>
                <w:lang w:bidi="en-US"/>
              </w:rPr>
              <w:t>CAL-ADDRESS</w:t>
            </w:r>
            <w:r>
              <w:rPr>
                <w:lang w:bidi="en-US"/>
              </w:rPr>
              <w:t xml:space="preserve"> </w:t>
            </w:r>
            <w:proofErr w:type="gramStart"/>
            <w:r>
              <w:t>0..</w:t>
            </w:r>
            <w:proofErr w:type="gramEnd"/>
            <w:r>
              <w:t>1</w:t>
            </w:r>
          </w:p>
        </w:tc>
        <w:tc>
          <w:tcPr>
            <w:tcW w:w="1571" w:type="dxa"/>
          </w:tcPr>
          <w:p w14:paraId="3C0A0AEF" w14:textId="77777777" w:rsidR="002206AD" w:rsidRPr="000474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r w:rsidRPr="00047461">
              <w:rPr>
                <w:lang w:val="en-US"/>
              </w:rPr>
              <w:t>CN</w:t>
            </w:r>
          </w:p>
          <w:p w14:paraId="68524132" w14:textId="77777777" w:rsidR="002206AD" w:rsidRPr="000474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r w:rsidRPr="00047461">
              <w:rPr>
                <w:lang w:val="en-US"/>
              </w:rPr>
              <w:t>DIR</w:t>
            </w:r>
          </w:p>
          <w:p w14:paraId="369C1B38" w14:textId="77777777" w:rsidR="002206AD" w:rsidRPr="000474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r w:rsidRPr="00047461">
              <w:rPr>
                <w:lang w:val="en-US"/>
              </w:rPr>
              <w:t>SENT-BY</w:t>
            </w:r>
          </w:p>
          <w:p w14:paraId="1DCCF715" w14:textId="77777777" w:rsidR="002206AD" w:rsidRPr="000474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r w:rsidRPr="00047461">
              <w:rPr>
                <w:lang w:val="en-US"/>
              </w:rPr>
              <w:t>EMAIL</w:t>
            </w:r>
          </w:p>
        </w:tc>
        <w:tc>
          <w:tcPr>
            <w:tcW w:w="2397" w:type="dxa"/>
          </w:tcPr>
          <w:p w14:paraId="5B2F9BE5"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Identification de l’organisateur de l’évènement</w:t>
            </w:r>
          </w:p>
        </w:tc>
        <w:tc>
          <w:tcPr>
            <w:tcW w:w="2489" w:type="dxa"/>
          </w:tcPr>
          <w:p w14:paraId="4C7C9408"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gramStart"/>
            <w:r>
              <w:t>participant</w:t>
            </w:r>
            <w:proofErr w:type="gramEnd"/>
          </w:p>
        </w:tc>
      </w:tr>
      <w:tr w:rsidR="002206AD" w14:paraId="1FD714DA"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7711CD36" w14:textId="77777777" w:rsidR="002206AD" w:rsidRPr="003C16A3" w:rsidRDefault="002206AD" w:rsidP="004A5E9E">
            <w:pPr>
              <w:pStyle w:val="TBLTitrecolonne"/>
            </w:pPr>
            <w:r w:rsidRPr="003C16A3">
              <w:t>PRIORITY</w:t>
            </w:r>
          </w:p>
        </w:tc>
        <w:tc>
          <w:tcPr>
            <w:tcW w:w="1668" w:type="dxa"/>
          </w:tcPr>
          <w:p w14:paraId="00FA941F"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INTEGER </w:t>
            </w:r>
            <w:proofErr w:type="gramStart"/>
            <w:r>
              <w:t>0..</w:t>
            </w:r>
            <w:proofErr w:type="gramEnd"/>
            <w:r>
              <w:t>1</w:t>
            </w:r>
          </w:p>
          <w:p w14:paraId="28111459" w14:textId="77777777" w:rsidR="002206AD" w:rsidRPr="00EB55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w:t>
            </w:r>
            <w:proofErr w:type="gramStart"/>
            <w:r>
              <w:rPr>
                <w:lang w:bidi="en-US"/>
              </w:rPr>
              <w:t>0..</w:t>
            </w:r>
            <w:proofErr w:type="gramEnd"/>
            <w:r>
              <w:rPr>
                <w:lang w:bidi="en-US"/>
              </w:rPr>
              <w:t>9]</w:t>
            </w:r>
          </w:p>
        </w:tc>
        <w:tc>
          <w:tcPr>
            <w:tcW w:w="1571" w:type="dxa"/>
          </w:tcPr>
          <w:p w14:paraId="32465ED2"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p>
        </w:tc>
        <w:tc>
          <w:tcPr>
            <w:tcW w:w="2397" w:type="dxa"/>
          </w:tcPr>
          <w:p w14:paraId="50B05E04"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Priorité du composant</w:t>
            </w:r>
          </w:p>
        </w:tc>
        <w:tc>
          <w:tcPr>
            <w:tcW w:w="2489" w:type="dxa"/>
          </w:tcPr>
          <w:p w14:paraId="191398BC"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spellStart"/>
            <w:proofErr w:type="gramStart"/>
            <w:r>
              <w:t>priority</w:t>
            </w:r>
            <w:proofErr w:type="spellEnd"/>
            <w:proofErr w:type="gramEnd"/>
          </w:p>
        </w:tc>
      </w:tr>
      <w:tr w:rsidR="002206AD" w14:paraId="5B205E72"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1947BDA6" w14:textId="77777777" w:rsidR="002206AD" w:rsidRPr="003C16A3" w:rsidRDefault="002206AD" w:rsidP="004A5E9E">
            <w:pPr>
              <w:pStyle w:val="TBLTitrecolonne"/>
            </w:pPr>
            <w:r w:rsidRPr="003C16A3">
              <w:t>SEQUENCE</w:t>
            </w:r>
          </w:p>
        </w:tc>
        <w:tc>
          <w:tcPr>
            <w:tcW w:w="1668" w:type="dxa"/>
          </w:tcPr>
          <w:p w14:paraId="70434399" w14:textId="77777777" w:rsidR="002206AD" w:rsidRPr="00EB55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INTEGER </w:t>
            </w:r>
            <w:proofErr w:type="gramStart"/>
            <w:r>
              <w:t>0..</w:t>
            </w:r>
            <w:proofErr w:type="gramEnd"/>
            <w:r>
              <w:t>1</w:t>
            </w:r>
          </w:p>
        </w:tc>
        <w:tc>
          <w:tcPr>
            <w:tcW w:w="1571" w:type="dxa"/>
          </w:tcPr>
          <w:p w14:paraId="5F852A8F"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p>
        </w:tc>
        <w:tc>
          <w:tcPr>
            <w:tcW w:w="2397" w:type="dxa"/>
          </w:tcPr>
          <w:p w14:paraId="12BE9209"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Numéro séquentiel de la révision du composant</w:t>
            </w:r>
          </w:p>
        </w:tc>
        <w:tc>
          <w:tcPr>
            <w:tcW w:w="2489" w:type="dxa"/>
          </w:tcPr>
          <w:p w14:paraId="33F50DD4"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rsidRPr="00842E2E" w14:paraId="7794CB5C"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03D432DB" w14:textId="77777777" w:rsidR="002206AD" w:rsidRPr="003C16A3" w:rsidRDefault="002206AD" w:rsidP="004A5E9E">
            <w:pPr>
              <w:pStyle w:val="TBLTitrecolonne"/>
            </w:pPr>
            <w:r w:rsidRPr="003C16A3">
              <w:t>STATUS</w:t>
            </w:r>
          </w:p>
        </w:tc>
        <w:tc>
          <w:tcPr>
            <w:tcW w:w="1668" w:type="dxa"/>
          </w:tcPr>
          <w:p w14:paraId="7EAF9D33"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TEXT </w:t>
            </w:r>
            <w:proofErr w:type="gramStart"/>
            <w:r>
              <w:t>0..</w:t>
            </w:r>
            <w:proofErr w:type="gramEnd"/>
            <w:r>
              <w:t>1</w:t>
            </w:r>
          </w:p>
          <w:p w14:paraId="322E9CB9" w14:textId="77777777" w:rsidR="002206AD" w:rsidRPr="00EB55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(TENTATIVE | CONFIRMED | CANCELLED)</w:t>
            </w:r>
          </w:p>
        </w:tc>
        <w:tc>
          <w:tcPr>
            <w:tcW w:w="1571" w:type="dxa"/>
          </w:tcPr>
          <w:p w14:paraId="413F2DF6"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p>
        </w:tc>
        <w:tc>
          <w:tcPr>
            <w:tcW w:w="2397" w:type="dxa"/>
          </w:tcPr>
          <w:p w14:paraId="2FD31E85"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Statut de confirmation du composant</w:t>
            </w:r>
          </w:p>
        </w:tc>
        <w:tc>
          <w:tcPr>
            <w:tcW w:w="2489" w:type="dxa"/>
          </w:tcPr>
          <w:p w14:paraId="51469A39" w14:textId="77777777" w:rsidR="002206AD" w:rsidRPr="00A47CDB"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r w:rsidRPr="00A47CDB">
              <w:rPr>
                <w:lang w:val="en-US"/>
              </w:rPr>
              <w:t>Status</w:t>
            </w:r>
          </w:p>
          <w:p w14:paraId="1C97689B" w14:textId="77777777" w:rsidR="002206AD" w:rsidRPr="00A47CDB"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r>
              <w:rPr>
                <w:lang w:val="en-US"/>
              </w:rPr>
              <w:t>(</w:t>
            </w:r>
            <w:r w:rsidRPr="00A47CDB">
              <w:rPr>
                <w:lang w:val="en-US"/>
              </w:rPr>
              <w:t xml:space="preserve">proposed | pending | booked | arrived | fulfilled | cancelled | </w:t>
            </w:r>
            <w:proofErr w:type="spellStart"/>
            <w:r w:rsidRPr="00A47CDB">
              <w:rPr>
                <w:lang w:val="en-US"/>
              </w:rPr>
              <w:t>noshow</w:t>
            </w:r>
            <w:proofErr w:type="spellEnd"/>
            <w:r w:rsidRPr="00A47CDB">
              <w:rPr>
                <w:lang w:val="en-US"/>
              </w:rPr>
              <w:t xml:space="preserve"> | entered-in-error</w:t>
            </w:r>
            <w:r>
              <w:rPr>
                <w:lang w:val="en-US"/>
              </w:rPr>
              <w:t>)</w:t>
            </w:r>
          </w:p>
        </w:tc>
      </w:tr>
      <w:tr w:rsidR="002206AD" w14:paraId="4F12F418"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224A8C73" w14:textId="77777777" w:rsidR="002206AD" w:rsidRPr="003C16A3" w:rsidRDefault="002206AD" w:rsidP="004A5E9E">
            <w:pPr>
              <w:pStyle w:val="TBLTitrecolonne"/>
            </w:pPr>
            <w:r w:rsidRPr="003C16A3">
              <w:t>SUMMARY</w:t>
            </w:r>
          </w:p>
        </w:tc>
        <w:tc>
          <w:tcPr>
            <w:tcW w:w="1668" w:type="dxa"/>
          </w:tcPr>
          <w:p w14:paraId="20FACD5A" w14:textId="77777777" w:rsidR="002206AD" w:rsidRPr="00EB55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TEXT </w:t>
            </w:r>
            <w:proofErr w:type="gramStart"/>
            <w:r>
              <w:t>0..</w:t>
            </w:r>
            <w:proofErr w:type="gramEnd"/>
            <w:r>
              <w:t>1</w:t>
            </w:r>
          </w:p>
        </w:tc>
        <w:tc>
          <w:tcPr>
            <w:tcW w:w="1571" w:type="dxa"/>
          </w:tcPr>
          <w:p w14:paraId="50A4CAAA"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p>
        </w:tc>
        <w:tc>
          <w:tcPr>
            <w:tcW w:w="2397" w:type="dxa"/>
          </w:tcPr>
          <w:p w14:paraId="5CFFB4D9"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Sujet ou résumé court du composant</w:t>
            </w:r>
          </w:p>
        </w:tc>
        <w:tc>
          <w:tcPr>
            <w:tcW w:w="2489" w:type="dxa"/>
          </w:tcPr>
          <w:p w14:paraId="58C9C18C"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14:paraId="158F9B5F"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252B2D90" w14:textId="77777777" w:rsidR="002206AD" w:rsidRPr="003C16A3" w:rsidRDefault="002206AD" w:rsidP="004A5E9E">
            <w:pPr>
              <w:pStyle w:val="TBLTitrecolonne"/>
            </w:pPr>
            <w:r w:rsidRPr="003C16A3">
              <w:t>TRANSP</w:t>
            </w:r>
          </w:p>
        </w:tc>
        <w:tc>
          <w:tcPr>
            <w:tcW w:w="1668" w:type="dxa"/>
          </w:tcPr>
          <w:p w14:paraId="047FB5EC"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TEXT </w:t>
            </w:r>
            <w:proofErr w:type="gramStart"/>
            <w:r>
              <w:t>0..</w:t>
            </w:r>
            <w:proofErr w:type="gramEnd"/>
            <w:r>
              <w:t>1</w:t>
            </w:r>
          </w:p>
          <w:p w14:paraId="3272D296" w14:textId="77777777" w:rsidR="002206AD" w:rsidRPr="00EB556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(OPAQUE | TRANSPARENT)</w:t>
            </w:r>
          </w:p>
        </w:tc>
        <w:tc>
          <w:tcPr>
            <w:tcW w:w="1571" w:type="dxa"/>
          </w:tcPr>
          <w:p w14:paraId="7A0592A4"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p>
        </w:tc>
        <w:tc>
          <w:tcPr>
            <w:tcW w:w="2397" w:type="dxa"/>
          </w:tcPr>
          <w:p w14:paraId="42D788BA"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Transparence de l’évènement par rapport à une demande de temps libre/occupé</w:t>
            </w:r>
          </w:p>
        </w:tc>
        <w:tc>
          <w:tcPr>
            <w:tcW w:w="2489" w:type="dxa"/>
          </w:tcPr>
          <w:p w14:paraId="61A517D1"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14:paraId="4F74DBDC"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41485B50" w14:textId="77777777" w:rsidR="002206AD" w:rsidRPr="003C16A3" w:rsidRDefault="002206AD" w:rsidP="004A5E9E">
            <w:pPr>
              <w:pStyle w:val="TBLTitrecolonne"/>
            </w:pPr>
            <w:r w:rsidRPr="003C16A3">
              <w:t>URL</w:t>
            </w:r>
          </w:p>
        </w:tc>
        <w:tc>
          <w:tcPr>
            <w:tcW w:w="1668" w:type="dxa"/>
          </w:tcPr>
          <w:p w14:paraId="0FE3D0B3"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URI </w:t>
            </w:r>
            <w:proofErr w:type="gramStart"/>
            <w:r>
              <w:t>0..</w:t>
            </w:r>
            <w:proofErr w:type="gramEnd"/>
            <w:r>
              <w:t>1</w:t>
            </w:r>
          </w:p>
        </w:tc>
        <w:tc>
          <w:tcPr>
            <w:tcW w:w="1571" w:type="dxa"/>
          </w:tcPr>
          <w:p w14:paraId="31CA2531"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33018B30"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gramStart"/>
            <w:r>
              <w:t>URL associé</w:t>
            </w:r>
            <w:proofErr w:type="gramEnd"/>
            <w:r>
              <w:t xml:space="preserve"> à l’objet </w:t>
            </w:r>
            <w:proofErr w:type="spellStart"/>
            <w:r>
              <w:t>iCalendar</w:t>
            </w:r>
            <w:proofErr w:type="spellEnd"/>
          </w:p>
        </w:tc>
        <w:tc>
          <w:tcPr>
            <w:tcW w:w="2489" w:type="dxa"/>
          </w:tcPr>
          <w:p w14:paraId="5D4587BA"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14:paraId="00BB76D9"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51237956" w14:textId="77777777" w:rsidR="002206AD" w:rsidRPr="003C16A3" w:rsidRDefault="002206AD" w:rsidP="004A5E9E">
            <w:pPr>
              <w:pStyle w:val="TBLTitrecolonne"/>
            </w:pPr>
            <w:r w:rsidRPr="003C16A3">
              <w:t>RECURRENCE-ID</w:t>
            </w:r>
          </w:p>
        </w:tc>
        <w:tc>
          <w:tcPr>
            <w:tcW w:w="1668" w:type="dxa"/>
          </w:tcPr>
          <w:p w14:paraId="58F2C017"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DAT-TIME </w:t>
            </w:r>
            <w:proofErr w:type="gramStart"/>
            <w:r>
              <w:t>0..</w:t>
            </w:r>
            <w:proofErr w:type="gramEnd"/>
            <w:r>
              <w:t>1</w:t>
            </w:r>
          </w:p>
        </w:tc>
        <w:tc>
          <w:tcPr>
            <w:tcW w:w="1571" w:type="dxa"/>
          </w:tcPr>
          <w:p w14:paraId="73C0291D"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2DF639EB"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Identification de la récurrence de l’évènement</w:t>
            </w:r>
          </w:p>
        </w:tc>
        <w:tc>
          <w:tcPr>
            <w:tcW w:w="2489" w:type="dxa"/>
          </w:tcPr>
          <w:p w14:paraId="5A18B3ED"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14:paraId="5372EFC9"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32CB1DF4" w14:textId="77777777" w:rsidR="002206AD" w:rsidRPr="003C16A3" w:rsidRDefault="002206AD" w:rsidP="004A5E9E">
            <w:pPr>
              <w:pStyle w:val="TBLTitrecolonne"/>
            </w:pPr>
            <w:r w:rsidRPr="003C16A3">
              <w:t>RRULE</w:t>
            </w:r>
          </w:p>
        </w:tc>
        <w:tc>
          <w:tcPr>
            <w:tcW w:w="1668" w:type="dxa"/>
          </w:tcPr>
          <w:p w14:paraId="3548D92F"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RECUR </w:t>
            </w:r>
            <w:proofErr w:type="gramStart"/>
            <w:r>
              <w:t>0..</w:t>
            </w:r>
            <w:proofErr w:type="gramEnd"/>
            <w:r>
              <w:t>1</w:t>
            </w:r>
          </w:p>
        </w:tc>
        <w:tc>
          <w:tcPr>
            <w:tcW w:w="1571" w:type="dxa"/>
          </w:tcPr>
          <w:p w14:paraId="46C0A040"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66D093F9"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Règle de répétition d’un évènement récurrent</w:t>
            </w:r>
          </w:p>
        </w:tc>
        <w:tc>
          <w:tcPr>
            <w:tcW w:w="2489" w:type="dxa"/>
          </w:tcPr>
          <w:p w14:paraId="6AC99C0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14:paraId="5459363F"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7B65E3FB" w14:textId="77777777" w:rsidR="002206AD" w:rsidRPr="003C16A3" w:rsidRDefault="002206AD" w:rsidP="004A5E9E">
            <w:pPr>
              <w:pStyle w:val="TBLTitrecolonne"/>
            </w:pPr>
            <w:r w:rsidRPr="003C16A3">
              <w:t>DTEND</w:t>
            </w:r>
          </w:p>
        </w:tc>
        <w:tc>
          <w:tcPr>
            <w:tcW w:w="1668" w:type="dxa"/>
          </w:tcPr>
          <w:p w14:paraId="0EE81EF4"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sidRPr="00EB5561">
              <w:rPr>
                <w:lang w:bidi="en-US"/>
              </w:rPr>
              <w:t>DATE-TIME</w:t>
            </w:r>
            <w:r>
              <w:rPr>
                <w:lang w:bidi="en-US"/>
              </w:rPr>
              <w:t xml:space="preserve"> </w:t>
            </w:r>
            <w:proofErr w:type="gramStart"/>
            <w:r>
              <w:t>0..</w:t>
            </w:r>
            <w:proofErr w:type="gramEnd"/>
            <w:r>
              <w:t>1</w:t>
            </w:r>
            <w:r>
              <w:rPr>
                <w:lang w:bidi="en-US"/>
              </w:rPr>
              <w:t xml:space="preserve"> (default)</w:t>
            </w:r>
          </w:p>
          <w:p w14:paraId="79F83966"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Pr>
                <w:lang w:bidi="en-US"/>
              </w:rPr>
              <w:t xml:space="preserve">DATE </w:t>
            </w:r>
            <w:proofErr w:type="gramStart"/>
            <w:r>
              <w:t>0..</w:t>
            </w:r>
            <w:proofErr w:type="gramEnd"/>
            <w:r>
              <w:t>1</w:t>
            </w:r>
          </w:p>
        </w:tc>
        <w:tc>
          <w:tcPr>
            <w:tcW w:w="1571" w:type="dxa"/>
          </w:tcPr>
          <w:p w14:paraId="42BEF830" w14:textId="77777777" w:rsidR="002206AD" w:rsidRPr="00DC4F3A" w:rsidRDefault="002206AD" w:rsidP="002206AD">
            <w:pPr>
              <w:pStyle w:val="TBLContenu"/>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lang w:bidi="en-US"/>
              </w:rPr>
            </w:pPr>
            <w:r w:rsidRPr="00DC4F3A">
              <w:rPr>
                <w:rFonts w:ascii="Calibri" w:eastAsia="Calibri" w:hAnsi="Calibri" w:cs="Times New Roman"/>
                <w:lang w:bidi="en-US"/>
              </w:rPr>
              <w:t xml:space="preserve">VALUE </w:t>
            </w:r>
            <w:r>
              <w:rPr>
                <w:rFonts w:ascii="Calibri" w:eastAsia="Calibri" w:hAnsi="Calibri" w:cs="Times New Roman"/>
                <w:lang w:bidi="en-US"/>
              </w:rPr>
              <w:t xml:space="preserve">= </w:t>
            </w:r>
            <w:r w:rsidRPr="00DC4F3A">
              <w:rPr>
                <w:rFonts w:ascii="Calibri" w:eastAsia="Calibri" w:hAnsi="Calibri" w:cs="Times New Roman"/>
                <w:lang w:bidi="en-US"/>
              </w:rPr>
              <w:t>DATE</w:t>
            </w:r>
            <w:r>
              <w:rPr>
                <w:rFonts w:ascii="Calibri" w:eastAsia="Calibri" w:hAnsi="Calibri" w:cs="Times New Roman"/>
                <w:lang w:bidi="en-US"/>
              </w:rPr>
              <w:t>-TIME | DATE</w:t>
            </w:r>
          </w:p>
        </w:tc>
        <w:tc>
          <w:tcPr>
            <w:tcW w:w="2397" w:type="dxa"/>
          </w:tcPr>
          <w:p w14:paraId="33442646"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La date/temps de fin de l’évènement décrit par le composant</w:t>
            </w:r>
          </w:p>
        </w:tc>
        <w:tc>
          <w:tcPr>
            <w:tcW w:w="2489" w:type="dxa"/>
          </w:tcPr>
          <w:p w14:paraId="587D274A"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gramStart"/>
            <w:r>
              <w:t>end</w:t>
            </w:r>
            <w:proofErr w:type="gramEnd"/>
          </w:p>
        </w:tc>
      </w:tr>
      <w:tr w:rsidR="002206AD" w14:paraId="58281431"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7D82EC18" w14:textId="77777777" w:rsidR="002206AD" w:rsidRPr="003C16A3" w:rsidRDefault="002206AD" w:rsidP="004A5E9E">
            <w:pPr>
              <w:pStyle w:val="TBLTitrecolonne"/>
            </w:pPr>
            <w:r w:rsidRPr="003C16A3">
              <w:t>DURATION</w:t>
            </w:r>
          </w:p>
        </w:tc>
        <w:tc>
          <w:tcPr>
            <w:tcW w:w="1668" w:type="dxa"/>
          </w:tcPr>
          <w:p w14:paraId="22A8536D"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DURATION </w:t>
            </w:r>
            <w:proofErr w:type="gramStart"/>
            <w:r>
              <w:t>0..</w:t>
            </w:r>
            <w:proofErr w:type="gramEnd"/>
            <w:r>
              <w:t>1</w:t>
            </w:r>
          </w:p>
        </w:tc>
        <w:tc>
          <w:tcPr>
            <w:tcW w:w="1571" w:type="dxa"/>
          </w:tcPr>
          <w:p w14:paraId="2E95361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2D48103B"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Durée de l’évènement</w:t>
            </w:r>
          </w:p>
        </w:tc>
        <w:tc>
          <w:tcPr>
            <w:tcW w:w="2489" w:type="dxa"/>
          </w:tcPr>
          <w:p w14:paraId="40A36A0C"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spellStart"/>
            <w:proofErr w:type="gramStart"/>
            <w:r>
              <w:t>minutesDuration</w:t>
            </w:r>
            <w:proofErr w:type="spellEnd"/>
            <w:proofErr w:type="gramEnd"/>
          </w:p>
        </w:tc>
      </w:tr>
      <w:tr w:rsidR="002206AD" w14:paraId="1042FBFD"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149B80BB" w14:textId="77777777" w:rsidR="002206AD" w:rsidRPr="003C16A3" w:rsidRDefault="002206AD" w:rsidP="004A5E9E">
            <w:pPr>
              <w:pStyle w:val="TBLTitrecolonne"/>
            </w:pPr>
            <w:r w:rsidRPr="003C16A3">
              <w:t>COLOR</w:t>
            </w:r>
          </w:p>
        </w:tc>
        <w:tc>
          <w:tcPr>
            <w:tcW w:w="1668" w:type="dxa"/>
          </w:tcPr>
          <w:p w14:paraId="2CA6531C"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TEXT </w:t>
            </w:r>
            <w:proofErr w:type="gramStart"/>
            <w:r>
              <w:t>0..</w:t>
            </w:r>
            <w:proofErr w:type="gramEnd"/>
            <w:r>
              <w:t>1</w:t>
            </w:r>
          </w:p>
        </w:tc>
        <w:tc>
          <w:tcPr>
            <w:tcW w:w="1571" w:type="dxa"/>
          </w:tcPr>
          <w:p w14:paraId="03CF3676"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3F6905D0"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Couleur associée à l’évènement</w:t>
            </w:r>
          </w:p>
        </w:tc>
        <w:tc>
          <w:tcPr>
            <w:tcW w:w="2489" w:type="dxa"/>
          </w:tcPr>
          <w:p w14:paraId="3B10D833"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14:paraId="17595E8E"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74C9DC1E" w14:textId="77777777" w:rsidR="002206AD" w:rsidRPr="003C16A3" w:rsidRDefault="002206AD" w:rsidP="004A5E9E">
            <w:pPr>
              <w:pStyle w:val="TBLTitrecolonne"/>
            </w:pPr>
            <w:r w:rsidRPr="003C16A3">
              <w:t>ATTACH</w:t>
            </w:r>
          </w:p>
        </w:tc>
        <w:tc>
          <w:tcPr>
            <w:tcW w:w="1668" w:type="dxa"/>
          </w:tcPr>
          <w:p w14:paraId="7F0E687A"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URI </w:t>
            </w:r>
            <w:proofErr w:type="gramStart"/>
            <w:r w:rsidRPr="0028641D">
              <w:rPr>
                <w:lang w:val="en-US"/>
              </w:rPr>
              <w:t>0..</w:t>
            </w:r>
            <w:proofErr w:type="gramEnd"/>
            <w:r w:rsidRPr="0028641D">
              <w:rPr>
                <w:lang w:val="en-US"/>
              </w:rPr>
              <w:t>*</w:t>
            </w:r>
          </w:p>
          <w:p w14:paraId="66CAFAA4"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1571" w:type="dxa"/>
          </w:tcPr>
          <w:p w14:paraId="13FE5C31"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20238BE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Association d’un document au composant</w:t>
            </w:r>
          </w:p>
        </w:tc>
        <w:tc>
          <w:tcPr>
            <w:tcW w:w="2489" w:type="dxa"/>
          </w:tcPr>
          <w:p w14:paraId="0EBA2CE7"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roofErr w:type="spellStart"/>
            <w:proofErr w:type="gramStart"/>
            <w:r>
              <w:t>supportingInformation</w:t>
            </w:r>
            <w:proofErr w:type="spellEnd"/>
            <w:proofErr w:type="gramEnd"/>
            <w:r>
              <w:t xml:space="preserve"> type </w:t>
            </w:r>
            <w:proofErr w:type="spellStart"/>
            <w:r>
              <w:t>Binary</w:t>
            </w:r>
            <w:proofErr w:type="spellEnd"/>
            <w:r>
              <w:t xml:space="preserve"> ou </w:t>
            </w:r>
            <w:proofErr w:type="spellStart"/>
            <w:r>
              <w:t>documentReference</w:t>
            </w:r>
            <w:proofErr w:type="spellEnd"/>
          </w:p>
        </w:tc>
      </w:tr>
      <w:tr w:rsidR="002206AD" w:rsidRPr="00842E2E" w14:paraId="31608859"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5A8D2FBF" w14:textId="77777777" w:rsidR="002206AD" w:rsidRPr="003C16A3" w:rsidRDefault="002206AD" w:rsidP="004A5E9E">
            <w:pPr>
              <w:pStyle w:val="TBLTitrecolonne"/>
            </w:pPr>
            <w:r w:rsidRPr="003C16A3">
              <w:t>ATTENDEE</w:t>
            </w:r>
          </w:p>
        </w:tc>
        <w:tc>
          <w:tcPr>
            <w:tcW w:w="1668" w:type="dxa"/>
          </w:tcPr>
          <w:p w14:paraId="756D9B2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F82E50">
              <w:rPr>
                <w:lang w:bidi="en-US"/>
              </w:rPr>
              <w:t>CAL-ADDRESS</w:t>
            </w:r>
            <w:r>
              <w:rPr>
                <w:lang w:bidi="en-US"/>
              </w:rPr>
              <w:t xml:space="preserve"> </w:t>
            </w:r>
            <w:proofErr w:type="gramStart"/>
            <w:r w:rsidRPr="0028641D">
              <w:rPr>
                <w:lang w:val="en-US"/>
              </w:rPr>
              <w:t>0..</w:t>
            </w:r>
            <w:proofErr w:type="gramEnd"/>
            <w:r w:rsidRPr="0028641D">
              <w:rPr>
                <w:lang w:val="en-US"/>
              </w:rPr>
              <w:t>*</w:t>
            </w:r>
          </w:p>
        </w:tc>
        <w:tc>
          <w:tcPr>
            <w:tcW w:w="1571" w:type="dxa"/>
          </w:tcPr>
          <w:p w14:paraId="08E56503" w14:textId="77777777" w:rsidR="002206AD" w:rsidRDefault="002206AD" w:rsidP="002206AD">
            <w:pPr>
              <w:pStyle w:val="TBLListepuces"/>
              <w:spacing w:before="60" w:after="0"/>
              <w:jc w:val="left"/>
              <w:cnfStyle w:val="000000000000" w:firstRow="0" w:lastRow="0" w:firstColumn="0" w:lastColumn="0" w:oddVBand="0" w:evenVBand="0" w:oddHBand="0" w:evenHBand="0" w:firstRowFirstColumn="0" w:firstRowLastColumn="0" w:lastRowFirstColumn="0" w:lastRowLastColumn="0"/>
              <w:rPr>
                <w:lang w:val="en-US"/>
              </w:rPr>
            </w:pPr>
            <w:r w:rsidRPr="001A60D1">
              <w:rPr>
                <w:lang w:val="en-US"/>
              </w:rPr>
              <w:t>ROLE</w:t>
            </w:r>
          </w:p>
          <w:p w14:paraId="6360C8BA" w14:textId="77777777" w:rsidR="002206AD" w:rsidRPr="002634F1" w:rsidRDefault="002206AD" w:rsidP="002206AD">
            <w:pPr>
              <w:pStyle w:val="TBLContenu"/>
              <w:cnfStyle w:val="000000000000" w:firstRow="0" w:lastRow="0" w:firstColumn="0" w:lastColumn="0" w:oddVBand="0" w:evenVBand="0" w:oddHBand="0" w:evenHBand="0" w:firstRowFirstColumn="0" w:firstRowLastColumn="0" w:lastRowFirstColumn="0" w:lastRowLastColumn="0"/>
              <w:rPr>
                <w:i/>
                <w:sz w:val="16"/>
                <w:szCs w:val="16"/>
              </w:rPr>
            </w:pPr>
            <w:r w:rsidRPr="002634F1">
              <w:rPr>
                <w:i/>
                <w:sz w:val="16"/>
                <w:szCs w:val="16"/>
              </w:rPr>
              <w:t>(CHAIR | REQ-PARTICIPANT | OPT-PARTICIPANT | NON-PARTICIPANT)</w:t>
            </w:r>
          </w:p>
          <w:p w14:paraId="130180F5" w14:textId="77777777" w:rsidR="002206AD" w:rsidRDefault="002206AD" w:rsidP="002206AD">
            <w:pPr>
              <w:pStyle w:val="TBLListepuces"/>
              <w:spacing w:before="60" w:after="0"/>
              <w:jc w:val="left"/>
              <w:cnfStyle w:val="000000000000" w:firstRow="0" w:lastRow="0" w:firstColumn="0" w:lastColumn="0" w:oddVBand="0" w:evenVBand="0" w:oddHBand="0" w:evenHBand="0" w:firstRowFirstColumn="0" w:firstRowLastColumn="0" w:lastRowFirstColumn="0" w:lastRowLastColumn="0"/>
              <w:rPr>
                <w:lang w:val="en-US"/>
              </w:rPr>
            </w:pPr>
            <w:r w:rsidRPr="001A60D1">
              <w:rPr>
                <w:lang w:val="en-US"/>
              </w:rPr>
              <w:t>PARTSTAT</w:t>
            </w:r>
          </w:p>
          <w:p w14:paraId="3BBCF45F"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rPr>
                <w:i/>
                <w:sz w:val="16"/>
                <w:szCs w:val="16"/>
                <w:lang w:val="en-US"/>
              </w:rPr>
            </w:pPr>
            <w:r w:rsidRPr="002634F1">
              <w:rPr>
                <w:i/>
                <w:sz w:val="16"/>
                <w:szCs w:val="16"/>
                <w:lang w:val="en-US"/>
              </w:rPr>
              <w:t>(NEEDS-ACTION | ACCEPTED | DECLINED | TENTATIVE | DELEGATED)</w:t>
            </w:r>
          </w:p>
          <w:p w14:paraId="5AF7B148" w14:textId="77777777" w:rsidR="002206AD" w:rsidRPr="002634F1" w:rsidRDefault="002206AD" w:rsidP="002206AD">
            <w:pPr>
              <w:pStyle w:val="TBLListepuces"/>
              <w:spacing w:before="60" w:after="0"/>
              <w:jc w:val="left"/>
              <w:cnfStyle w:val="000000000000" w:firstRow="0" w:lastRow="0" w:firstColumn="0" w:lastColumn="0" w:oddVBand="0" w:evenVBand="0" w:oddHBand="0" w:evenHBand="0" w:firstRowFirstColumn="0" w:firstRowLastColumn="0" w:lastRowFirstColumn="0" w:lastRowLastColumn="0"/>
              <w:rPr>
                <w:lang w:val="en-US"/>
              </w:rPr>
            </w:pPr>
            <w:r>
              <w:rPr>
                <w:lang w:val="en-US"/>
              </w:rPr>
              <w:t>…</w:t>
            </w:r>
          </w:p>
        </w:tc>
        <w:tc>
          <w:tcPr>
            <w:tcW w:w="2397" w:type="dxa"/>
          </w:tcPr>
          <w:p w14:paraId="6B591003" w14:textId="77777777" w:rsidR="002206AD" w:rsidRPr="004D2190"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4D2190">
              <w:t xml:space="preserve">Identification </w:t>
            </w:r>
            <w:r>
              <w:t>des participants</w:t>
            </w:r>
          </w:p>
        </w:tc>
        <w:tc>
          <w:tcPr>
            <w:tcW w:w="2489" w:type="dxa"/>
          </w:tcPr>
          <w:p w14:paraId="52C842C4" w14:textId="77777777" w:rsidR="002206AD" w:rsidRPr="002634F1" w:rsidRDefault="002206AD" w:rsidP="002206AD">
            <w:pPr>
              <w:pStyle w:val="TBLListepuces"/>
              <w:spacing w:before="60" w:after="0"/>
              <w:jc w:val="left"/>
              <w:cnfStyle w:val="000000000000" w:firstRow="0" w:lastRow="0" w:firstColumn="0" w:lastColumn="0" w:oddVBand="0" w:evenVBand="0" w:oddHBand="0" w:evenHBand="0" w:firstRowFirstColumn="0" w:firstRowLastColumn="0" w:lastRowFirstColumn="0" w:lastRowLastColumn="0"/>
              <w:rPr>
                <w:lang w:val="en-US"/>
              </w:rPr>
            </w:pPr>
            <w:proofErr w:type="spellStart"/>
            <w:r w:rsidRPr="002634F1">
              <w:rPr>
                <w:lang w:val="en-US"/>
              </w:rPr>
              <w:t>Participant.required</w:t>
            </w:r>
            <w:proofErr w:type="spellEnd"/>
          </w:p>
          <w:p w14:paraId="67B646D2" w14:textId="77777777" w:rsidR="002206AD" w:rsidRPr="002634F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r w:rsidRPr="002634F1">
              <w:rPr>
                <w:lang w:val="en-US"/>
              </w:rPr>
              <w:t>(required | optional | information-only)</w:t>
            </w:r>
          </w:p>
          <w:p w14:paraId="56C7DC86" w14:textId="77777777" w:rsidR="002206AD" w:rsidRDefault="002206AD" w:rsidP="002206AD">
            <w:pPr>
              <w:pStyle w:val="TBLListepuces"/>
              <w:spacing w:before="60" w:after="0"/>
              <w:jc w:val="left"/>
              <w:cnfStyle w:val="000000000000" w:firstRow="0" w:lastRow="0" w:firstColumn="0" w:lastColumn="0" w:oddVBand="0" w:evenVBand="0" w:oddHBand="0" w:evenHBand="0" w:firstRowFirstColumn="0" w:firstRowLastColumn="0" w:lastRowFirstColumn="0" w:lastRowLastColumn="0"/>
            </w:pPr>
            <w:proofErr w:type="spellStart"/>
            <w:proofErr w:type="gramStart"/>
            <w:r>
              <w:t>participant.status</w:t>
            </w:r>
            <w:proofErr w:type="spellEnd"/>
            <w:proofErr w:type="gramEnd"/>
          </w:p>
          <w:p w14:paraId="4C63F2A5" w14:textId="77777777" w:rsidR="002206AD" w:rsidRPr="002634F1"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r w:rsidRPr="00A15DB9">
              <w:rPr>
                <w:lang w:val="en-US"/>
              </w:rPr>
              <w:t>(accepted | declined | tentative | needs-action</w:t>
            </w:r>
            <w:r>
              <w:rPr>
                <w:lang w:val="en-US"/>
              </w:rPr>
              <w:t>)</w:t>
            </w:r>
          </w:p>
        </w:tc>
      </w:tr>
      <w:tr w:rsidR="002206AD" w:rsidRPr="004D2190" w14:paraId="67C7A68E"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5F5B8117" w14:textId="77777777" w:rsidR="002206AD" w:rsidRPr="003C16A3" w:rsidRDefault="002206AD" w:rsidP="004A5E9E">
            <w:pPr>
              <w:pStyle w:val="TBLTitrecolonne"/>
            </w:pPr>
            <w:r w:rsidRPr="003C16A3">
              <w:lastRenderedPageBreak/>
              <w:t>CATEGORIES</w:t>
            </w:r>
          </w:p>
        </w:tc>
        <w:tc>
          <w:tcPr>
            <w:tcW w:w="1668" w:type="dxa"/>
          </w:tcPr>
          <w:p w14:paraId="5474497D" w14:textId="77777777" w:rsidR="002206AD" w:rsidRPr="00F82E50"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bidi="en-US"/>
              </w:rPr>
            </w:pPr>
            <w:r>
              <w:rPr>
                <w:lang w:bidi="en-US"/>
              </w:rPr>
              <w:t xml:space="preserve">TEXT </w:t>
            </w:r>
            <w:proofErr w:type="gramStart"/>
            <w:r w:rsidRPr="0028641D">
              <w:rPr>
                <w:lang w:val="en-US"/>
              </w:rPr>
              <w:t>0..</w:t>
            </w:r>
            <w:proofErr w:type="gramEnd"/>
            <w:r w:rsidRPr="0028641D">
              <w:rPr>
                <w:lang w:val="en-US"/>
              </w:rPr>
              <w:t>*</w:t>
            </w:r>
          </w:p>
        </w:tc>
        <w:tc>
          <w:tcPr>
            <w:tcW w:w="1571" w:type="dxa"/>
          </w:tcPr>
          <w:p w14:paraId="0C341D1A"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464D1602" w14:textId="77777777" w:rsidR="002206AD" w:rsidRPr="004D2190"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Définition des catégories auxquelles appartient le composant</w:t>
            </w:r>
          </w:p>
        </w:tc>
        <w:tc>
          <w:tcPr>
            <w:tcW w:w="2489" w:type="dxa"/>
          </w:tcPr>
          <w:p w14:paraId="165220F9"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rsidRPr="00D91E55" w14:paraId="76858010"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714D74F8" w14:textId="77777777" w:rsidR="002206AD" w:rsidRPr="003C16A3" w:rsidRDefault="002206AD" w:rsidP="004A5E9E">
            <w:pPr>
              <w:pStyle w:val="TBLTitrecolonne"/>
            </w:pPr>
            <w:r w:rsidRPr="003C16A3">
              <w:t>COMMENT</w:t>
            </w:r>
          </w:p>
        </w:tc>
        <w:tc>
          <w:tcPr>
            <w:tcW w:w="1668" w:type="dxa"/>
          </w:tcPr>
          <w:p w14:paraId="438D30B3" w14:textId="77777777" w:rsidR="002206AD" w:rsidRPr="0028641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TEXT </w:t>
            </w:r>
            <w:proofErr w:type="gramStart"/>
            <w:r w:rsidRPr="0028641D">
              <w:rPr>
                <w:lang w:val="en-US"/>
              </w:rPr>
              <w:t>0..</w:t>
            </w:r>
            <w:proofErr w:type="gramEnd"/>
            <w:r w:rsidRPr="0028641D">
              <w:rPr>
                <w:lang w:val="en-US"/>
              </w:rPr>
              <w:t>*</w:t>
            </w:r>
          </w:p>
        </w:tc>
        <w:tc>
          <w:tcPr>
            <w:tcW w:w="1571" w:type="dxa"/>
          </w:tcPr>
          <w:p w14:paraId="1A921E5E" w14:textId="77777777" w:rsidR="002206AD" w:rsidRPr="0028641D" w:rsidRDefault="002206AD" w:rsidP="002206AD">
            <w:pPr>
              <w:pStyle w:val="TBLContenu"/>
              <w:cnfStyle w:val="000000000000" w:firstRow="0" w:lastRow="0" w:firstColumn="0" w:lastColumn="0" w:oddVBand="0" w:evenVBand="0" w:oddHBand="0" w:evenHBand="0" w:firstRowFirstColumn="0" w:firstRowLastColumn="0" w:lastRowFirstColumn="0" w:lastRowLastColumn="0"/>
              <w:rPr>
                <w:lang w:val="en-US"/>
              </w:rPr>
            </w:pPr>
          </w:p>
        </w:tc>
        <w:tc>
          <w:tcPr>
            <w:tcW w:w="2397" w:type="dxa"/>
          </w:tcPr>
          <w:p w14:paraId="72A3BFBB" w14:textId="77777777" w:rsidR="002206AD" w:rsidRPr="00D91E55"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rsidRPr="00D91E55">
              <w:t xml:space="preserve">Un commentaire </w:t>
            </w:r>
            <w:r>
              <w:t>destiné</w:t>
            </w:r>
            <w:r w:rsidRPr="00D91E55">
              <w:t xml:space="preserve"> à l’utilisateur qui va consulter le composant</w:t>
            </w:r>
          </w:p>
        </w:tc>
        <w:tc>
          <w:tcPr>
            <w:tcW w:w="2489" w:type="dxa"/>
          </w:tcPr>
          <w:p w14:paraId="0EFF62FF" w14:textId="77777777" w:rsidR="002206AD" w:rsidRPr="00D91E55"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rsidRPr="00D91E55" w14:paraId="06314705"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7A8EE530" w14:textId="77777777" w:rsidR="002206AD" w:rsidRPr="003C16A3" w:rsidRDefault="002206AD" w:rsidP="004A5E9E">
            <w:pPr>
              <w:pStyle w:val="TBLTitrecolonne"/>
            </w:pPr>
            <w:r w:rsidRPr="003C16A3">
              <w:t>CONTACT</w:t>
            </w:r>
          </w:p>
        </w:tc>
        <w:tc>
          <w:tcPr>
            <w:tcW w:w="1668" w:type="dxa"/>
          </w:tcPr>
          <w:p w14:paraId="56FB5A8C"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TEXT </w:t>
            </w:r>
            <w:proofErr w:type="gramStart"/>
            <w:r>
              <w:t>0..</w:t>
            </w:r>
            <w:proofErr w:type="gramEnd"/>
            <w:r>
              <w:t>*</w:t>
            </w:r>
          </w:p>
        </w:tc>
        <w:tc>
          <w:tcPr>
            <w:tcW w:w="1571" w:type="dxa"/>
          </w:tcPr>
          <w:p w14:paraId="03CD8D4C"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7FB24751"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Informations de contact relatives au composant</w:t>
            </w:r>
          </w:p>
        </w:tc>
        <w:tc>
          <w:tcPr>
            <w:tcW w:w="2489" w:type="dxa"/>
          </w:tcPr>
          <w:p w14:paraId="7566DCCB"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rsidRPr="00D91E55" w14:paraId="536DAF0D"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2B7E3441" w14:textId="77777777" w:rsidR="002206AD" w:rsidRPr="003C16A3" w:rsidRDefault="002206AD" w:rsidP="004A5E9E">
            <w:pPr>
              <w:pStyle w:val="TBLTitrecolonne"/>
            </w:pPr>
            <w:r w:rsidRPr="003C16A3">
              <w:t>EXDATE</w:t>
            </w:r>
          </w:p>
        </w:tc>
        <w:tc>
          <w:tcPr>
            <w:tcW w:w="1668" w:type="dxa"/>
          </w:tcPr>
          <w:p w14:paraId="23A76640" w14:textId="77777777" w:rsidR="002206AD" w:rsidRPr="005A0C6E"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DATE-TIME </w:t>
            </w:r>
            <w:proofErr w:type="gramStart"/>
            <w:r>
              <w:t>0..</w:t>
            </w:r>
            <w:proofErr w:type="gramEnd"/>
            <w:r>
              <w:t>*</w:t>
            </w:r>
          </w:p>
        </w:tc>
        <w:tc>
          <w:tcPr>
            <w:tcW w:w="1571" w:type="dxa"/>
          </w:tcPr>
          <w:p w14:paraId="680A6769" w14:textId="77777777" w:rsidR="002206AD" w:rsidRPr="005A0C6E"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722E0FE4" w14:textId="77777777" w:rsidR="002206AD" w:rsidRPr="00D91E55"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Liste des exceptions d’un évènement récurrent</w:t>
            </w:r>
          </w:p>
        </w:tc>
        <w:tc>
          <w:tcPr>
            <w:tcW w:w="2489" w:type="dxa"/>
          </w:tcPr>
          <w:p w14:paraId="6C249B7B"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rsidRPr="00D91E55" w14:paraId="1D1BA7BD"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31E158D2" w14:textId="77777777" w:rsidR="002206AD" w:rsidRPr="003C16A3" w:rsidRDefault="002206AD" w:rsidP="004A5E9E">
            <w:pPr>
              <w:pStyle w:val="TBLTitrecolonne"/>
            </w:pPr>
            <w:r w:rsidRPr="003C16A3">
              <w:t>REQUEST-STATUS</w:t>
            </w:r>
          </w:p>
        </w:tc>
        <w:tc>
          <w:tcPr>
            <w:tcW w:w="1668" w:type="dxa"/>
          </w:tcPr>
          <w:p w14:paraId="2D1934A0" w14:textId="77777777" w:rsidR="002206AD" w:rsidRPr="00261622"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TEXT </w:t>
            </w:r>
            <w:proofErr w:type="gramStart"/>
            <w:r w:rsidRPr="00261622">
              <w:t>0..</w:t>
            </w:r>
            <w:proofErr w:type="gramEnd"/>
            <w:r w:rsidRPr="00261622">
              <w:t>*</w:t>
            </w:r>
          </w:p>
        </w:tc>
        <w:tc>
          <w:tcPr>
            <w:tcW w:w="1571" w:type="dxa"/>
          </w:tcPr>
          <w:p w14:paraId="3B04AAC7" w14:textId="77777777" w:rsidR="002206AD" w:rsidRPr="00261622"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3D18672A" w14:textId="77777777" w:rsidR="002206AD" w:rsidRPr="00261622"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Code statut en réponse à une requête de planification</w:t>
            </w:r>
          </w:p>
        </w:tc>
        <w:tc>
          <w:tcPr>
            <w:tcW w:w="2489" w:type="dxa"/>
          </w:tcPr>
          <w:p w14:paraId="6C3A8C0C"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rsidRPr="00D91E55" w14:paraId="73ADA67F"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48FECF68" w14:textId="77777777" w:rsidR="002206AD" w:rsidRPr="003C16A3" w:rsidRDefault="002206AD" w:rsidP="004A5E9E">
            <w:pPr>
              <w:pStyle w:val="TBLTitrecolonne"/>
            </w:pPr>
            <w:r w:rsidRPr="003C16A3">
              <w:t>RELATED-TO</w:t>
            </w:r>
          </w:p>
        </w:tc>
        <w:tc>
          <w:tcPr>
            <w:tcW w:w="1668" w:type="dxa"/>
          </w:tcPr>
          <w:p w14:paraId="7267A923" w14:textId="77777777" w:rsidR="002206AD" w:rsidRPr="005A0C6E"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TEXT </w:t>
            </w:r>
            <w:proofErr w:type="gramStart"/>
            <w:r>
              <w:t>0..</w:t>
            </w:r>
            <w:proofErr w:type="gramEnd"/>
            <w:r>
              <w:t>*</w:t>
            </w:r>
          </w:p>
        </w:tc>
        <w:tc>
          <w:tcPr>
            <w:tcW w:w="1571" w:type="dxa"/>
          </w:tcPr>
          <w:p w14:paraId="0DD09430" w14:textId="77777777" w:rsidR="002206AD" w:rsidRPr="005A0C6E"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15D19B47" w14:textId="77777777" w:rsidR="002206AD" w:rsidRPr="00D91E55"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Relation avec un autre composant</w:t>
            </w:r>
          </w:p>
        </w:tc>
        <w:tc>
          <w:tcPr>
            <w:tcW w:w="2489" w:type="dxa"/>
          </w:tcPr>
          <w:p w14:paraId="253EC238"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rsidRPr="00D91E55" w14:paraId="57FBBF1F"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67D95344" w14:textId="77777777" w:rsidR="002206AD" w:rsidRPr="003C16A3" w:rsidRDefault="002206AD" w:rsidP="004A5E9E">
            <w:pPr>
              <w:pStyle w:val="TBLTitrecolonne"/>
            </w:pPr>
            <w:r w:rsidRPr="003C16A3">
              <w:t>RESOURCES</w:t>
            </w:r>
          </w:p>
        </w:tc>
        <w:tc>
          <w:tcPr>
            <w:tcW w:w="1668" w:type="dxa"/>
          </w:tcPr>
          <w:p w14:paraId="175C3EBB" w14:textId="77777777" w:rsidR="002206AD" w:rsidRPr="005A0C6E"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TEXT </w:t>
            </w:r>
            <w:proofErr w:type="gramStart"/>
            <w:r>
              <w:t>0..</w:t>
            </w:r>
            <w:proofErr w:type="gramEnd"/>
            <w:r>
              <w:t>*</w:t>
            </w:r>
          </w:p>
        </w:tc>
        <w:tc>
          <w:tcPr>
            <w:tcW w:w="1571" w:type="dxa"/>
          </w:tcPr>
          <w:p w14:paraId="48DF5C68" w14:textId="77777777" w:rsidR="002206AD" w:rsidRPr="005A0C6E"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3BE8DEC5" w14:textId="77777777" w:rsidR="002206AD" w:rsidRPr="00D91E55"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Ressource ou équipements requis pour l’évènement</w:t>
            </w:r>
          </w:p>
        </w:tc>
        <w:tc>
          <w:tcPr>
            <w:tcW w:w="2489" w:type="dxa"/>
          </w:tcPr>
          <w:p w14:paraId="6FB6EF00"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rsidRPr="00261622" w14:paraId="6C950C21"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6FDFE64B" w14:textId="77777777" w:rsidR="002206AD" w:rsidRPr="003C16A3" w:rsidRDefault="002206AD" w:rsidP="004A5E9E">
            <w:pPr>
              <w:pStyle w:val="TBLTitrecolonne"/>
            </w:pPr>
            <w:r w:rsidRPr="003C16A3">
              <w:t>RDATE</w:t>
            </w:r>
          </w:p>
        </w:tc>
        <w:tc>
          <w:tcPr>
            <w:tcW w:w="1668" w:type="dxa"/>
          </w:tcPr>
          <w:p w14:paraId="7B92C9DF" w14:textId="77777777" w:rsidR="002206AD" w:rsidRPr="00261622"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DATE-TIME </w:t>
            </w:r>
            <w:proofErr w:type="gramStart"/>
            <w:r w:rsidRPr="00261622">
              <w:t>0..</w:t>
            </w:r>
            <w:proofErr w:type="gramEnd"/>
            <w:r w:rsidRPr="00261622">
              <w:t>*</w:t>
            </w:r>
          </w:p>
        </w:tc>
        <w:tc>
          <w:tcPr>
            <w:tcW w:w="1571" w:type="dxa"/>
          </w:tcPr>
          <w:p w14:paraId="49576F51" w14:textId="77777777" w:rsidR="002206AD" w:rsidRPr="00261622"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3A564148" w14:textId="77777777" w:rsidR="002206AD" w:rsidRPr="00261622"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Liste des récurrences d’un évènement</w:t>
            </w:r>
          </w:p>
        </w:tc>
        <w:tc>
          <w:tcPr>
            <w:tcW w:w="2489" w:type="dxa"/>
          </w:tcPr>
          <w:p w14:paraId="1A132C3E"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rsidRPr="00261622" w14:paraId="302026CC"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2CFF4460" w14:textId="77777777" w:rsidR="002206AD" w:rsidRPr="003C16A3" w:rsidRDefault="002206AD" w:rsidP="004A5E9E">
            <w:pPr>
              <w:pStyle w:val="TBLTitrecolonne"/>
            </w:pPr>
            <w:r w:rsidRPr="003C16A3">
              <w:t>IMAGE</w:t>
            </w:r>
          </w:p>
        </w:tc>
        <w:tc>
          <w:tcPr>
            <w:tcW w:w="1668" w:type="dxa"/>
          </w:tcPr>
          <w:p w14:paraId="57EEF06A"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URI </w:t>
            </w:r>
            <w:proofErr w:type="gramStart"/>
            <w:r w:rsidRPr="00261622">
              <w:t>0..</w:t>
            </w:r>
            <w:proofErr w:type="gramEnd"/>
            <w:r w:rsidRPr="00261622">
              <w:t>*</w:t>
            </w:r>
          </w:p>
          <w:p w14:paraId="0489EEAC"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BINARY</w:t>
            </w:r>
          </w:p>
        </w:tc>
        <w:tc>
          <w:tcPr>
            <w:tcW w:w="1571" w:type="dxa"/>
          </w:tcPr>
          <w:p w14:paraId="3A95FFFF" w14:textId="77777777" w:rsidR="002206AD" w:rsidRPr="00261622"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278AA65D"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Images associées à l’évènement</w:t>
            </w:r>
          </w:p>
        </w:tc>
        <w:tc>
          <w:tcPr>
            <w:tcW w:w="2489" w:type="dxa"/>
          </w:tcPr>
          <w:p w14:paraId="0D1D17A1"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r w:rsidR="002206AD" w:rsidRPr="00261622" w14:paraId="579D7D88" w14:textId="77777777" w:rsidTr="002206AD">
        <w:tc>
          <w:tcPr>
            <w:cnfStyle w:val="001000000000" w:firstRow="0" w:lastRow="0" w:firstColumn="1" w:lastColumn="0" w:oddVBand="0" w:evenVBand="0" w:oddHBand="0" w:evenHBand="0" w:firstRowFirstColumn="0" w:firstRowLastColumn="0" w:lastRowFirstColumn="0" w:lastRowLastColumn="0"/>
            <w:tcW w:w="1843" w:type="dxa"/>
          </w:tcPr>
          <w:p w14:paraId="5C7D397F" w14:textId="77777777" w:rsidR="002206AD" w:rsidRPr="003C16A3" w:rsidRDefault="002206AD" w:rsidP="004A5E9E">
            <w:pPr>
              <w:pStyle w:val="TBLTitrecolonne"/>
            </w:pPr>
            <w:r w:rsidRPr="003C16A3">
              <w:t>CONFERENCE</w:t>
            </w:r>
          </w:p>
        </w:tc>
        <w:tc>
          <w:tcPr>
            <w:tcW w:w="1668" w:type="dxa"/>
          </w:tcPr>
          <w:p w14:paraId="4B13B1BA"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 xml:space="preserve">URI </w:t>
            </w:r>
            <w:proofErr w:type="gramStart"/>
            <w:r w:rsidRPr="00261622">
              <w:t>0..</w:t>
            </w:r>
            <w:proofErr w:type="gramEnd"/>
            <w:r w:rsidRPr="00261622">
              <w:t>*</w:t>
            </w:r>
          </w:p>
        </w:tc>
        <w:tc>
          <w:tcPr>
            <w:tcW w:w="1571" w:type="dxa"/>
          </w:tcPr>
          <w:p w14:paraId="4D95F853" w14:textId="77777777" w:rsidR="002206AD" w:rsidRPr="00261622"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c>
          <w:tcPr>
            <w:tcW w:w="2397" w:type="dxa"/>
          </w:tcPr>
          <w:p w14:paraId="0D645422"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r>
              <w:t>Informations d’accès à une conférence</w:t>
            </w:r>
          </w:p>
        </w:tc>
        <w:tc>
          <w:tcPr>
            <w:tcW w:w="2489" w:type="dxa"/>
          </w:tcPr>
          <w:p w14:paraId="5CFC56DE" w14:textId="77777777" w:rsidR="002206AD" w:rsidRDefault="002206AD" w:rsidP="002206AD">
            <w:pPr>
              <w:pStyle w:val="TBLContenu"/>
              <w:cnfStyle w:val="000000000000" w:firstRow="0" w:lastRow="0" w:firstColumn="0" w:lastColumn="0" w:oddVBand="0" w:evenVBand="0" w:oddHBand="0" w:evenHBand="0" w:firstRowFirstColumn="0" w:firstRowLastColumn="0" w:lastRowFirstColumn="0" w:lastRowLastColumn="0"/>
            </w:pPr>
          </w:p>
        </w:tc>
      </w:tr>
    </w:tbl>
    <w:p w14:paraId="27F34790" w14:textId="4E2A65A3" w:rsidR="002A22C2" w:rsidRPr="004D6A45" w:rsidRDefault="002A22C2" w:rsidP="004D6A45"/>
    <w:sectPr w:rsidR="002A22C2" w:rsidRPr="004D6A45" w:rsidSect="002477CE">
      <w:headerReference w:type="default" r:id="rId39"/>
      <w:footerReference w:type="default" r:id="rId40"/>
      <w:headerReference w:type="first" r:id="rId41"/>
      <w:pgSz w:w="11906" w:h="16838"/>
      <w:pgMar w:top="1417" w:right="849" w:bottom="1417" w:left="851" w:header="283"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DDE8F" w14:textId="77777777" w:rsidR="00313CF8" w:rsidRDefault="00313CF8" w:rsidP="00E63E4A">
      <w:pPr>
        <w:spacing w:after="0" w:line="240" w:lineRule="auto"/>
      </w:pPr>
      <w:r>
        <w:separator/>
      </w:r>
    </w:p>
  </w:endnote>
  <w:endnote w:type="continuationSeparator" w:id="0">
    <w:p w14:paraId="428F0391" w14:textId="77777777" w:rsidR="00313CF8" w:rsidRDefault="00313CF8" w:rsidP="00E6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732069" w:rsidRPr="009C22AC" w14:paraId="31DF6279" w14:textId="77777777" w:rsidTr="006F4328">
      <w:trPr>
        <w:cantSplit/>
        <w:trHeight w:val="446"/>
        <w:jc w:val="center"/>
      </w:trPr>
      <w:tc>
        <w:tcPr>
          <w:tcW w:w="4435" w:type="pct"/>
          <w:vAlign w:val="center"/>
        </w:tcPr>
        <w:p w14:paraId="4F03E6D7" w14:textId="153BBCA3" w:rsidR="00732069" w:rsidRPr="00CD13AE" w:rsidRDefault="00732069" w:rsidP="00F602BA">
          <w:pPr>
            <w:jc w:val="center"/>
            <w:rPr>
              <w:sz w:val="18"/>
            </w:rPr>
          </w:pPr>
          <w:r w:rsidRPr="00CD13AE">
            <w:rPr>
              <w:sz w:val="18"/>
            </w:rPr>
            <w:t xml:space="preserve">Statut : </w:t>
          </w:r>
          <w:r>
            <w:rPr>
              <w:sz w:val="18"/>
            </w:rPr>
            <w:fldChar w:fldCharType="begin"/>
          </w:r>
          <w:r>
            <w:rPr>
              <w:sz w:val="18"/>
            </w:rPr>
            <w:instrText xml:space="preserve"> DOCPROPERTY  _Statut  \* MERGEFORMAT </w:instrText>
          </w:r>
          <w:r>
            <w:rPr>
              <w:sz w:val="18"/>
            </w:rPr>
            <w:fldChar w:fldCharType="separate"/>
          </w:r>
          <w:r w:rsidR="00A100DC">
            <w:rPr>
              <w:sz w:val="18"/>
            </w:rPr>
            <w:t>Validé</w:t>
          </w:r>
          <w:r>
            <w:rPr>
              <w:sz w:val="18"/>
            </w:rPr>
            <w:fldChar w:fldCharType="end"/>
          </w:r>
          <w:r w:rsidRPr="00CD13AE">
            <w:rPr>
              <w:sz w:val="18"/>
            </w:rPr>
            <w:t xml:space="preserve"> | Classification : </w:t>
          </w:r>
          <w:r>
            <w:rPr>
              <w:sz w:val="18"/>
            </w:rPr>
            <w:fldChar w:fldCharType="begin"/>
          </w:r>
          <w:r>
            <w:rPr>
              <w:sz w:val="18"/>
            </w:rPr>
            <w:instrText xml:space="preserve"> DOCPROPERTY  _Classification  \* MERGEFORMAT </w:instrText>
          </w:r>
          <w:r>
            <w:rPr>
              <w:sz w:val="18"/>
            </w:rPr>
            <w:fldChar w:fldCharType="separate"/>
          </w:r>
          <w:r w:rsidR="00A100DC">
            <w:rPr>
              <w:sz w:val="18"/>
            </w:rPr>
            <w:t>Publique</w:t>
          </w:r>
          <w:r>
            <w:rPr>
              <w:sz w:val="18"/>
            </w:rPr>
            <w:fldChar w:fldCharType="end"/>
          </w:r>
          <w:r w:rsidRPr="00CD13AE">
            <w:rPr>
              <w:sz w:val="18"/>
            </w:rPr>
            <w:t> </w:t>
          </w:r>
          <w:r w:rsidRPr="00CD13AE">
            <w:rPr>
              <w:sz w:val="18"/>
            </w:rPr>
            <w:softHyphen/>
          </w:r>
          <w:r w:rsidRPr="00CD13AE">
            <w:rPr>
              <w:sz w:val="18"/>
            </w:rPr>
            <w:softHyphen/>
            <w:t xml:space="preserve">| Version </w:t>
          </w:r>
          <w:r>
            <w:rPr>
              <w:sz w:val="18"/>
            </w:rPr>
            <w:fldChar w:fldCharType="begin"/>
          </w:r>
          <w:r>
            <w:rPr>
              <w:sz w:val="18"/>
            </w:rPr>
            <w:instrText xml:space="preserve"> DOCPROPERTY  _Version  \* MERGEFORMAT </w:instrText>
          </w:r>
          <w:r>
            <w:rPr>
              <w:sz w:val="18"/>
            </w:rPr>
            <w:fldChar w:fldCharType="separate"/>
          </w:r>
          <w:r w:rsidR="00A100DC">
            <w:rPr>
              <w:sz w:val="18"/>
            </w:rPr>
            <w:t>v2.0</w:t>
          </w:r>
          <w:r>
            <w:rPr>
              <w:sz w:val="18"/>
            </w:rPr>
            <w:fldChar w:fldCharType="end"/>
          </w:r>
        </w:p>
      </w:tc>
      <w:tc>
        <w:tcPr>
          <w:tcW w:w="565" w:type="pct"/>
          <w:vAlign w:val="center"/>
        </w:tcPr>
        <w:p w14:paraId="63BBACC1" w14:textId="1D2F3D93" w:rsidR="00732069" w:rsidRPr="00CD13AE" w:rsidRDefault="00732069" w:rsidP="006F4328">
          <w:pPr>
            <w:jc w:val="right"/>
            <w:rPr>
              <w:sz w:val="18"/>
              <w:lang w:val="en-US"/>
            </w:rPr>
          </w:pPr>
          <w:proofErr w:type="gramStart"/>
          <w:r w:rsidRPr="00CD13AE">
            <w:rPr>
              <w:sz w:val="18"/>
            </w:rPr>
            <w:t>page</w:t>
          </w:r>
          <w:proofErr w:type="gramEnd"/>
          <w:r w:rsidRPr="00CD13AE">
            <w:rPr>
              <w:sz w:val="18"/>
            </w:rPr>
            <w:t xml:space="preserve"> </w:t>
          </w:r>
          <w:r w:rsidRPr="00CD13AE">
            <w:rPr>
              <w:sz w:val="18"/>
            </w:rPr>
            <w:fldChar w:fldCharType="begin"/>
          </w:r>
          <w:r w:rsidRPr="00CD13AE">
            <w:rPr>
              <w:sz w:val="18"/>
            </w:rPr>
            <w:instrText xml:space="preserve"> PAGE   \* MERGEFORMAT </w:instrText>
          </w:r>
          <w:r w:rsidRPr="00CD13AE">
            <w:rPr>
              <w:sz w:val="18"/>
            </w:rPr>
            <w:fldChar w:fldCharType="separate"/>
          </w:r>
          <w:r w:rsidR="00917C1F">
            <w:rPr>
              <w:noProof/>
              <w:sz w:val="18"/>
            </w:rPr>
            <w:t>21</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917C1F">
            <w:rPr>
              <w:noProof/>
              <w:sz w:val="18"/>
            </w:rPr>
            <w:t>54</w:t>
          </w:r>
          <w:r w:rsidRPr="00CD13AE">
            <w:rPr>
              <w:noProof/>
              <w:sz w:val="18"/>
            </w:rPr>
            <w:fldChar w:fldCharType="end"/>
          </w:r>
        </w:p>
      </w:tc>
    </w:tr>
  </w:tbl>
  <w:p w14:paraId="61D1872F" w14:textId="364AB07A" w:rsidR="00732069" w:rsidRPr="004D29DC" w:rsidRDefault="00732069" w:rsidP="003027BD">
    <w:pPr>
      <w:pStyle w:val="Pieddepage"/>
      <w:tabs>
        <w:tab w:val="clear" w:pos="9072"/>
        <w:tab w:val="right" w:pos="9639"/>
      </w:tabs>
      <w:ind w:left="-851" w:right="-567"/>
      <w:jc w:val="center"/>
      <w:rPr>
        <w:sz w:val="14"/>
      </w:rPr>
    </w:pPr>
    <w:r w:rsidRPr="00CA16F5">
      <w:rPr>
        <w:sz w:val="14"/>
      </w:rPr>
      <w:t>Ce document est diffusé sous licence ouverte v2</w:t>
    </w:r>
    <w:r>
      <w:rPr>
        <w:sz w:val="14"/>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9127F" w14:textId="77777777" w:rsidR="00313CF8" w:rsidRDefault="00313CF8" w:rsidP="00E63E4A">
      <w:pPr>
        <w:spacing w:after="0" w:line="240" w:lineRule="auto"/>
      </w:pPr>
      <w:r>
        <w:separator/>
      </w:r>
    </w:p>
  </w:footnote>
  <w:footnote w:type="continuationSeparator" w:id="0">
    <w:p w14:paraId="26F7AD2F" w14:textId="77777777" w:rsidR="00313CF8" w:rsidRDefault="00313CF8" w:rsidP="00E63E4A">
      <w:pPr>
        <w:spacing w:after="0" w:line="240" w:lineRule="auto"/>
      </w:pPr>
      <w:r>
        <w:continuationSeparator/>
      </w:r>
    </w:p>
  </w:footnote>
  <w:footnote w:id="1">
    <w:p w14:paraId="11A691EF" w14:textId="77777777" w:rsidR="00732069" w:rsidRDefault="00732069" w:rsidP="00F35B0A">
      <w:pPr>
        <w:pStyle w:val="Notedebasdepage"/>
      </w:pPr>
      <w:r>
        <w:rPr>
          <w:rStyle w:val="Appelnotedebasdep"/>
        </w:rPr>
        <w:footnoteRef/>
      </w:r>
      <w:r>
        <w:t xml:space="preserve"> </w:t>
      </w:r>
      <w:r w:rsidRPr="001212EC">
        <w:rPr>
          <w:sz w:val="18"/>
          <w:szCs w:val="18"/>
        </w:rPr>
        <w:t xml:space="preserve">L’objet métier INS </w:t>
      </w:r>
      <w:r>
        <w:rPr>
          <w:sz w:val="18"/>
          <w:szCs w:val="18"/>
        </w:rPr>
        <w:t>de type INS regroupe les attributs détaillés ci-dessous.</w:t>
      </w:r>
    </w:p>
  </w:footnote>
  <w:footnote w:id="2">
    <w:p w14:paraId="77648713" w14:textId="77777777" w:rsidR="00732069" w:rsidRPr="00686F2C" w:rsidRDefault="00732069" w:rsidP="002206AD">
      <w:pPr>
        <w:pStyle w:val="Notedebasdepage"/>
      </w:pPr>
      <w:r w:rsidRPr="002B29B5">
        <w:rPr>
          <w:rStyle w:val="Appelnotedebasdep"/>
          <w:sz w:val="18"/>
          <w:szCs w:val="18"/>
        </w:rPr>
        <w:footnoteRef/>
      </w:r>
      <w:r w:rsidRPr="002B29B5">
        <w:rPr>
          <w:sz w:val="18"/>
          <w:szCs w:val="18"/>
        </w:rPr>
        <w:t xml:space="preserve"> Nomenclature à définir par le fournisseur de services en charge des équipements. Elle peut être issue de la TRE_R212-Eq</w:t>
      </w:r>
      <w:r w:rsidRPr="00492BF5">
        <w:rPr>
          <w:sz w:val="18"/>
          <w:szCs w:val="18"/>
        </w:rPr>
        <w:t>uipement.</w:t>
      </w:r>
      <w:r w:rsidRPr="008D3ADC">
        <w:t xml:space="preserve">              </w:t>
      </w:r>
    </w:p>
  </w:footnote>
  <w:footnote w:id="3">
    <w:p w14:paraId="517ECA79" w14:textId="77777777" w:rsidR="00732069" w:rsidRPr="002B29B5" w:rsidRDefault="00732069" w:rsidP="009A63BA">
      <w:pPr>
        <w:pStyle w:val="Notedebasdepage"/>
        <w:rPr>
          <w:sz w:val="18"/>
          <w:szCs w:val="18"/>
        </w:rPr>
      </w:pPr>
      <w:r w:rsidRPr="004A5E9E">
        <w:rPr>
          <w:rStyle w:val="Appelnotedebasdep"/>
          <w:sz w:val="18"/>
          <w:szCs w:val="18"/>
        </w:rPr>
        <w:footnoteRef/>
      </w:r>
      <w:r w:rsidRPr="004A5E9E">
        <w:rPr>
          <w:sz w:val="18"/>
          <w:szCs w:val="18"/>
        </w:rPr>
        <w:t xml:space="preserve"> </w:t>
      </w:r>
      <w:r w:rsidRPr="002B29B5">
        <w:rPr>
          <w:sz w:val="18"/>
          <w:szCs w:val="18"/>
        </w:rPr>
        <w:t>Les acteurs de l’agenda sont décrits dans une partie spécifique</w:t>
      </w:r>
    </w:p>
  </w:footnote>
  <w:footnote w:id="4">
    <w:p w14:paraId="6FF2C8B9" w14:textId="77777777" w:rsidR="00732069" w:rsidRPr="004A5E9E" w:rsidRDefault="00732069" w:rsidP="00B374ED">
      <w:pPr>
        <w:pStyle w:val="Notedebasdepage"/>
        <w:rPr>
          <w:sz w:val="18"/>
          <w:szCs w:val="18"/>
        </w:rPr>
      </w:pPr>
      <w:r w:rsidRPr="002B29B5">
        <w:rPr>
          <w:rStyle w:val="Appelnotedebasdep"/>
          <w:sz w:val="18"/>
          <w:szCs w:val="18"/>
        </w:rPr>
        <w:footnoteRef/>
      </w:r>
      <w:r w:rsidRPr="002B29B5">
        <w:rPr>
          <w:sz w:val="18"/>
          <w:szCs w:val="18"/>
        </w:rPr>
        <w:t xml:space="preserve"> Cette référence peut être multiple lorsqu’un agenda concerne un ensemble d’acteurs. En établissement p</w:t>
      </w:r>
      <w:r w:rsidRPr="00492BF5">
        <w:rPr>
          <w:sz w:val="18"/>
          <w:szCs w:val="18"/>
        </w:rPr>
        <w:t xml:space="preserve">ar exemple, </w:t>
      </w:r>
      <w:r w:rsidRPr="008D3ADC">
        <w:rPr>
          <w:sz w:val="18"/>
          <w:szCs w:val="18"/>
        </w:rPr>
        <w:t xml:space="preserve">un </w:t>
      </w:r>
      <w:r w:rsidRPr="009521B8">
        <w:rPr>
          <w:sz w:val="18"/>
          <w:szCs w:val="18"/>
        </w:rPr>
        <w:t>spécialiste, une infirmière et un équipement peuvent disposer d’un même agenda. La prise de rendez-vous sur cet agenda concerne des services de soins spécifiques nécessitant la disponibilité de ces trois acteurs.</w:t>
      </w:r>
    </w:p>
  </w:footnote>
  <w:footnote w:id="5">
    <w:p w14:paraId="3AE57FB3" w14:textId="39CB8261" w:rsidR="00732069" w:rsidRDefault="00732069" w:rsidP="004970AD">
      <w:pPr>
        <w:pStyle w:val="Notedebasdepage"/>
      </w:pPr>
      <w:r w:rsidRPr="006709DF">
        <w:rPr>
          <w:rStyle w:val="Appelnotedebasdep"/>
          <w:sz w:val="18"/>
          <w:szCs w:val="18"/>
        </w:rPr>
        <w:footnoteRef/>
      </w:r>
      <w:r w:rsidRPr="006709DF">
        <w:rPr>
          <w:sz w:val="18"/>
          <w:szCs w:val="18"/>
        </w:rPr>
        <w:t xml:space="preserve"> Il est préconisé de s’appuyer sur les profils </w:t>
      </w:r>
      <w:proofErr w:type="spellStart"/>
      <w:r w:rsidR="003479FB">
        <w:rPr>
          <w:sz w:val="18"/>
          <w:szCs w:val="18"/>
        </w:rPr>
        <w:t>AsPractitionerRoleProfile</w:t>
      </w:r>
      <w:proofErr w:type="spellEnd"/>
      <w:r w:rsidRPr="006709DF">
        <w:rPr>
          <w:sz w:val="18"/>
          <w:szCs w:val="18"/>
        </w:rPr>
        <w:t xml:space="preserve"> de</w:t>
      </w:r>
      <w:r w:rsidR="003479FB">
        <w:rPr>
          <w:sz w:val="18"/>
          <w:szCs w:val="18"/>
        </w:rPr>
        <w:t xml:space="preserve"> l’annuaire santé.</w:t>
      </w:r>
    </w:p>
  </w:footnote>
  <w:footnote w:id="6">
    <w:p w14:paraId="7B40A621" w14:textId="77777777" w:rsidR="00732069" w:rsidRDefault="00732069" w:rsidP="006440A1">
      <w:pPr>
        <w:pStyle w:val="Notedebasdepage"/>
      </w:pPr>
      <w:r>
        <w:rPr>
          <w:rStyle w:val="Appelnotedebasdep"/>
        </w:rPr>
        <w:footnoteRef/>
      </w:r>
      <w:r>
        <w:t xml:space="preserve"> </w:t>
      </w:r>
      <w:r w:rsidRPr="001212EC">
        <w:rPr>
          <w:sz w:val="18"/>
          <w:szCs w:val="18"/>
        </w:rPr>
        <w:t xml:space="preserve">L’objet métier INS </w:t>
      </w:r>
      <w:r>
        <w:rPr>
          <w:sz w:val="18"/>
          <w:szCs w:val="18"/>
        </w:rPr>
        <w:t>de type INS regroupe les attributs détaillés ci-dessous.</w:t>
      </w:r>
    </w:p>
  </w:footnote>
  <w:footnote w:id="7">
    <w:p w14:paraId="4B8AD395" w14:textId="77777777" w:rsidR="00732069" w:rsidRPr="009728BF" w:rsidRDefault="00732069" w:rsidP="004353E8">
      <w:pPr>
        <w:pStyle w:val="Notedebasdepage"/>
        <w:rPr>
          <w:sz w:val="18"/>
          <w:szCs w:val="18"/>
        </w:rPr>
      </w:pPr>
      <w:r w:rsidRPr="009728BF">
        <w:rPr>
          <w:rStyle w:val="Appelnotedebasdep"/>
          <w:sz w:val="18"/>
          <w:szCs w:val="18"/>
        </w:rPr>
        <w:footnoteRef/>
      </w:r>
      <w:r>
        <w:rPr>
          <w:sz w:val="18"/>
          <w:szCs w:val="18"/>
        </w:rPr>
        <w:t xml:space="preserve"> </w:t>
      </w:r>
      <w:r w:rsidRPr="009728BF">
        <w:rPr>
          <w:sz w:val="18"/>
          <w:szCs w:val="18"/>
        </w:rPr>
        <w:t>Plusieurs disponibilités peuvent être décrites dans un même agenda. Des indisponibilités exceptionnelles, ne représentant pas les rendez-vous pris, peuvent aussi être décrites par cette extension (</w:t>
      </w:r>
      <w:proofErr w:type="spellStart"/>
      <w:r w:rsidRPr="009728BF">
        <w:rPr>
          <w:sz w:val="18"/>
          <w:szCs w:val="18"/>
        </w:rPr>
        <w:t>availabilityTime.type</w:t>
      </w:r>
      <w:proofErr w:type="spellEnd"/>
      <w:r w:rsidRPr="009728BF">
        <w:rPr>
          <w:sz w:val="18"/>
          <w:szCs w:val="18"/>
        </w:rPr>
        <w:t>=</w:t>
      </w:r>
      <w:proofErr w:type="spellStart"/>
      <w:r w:rsidRPr="009728BF">
        <w:rPr>
          <w:sz w:val="18"/>
          <w:szCs w:val="18"/>
        </w:rPr>
        <w:t>busy-unavailable</w:t>
      </w:r>
      <w:proofErr w:type="spellEnd"/>
      <w:r w:rsidRPr="009728BF">
        <w:rPr>
          <w:sz w:val="18"/>
          <w:szCs w:val="18"/>
        </w:rPr>
        <w:t>).</w:t>
      </w:r>
    </w:p>
  </w:footnote>
  <w:footnote w:id="8">
    <w:p w14:paraId="255E3569" w14:textId="77777777" w:rsidR="00732069" w:rsidRPr="008C0B7B" w:rsidRDefault="00732069" w:rsidP="002206AD">
      <w:pPr>
        <w:pStyle w:val="Notedebasdepage"/>
        <w:rPr>
          <w:sz w:val="18"/>
          <w:szCs w:val="18"/>
        </w:rPr>
      </w:pPr>
      <w:r w:rsidRPr="008C0B7B">
        <w:rPr>
          <w:rStyle w:val="Appelnotedebasdep"/>
          <w:sz w:val="18"/>
          <w:szCs w:val="18"/>
        </w:rPr>
        <w:footnoteRef/>
      </w:r>
      <w:r w:rsidRPr="008C0B7B">
        <w:rPr>
          <w:sz w:val="18"/>
          <w:szCs w:val="18"/>
        </w:rPr>
        <w:t xml:space="preserve"> </w:t>
      </w:r>
      <w:r>
        <w:rPr>
          <w:sz w:val="18"/>
          <w:szCs w:val="18"/>
        </w:rPr>
        <w:t xml:space="preserve">Pour une recherche sur une certaine distance d’un point géolocalisé : </w:t>
      </w:r>
      <w:r w:rsidRPr="008C0B7B">
        <w:rPr>
          <w:sz w:val="18"/>
          <w:szCs w:val="18"/>
        </w:rPr>
        <w:t>https://www.hl7.org/fhir/location.html#positional</w:t>
      </w:r>
    </w:p>
  </w:footnote>
  <w:footnote w:id="9">
    <w:p w14:paraId="3319985C" w14:textId="67F6DB5D" w:rsidR="00732069" w:rsidRPr="000041D5" w:rsidRDefault="00732069" w:rsidP="009A63BA">
      <w:pPr>
        <w:pStyle w:val="Notedebasdepage"/>
        <w:rPr>
          <w:sz w:val="18"/>
          <w:szCs w:val="18"/>
        </w:rPr>
      </w:pPr>
      <w:r>
        <w:rPr>
          <w:rStyle w:val="Appelnotedebasdep"/>
        </w:rPr>
        <w:footnoteRef/>
      </w:r>
      <w:r>
        <w:t xml:space="preserve"> L</w:t>
      </w:r>
      <w:r w:rsidRPr="000041D5">
        <w:rPr>
          <w:sz w:val="18"/>
          <w:szCs w:val="18"/>
        </w:rPr>
        <w:t xml:space="preserve">’agenda </w:t>
      </w:r>
      <w:r>
        <w:rPr>
          <w:sz w:val="18"/>
          <w:szCs w:val="18"/>
        </w:rPr>
        <w:t>est</w:t>
      </w:r>
      <w:r w:rsidRPr="000041D5">
        <w:rPr>
          <w:sz w:val="18"/>
          <w:szCs w:val="18"/>
        </w:rPr>
        <w:t xml:space="preserve"> décrit dans une partie spécifique</w:t>
      </w:r>
      <w:r>
        <w:rPr>
          <w:sz w:val="18"/>
          <w:szCs w:val="18"/>
        </w:rPr>
        <w:t>.</w:t>
      </w:r>
    </w:p>
  </w:footnote>
  <w:footnote w:id="10">
    <w:p w14:paraId="7EAAF138" w14:textId="52F2C341" w:rsidR="00732069" w:rsidRPr="000041D5" w:rsidRDefault="00732069" w:rsidP="009A63BA">
      <w:pPr>
        <w:pStyle w:val="Notedebasdepage"/>
        <w:rPr>
          <w:sz w:val="18"/>
          <w:szCs w:val="18"/>
        </w:rPr>
      </w:pPr>
      <w:r>
        <w:rPr>
          <w:rStyle w:val="Appelnotedebasdep"/>
        </w:rPr>
        <w:footnoteRef/>
      </w:r>
      <w:r>
        <w:t xml:space="preserve"> </w:t>
      </w:r>
      <w:r w:rsidRPr="000041D5">
        <w:rPr>
          <w:sz w:val="18"/>
          <w:szCs w:val="18"/>
        </w:rPr>
        <w:t>Les acteurs de l’agenda sont décrits dans une partie spécifique</w:t>
      </w:r>
      <w:r>
        <w:rPr>
          <w:sz w:val="18"/>
          <w:szCs w:val="18"/>
        </w:rPr>
        <w:t>.</w:t>
      </w:r>
    </w:p>
  </w:footnote>
  <w:footnote w:id="11">
    <w:p w14:paraId="3F4C1216" w14:textId="77777777" w:rsidR="00732069" w:rsidRDefault="00732069" w:rsidP="00D20CCC">
      <w:pPr>
        <w:pStyle w:val="Notedebasdepage"/>
      </w:pPr>
      <w:r w:rsidRPr="00144829">
        <w:rPr>
          <w:rStyle w:val="Appelnotedebasdep"/>
          <w:sz w:val="18"/>
          <w:szCs w:val="18"/>
        </w:rPr>
        <w:footnoteRef/>
      </w:r>
      <w:r w:rsidRPr="00144829">
        <w:rPr>
          <w:sz w:val="18"/>
          <w:szCs w:val="18"/>
        </w:rPr>
        <w:t xml:space="preserve"> Cette référence peut être multiple lorsqu’un agenda concerne un ensemble d’acteurs. </w:t>
      </w:r>
      <w:r>
        <w:rPr>
          <w:sz w:val="18"/>
          <w:szCs w:val="18"/>
        </w:rPr>
        <w:t>En établissement p</w:t>
      </w:r>
      <w:r w:rsidRPr="00144829">
        <w:rPr>
          <w:sz w:val="18"/>
          <w:szCs w:val="18"/>
        </w:rPr>
        <w:t xml:space="preserve">ar exemple, </w:t>
      </w:r>
      <w:r>
        <w:rPr>
          <w:sz w:val="18"/>
          <w:szCs w:val="18"/>
        </w:rPr>
        <w:t xml:space="preserve">un </w:t>
      </w:r>
      <w:r w:rsidRPr="00144829">
        <w:rPr>
          <w:sz w:val="18"/>
          <w:szCs w:val="18"/>
        </w:rPr>
        <w:t>spécialiste, une infirmière et un équipement peuvent disposer d’un même agenda</w:t>
      </w:r>
      <w:r>
        <w:rPr>
          <w:sz w:val="18"/>
          <w:szCs w:val="18"/>
        </w:rPr>
        <w:t>. La prise de rendez-vous sur cet agenda concerne</w:t>
      </w:r>
      <w:r w:rsidRPr="00144829">
        <w:rPr>
          <w:sz w:val="18"/>
          <w:szCs w:val="18"/>
        </w:rPr>
        <w:t xml:space="preserve"> de</w:t>
      </w:r>
      <w:r>
        <w:rPr>
          <w:sz w:val="18"/>
          <w:szCs w:val="18"/>
        </w:rPr>
        <w:t>s</w:t>
      </w:r>
      <w:r w:rsidRPr="00144829">
        <w:rPr>
          <w:sz w:val="18"/>
          <w:szCs w:val="18"/>
        </w:rPr>
        <w:t xml:space="preserve"> service</w:t>
      </w:r>
      <w:r>
        <w:rPr>
          <w:sz w:val="18"/>
          <w:szCs w:val="18"/>
        </w:rPr>
        <w:t>s de soins spécifiques</w:t>
      </w:r>
      <w:r w:rsidRPr="00144829">
        <w:rPr>
          <w:sz w:val="18"/>
          <w:szCs w:val="18"/>
        </w:rPr>
        <w:t xml:space="preserve"> </w:t>
      </w:r>
      <w:r>
        <w:rPr>
          <w:sz w:val="18"/>
          <w:szCs w:val="18"/>
        </w:rPr>
        <w:t>nécessitant</w:t>
      </w:r>
      <w:r w:rsidRPr="00144829">
        <w:rPr>
          <w:sz w:val="18"/>
          <w:szCs w:val="18"/>
        </w:rPr>
        <w:t xml:space="preserve"> la disponibilité de ces trois acteurs.</w:t>
      </w:r>
    </w:p>
  </w:footnote>
  <w:footnote w:id="12">
    <w:p w14:paraId="771C61BA" w14:textId="340537A4" w:rsidR="00732069" w:rsidRDefault="00732069">
      <w:pPr>
        <w:pStyle w:val="Notedebasdepage"/>
      </w:pPr>
      <w:r w:rsidRPr="00C833B0">
        <w:rPr>
          <w:rStyle w:val="Appelnotedebasdep"/>
          <w:sz w:val="18"/>
          <w:szCs w:val="18"/>
        </w:rPr>
        <w:footnoteRef/>
      </w:r>
      <w:r w:rsidRPr="00C833B0">
        <w:rPr>
          <w:sz w:val="18"/>
          <w:szCs w:val="18"/>
        </w:rPr>
        <w:t xml:space="preserve"> Il est préconisé de s’appuyer sur les profils </w:t>
      </w:r>
      <w:proofErr w:type="spellStart"/>
      <w:r w:rsidR="000C562A">
        <w:rPr>
          <w:sz w:val="18"/>
          <w:szCs w:val="18"/>
        </w:rPr>
        <w:t>AsPractitionerRoleProfile</w:t>
      </w:r>
      <w:proofErr w:type="spellEnd"/>
      <w:r w:rsidRPr="00C833B0">
        <w:rPr>
          <w:sz w:val="18"/>
          <w:szCs w:val="18"/>
        </w:rPr>
        <w:t xml:space="preserve"> </w:t>
      </w:r>
      <w:r w:rsidR="000C562A">
        <w:rPr>
          <w:sz w:val="18"/>
          <w:szCs w:val="18"/>
        </w:rPr>
        <w:t>de l’annuaire santé.</w:t>
      </w:r>
    </w:p>
  </w:footnote>
  <w:footnote w:id="13">
    <w:p w14:paraId="46A961A3" w14:textId="77777777" w:rsidR="00732069" w:rsidRDefault="00732069" w:rsidP="006440A1">
      <w:pPr>
        <w:pStyle w:val="Notedebasdepage"/>
      </w:pPr>
      <w:r>
        <w:rPr>
          <w:rStyle w:val="Appelnotedebasdep"/>
        </w:rPr>
        <w:footnoteRef/>
      </w:r>
      <w:r>
        <w:t xml:space="preserve"> </w:t>
      </w:r>
      <w:r w:rsidRPr="001212EC">
        <w:rPr>
          <w:sz w:val="18"/>
          <w:szCs w:val="18"/>
        </w:rPr>
        <w:t xml:space="preserve">L’objet métier INS </w:t>
      </w:r>
      <w:r>
        <w:rPr>
          <w:sz w:val="18"/>
          <w:szCs w:val="18"/>
        </w:rPr>
        <w:t>de type INS regroupe les attributs détaillés ci-dessous.</w:t>
      </w:r>
    </w:p>
  </w:footnote>
  <w:footnote w:id="14">
    <w:p w14:paraId="2C5E2054" w14:textId="7943F5BE" w:rsidR="00732069" w:rsidRPr="000041D5" w:rsidRDefault="00732069" w:rsidP="009A63BA">
      <w:pPr>
        <w:pStyle w:val="Notedebasdepage"/>
        <w:rPr>
          <w:sz w:val="18"/>
          <w:szCs w:val="18"/>
        </w:rPr>
      </w:pPr>
      <w:r>
        <w:rPr>
          <w:rStyle w:val="Appelnotedebasdep"/>
        </w:rPr>
        <w:footnoteRef/>
      </w:r>
      <w:r>
        <w:t xml:space="preserve"> </w:t>
      </w:r>
      <w:r w:rsidRPr="000041D5">
        <w:rPr>
          <w:sz w:val="18"/>
          <w:szCs w:val="18"/>
        </w:rPr>
        <w:t xml:space="preserve">Les </w:t>
      </w:r>
      <w:r>
        <w:rPr>
          <w:sz w:val="18"/>
          <w:szCs w:val="18"/>
        </w:rPr>
        <w:t>participants</w:t>
      </w:r>
      <w:r w:rsidRPr="000041D5">
        <w:rPr>
          <w:sz w:val="18"/>
          <w:szCs w:val="18"/>
        </w:rPr>
        <w:t xml:space="preserve"> sont décrits dans une partie spécifique</w:t>
      </w:r>
    </w:p>
  </w:footnote>
  <w:footnote w:id="15">
    <w:p w14:paraId="586BEAD3" w14:textId="77777777" w:rsidR="00732069" w:rsidRDefault="00732069" w:rsidP="00F07A9F">
      <w:pPr>
        <w:pStyle w:val="Notedebasdepage"/>
      </w:pPr>
      <w:r w:rsidRPr="00144829">
        <w:rPr>
          <w:rStyle w:val="Appelnotedebasdep"/>
          <w:sz w:val="18"/>
          <w:szCs w:val="18"/>
        </w:rPr>
        <w:footnoteRef/>
      </w:r>
      <w:r w:rsidRPr="00144829">
        <w:rPr>
          <w:sz w:val="18"/>
          <w:szCs w:val="18"/>
        </w:rPr>
        <w:t xml:space="preserve"> Cette référence peut être multiple lorsqu’un agenda concerne un ensemble d’acteurs. </w:t>
      </w:r>
      <w:r>
        <w:rPr>
          <w:sz w:val="18"/>
          <w:szCs w:val="18"/>
        </w:rPr>
        <w:t>En établissement p</w:t>
      </w:r>
      <w:r w:rsidRPr="00144829">
        <w:rPr>
          <w:sz w:val="18"/>
          <w:szCs w:val="18"/>
        </w:rPr>
        <w:t xml:space="preserve">ar exemple, </w:t>
      </w:r>
      <w:r>
        <w:rPr>
          <w:sz w:val="18"/>
          <w:szCs w:val="18"/>
        </w:rPr>
        <w:t xml:space="preserve">un </w:t>
      </w:r>
      <w:r w:rsidRPr="00144829">
        <w:rPr>
          <w:sz w:val="18"/>
          <w:szCs w:val="18"/>
        </w:rPr>
        <w:t>spécialiste, une infirmière et un équipement peuvent disposer d’un même agenda</w:t>
      </w:r>
      <w:r>
        <w:rPr>
          <w:sz w:val="18"/>
          <w:szCs w:val="18"/>
        </w:rPr>
        <w:t>. La prise de rendez-vous sur cet agenda concerne</w:t>
      </w:r>
      <w:r w:rsidRPr="00144829">
        <w:rPr>
          <w:sz w:val="18"/>
          <w:szCs w:val="18"/>
        </w:rPr>
        <w:t xml:space="preserve"> de</w:t>
      </w:r>
      <w:r>
        <w:rPr>
          <w:sz w:val="18"/>
          <w:szCs w:val="18"/>
        </w:rPr>
        <w:t>s</w:t>
      </w:r>
      <w:r w:rsidRPr="00144829">
        <w:rPr>
          <w:sz w:val="18"/>
          <w:szCs w:val="18"/>
        </w:rPr>
        <w:t xml:space="preserve"> service</w:t>
      </w:r>
      <w:r>
        <w:rPr>
          <w:sz w:val="18"/>
          <w:szCs w:val="18"/>
        </w:rPr>
        <w:t>s de soins spécifiques</w:t>
      </w:r>
      <w:r w:rsidRPr="00144829">
        <w:rPr>
          <w:sz w:val="18"/>
          <w:szCs w:val="18"/>
        </w:rPr>
        <w:t xml:space="preserve"> </w:t>
      </w:r>
      <w:r>
        <w:rPr>
          <w:sz w:val="18"/>
          <w:szCs w:val="18"/>
        </w:rPr>
        <w:t>nécessitant</w:t>
      </w:r>
      <w:r w:rsidRPr="00144829">
        <w:rPr>
          <w:sz w:val="18"/>
          <w:szCs w:val="18"/>
        </w:rPr>
        <w:t xml:space="preserve"> la disponibilité de ces trois acteurs.</w:t>
      </w:r>
    </w:p>
  </w:footnote>
  <w:footnote w:id="16">
    <w:p w14:paraId="59A86A80" w14:textId="7A83861A" w:rsidR="00732069" w:rsidRDefault="00732069" w:rsidP="004970AD">
      <w:pPr>
        <w:pStyle w:val="Notedebasdepage"/>
      </w:pPr>
      <w:r w:rsidRPr="00E41670">
        <w:rPr>
          <w:rStyle w:val="Appelnotedebasdep"/>
          <w:sz w:val="18"/>
          <w:szCs w:val="18"/>
        </w:rPr>
        <w:footnoteRef/>
      </w:r>
      <w:r w:rsidRPr="00E41670">
        <w:rPr>
          <w:sz w:val="18"/>
          <w:szCs w:val="18"/>
        </w:rPr>
        <w:t xml:space="preserve"> Il est préconisé de s’appuyer sur les profils </w:t>
      </w:r>
      <w:proofErr w:type="spellStart"/>
      <w:r w:rsidR="000C562A">
        <w:rPr>
          <w:sz w:val="18"/>
          <w:szCs w:val="18"/>
        </w:rPr>
        <w:t>AsPractitionerRoleProfile</w:t>
      </w:r>
      <w:proofErr w:type="spellEnd"/>
      <w:r w:rsidR="000C562A">
        <w:rPr>
          <w:sz w:val="18"/>
          <w:szCs w:val="18"/>
        </w:rPr>
        <w:t xml:space="preserve"> de l’annuaire santé.</w:t>
      </w:r>
    </w:p>
  </w:footnote>
  <w:footnote w:id="17">
    <w:p w14:paraId="1D54203C" w14:textId="77777777" w:rsidR="00732069" w:rsidRDefault="00732069" w:rsidP="006440A1">
      <w:pPr>
        <w:pStyle w:val="Notedebasdepage"/>
      </w:pPr>
      <w:r>
        <w:rPr>
          <w:rStyle w:val="Appelnotedebasdep"/>
        </w:rPr>
        <w:footnoteRef/>
      </w:r>
      <w:r>
        <w:t xml:space="preserve"> </w:t>
      </w:r>
      <w:r w:rsidRPr="001212EC">
        <w:rPr>
          <w:sz w:val="18"/>
          <w:szCs w:val="18"/>
        </w:rPr>
        <w:t xml:space="preserve">L’objet métier INS </w:t>
      </w:r>
      <w:r>
        <w:rPr>
          <w:sz w:val="18"/>
          <w:szCs w:val="18"/>
        </w:rPr>
        <w:t>de type INS regroupe les attributs détaillés ci-dessous.</w:t>
      </w:r>
    </w:p>
  </w:footnote>
  <w:footnote w:id="18">
    <w:p w14:paraId="48A0B224" w14:textId="61074627" w:rsidR="00732069" w:rsidRPr="000041D5" w:rsidRDefault="00732069" w:rsidP="009A63BA">
      <w:pPr>
        <w:pStyle w:val="Notedebasdepage"/>
        <w:rPr>
          <w:sz w:val="18"/>
          <w:szCs w:val="18"/>
        </w:rPr>
      </w:pPr>
      <w:r>
        <w:rPr>
          <w:rStyle w:val="Appelnotedebasdep"/>
        </w:rPr>
        <w:footnoteRef/>
      </w:r>
      <w:r>
        <w:t xml:space="preserve"> </w:t>
      </w:r>
      <w:r w:rsidRPr="000041D5">
        <w:rPr>
          <w:sz w:val="18"/>
          <w:szCs w:val="18"/>
        </w:rPr>
        <w:t>Le</w:t>
      </w:r>
      <w:r>
        <w:rPr>
          <w:sz w:val="18"/>
          <w:szCs w:val="18"/>
        </w:rPr>
        <w:t xml:space="preserve"> créneau est</w:t>
      </w:r>
      <w:r w:rsidRPr="000041D5">
        <w:rPr>
          <w:sz w:val="18"/>
          <w:szCs w:val="18"/>
        </w:rPr>
        <w:t xml:space="preserve"> décrit dans une partie spécifique</w:t>
      </w:r>
    </w:p>
  </w:footnote>
  <w:footnote w:id="19">
    <w:p w14:paraId="7BF9A3D1" w14:textId="1925E101" w:rsidR="00732069" w:rsidRPr="000041D5" w:rsidRDefault="00732069" w:rsidP="009A63BA">
      <w:pPr>
        <w:pStyle w:val="Notedebasdepage"/>
        <w:rPr>
          <w:sz w:val="18"/>
          <w:szCs w:val="18"/>
        </w:rPr>
      </w:pPr>
      <w:r>
        <w:rPr>
          <w:rStyle w:val="Appelnotedebasdep"/>
        </w:rPr>
        <w:footnoteRef/>
      </w:r>
      <w:r>
        <w:t xml:space="preserve"> </w:t>
      </w:r>
      <w:r w:rsidRPr="000041D5">
        <w:rPr>
          <w:sz w:val="18"/>
          <w:szCs w:val="18"/>
        </w:rPr>
        <w:t xml:space="preserve">Les </w:t>
      </w:r>
      <w:r>
        <w:rPr>
          <w:sz w:val="18"/>
          <w:szCs w:val="18"/>
        </w:rPr>
        <w:t xml:space="preserve">participants </w:t>
      </w:r>
      <w:r w:rsidRPr="000041D5">
        <w:rPr>
          <w:sz w:val="18"/>
          <w:szCs w:val="18"/>
        </w:rPr>
        <w:t>sont décrits dans une partie spécifique</w:t>
      </w:r>
      <w:r>
        <w:rPr>
          <w:sz w:val="18"/>
          <w:szCs w:val="18"/>
        </w:rPr>
        <w:t>.</w:t>
      </w:r>
    </w:p>
  </w:footnote>
  <w:footnote w:id="20">
    <w:p w14:paraId="43AAF47A" w14:textId="77777777" w:rsidR="00732069" w:rsidRDefault="00732069" w:rsidP="00F07A9F">
      <w:pPr>
        <w:pStyle w:val="Notedebasdepage"/>
      </w:pPr>
      <w:r w:rsidRPr="00144829">
        <w:rPr>
          <w:rStyle w:val="Appelnotedebasdep"/>
          <w:sz w:val="18"/>
          <w:szCs w:val="18"/>
        </w:rPr>
        <w:footnoteRef/>
      </w:r>
      <w:r w:rsidRPr="00144829">
        <w:rPr>
          <w:sz w:val="18"/>
          <w:szCs w:val="18"/>
        </w:rPr>
        <w:t xml:space="preserve"> Cette référence peut être multiple lorsqu’un agenda concerne un ensemble d’acteurs. </w:t>
      </w:r>
      <w:r>
        <w:rPr>
          <w:sz w:val="18"/>
          <w:szCs w:val="18"/>
        </w:rPr>
        <w:t>En établissement p</w:t>
      </w:r>
      <w:r w:rsidRPr="00144829">
        <w:rPr>
          <w:sz w:val="18"/>
          <w:szCs w:val="18"/>
        </w:rPr>
        <w:t xml:space="preserve">ar exemple, </w:t>
      </w:r>
      <w:r>
        <w:rPr>
          <w:sz w:val="18"/>
          <w:szCs w:val="18"/>
        </w:rPr>
        <w:t xml:space="preserve">un </w:t>
      </w:r>
      <w:r w:rsidRPr="00144829">
        <w:rPr>
          <w:sz w:val="18"/>
          <w:szCs w:val="18"/>
        </w:rPr>
        <w:t>spécialiste, une infirmière et un équipement peuvent disposer d’un même agenda</w:t>
      </w:r>
      <w:r>
        <w:rPr>
          <w:sz w:val="18"/>
          <w:szCs w:val="18"/>
        </w:rPr>
        <w:t>. La prise de rendez-vous sur cet agenda concerne</w:t>
      </w:r>
      <w:r w:rsidRPr="00144829">
        <w:rPr>
          <w:sz w:val="18"/>
          <w:szCs w:val="18"/>
        </w:rPr>
        <w:t xml:space="preserve"> de</w:t>
      </w:r>
      <w:r>
        <w:rPr>
          <w:sz w:val="18"/>
          <w:szCs w:val="18"/>
        </w:rPr>
        <w:t>s</w:t>
      </w:r>
      <w:r w:rsidRPr="00144829">
        <w:rPr>
          <w:sz w:val="18"/>
          <w:szCs w:val="18"/>
        </w:rPr>
        <w:t xml:space="preserve"> service</w:t>
      </w:r>
      <w:r>
        <w:rPr>
          <w:sz w:val="18"/>
          <w:szCs w:val="18"/>
        </w:rPr>
        <w:t>s de soins spécifiques</w:t>
      </w:r>
      <w:r w:rsidRPr="00144829">
        <w:rPr>
          <w:sz w:val="18"/>
          <w:szCs w:val="18"/>
        </w:rPr>
        <w:t xml:space="preserve"> </w:t>
      </w:r>
      <w:r>
        <w:rPr>
          <w:sz w:val="18"/>
          <w:szCs w:val="18"/>
        </w:rPr>
        <w:t>nécessitant</w:t>
      </w:r>
      <w:r w:rsidRPr="00144829">
        <w:rPr>
          <w:sz w:val="18"/>
          <w:szCs w:val="18"/>
        </w:rPr>
        <w:t xml:space="preserve"> la disponibilité de ces trois acteurs.</w:t>
      </w:r>
    </w:p>
  </w:footnote>
  <w:footnote w:id="21">
    <w:p w14:paraId="19657EE1" w14:textId="7EA8388A" w:rsidR="00732069" w:rsidRDefault="00732069" w:rsidP="004970AD">
      <w:pPr>
        <w:pStyle w:val="Notedebasdepage"/>
      </w:pPr>
      <w:r w:rsidRPr="005A2610">
        <w:rPr>
          <w:rStyle w:val="Appelnotedebasdep"/>
          <w:sz w:val="18"/>
          <w:szCs w:val="18"/>
        </w:rPr>
        <w:footnoteRef/>
      </w:r>
      <w:r w:rsidRPr="005A2610">
        <w:rPr>
          <w:sz w:val="18"/>
          <w:szCs w:val="18"/>
        </w:rPr>
        <w:t xml:space="preserve"> Il est préconisé de s’appuyer sur le</w:t>
      </w:r>
      <w:r w:rsidR="000C562A">
        <w:rPr>
          <w:sz w:val="18"/>
          <w:szCs w:val="18"/>
        </w:rPr>
        <w:t xml:space="preserve"> profil </w:t>
      </w:r>
      <w:proofErr w:type="spellStart"/>
      <w:r w:rsidR="000C562A">
        <w:rPr>
          <w:sz w:val="18"/>
          <w:szCs w:val="18"/>
        </w:rPr>
        <w:t>AsPractitionerRoleProfile</w:t>
      </w:r>
      <w:proofErr w:type="spellEnd"/>
      <w:r w:rsidR="000C562A">
        <w:rPr>
          <w:sz w:val="18"/>
          <w:szCs w:val="18"/>
        </w:rPr>
        <w:t xml:space="preserve"> de l’annuaire santé.</w:t>
      </w:r>
    </w:p>
  </w:footnote>
  <w:footnote w:id="22">
    <w:p w14:paraId="64B00BDD" w14:textId="77777777" w:rsidR="00732069" w:rsidRPr="000041D5" w:rsidRDefault="00732069" w:rsidP="009A63BA">
      <w:pPr>
        <w:pStyle w:val="Notedebasdepage"/>
        <w:rPr>
          <w:sz w:val="18"/>
          <w:szCs w:val="18"/>
        </w:rPr>
      </w:pPr>
      <w:r>
        <w:rPr>
          <w:rStyle w:val="Appelnotedebasdep"/>
        </w:rPr>
        <w:footnoteRef/>
      </w:r>
      <w:r>
        <w:t xml:space="preserve"> </w:t>
      </w:r>
      <w:r w:rsidRPr="000041D5">
        <w:rPr>
          <w:sz w:val="18"/>
          <w:szCs w:val="18"/>
        </w:rPr>
        <w:t xml:space="preserve">Les </w:t>
      </w:r>
      <w:r>
        <w:rPr>
          <w:sz w:val="18"/>
          <w:szCs w:val="18"/>
        </w:rPr>
        <w:t xml:space="preserve">participants </w:t>
      </w:r>
      <w:r w:rsidRPr="000041D5">
        <w:rPr>
          <w:sz w:val="18"/>
          <w:szCs w:val="18"/>
        </w:rPr>
        <w:t>sont décrits dans une partie spécifique</w:t>
      </w:r>
      <w:r>
        <w:rPr>
          <w:sz w:val="18"/>
          <w:szCs w:val="18"/>
        </w:rPr>
        <w:t>.</w:t>
      </w:r>
    </w:p>
  </w:footnote>
  <w:footnote w:id="23">
    <w:p w14:paraId="7A6158E2" w14:textId="77777777" w:rsidR="00732069" w:rsidRDefault="00732069" w:rsidP="006440A1">
      <w:pPr>
        <w:pStyle w:val="Notedebasdepage"/>
      </w:pPr>
      <w:r>
        <w:rPr>
          <w:rStyle w:val="Appelnotedebasdep"/>
        </w:rPr>
        <w:footnoteRef/>
      </w:r>
      <w:r>
        <w:t xml:space="preserve"> </w:t>
      </w:r>
      <w:r w:rsidRPr="001212EC">
        <w:rPr>
          <w:sz w:val="18"/>
          <w:szCs w:val="18"/>
        </w:rPr>
        <w:t xml:space="preserve">L’objet métier INS </w:t>
      </w:r>
      <w:r>
        <w:rPr>
          <w:sz w:val="18"/>
          <w:szCs w:val="18"/>
        </w:rPr>
        <w:t>de type INS regroupe les attributs détaillés ci-dessous.</w:t>
      </w:r>
    </w:p>
  </w:footnote>
  <w:footnote w:id="24">
    <w:p w14:paraId="17A20E1D" w14:textId="09B41FD5" w:rsidR="00732069" w:rsidRPr="00842E2E" w:rsidRDefault="00732069" w:rsidP="002206AD">
      <w:pPr>
        <w:pStyle w:val="Notedebasdepage"/>
        <w:rPr>
          <w:sz w:val="16"/>
          <w:szCs w:val="16"/>
        </w:rPr>
      </w:pPr>
      <w:r w:rsidRPr="004A5E9E">
        <w:rPr>
          <w:rStyle w:val="Appelnotedebasdep"/>
          <w:sz w:val="18"/>
          <w:szCs w:val="18"/>
        </w:rPr>
        <w:footnoteRef/>
      </w:r>
      <w:r w:rsidRPr="00842E2E">
        <w:rPr>
          <w:sz w:val="18"/>
          <w:szCs w:val="18"/>
        </w:rPr>
        <w:t xml:space="preserve"> </w:t>
      </w:r>
      <w:hyperlink r:id="rId1" w:history="1">
        <w:r w:rsidR="00CA28B2" w:rsidRPr="00842E2E">
          <w:rPr>
            <w:rStyle w:val="Lienhypertexte"/>
            <w:sz w:val="18"/>
            <w:szCs w:val="18"/>
          </w:rPr>
          <w:t>https://www.hl7.org/fhir/v2/0276/index.html</w:t>
        </w:r>
      </w:hyperlink>
      <w:r w:rsidR="00CA28B2" w:rsidRPr="00842E2E">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732069" w14:paraId="060B63E1" w14:textId="77777777" w:rsidTr="002477CE">
      <w:trPr>
        <w:trHeight w:val="821"/>
        <w:jc w:val="center"/>
      </w:trPr>
      <w:tc>
        <w:tcPr>
          <w:tcW w:w="1028" w:type="pct"/>
          <w:vAlign w:val="center"/>
        </w:tcPr>
        <w:p w14:paraId="61EE7493" w14:textId="4726765C" w:rsidR="00732069" w:rsidRPr="00CC1019" w:rsidRDefault="00BA2178" w:rsidP="006F4328">
          <w:pPr>
            <w:rPr>
              <w:bCs/>
            </w:rPr>
          </w:pPr>
          <w:r>
            <w:rPr>
              <w:bCs/>
              <w:noProof/>
              <w:color w:val="000000"/>
              <w:lang w:eastAsia="fr-FR"/>
            </w:rPr>
            <w:drawing>
              <wp:anchor distT="0" distB="0" distL="114300" distR="114300" simplePos="0" relativeHeight="251659264" behindDoc="0" locked="0" layoutInCell="1" allowOverlap="1" wp14:anchorId="29977FC4" wp14:editId="598BC531">
                <wp:simplePos x="0" y="0"/>
                <wp:positionH relativeFrom="column">
                  <wp:posOffset>7620</wp:posOffset>
                </wp:positionH>
                <wp:positionV relativeFrom="paragraph">
                  <wp:posOffset>-65405</wp:posOffset>
                </wp:positionV>
                <wp:extent cx="1264285" cy="380365"/>
                <wp:effectExtent l="0" t="0" r="0" b="635"/>
                <wp:wrapNone/>
                <wp:docPr id="109"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LOGO_ANS_2021_OK_ANS_LOGO_HORIZONT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4285" cy="380365"/>
                        </a:xfrm>
                        <a:prstGeom prst="rect">
                          <a:avLst/>
                        </a:prstGeom>
                      </pic:spPr>
                    </pic:pic>
                  </a:graphicData>
                </a:graphic>
                <wp14:sizeRelH relativeFrom="page">
                  <wp14:pctWidth>0</wp14:pctWidth>
                </wp14:sizeRelH>
                <wp14:sizeRelV relativeFrom="page">
                  <wp14:pctHeight>0</wp14:pctHeight>
                </wp14:sizeRelV>
              </wp:anchor>
            </w:drawing>
          </w:r>
        </w:p>
      </w:tc>
      <w:tc>
        <w:tcPr>
          <w:tcW w:w="3347" w:type="pct"/>
        </w:tcPr>
        <w:p w14:paraId="13FB2217" w14:textId="037A7276" w:rsidR="00732069" w:rsidRPr="008F50A4" w:rsidRDefault="00732069" w:rsidP="006F4328">
          <w:pPr>
            <w:jc w:val="center"/>
            <w:rPr>
              <w:b/>
              <w:bCs/>
              <w:color w:val="006AB2"/>
              <w:sz w:val="32"/>
            </w:rPr>
          </w:pPr>
          <w:r w:rsidRPr="008F50A4">
            <w:rPr>
              <w:b/>
              <w:bCs/>
              <w:color w:val="006AB2"/>
              <w:sz w:val="32"/>
            </w:rPr>
            <w:fldChar w:fldCharType="begin"/>
          </w:r>
          <w:r w:rsidRPr="008F50A4">
            <w:rPr>
              <w:b/>
              <w:bCs/>
              <w:color w:val="006AB2"/>
              <w:sz w:val="32"/>
            </w:rPr>
            <w:instrText xml:space="preserve"> DOCPROPERTY  _Titre  \* MERGEFORMAT </w:instrText>
          </w:r>
          <w:r w:rsidRPr="008F50A4">
            <w:rPr>
              <w:b/>
              <w:bCs/>
              <w:color w:val="006AB2"/>
              <w:sz w:val="32"/>
            </w:rPr>
            <w:fldChar w:fldCharType="separate"/>
          </w:r>
          <w:r w:rsidR="00A100DC">
            <w:rPr>
              <w:b/>
              <w:bCs/>
              <w:color w:val="006AB2"/>
              <w:sz w:val="32"/>
            </w:rPr>
            <w:t>Volet Gestion d'agendas partagés</w:t>
          </w:r>
          <w:r w:rsidRPr="008F50A4">
            <w:rPr>
              <w:b/>
              <w:bCs/>
              <w:color w:val="006AB2"/>
              <w:sz w:val="32"/>
            </w:rPr>
            <w:fldChar w:fldCharType="end"/>
          </w:r>
        </w:p>
        <w:p w14:paraId="24579B68" w14:textId="247AAA8C" w:rsidR="00732069" w:rsidRPr="00E267D0" w:rsidRDefault="00732069" w:rsidP="006F4328">
          <w:pPr>
            <w:jc w:val="center"/>
            <w:rPr>
              <w:color w:val="1F497D" w:themeColor="text2"/>
              <w:sz w:val="24"/>
            </w:rPr>
          </w:pPr>
          <w:r w:rsidRPr="008F50A4">
            <w:rPr>
              <w:b/>
              <w:bCs/>
              <w:color w:val="006AB2"/>
              <w:sz w:val="24"/>
            </w:rPr>
            <w:fldChar w:fldCharType="begin"/>
          </w:r>
          <w:r w:rsidRPr="008F50A4">
            <w:rPr>
              <w:b/>
              <w:bCs/>
              <w:color w:val="006AB2"/>
              <w:sz w:val="24"/>
            </w:rPr>
            <w:instrText xml:space="preserve"> DOCPROPERTY  _Sous-titre  \* MERGEFORMAT </w:instrText>
          </w:r>
          <w:r w:rsidRPr="008F50A4">
            <w:rPr>
              <w:b/>
              <w:bCs/>
              <w:color w:val="006AB2"/>
              <w:sz w:val="24"/>
            </w:rPr>
            <w:fldChar w:fldCharType="separate"/>
          </w:r>
          <w:r w:rsidR="00A100DC">
            <w:rPr>
              <w:b/>
              <w:bCs/>
              <w:color w:val="006AB2"/>
              <w:sz w:val="24"/>
            </w:rPr>
            <w:t>CI-SIS Spécifications techniques</w:t>
          </w:r>
          <w:r w:rsidRPr="008F50A4">
            <w:rPr>
              <w:b/>
              <w:bCs/>
              <w:color w:val="006AB2"/>
              <w:sz w:val="24"/>
            </w:rPr>
            <w:fldChar w:fldCharType="end"/>
          </w:r>
        </w:p>
      </w:tc>
      <w:tc>
        <w:tcPr>
          <w:tcW w:w="625" w:type="pct"/>
          <w:vAlign w:val="center"/>
        </w:tcPr>
        <w:p w14:paraId="4FF1B075" w14:textId="77777777" w:rsidR="00732069" w:rsidRPr="00D91958" w:rsidRDefault="00732069" w:rsidP="006F4328">
          <w:pPr>
            <w:jc w:val="center"/>
          </w:pPr>
        </w:p>
      </w:tc>
    </w:tr>
  </w:tbl>
  <w:p w14:paraId="7E036D60" w14:textId="77777777" w:rsidR="00732069" w:rsidRDefault="0073206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732069" w14:paraId="252E196D" w14:textId="77777777" w:rsidTr="002477CE">
      <w:trPr>
        <w:trHeight w:val="821"/>
        <w:jc w:val="center"/>
      </w:trPr>
      <w:tc>
        <w:tcPr>
          <w:tcW w:w="1028" w:type="pct"/>
          <w:vAlign w:val="center"/>
        </w:tcPr>
        <w:p w14:paraId="1E8C1D5E" w14:textId="77777777" w:rsidR="00732069" w:rsidRPr="00CC1019" w:rsidRDefault="00732069" w:rsidP="006F4328">
          <w:pPr>
            <w:rPr>
              <w:bCs/>
            </w:rPr>
          </w:pPr>
          <w:r>
            <w:rPr>
              <w:bCs/>
              <w:noProof/>
              <w:lang w:eastAsia="fr-FR"/>
            </w:rPr>
            <w:drawing>
              <wp:inline distT="0" distB="0" distL="0" distR="0" wp14:anchorId="2710364B" wp14:editId="33FF9278">
                <wp:extent cx="1264526" cy="252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cornet\Pictures\Logo_ASIP_Sante_2016.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64526" cy="252000"/>
                        </a:xfrm>
                        <a:prstGeom prst="rect">
                          <a:avLst/>
                        </a:prstGeom>
                        <a:noFill/>
                        <a:ln>
                          <a:noFill/>
                        </a:ln>
                      </pic:spPr>
                    </pic:pic>
                  </a:graphicData>
                </a:graphic>
              </wp:inline>
            </w:drawing>
          </w:r>
        </w:p>
      </w:tc>
      <w:tc>
        <w:tcPr>
          <w:tcW w:w="3347" w:type="pct"/>
        </w:tcPr>
        <w:p w14:paraId="004F710D" w14:textId="050DC8DB" w:rsidR="00732069" w:rsidRPr="008F50A4" w:rsidRDefault="00732069" w:rsidP="006F4328">
          <w:pPr>
            <w:jc w:val="center"/>
            <w:rPr>
              <w:b/>
              <w:bCs/>
              <w:color w:val="006AB2"/>
              <w:sz w:val="32"/>
            </w:rPr>
          </w:pPr>
          <w:r w:rsidRPr="008F50A4">
            <w:rPr>
              <w:b/>
              <w:bCs/>
              <w:color w:val="006AB2"/>
              <w:sz w:val="32"/>
            </w:rPr>
            <w:fldChar w:fldCharType="begin"/>
          </w:r>
          <w:r w:rsidRPr="008F50A4">
            <w:rPr>
              <w:b/>
              <w:bCs/>
              <w:color w:val="006AB2"/>
              <w:sz w:val="32"/>
            </w:rPr>
            <w:instrText xml:space="preserve"> DOCPROPERTY  _Titre  \* MERGEFORMAT </w:instrText>
          </w:r>
          <w:r w:rsidRPr="008F50A4">
            <w:rPr>
              <w:b/>
              <w:bCs/>
              <w:color w:val="006AB2"/>
              <w:sz w:val="32"/>
            </w:rPr>
            <w:fldChar w:fldCharType="separate"/>
          </w:r>
          <w:r w:rsidR="00A100DC">
            <w:rPr>
              <w:b/>
              <w:bCs/>
              <w:color w:val="006AB2"/>
              <w:sz w:val="32"/>
            </w:rPr>
            <w:t>Volet Gestion d'agendas partagés</w:t>
          </w:r>
          <w:r w:rsidRPr="008F50A4">
            <w:rPr>
              <w:b/>
              <w:bCs/>
              <w:color w:val="006AB2"/>
              <w:sz w:val="32"/>
            </w:rPr>
            <w:fldChar w:fldCharType="end"/>
          </w:r>
        </w:p>
        <w:p w14:paraId="02B0A14B" w14:textId="175F947F" w:rsidR="00732069" w:rsidRPr="00E267D0" w:rsidRDefault="00732069" w:rsidP="006F4328">
          <w:pPr>
            <w:jc w:val="center"/>
            <w:rPr>
              <w:color w:val="1F497D" w:themeColor="text2"/>
              <w:sz w:val="24"/>
            </w:rPr>
          </w:pPr>
          <w:r w:rsidRPr="008F50A4">
            <w:rPr>
              <w:b/>
              <w:bCs/>
              <w:color w:val="006AB2"/>
              <w:sz w:val="24"/>
            </w:rPr>
            <w:fldChar w:fldCharType="begin"/>
          </w:r>
          <w:r w:rsidRPr="008F50A4">
            <w:rPr>
              <w:b/>
              <w:bCs/>
              <w:color w:val="006AB2"/>
              <w:sz w:val="24"/>
            </w:rPr>
            <w:instrText xml:space="preserve"> DOCPROPERTY  _Sous-titre  \* MERGEFORMAT </w:instrText>
          </w:r>
          <w:r w:rsidRPr="008F50A4">
            <w:rPr>
              <w:b/>
              <w:bCs/>
              <w:color w:val="006AB2"/>
              <w:sz w:val="24"/>
            </w:rPr>
            <w:fldChar w:fldCharType="separate"/>
          </w:r>
          <w:r w:rsidR="00A100DC">
            <w:rPr>
              <w:b/>
              <w:bCs/>
              <w:color w:val="006AB2"/>
              <w:sz w:val="24"/>
            </w:rPr>
            <w:t>CI-SIS Spécifications techniques</w:t>
          </w:r>
          <w:r w:rsidRPr="008F50A4">
            <w:rPr>
              <w:b/>
              <w:bCs/>
              <w:color w:val="006AB2"/>
              <w:sz w:val="24"/>
            </w:rPr>
            <w:fldChar w:fldCharType="end"/>
          </w:r>
        </w:p>
      </w:tc>
      <w:tc>
        <w:tcPr>
          <w:tcW w:w="625" w:type="pct"/>
          <w:vAlign w:val="center"/>
        </w:tcPr>
        <w:p w14:paraId="4D287C1C" w14:textId="77777777" w:rsidR="00732069" w:rsidRPr="00D91958" w:rsidRDefault="00732069" w:rsidP="006F4328">
          <w:pPr>
            <w:jc w:val="center"/>
          </w:pPr>
        </w:p>
      </w:tc>
    </w:tr>
  </w:tbl>
  <w:p w14:paraId="74922749" w14:textId="77777777" w:rsidR="00732069" w:rsidRDefault="0073206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F32EB5C"/>
    <w:lvl w:ilvl="0">
      <w:start w:val="1"/>
      <w:numFmt w:val="bullet"/>
      <w:pStyle w:val="Listepuces4"/>
      <w:lvlText w:val=""/>
      <w:lvlJc w:val="left"/>
      <w:pPr>
        <w:tabs>
          <w:tab w:val="num" w:pos="2910"/>
        </w:tabs>
        <w:ind w:left="2910" w:hanging="360"/>
      </w:pPr>
      <w:rPr>
        <w:rFonts w:ascii="Symbol" w:hAnsi="Symbol" w:hint="default"/>
      </w:rPr>
    </w:lvl>
  </w:abstractNum>
  <w:abstractNum w:abstractNumId="1" w15:restartNumberingAfterBreak="0">
    <w:nsid w:val="02F64DF8"/>
    <w:multiLevelType w:val="hybridMultilevel"/>
    <w:tmpl w:val="C05CF9F2"/>
    <w:lvl w:ilvl="0" w:tplc="70943A32">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6ED5990"/>
    <w:multiLevelType w:val="hybridMultilevel"/>
    <w:tmpl w:val="536E10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ABC10D4"/>
    <w:multiLevelType w:val="hybridMultilevel"/>
    <w:tmpl w:val="A8425A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BA024B9"/>
    <w:multiLevelType w:val="multilevel"/>
    <w:tmpl w:val="6C78B40A"/>
    <w:lvl w:ilvl="0">
      <w:start w:val="1"/>
      <w:numFmt w:val="bullet"/>
      <w:lvlText w:val=""/>
      <w:lvlJc w:val="left"/>
      <w:pPr>
        <w:tabs>
          <w:tab w:val="num" w:pos="357"/>
        </w:tabs>
        <w:ind w:left="357" w:hanging="357"/>
      </w:pPr>
      <w:rPr>
        <w:rFonts w:ascii="Wingdings 3" w:hAnsi="Wingdings 3" w:hint="default"/>
        <w:color w:val="1F497D" w:themeColor="text2"/>
      </w:rPr>
    </w:lvl>
    <w:lvl w:ilvl="1">
      <w:start w:val="1"/>
      <w:numFmt w:val="bullet"/>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5" w15:restartNumberingAfterBreak="0">
    <w:nsid w:val="0BF27501"/>
    <w:multiLevelType w:val="hybridMultilevel"/>
    <w:tmpl w:val="FE8E167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E201AFE"/>
    <w:multiLevelType w:val="hybridMultilevel"/>
    <w:tmpl w:val="9440F2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BF0DA0"/>
    <w:multiLevelType w:val="hybridMultilevel"/>
    <w:tmpl w:val="C2665D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F74CEA"/>
    <w:multiLevelType w:val="hybridMultilevel"/>
    <w:tmpl w:val="DEA84C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FB92335"/>
    <w:multiLevelType w:val="multilevel"/>
    <w:tmpl w:val="C19E84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678059A"/>
    <w:multiLevelType w:val="hybridMultilevel"/>
    <w:tmpl w:val="1E40D6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3C0D01"/>
    <w:multiLevelType w:val="hybridMultilevel"/>
    <w:tmpl w:val="2F5AED6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F2A0B01"/>
    <w:multiLevelType w:val="hybridMultilevel"/>
    <w:tmpl w:val="6A48EB2A"/>
    <w:lvl w:ilvl="0" w:tplc="3FD8BE82">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1E15311"/>
    <w:multiLevelType w:val="hybridMultilevel"/>
    <w:tmpl w:val="DA6CFD3A"/>
    <w:lvl w:ilvl="0" w:tplc="70943A32">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5681E63"/>
    <w:multiLevelType w:val="multilevel"/>
    <w:tmpl w:val="1B2CE388"/>
    <w:styleLink w:val="Listepuce1"/>
    <w:lvl w:ilvl="0">
      <w:start w:val="1"/>
      <w:numFmt w:val="bullet"/>
      <w:lvlText w:val=""/>
      <w:lvlJc w:val="left"/>
      <w:pPr>
        <w:tabs>
          <w:tab w:val="num" w:pos="357"/>
        </w:tabs>
        <w:ind w:left="357" w:hanging="357"/>
      </w:pPr>
      <w:rPr>
        <w:rFonts w:ascii="Wingdings 3" w:hAnsi="Wingdings 3" w:hint="default"/>
        <w:color w:val="1F497D" w:themeColor="text2"/>
      </w:rPr>
    </w:lvl>
    <w:lvl w:ilvl="1">
      <w:start w:val="1"/>
      <w:numFmt w:val="bullet"/>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15" w15:restartNumberingAfterBreak="0">
    <w:nsid w:val="3DC86EF0"/>
    <w:multiLevelType w:val="hybridMultilevel"/>
    <w:tmpl w:val="914CB16E"/>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3D5F2C"/>
    <w:multiLevelType w:val="hybridMultilevel"/>
    <w:tmpl w:val="E17A9B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446609"/>
    <w:multiLevelType w:val="hybridMultilevel"/>
    <w:tmpl w:val="70B65DC6"/>
    <w:lvl w:ilvl="0" w:tplc="70943A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AD0B8D"/>
    <w:multiLevelType w:val="hybridMultilevel"/>
    <w:tmpl w:val="BB7284C6"/>
    <w:lvl w:ilvl="0" w:tplc="70943A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F337C1"/>
    <w:multiLevelType w:val="multilevel"/>
    <w:tmpl w:val="79DC9024"/>
    <w:lvl w:ilvl="0">
      <w:start w:val="1"/>
      <w:numFmt w:val="decimal"/>
      <w:pStyle w:val="Titre1"/>
      <w:lvlText w:val="%1."/>
      <w:lvlJc w:val="left"/>
      <w:pPr>
        <w:ind w:left="360" w:hanging="360"/>
      </w:pPr>
      <w:rPr>
        <w:rFonts w:hint="default"/>
      </w:rPr>
    </w:lvl>
    <w:lvl w:ilvl="1">
      <w:start w:val="1"/>
      <w:numFmt w:val="decimal"/>
      <w:pStyle w:val="Titre2"/>
      <w:lvlText w:val="%1.%2."/>
      <w:lvlJc w:val="left"/>
      <w:pPr>
        <w:ind w:left="624" w:hanging="624"/>
      </w:pPr>
      <w:rPr>
        <w:rFonts w:hint="default"/>
      </w:rPr>
    </w:lvl>
    <w:lvl w:ilvl="2">
      <w:start w:val="1"/>
      <w:numFmt w:val="decimal"/>
      <w:pStyle w:val="Titre3"/>
      <w:lvlText w:val="%1.%2.%3."/>
      <w:lvlJc w:val="left"/>
      <w:pPr>
        <w:ind w:left="357" w:hanging="357"/>
      </w:pPr>
      <w:rPr>
        <w:rFonts w:hint="default"/>
      </w:rPr>
    </w:lvl>
    <w:lvl w:ilvl="3">
      <w:start w:val="1"/>
      <w:numFmt w:val="decimal"/>
      <w:pStyle w:val="Titre4"/>
      <w:lvlText w:val="%1.%2.%3.%4."/>
      <w:lvlJc w:val="left"/>
      <w:pPr>
        <w:ind w:left="964" w:hanging="964"/>
      </w:pPr>
      <w:rPr>
        <w:rFonts w:hint="default"/>
      </w:rPr>
    </w:lvl>
    <w:lvl w:ilvl="4">
      <w:start w:val="1"/>
      <w:numFmt w:val="decimal"/>
      <w:pStyle w:val="Titre5"/>
      <w:lvlText w:val="%1.%2.%3.%4.%5."/>
      <w:lvlJc w:val="left"/>
      <w:pPr>
        <w:ind w:left="1191" w:hanging="1191"/>
      </w:pPr>
      <w:rPr>
        <w:rFonts w:hint="default"/>
      </w:rPr>
    </w:lvl>
    <w:lvl w:ilvl="5">
      <w:start w:val="1"/>
      <w:numFmt w:val="decimal"/>
      <w:pStyle w:val="Titre6"/>
      <w:lvlText w:val="%1.%2.%3.%4.%5.%6."/>
      <w:lvlJc w:val="left"/>
      <w:pPr>
        <w:ind w:left="1418" w:hanging="1418"/>
      </w:pPr>
      <w:rPr>
        <w:rFonts w:hint="default"/>
      </w:rPr>
    </w:lvl>
    <w:lvl w:ilvl="6">
      <w:start w:val="1"/>
      <w:numFmt w:val="decimal"/>
      <w:pStyle w:val="Titre7"/>
      <w:lvlText w:val="%1.%2.%3.%4.%5.%6.%7."/>
      <w:lvlJc w:val="left"/>
      <w:pPr>
        <w:ind w:left="1588" w:hanging="1588"/>
      </w:pPr>
      <w:rPr>
        <w:rFonts w:hint="default"/>
      </w:rPr>
    </w:lvl>
    <w:lvl w:ilvl="7">
      <w:start w:val="1"/>
      <w:numFmt w:val="decimal"/>
      <w:pStyle w:val="Titre8"/>
      <w:lvlText w:val="%1.%2.%3.%4.%5.%6.%7.%8."/>
      <w:lvlJc w:val="left"/>
      <w:pPr>
        <w:ind w:left="1814" w:hanging="1814"/>
      </w:pPr>
      <w:rPr>
        <w:rFonts w:hint="default"/>
      </w:rPr>
    </w:lvl>
    <w:lvl w:ilvl="8">
      <w:start w:val="1"/>
      <w:numFmt w:val="decimal"/>
      <w:pStyle w:val="Titre9"/>
      <w:lvlText w:val="%1.%2.%3.%4.%5.%6.%7.%8.%9."/>
      <w:lvlJc w:val="left"/>
      <w:pPr>
        <w:ind w:left="1928" w:hanging="1928"/>
      </w:pPr>
      <w:rPr>
        <w:rFonts w:hint="default"/>
      </w:rPr>
    </w:lvl>
  </w:abstractNum>
  <w:abstractNum w:abstractNumId="20" w15:restartNumberingAfterBreak="0">
    <w:nsid w:val="41FC2C17"/>
    <w:multiLevelType w:val="hybridMultilevel"/>
    <w:tmpl w:val="DAD4A194"/>
    <w:lvl w:ilvl="0" w:tplc="30E29DD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8D219E"/>
    <w:multiLevelType w:val="multilevel"/>
    <w:tmpl w:val="FB42B9AC"/>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22" w15:restartNumberingAfterBreak="0">
    <w:nsid w:val="4B3D2F7C"/>
    <w:multiLevelType w:val="hybridMultilevel"/>
    <w:tmpl w:val="D43EF030"/>
    <w:lvl w:ilvl="0" w:tplc="70943A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750C7C"/>
    <w:multiLevelType w:val="multilevel"/>
    <w:tmpl w:val="C5D87506"/>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B102F8B"/>
    <w:multiLevelType w:val="hybridMultilevel"/>
    <w:tmpl w:val="A5C861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3515FD3"/>
    <w:multiLevelType w:val="multilevel"/>
    <w:tmpl w:val="1B2CE388"/>
    <w:lvl w:ilvl="0">
      <w:start w:val="1"/>
      <w:numFmt w:val="bullet"/>
      <w:lvlText w:val=""/>
      <w:lvlJc w:val="left"/>
      <w:pPr>
        <w:tabs>
          <w:tab w:val="num" w:pos="357"/>
        </w:tabs>
        <w:ind w:left="357" w:hanging="357"/>
      </w:pPr>
      <w:rPr>
        <w:rFonts w:ascii="Wingdings 3" w:hAnsi="Wingdings 3" w:hint="default"/>
        <w:color w:val="1F497D" w:themeColor="text2"/>
      </w:rPr>
    </w:lvl>
    <w:lvl w:ilvl="1">
      <w:start w:val="1"/>
      <w:numFmt w:val="bullet"/>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26" w15:restartNumberingAfterBreak="0">
    <w:nsid w:val="66C57309"/>
    <w:multiLevelType w:val="multilevel"/>
    <w:tmpl w:val="70469CB6"/>
    <w:lvl w:ilvl="0">
      <w:start w:val="1"/>
      <w:numFmt w:val="decimal"/>
      <w:lvlText w:val="%1"/>
      <w:lvlJc w:val="left"/>
      <w:pPr>
        <w:ind w:left="360" w:hanging="360"/>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924"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7" w15:restartNumberingAfterBreak="0">
    <w:nsid w:val="689C058A"/>
    <w:multiLevelType w:val="hybridMultilevel"/>
    <w:tmpl w:val="6F80F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0A561B"/>
    <w:multiLevelType w:val="hybridMultilevel"/>
    <w:tmpl w:val="39B8D348"/>
    <w:lvl w:ilvl="0" w:tplc="6802952C">
      <w:numFmt w:val="bullet"/>
      <w:lvlText w:val="-"/>
      <w:lvlJc w:val="left"/>
      <w:pPr>
        <w:ind w:left="36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num w:numId="1" w16cid:durableId="2073111017">
    <w:abstractNumId w:val="29"/>
  </w:num>
  <w:num w:numId="2" w16cid:durableId="695808431">
    <w:abstractNumId w:val="4"/>
  </w:num>
  <w:num w:numId="3" w16cid:durableId="120421479">
    <w:abstractNumId w:val="25"/>
  </w:num>
  <w:num w:numId="4" w16cid:durableId="766540791">
    <w:abstractNumId w:val="23"/>
  </w:num>
  <w:num w:numId="5" w16cid:durableId="1785420533">
    <w:abstractNumId w:val="21"/>
  </w:num>
  <w:num w:numId="6" w16cid:durableId="1884176170">
    <w:abstractNumId w:val="19"/>
  </w:num>
  <w:num w:numId="7" w16cid:durableId="1645508494">
    <w:abstractNumId w:val="8"/>
  </w:num>
  <w:num w:numId="8" w16cid:durableId="988479947">
    <w:abstractNumId w:val="0"/>
  </w:num>
  <w:num w:numId="9" w16cid:durableId="1489515410">
    <w:abstractNumId w:val="14"/>
  </w:num>
  <w:num w:numId="10" w16cid:durableId="578246198">
    <w:abstractNumId w:val="28"/>
  </w:num>
  <w:num w:numId="11" w16cid:durableId="8122615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37012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2360956">
    <w:abstractNumId w:val="22"/>
  </w:num>
  <w:num w:numId="14" w16cid:durableId="18563393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6912178">
    <w:abstractNumId w:val="10"/>
  </w:num>
  <w:num w:numId="16" w16cid:durableId="465436740">
    <w:abstractNumId w:val="19"/>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9385736">
    <w:abstractNumId w:val="7"/>
  </w:num>
  <w:num w:numId="18" w16cid:durableId="1038815656">
    <w:abstractNumId w:val="9"/>
  </w:num>
  <w:num w:numId="19" w16cid:durableId="1936140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1797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965052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027961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766041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98294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434145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3301161">
    <w:abstractNumId w:val="16"/>
  </w:num>
  <w:num w:numId="27" w16cid:durableId="1143279398">
    <w:abstractNumId w:val="15"/>
  </w:num>
  <w:num w:numId="28" w16cid:durableId="1689481484">
    <w:abstractNumId w:val="11"/>
  </w:num>
  <w:num w:numId="29" w16cid:durableId="1370185921">
    <w:abstractNumId w:val="24"/>
  </w:num>
  <w:num w:numId="30" w16cid:durableId="77482924">
    <w:abstractNumId w:val="5"/>
  </w:num>
  <w:num w:numId="31" w16cid:durableId="1717508551">
    <w:abstractNumId w:val="3"/>
  </w:num>
  <w:num w:numId="32" w16cid:durableId="2017034132">
    <w:abstractNumId w:val="27"/>
  </w:num>
  <w:num w:numId="33" w16cid:durableId="899905331">
    <w:abstractNumId w:val="2"/>
  </w:num>
  <w:num w:numId="34" w16cid:durableId="197281605">
    <w:abstractNumId w:val="20"/>
  </w:num>
  <w:num w:numId="35" w16cid:durableId="1273631568">
    <w:abstractNumId w:val="6"/>
  </w:num>
  <w:num w:numId="36" w16cid:durableId="556818148">
    <w:abstractNumId w:val="12"/>
  </w:num>
  <w:num w:numId="37" w16cid:durableId="1306816195">
    <w:abstractNumId w:val="26"/>
  </w:num>
  <w:num w:numId="38" w16cid:durableId="7858567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84699424">
    <w:abstractNumId w:val="21"/>
  </w:num>
  <w:num w:numId="40" w16cid:durableId="1088307700">
    <w:abstractNumId w:val="21"/>
  </w:num>
  <w:num w:numId="41" w16cid:durableId="1555968987">
    <w:abstractNumId w:val="21"/>
  </w:num>
  <w:num w:numId="42" w16cid:durableId="621497909">
    <w:abstractNumId w:val="21"/>
  </w:num>
  <w:num w:numId="43" w16cid:durableId="896860262">
    <w:abstractNumId w:val="21"/>
  </w:num>
  <w:num w:numId="44" w16cid:durableId="1262298699">
    <w:abstractNumId w:val="13"/>
  </w:num>
  <w:num w:numId="45" w16cid:durableId="1339457236">
    <w:abstractNumId w:val="1"/>
  </w:num>
  <w:num w:numId="46" w16cid:durableId="140394988">
    <w:abstractNumId w:val="17"/>
  </w:num>
  <w:num w:numId="47" w16cid:durableId="19879714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8F8"/>
    <w:rsid w:val="0000066C"/>
    <w:rsid w:val="00002CB2"/>
    <w:rsid w:val="00003AF7"/>
    <w:rsid w:val="000041D5"/>
    <w:rsid w:val="00004C4F"/>
    <w:rsid w:val="000051CC"/>
    <w:rsid w:val="00005D68"/>
    <w:rsid w:val="0000703A"/>
    <w:rsid w:val="00014C97"/>
    <w:rsid w:val="00017BBD"/>
    <w:rsid w:val="00023D1A"/>
    <w:rsid w:val="000277F2"/>
    <w:rsid w:val="0003051C"/>
    <w:rsid w:val="00031899"/>
    <w:rsid w:val="00031BE5"/>
    <w:rsid w:val="00035540"/>
    <w:rsid w:val="0003665C"/>
    <w:rsid w:val="00036732"/>
    <w:rsid w:val="00041488"/>
    <w:rsid w:val="00043E36"/>
    <w:rsid w:val="000451E8"/>
    <w:rsid w:val="00046091"/>
    <w:rsid w:val="0005660B"/>
    <w:rsid w:val="000574E5"/>
    <w:rsid w:val="0006008D"/>
    <w:rsid w:val="000703A0"/>
    <w:rsid w:val="0007256E"/>
    <w:rsid w:val="00087EE3"/>
    <w:rsid w:val="00090A1B"/>
    <w:rsid w:val="000961CB"/>
    <w:rsid w:val="000969B0"/>
    <w:rsid w:val="000A2E82"/>
    <w:rsid w:val="000B05CB"/>
    <w:rsid w:val="000B6760"/>
    <w:rsid w:val="000C2292"/>
    <w:rsid w:val="000C562A"/>
    <w:rsid w:val="000C61E5"/>
    <w:rsid w:val="000C6B8A"/>
    <w:rsid w:val="000C7858"/>
    <w:rsid w:val="000D2D2D"/>
    <w:rsid w:val="000D5192"/>
    <w:rsid w:val="000D58CA"/>
    <w:rsid w:val="000D5942"/>
    <w:rsid w:val="000D62C2"/>
    <w:rsid w:val="000D739B"/>
    <w:rsid w:val="000E1735"/>
    <w:rsid w:val="000E6C1F"/>
    <w:rsid w:val="000E7CDF"/>
    <w:rsid w:val="000F3A0B"/>
    <w:rsid w:val="000F5FA9"/>
    <w:rsid w:val="000F635B"/>
    <w:rsid w:val="001028B8"/>
    <w:rsid w:val="00104899"/>
    <w:rsid w:val="00104ABD"/>
    <w:rsid w:val="001057A3"/>
    <w:rsid w:val="00107F09"/>
    <w:rsid w:val="001117FF"/>
    <w:rsid w:val="00111C3B"/>
    <w:rsid w:val="00112916"/>
    <w:rsid w:val="001136CA"/>
    <w:rsid w:val="00114566"/>
    <w:rsid w:val="00120AA8"/>
    <w:rsid w:val="00130A9A"/>
    <w:rsid w:val="00134DBB"/>
    <w:rsid w:val="001359B4"/>
    <w:rsid w:val="00144956"/>
    <w:rsid w:val="00150735"/>
    <w:rsid w:val="001509F2"/>
    <w:rsid w:val="00155F88"/>
    <w:rsid w:val="001578C3"/>
    <w:rsid w:val="00161CA1"/>
    <w:rsid w:val="00162BCD"/>
    <w:rsid w:val="001642CD"/>
    <w:rsid w:val="001713E1"/>
    <w:rsid w:val="00172382"/>
    <w:rsid w:val="001732B9"/>
    <w:rsid w:val="00176816"/>
    <w:rsid w:val="001775E5"/>
    <w:rsid w:val="001827C0"/>
    <w:rsid w:val="00185A92"/>
    <w:rsid w:val="00185C0D"/>
    <w:rsid w:val="00185E4F"/>
    <w:rsid w:val="00186892"/>
    <w:rsid w:val="00192C46"/>
    <w:rsid w:val="00193C87"/>
    <w:rsid w:val="00194E4B"/>
    <w:rsid w:val="001A3B07"/>
    <w:rsid w:val="001A5158"/>
    <w:rsid w:val="001B298D"/>
    <w:rsid w:val="001B33AE"/>
    <w:rsid w:val="001B4825"/>
    <w:rsid w:val="001B604B"/>
    <w:rsid w:val="001B6E92"/>
    <w:rsid w:val="001C3206"/>
    <w:rsid w:val="001D2999"/>
    <w:rsid w:val="001D4690"/>
    <w:rsid w:val="001E493F"/>
    <w:rsid w:val="001E4F9F"/>
    <w:rsid w:val="001E55A7"/>
    <w:rsid w:val="001F01EB"/>
    <w:rsid w:val="001F0A3A"/>
    <w:rsid w:val="001F4BD5"/>
    <w:rsid w:val="001F634F"/>
    <w:rsid w:val="001F76A3"/>
    <w:rsid w:val="0020278C"/>
    <w:rsid w:val="00210495"/>
    <w:rsid w:val="00210D99"/>
    <w:rsid w:val="00213D2E"/>
    <w:rsid w:val="002167A6"/>
    <w:rsid w:val="00216DC5"/>
    <w:rsid w:val="002206AD"/>
    <w:rsid w:val="00221C08"/>
    <w:rsid w:val="00225218"/>
    <w:rsid w:val="0022534F"/>
    <w:rsid w:val="00226FD6"/>
    <w:rsid w:val="0022702E"/>
    <w:rsid w:val="00235480"/>
    <w:rsid w:val="002355E8"/>
    <w:rsid w:val="00237053"/>
    <w:rsid w:val="00240D18"/>
    <w:rsid w:val="00242B1A"/>
    <w:rsid w:val="00246EC8"/>
    <w:rsid w:val="002477CE"/>
    <w:rsid w:val="00250F7E"/>
    <w:rsid w:val="00257D43"/>
    <w:rsid w:val="00257E82"/>
    <w:rsid w:val="0026052F"/>
    <w:rsid w:val="002632EA"/>
    <w:rsid w:val="002664DD"/>
    <w:rsid w:val="00273288"/>
    <w:rsid w:val="00274583"/>
    <w:rsid w:val="00275C67"/>
    <w:rsid w:val="0027735F"/>
    <w:rsid w:val="00291DA2"/>
    <w:rsid w:val="00291E79"/>
    <w:rsid w:val="00292294"/>
    <w:rsid w:val="0029542C"/>
    <w:rsid w:val="00295AFF"/>
    <w:rsid w:val="002A22C2"/>
    <w:rsid w:val="002A74D6"/>
    <w:rsid w:val="002B29B5"/>
    <w:rsid w:val="002B306D"/>
    <w:rsid w:val="002C11AF"/>
    <w:rsid w:val="002C42CD"/>
    <w:rsid w:val="002C555E"/>
    <w:rsid w:val="002D4202"/>
    <w:rsid w:val="002E0F25"/>
    <w:rsid w:val="002E308F"/>
    <w:rsid w:val="002E3FCB"/>
    <w:rsid w:val="002F608D"/>
    <w:rsid w:val="002F72FB"/>
    <w:rsid w:val="003027BD"/>
    <w:rsid w:val="00302F2C"/>
    <w:rsid w:val="00303766"/>
    <w:rsid w:val="0031398A"/>
    <w:rsid w:val="00313CF8"/>
    <w:rsid w:val="00330558"/>
    <w:rsid w:val="0033322C"/>
    <w:rsid w:val="003353B3"/>
    <w:rsid w:val="003373A5"/>
    <w:rsid w:val="00337D29"/>
    <w:rsid w:val="00343F62"/>
    <w:rsid w:val="003479FB"/>
    <w:rsid w:val="00350A71"/>
    <w:rsid w:val="00355229"/>
    <w:rsid w:val="00361E84"/>
    <w:rsid w:val="00364258"/>
    <w:rsid w:val="0036720D"/>
    <w:rsid w:val="00373087"/>
    <w:rsid w:val="00374AE5"/>
    <w:rsid w:val="003819FF"/>
    <w:rsid w:val="00383526"/>
    <w:rsid w:val="0038400C"/>
    <w:rsid w:val="00384E16"/>
    <w:rsid w:val="003866DF"/>
    <w:rsid w:val="0038751D"/>
    <w:rsid w:val="00387CB8"/>
    <w:rsid w:val="00390BA1"/>
    <w:rsid w:val="00390E61"/>
    <w:rsid w:val="003945B5"/>
    <w:rsid w:val="003A08CF"/>
    <w:rsid w:val="003A0D67"/>
    <w:rsid w:val="003A50CF"/>
    <w:rsid w:val="003A6905"/>
    <w:rsid w:val="003B2F56"/>
    <w:rsid w:val="003B5596"/>
    <w:rsid w:val="003B6338"/>
    <w:rsid w:val="003C05FD"/>
    <w:rsid w:val="003C085E"/>
    <w:rsid w:val="003C16F2"/>
    <w:rsid w:val="003C2559"/>
    <w:rsid w:val="003C4EE1"/>
    <w:rsid w:val="003C546A"/>
    <w:rsid w:val="003D1ACC"/>
    <w:rsid w:val="003D4B9C"/>
    <w:rsid w:val="003D6EE3"/>
    <w:rsid w:val="003E13EE"/>
    <w:rsid w:val="003E17D6"/>
    <w:rsid w:val="003E2236"/>
    <w:rsid w:val="003E3ACE"/>
    <w:rsid w:val="003F098C"/>
    <w:rsid w:val="003F66B4"/>
    <w:rsid w:val="00401E8D"/>
    <w:rsid w:val="004046C1"/>
    <w:rsid w:val="00405F3D"/>
    <w:rsid w:val="004079DE"/>
    <w:rsid w:val="00411AB1"/>
    <w:rsid w:val="004152AA"/>
    <w:rsid w:val="0041568F"/>
    <w:rsid w:val="00417F07"/>
    <w:rsid w:val="00420F2F"/>
    <w:rsid w:val="00427B04"/>
    <w:rsid w:val="00431623"/>
    <w:rsid w:val="00433DA9"/>
    <w:rsid w:val="004353E8"/>
    <w:rsid w:val="0044051A"/>
    <w:rsid w:val="004415A1"/>
    <w:rsid w:val="00445786"/>
    <w:rsid w:val="004471E7"/>
    <w:rsid w:val="004505AA"/>
    <w:rsid w:val="00455481"/>
    <w:rsid w:val="004600DC"/>
    <w:rsid w:val="004666AD"/>
    <w:rsid w:val="00467201"/>
    <w:rsid w:val="00481135"/>
    <w:rsid w:val="004815D1"/>
    <w:rsid w:val="00486FA6"/>
    <w:rsid w:val="00487C98"/>
    <w:rsid w:val="00492BF5"/>
    <w:rsid w:val="004945C9"/>
    <w:rsid w:val="004958F8"/>
    <w:rsid w:val="004970AD"/>
    <w:rsid w:val="004A1871"/>
    <w:rsid w:val="004A19DC"/>
    <w:rsid w:val="004A20C4"/>
    <w:rsid w:val="004A325C"/>
    <w:rsid w:val="004A4C40"/>
    <w:rsid w:val="004A5E9E"/>
    <w:rsid w:val="004B0019"/>
    <w:rsid w:val="004B478B"/>
    <w:rsid w:val="004B7655"/>
    <w:rsid w:val="004C0789"/>
    <w:rsid w:val="004C3514"/>
    <w:rsid w:val="004C4F1E"/>
    <w:rsid w:val="004C68DF"/>
    <w:rsid w:val="004C75A8"/>
    <w:rsid w:val="004D101D"/>
    <w:rsid w:val="004D29DC"/>
    <w:rsid w:val="004D6A45"/>
    <w:rsid w:val="004D79D0"/>
    <w:rsid w:val="004E4840"/>
    <w:rsid w:val="004E6E22"/>
    <w:rsid w:val="004E7B55"/>
    <w:rsid w:val="004F1377"/>
    <w:rsid w:val="004F193A"/>
    <w:rsid w:val="004F2FDE"/>
    <w:rsid w:val="004F347F"/>
    <w:rsid w:val="004F4AB6"/>
    <w:rsid w:val="004F67A0"/>
    <w:rsid w:val="004F7A44"/>
    <w:rsid w:val="00501D31"/>
    <w:rsid w:val="0050464E"/>
    <w:rsid w:val="00505AAC"/>
    <w:rsid w:val="00520C1B"/>
    <w:rsid w:val="005334A0"/>
    <w:rsid w:val="005345C2"/>
    <w:rsid w:val="005360B7"/>
    <w:rsid w:val="00537E8D"/>
    <w:rsid w:val="00547062"/>
    <w:rsid w:val="005471ED"/>
    <w:rsid w:val="005507E8"/>
    <w:rsid w:val="00550919"/>
    <w:rsid w:val="00552766"/>
    <w:rsid w:val="00552E41"/>
    <w:rsid w:val="00555CE7"/>
    <w:rsid w:val="00557A53"/>
    <w:rsid w:val="00557B3F"/>
    <w:rsid w:val="005616F2"/>
    <w:rsid w:val="00563646"/>
    <w:rsid w:val="00563E28"/>
    <w:rsid w:val="00570333"/>
    <w:rsid w:val="005769B5"/>
    <w:rsid w:val="0058039C"/>
    <w:rsid w:val="00582638"/>
    <w:rsid w:val="0058636C"/>
    <w:rsid w:val="005909A0"/>
    <w:rsid w:val="00593908"/>
    <w:rsid w:val="00593F84"/>
    <w:rsid w:val="005A22F5"/>
    <w:rsid w:val="005A2610"/>
    <w:rsid w:val="005A74E4"/>
    <w:rsid w:val="005B0A6E"/>
    <w:rsid w:val="005B3742"/>
    <w:rsid w:val="005B4B97"/>
    <w:rsid w:val="005B56DC"/>
    <w:rsid w:val="005C1E75"/>
    <w:rsid w:val="005C2828"/>
    <w:rsid w:val="005C5893"/>
    <w:rsid w:val="005D161B"/>
    <w:rsid w:val="005D1A99"/>
    <w:rsid w:val="005D2B7E"/>
    <w:rsid w:val="005D4BBC"/>
    <w:rsid w:val="005D5D99"/>
    <w:rsid w:val="005D7751"/>
    <w:rsid w:val="005E0D0B"/>
    <w:rsid w:val="005E1FFC"/>
    <w:rsid w:val="005E33DF"/>
    <w:rsid w:val="005F048A"/>
    <w:rsid w:val="005F0A97"/>
    <w:rsid w:val="005F0E85"/>
    <w:rsid w:val="005F2A9C"/>
    <w:rsid w:val="005F3EAE"/>
    <w:rsid w:val="005F5EF3"/>
    <w:rsid w:val="005F6363"/>
    <w:rsid w:val="005F78FC"/>
    <w:rsid w:val="0060456A"/>
    <w:rsid w:val="00606748"/>
    <w:rsid w:val="00610DF8"/>
    <w:rsid w:val="006116CE"/>
    <w:rsid w:val="006130F2"/>
    <w:rsid w:val="006134B7"/>
    <w:rsid w:val="00614BB9"/>
    <w:rsid w:val="00614C05"/>
    <w:rsid w:val="0062341E"/>
    <w:rsid w:val="006243FB"/>
    <w:rsid w:val="006304CB"/>
    <w:rsid w:val="00630B64"/>
    <w:rsid w:val="006350BD"/>
    <w:rsid w:val="00635778"/>
    <w:rsid w:val="00635C70"/>
    <w:rsid w:val="006378B0"/>
    <w:rsid w:val="0064377A"/>
    <w:rsid w:val="006440A1"/>
    <w:rsid w:val="006464F8"/>
    <w:rsid w:val="00647145"/>
    <w:rsid w:val="00647643"/>
    <w:rsid w:val="00653D37"/>
    <w:rsid w:val="00657A03"/>
    <w:rsid w:val="006631DB"/>
    <w:rsid w:val="00664418"/>
    <w:rsid w:val="006658FC"/>
    <w:rsid w:val="00670483"/>
    <w:rsid w:val="006709DF"/>
    <w:rsid w:val="00670A9B"/>
    <w:rsid w:val="006741E0"/>
    <w:rsid w:val="00674488"/>
    <w:rsid w:val="00674FC1"/>
    <w:rsid w:val="00677619"/>
    <w:rsid w:val="00681AB2"/>
    <w:rsid w:val="0068490B"/>
    <w:rsid w:val="00686F2C"/>
    <w:rsid w:val="0069430C"/>
    <w:rsid w:val="00695799"/>
    <w:rsid w:val="00697AF6"/>
    <w:rsid w:val="00697C03"/>
    <w:rsid w:val="006A624D"/>
    <w:rsid w:val="006A6FAC"/>
    <w:rsid w:val="006A7977"/>
    <w:rsid w:val="006B1477"/>
    <w:rsid w:val="006B3D0B"/>
    <w:rsid w:val="006C093B"/>
    <w:rsid w:val="006C112E"/>
    <w:rsid w:val="006C4C3D"/>
    <w:rsid w:val="006C4DC6"/>
    <w:rsid w:val="006C64CB"/>
    <w:rsid w:val="006C68BD"/>
    <w:rsid w:val="006D29BD"/>
    <w:rsid w:val="006E1711"/>
    <w:rsid w:val="006E3A7C"/>
    <w:rsid w:val="006F1E73"/>
    <w:rsid w:val="006F4328"/>
    <w:rsid w:val="00702D54"/>
    <w:rsid w:val="00702DC5"/>
    <w:rsid w:val="00702FF0"/>
    <w:rsid w:val="007033F5"/>
    <w:rsid w:val="00704409"/>
    <w:rsid w:val="00710BA0"/>
    <w:rsid w:val="00712772"/>
    <w:rsid w:val="007127B2"/>
    <w:rsid w:val="007128F8"/>
    <w:rsid w:val="00712E51"/>
    <w:rsid w:val="007163C9"/>
    <w:rsid w:val="00716747"/>
    <w:rsid w:val="0071794C"/>
    <w:rsid w:val="007209DC"/>
    <w:rsid w:val="007301C9"/>
    <w:rsid w:val="00732069"/>
    <w:rsid w:val="0073262A"/>
    <w:rsid w:val="00733979"/>
    <w:rsid w:val="0073732A"/>
    <w:rsid w:val="00737BBA"/>
    <w:rsid w:val="007459F2"/>
    <w:rsid w:val="00753AC5"/>
    <w:rsid w:val="00762491"/>
    <w:rsid w:val="007629FB"/>
    <w:rsid w:val="007631FE"/>
    <w:rsid w:val="00765B65"/>
    <w:rsid w:val="00765C78"/>
    <w:rsid w:val="007701B0"/>
    <w:rsid w:val="00774144"/>
    <w:rsid w:val="00775F85"/>
    <w:rsid w:val="00776E40"/>
    <w:rsid w:val="007771E7"/>
    <w:rsid w:val="00777462"/>
    <w:rsid w:val="00780208"/>
    <w:rsid w:val="007806D9"/>
    <w:rsid w:val="00781984"/>
    <w:rsid w:val="00781CFD"/>
    <w:rsid w:val="007845D4"/>
    <w:rsid w:val="00784977"/>
    <w:rsid w:val="00787E81"/>
    <w:rsid w:val="0079064F"/>
    <w:rsid w:val="00793261"/>
    <w:rsid w:val="007A1E66"/>
    <w:rsid w:val="007B0B71"/>
    <w:rsid w:val="007B4276"/>
    <w:rsid w:val="007B74C0"/>
    <w:rsid w:val="007C31E8"/>
    <w:rsid w:val="007C333F"/>
    <w:rsid w:val="007C35EF"/>
    <w:rsid w:val="007C3C2D"/>
    <w:rsid w:val="007C57A0"/>
    <w:rsid w:val="007C5EE1"/>
    <w:rsid w:val="007C68E3"/>
    <w:rsid w:val="007D19EC"/>
    <w:rsid w:val="007D4B71"/>
    <w:rsid w:val="007D50D6"/>
    <w:rsid w:val="007D714A"/>
    <w:rsid w:val="007E5376"/>
    <w:rsid w:val="007E5BDA"/>
    <w:rsid w:val="007F2998"/>
    <w:rsid w:val="007F5E20"/>
    <w:rsid w:val="007F613A"/>
    <w:rsid w:val="007F77E9"/>
    <w:rsid w:val="00801E19"/>
    <w:rsid w:val="0080336C"/>
    <w:rsid w:val="008039AA"/>
    <w:rsid w:val="0080537A"/>
    <w:rsid w:val="00812344"/>
    <w:rsid w:val="00816473"/>
    <w:rsid w:val="00820E69"/>
    <w:rsid w:val="008210CF"/>
    <w:rsid w:val="00830D98"/>
    <w:rsid w:val="008346F3"/>
    <w:rsid w:val="00840BDB"/>
    <w:rsid w:val="00842E2E"/>
    <w:rsid w:val="00843682"/>
    <w:rsid w:val="00843F58"/>
    <w:rsid w:val="00846282"/>
    <w:rsid w:val="00846D97"/>
    <w:rsid w:val="0085282A"/>
    <w:rsid w:val="0085742F"/>
    <w:rsid w:val="00862A91"/>
    <w:rsid w:val="00862F46"/>
    <w:rsid w:val="00863031"/>
    <w:rsid w:val="00863C1E"/>
    <w:rsid w:val="0086671E"/>
    <w:rsid w:val="00873972"/>
    <w:rsid w:val="008829C9"/>
    <w:rsid w:val="00890089"/>
    <w:rsid w:val="00892CDC"/>
    <w:rsid w:val="008972DE"/>
    <w:rsid w:val="008A1106"/>
    <w:rsid w:val="008A3460"/>
    <w:rsid w:val="008A3D6B"/>
    <w:rsid w:val="008A4049"/>
    <w:rsid w:val="008A78E3"/>
    <w:rsid w:val="008B3D08"/>
    <w:rsid w:val="008B42A0"/>
    <w:rsid w:val="008B4A49"/>
    <w:rsid w:val="008B5F58"/>
    <w:rsid w:val="008C152F"/>
    <w:rsid w:val="008C274A"/>
    <w:rsid w:val="008C3CAA"/>
    <w:rsid w:val="008C510F"/>
    <w:rsid w:val="008C5B4C"/>
    <w:rsid w:val="008D22E1"/>
    <w:rsid w:val="008D3516"/>
    <w:rsid w:val="008D3ADC"/>
    <w:rsid w:val="008D3EFA"/>
    <w:rsid w:val="008D69D7"/>
    <w:rsid w:val="008E5132"/>
    <w:rsid w:val="008F1E1F"/>
    <w:rsid w:val="008F2953"/>
    <w:rsid w:val="008F50A4"/>
    <w:rsid w:val="0090054F"/>
    <w:rsid w:val="00900B73"/>
    <w:rsid w:val="0090261E"/>
    <w:rsid w:val="009129C3"/>
    <w:rsid w:val="00913158"/>
    <w:rsid w:val="00915CD0"/>
    <w:rsid w:val="00917C1F"/>
    <w:rsid w:val="00920677"/>
    <w:rsid w:val="00920D7B"/>
    <w:rsid w:val="00923EBE"/>
    <w:rsid w:val="00936F9C"/>
    <w:rsid w:val="009442D5"/>
    <w:rsid w:val="00951411"/>
    <w:rsid w:val="009521B8"/>
    <w:rsid w:val="00953E73"/>
    <w:rsid w:val="00954279"/>
    <w:rsid w:val="00955881"/>
    <w:rsid w:val="00961DBD"/>
    <w:rsid w:val="00962229"/>
    <w:rsid w:val="00963711"/>
    <w:rsid w:val="00963C57"/>
    <w:rsid w:val="00965DC7"/>
    <w:rsid w:val="00965F1B"/>
    <w:rsid w:val="009665D6"/>
    <w:rsid w:val="009668F3"/>
    <w:rsid w:val="00975512"/>
    <w:rsid w:val="00981C7E"/>
    <w:rsid w:val="00985FBA"/>
    <w:rsid w:val="0098677B"/>
    <w:rsid w:val="00987617"/>
    <w:rsid w:val="00994435"/>
    <w:rsid w:val="009967A0"/>
    <w:rsid w:val="00996913"/>
    <w:rsid w:val="00997279"/>
    <w:rsid w:val="009A3CB8"/>
    <w:rsid w:val="009A63BA"/>
    <w:rsid w:val="009A73D8"/>
    <w:rsid w:val="009B03D6"/>
    <w:rsid w:val="009B6D84"/>
    <w:rsid w:val="009B7C70"/>
    <w:rsid w:val="009C6747"/>
    <w:rsid w:val="009D1DE8"/>
    <w:rsid w:val="009D3570"/>
    <w:rsid w:val="009D678D"/>
    <w:rsid w:val="009E02DD"/>
    <w:rsid w:val="009E290A"/>
    <w:rsid w:val="009E5D7F"/>
    <w:rsid w:val="009F751C"/>
    <w:rsid w:val="00A02A42"/>
    <w:rsid w:val="00A06930"/>
    <w:rsid w:val="00A0706E"/>
    <w:rsid w:val="00A100DC"/>
    <w:rsid w:val="00A22D4D"/>
    <w:rsid w:val="00A26206"/>
    <w:rsid w:val="00A3082A"/>
    <w:rsid w:val="00A37206"/>
    <w:rsid w:val="00A3741B"/>
    <w:rsid w:val="00A439EC"/>
    <w:rsid w:val="00A4720D"/>
    <w:rsid w:val="00A50EFD"/>
    <w:rsid w:val="00A523C4"/>
    <w:rsid w:val="00A56853"/>
    <w:rsid w:val="00A624A1"/>
    <w:rsid w:val="00A63C88"/>
    <w:rsid w:val="00A66E30"/>
    <w:rsid w:val="00A71A67"/>
    <w:rsid w:val="00A72243"/>
    <w:rsid w:val="00A75037"/>
    <w:rsid w:val="00A82F89"/>
    <w:rsid w:val="00A868AD"/>
    <w:rsid w:val="00A87B17"/>
    <w:rsid w:val="00A87B23"/>
    <w:rsid w:val="00A91104"/>
    <w:rsid w:val="00A93D49"/>
    <w:rsid w:val="00A97F53"/>
    <w:rsid w:val="00AA0D17"/>
    <w:rsid w:val="00AA2403"/>
    <w:rsid w:val="00AA68E3"/>
    <w:rsid w:val="00AB3EE9"/>
    <w:rsid w:val="00AB623C"/>
    <w:rsid w:val="00AB6D0B"/>
    <w:rsid w:val="00AB721D"/>
    <w:rsid w:val="00AB7945"/>
    <w:rsid w:val="00AC000C"/>
    <w:rsid w:val="00AC1E32"/>
    <w:rsid w:val="00AC431D"/>
    <w:rsid w:val="00AD1C0A"/>
    <w:rsid w:val="00AD35C8"/>
    <w:rsid w:val="00AD49DE"/>
    <w:rsid w:val="00AD75F0"/>
    <w:rsid w:val="00AE278D"/>
    <w:rsid w:val="00AE2F67"/>
    <w:rsid w:val="00AE30F1"/>
    <w:rsid w:val="00AE32AC"/>
    <w:rsid w:val="00AE5272"/>
    <w:rsid w:val="00AE6607"/>
    <w:rsid w:val="00AF2B06"/>
    <w:rsid w:val="00AF4A0C"/>
    <w:rsid w:val="00AF5114"/>
    <w:rsid w:val="00AF58B0"/>
    <w:rsid w:val="00B0498C"/>
    <w:rsid w:val="00B118C4"/>
    <w:rsid w:val="00B15F11"/>
    <w:rsid w:val="00B20107"/>
    <w:rsid w:val="00B209B0"/>
    <w:rsid w:val="00B2184E"/>
    <w:rsid w:val="00B22FEC"/>
    <w:rsid w:val="00B2458A"/>
    <w:rsid w:val="00B24C12"/>
    <w:rsid w:val="00B25537"/>
    <w:rsid w:val="00B30C36"/>
    <w:rsid w:val="00B3565D"/>
    <w:rsid w:val="00B357CA"/>
    <w:rsid w:val="00B366D4"/>
    <w:rsid w:val="00B374ED"/>
    <w:rsid w:val="00B41276"/>
    <w:rsid w:val="00B41E00"/>
    <w:rsid w:val="00B44931"/>
    <w:rsid w:val="00B44A26"/>
    <w:rsid w:val="00B47CFD"/>
    <w:rsid w:val="00B6514F"/>
    <w:rsid w:val="00B6675B"/>
    <w:rsid w:val="00B66B78"/>
    <w:rsid w:val="00B730FA"/>
    <w:rsid w:val="00B77633"/>
    <w:rsid w:val="00B776FE"/>
    <w:rsid w:val="00B77877"/>
    <w:rsid w:val="00B800B8"/>
    <w:rsid w:val="00B82EFA"/>
    <w:rsid w:val="00B86365"/>
    <w:rsid w:val="00B912CE"/>
    <w:rsid w:val="00B94C07"/>
    <w:rsid w:val="00B951B8"/>
    <w:rsid w:val="00BA205B"/>
    <w:rsid w:val="00BA2178"/>
    <w:rsid w:val="00BA4C80"/>
    <w:rsid w:val="00BA53F0"/>
    <w:rsid w:val="00BC16D3"/>
    <w:rsid w:val="00BC1A29"/>
    <w:rsid w:val="00BC3B83"/>
    <w:rsid w:val="00BD732F"/>
    <w:rsid w:val="00BE207E"/>
    <w:rsid w:val="00BE450F"/>
    <w:rsid w:val="00BE55D4"/>
    <w:rsid w:val="00BE63E0"/>
    <w:rsid w:val="00BE7EC8"/>
    <w:rsid w:val="00BF1E2C"/>
    <w:rsid w:val="00BF2A78"/>
    <w:rsid w:val="00BF3BBA"/>
    <w:rsid w:val="00BF4CA8"/>
    <w:rsid w:val="00BF56E6"/>
    <w:rsid w:val="00C02F28"/>
    <w:rsid w:val="00C0353D"/>
    <w:rsid w:val="00C03B1C"/>
    <w:rsid w:val="00C07FB9"/>
    <w:rsid w:val="00C10106"/>
    <w:rsid w:val="00C10583"/>
    <w:rsid w:val="00C111A7"/>
    <w:rsid w:val="00C1138C"/>
    <w:rsid w:val="00C12D15"/>
    <w:rsid w:val="00C1307A"/>
    <w:rsid w:val="00C301A9"/>
    <w:rsid w:val="00C30AD8"/>
    <w:rsid w:val="00C32329"/>
    <w:rsid w:val="00C333BB"/>
    <w:rsid w:val="00C339B6"/>
    <w:rsid w:val="00C369DE"/>
    <w:rsid w:val="00C36E36"/>
    <w:rsid w:val="00C37297"/>
    <w:rsid w:val="00C3758D"/>
    <w:rsid w:val="00C4082A"/>
    <w:rsid w:val="00C4341F"/>
    <w:rsid w:val="00C4445E"/>
    <w:rsid w:val="00C45591"/>
    <w:rsid w:val="00C4663A"/>
    <w:rsid w:val="00C47B94"/>
    <w:rsid w:val="00C52962"/>
    <w:rsid w:val="00C52DA9"/>
    <w:rsid w:val="00C5597D"/>
    <w:rsid w:val="00C65072"/>
    <w:rsid w:val="00C66716"/>
    <w:rsid w:val="00C669BF"/>
    <w:rsid w:val="00C67796"/>
    <w:rsid w:val="00C765B3"/>
    <w:rsid w:val="00C833B0"/>
    <w:rsid w:val="00C87454"/>
    <w:rsid w:val="00C9336C"/>
    <w:rsid w:val="00C94D2C"/>
    <w:rsid w:val="00C954A2"/>
    <w:rsid w:val="00C9603C"/>
    <w:rsid w:val="00CA0053"/>
    <w:rsid w:val="00CA16F5"/>
    <w:rsid w:val="00CA28B2"/>
    <w:rsid w:val="00CA51A7"/>
    <w:rsid w:val="00CA51B2"/>
    <w:rsid w:val="00CA5B82"/>
    <w:rsid w:val="00CA6E65"/>
    <w:rsid w:val="00CB7E1D"/>
    <w:rsid w:val="00CD3688"/>
    <w:rsid w:val="00CD3B50"/>
    <w:rsid w:val="00CD4FF8"/>
    <w:rsid w:val="00CD650F"/>
    <w:rsid w:val="00CE3245"/>
    <w:rsid w:val="00CE588E"/>
    <w:rsid w:val="00CE73C8"/>
    <w:rsid w:val="00CF046E"/>
    <w:rsid w:val="00CF1C3C"/>
    <w:rsid w:val="00CF5DA3"/>
    <w:rsid w:val="00CF6A1A"/>
    <w:rsid w:val="00D013CA"/>
    <w:rsid w:val="00D0245B"/>
    <w:rsid w:val="00D03912"/>
    <w:rsid w:val="00D03A43"/>
    <w:rsid w:val="00D03E0B"/>
    <w:rsid w:val="00D04AB7"/>
    <w:rsid w:val="00D071F2"/>
    <w:rsid w:val="00D0795D"/>
    <w:rsid w:val="00D12F24"/>
    <w:rsid w:val="00D1495B"/>
    <w:rsid w:val="00D1550A"/>
    <w:rsid w:val="00D203BB"/>
    <w:rsid w:val="00D20CCC"/>
    <w:rsid w:val="00D24865"/>
    <w:rsid w:val="00D250DA"/>
    <w:rsid w:val="00D27E52"/>
    <w:rsid w:val="00D37D45"/>
    <w:rsid w:val="00D42E48"/>
    <w:rsid w:val="00D44318"/>
    <w:rsid w:val="00D46401"/>
    <w:rsid w:val="00D473A4"/>
    <w:rsid w:val="00D51ECD"/>
    <w:rsid w:val="00D520BD"/>
    <w:rsid w:val="00D52118"/>
    <w:rsid w:val="00D5457A"/>
    <w:rsid w:val="00D54D1E"/>
    <w:rsid w:val="00D56309"/>
    <w:rsid w:val="00D61B92"/>
    <w:rsid w:val="00D63975"/>
    <w:rsid w:val="00D639FE"/>
    <w:rsid w:val="00D66CDD"/>
    <w:rsid w:val="00D66FB6"/>
    <w:rsid w:val="00D70022"/>
    <w:rsid w:val="00D74393"/>
    <w:rsid w:val="00D80CE3"/>
    <w:rsid w:val="00D81209"/>
    <w:rsid w:val="00D81833"/>
    <w:rsid w:val="00D83EDD"/>
    <w:rsid w:val="00D86670"/>
    <w:rsid w:val="00D86A15"/>
    <w:rsid w:val="00D92A96"/>
    <w:rsid w:val="00D93620"/>
    <w:rsid w:val="00D95CA2"/>
    <w:rsid w:val="00D96712"/>
    <w:rsid w:val="00D96A72"/>
    <w:rsid w:val="00DA38EE"/>
    <w:rsid w:val="00DB1B72"/>
    <w:rsid w:val="00DB2CD7"/>
    <w:rsid w:val="00DB3C7A"/>
    <w:rsid w:val="00DB631D"/>
    <w:rsid w:val="00DC2A57"/>
    <w:rsid w:val="00DC7A3F"/>
    <w:rsid w:val="00DD4F70"/>
    <w:rsid w:val="00DE2547"/>
    <w:rsid w:val="00DE264F"/>
    <w:rsid w:val="00DE300C"/>
    <w:rsid w:val="00DE69FE"/>
    <w:rsid w:val="00DE6F11"/>
    <w:rsid w:val="00DE73B0"/>
    <w:rsid w:val="00DF49C6"/>
    <w:rsid w:val="00DF589E"/>
    <w:rsid w:val="00DF6C36"/>
    <w:rsid w:val="00E01169"/>
    <w:rsid w:val="00E018C8"/>
    <w:rsid w:val="00E01D7E"/>
    <w:rsid w:val="00E02638"/>
    <w:rsid w:val="00E1142C"/>
    <w:rsid w:val="00E11551"/>
    <w:rsid w:val="00E12F34"/>
    <w:rsid w:val="00E14D50"/>
    <w:rsid w:val="00E14E7C"/>
    <w:rsid w:val="00E151D9"/>
    <w:rsid w:val="00E16387"/>
    <w:rsid w:val="00E17E7C"/>
    <w:rsid w:val="00E2296A"/>
    <w:rsid w:val="00E31F19"/>
    <w:rsid w:val="00E33D0E"/>
    <w:rsid w:val="00E35C79"/>
    <w:rsid w:val="00E37AED"/>
    <w:rsid w:val="00E40286"/>
    <w:rsid w:val="00E41670"/>
    <w:rsid w:val="00E435CE"/>
    <w:rsid w:val="00E4375E"/>
    <w:rsid w:val="00E45BC7"/>
    <w:rsid w:val="00E47C55"/>
    <w:rsid w:val="00E52CFD"/>
    <w:rsid w:val="00E53917"/>
    <w:rsid w:val="00E56809"/>
    <w:rsid w:val="00E61DDB"/>
    <w:rsid w:val="00E62940"/>
    <w:rsid w:val="00E62BD8"/>
    <w:rsid w:val="00E63E4A"/>
    <w:rsid w:val="00E709DC"/>
    <w:rsid w:val="00E7402E"/>
    <w:rsid w:val="00E805B5"/>
    <w:rsid w:val="00E83AFE"/>
    <w:rsid w:val="00E84525"/>
    <w:rsid w:val="00E85C83"/>
    <w:rsid w:val="00E85E19"/>
    <w:rsid w:val="00E93636"/>
    <w:rsid w:val="00E94F63"/>
    <w:rsid w:val="00E95ABB"/>
    <w:rsid w:val="00EA4BBB"/>
    <w:rsid w:val="00EB04B7"/>
    <w:rsid w:val="00EB0795"/>
    <w:rsid w:val="00EB1796"/>
    <w:rsid w:val="00EB3CD6"/>
    <w:rsid w:val="00EB6692"/>
    <w:rsid w:val="00EB73B2"/>
    <w:rsid w:val="00EC0814"/>
    <w:rsid w:val="00EC3BC9"/>
    <w:rsid w:val="00EC47D8"/>
    <w:rsid w:val="00EC5365"/>
    <w:rsid w:val="00EC7651"/>
    <w:rsid w:val="00ED0107"/>
    <w:rsid w:val="00ED3FF3"/>
    <w:rsid w:val="00EE305D"/>
    <w:rsid w:val="00EE4101"/>
    <w:rsid w:val="00EE7E53"/>
    <w:rsid w:val="00EF00B0"/>
    <w:rsid w:val="00EF0764"/>
    <w:rsid w:val="00EF1057"/>
    <w:rsid w:val="00EF30C9"/>
    <w:rsid w:val="00EF3712"/>
    <w:rsid w:val="00EF5CC9"/>
    <w:rsid w:val="00F02E6F"/>
    <w:rsid w:val="00F03C73"/>
    <w:rsid w:val="00F06A50"/>
    <w:rsid w:val="00F07A9F"/>
    <w:rsid w:val="00F10656"/>
    <w:rsid w:val="00F113C6"/>
    <w:rsid w:val="00F144F1"/>
    <w:rsid w:val="00F2059E"/>
    <w:rsid w:val="00F21B0C"/>
    <w:rsid w:val="00F23FD1"/>
    <w:rsid w:val="00F311A0"/>
    <w:rsid w:val="00F32192"/>
    <w:rsid w:val="00F3331E"/>
    <w:rsid w:val="00F34072"/>
    <w:rsid w:val="00F34B39"/>
    <w:rsid w:val="00F3598D"/>
    <w:rsid w:val="00F35B0A"/>
    <w:rsid w:val="00F3783C"/>
    <w:rsid w:val="00F43164"/>
    <w:rsid w:val="00F439DE"/>
    <w:rsid w:val="00F44366"/>
    <w:rsid w:val="00F4443B"/>
    <w:rsid w:val="00F52127"/>
    <w:rsid w:val="00F539C2"/>
    <w:rsid w:val="00F53D75"/>
    <w:rsid w:val="00F55A7C"/>
    <w:rsid w:val="00F57DAE"/>
    <w:rsid w:val="00F602BA"/>
    <w:rsid w:val="00F60C41"/>
    <w:rsid w:val="00F641E8"/>
    <w:rsid w:val="00F670FD"/>
    <w:rsid w:val="00F72466"/>
    <w:rsid w:val="00F73338"/>
    <w:rsid w:val="00F87EE9"/>
    <w:rsid w:val="00F9580D"/>
    <w:rsid w:val="00F96F54"/>
    <w:rsid w:val="00FA2DFC"/>
    <w:rsid w:val="00FA46C2"/>
    <w:rsid w:val="00FA68FE"/>
    <w:rsid w:val="00FA7767"/>
    <w:rsid w:val="00FB19C2"/>
    <w:rsid w:val="00FB7402"/>
    <w:rsid w:val="00FB7F59"/>
    <w:rsid w:val="00FC25F3"/>
    <w:rsid w:val="00FC444F"/>
    <w:rsid w:val="00FC5B53"/>
    <w:rsid w:val="00FD2BD8"/>
    <w:rsid w:val="00FD34F6"/>
    <w:rsid w:val="00FD6529"/>
    <w:rsid w:val="00FE1E78"/>
    <w:rsid w:val="00FE25A4"/>
    <w:rsid w:val="00FF2E51"/>
    <w:rsid w:val="00FF4220"/>
    <w:rsid w:val="00FF6A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0BA52C"/>
  <w15:docId w15:val="{D1FE6969-E0C4-4F0C-864F-955AB54C7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3"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5AAC"/>
    <w:pPr>
      <w:spacing w:after="120"/>
      <w:jc w:val="both"/>
    </w:pPr>
    <w:rPr>
      <w:rFonts w:ascii="Arial" w:hAnsi="Arial"/>
      <w:sz w:val="20"/>
    </w:rPr>
  </w:style>
  <w:style w:type="paragraph" w:styleId="Titre1">
    <w:name w:val="heading 1"/>
    <w:basedOn w:val="Paragraphedeliste"/>
    <w:next w:val="Normal"/>
    <w:link w:val="Titre1Car"/>
    <w:autoRedefine/>
    <w:uiPriority w:val="4"/>
    <w:qFormat/>
    <w:rsid w:val="00CF6A1A"/>
    <w:pPr>
      <w:numPr>
        <w:numId w:val="6"/>
      </w:numPr>
      <w:spacing w:before="960" w:after="240"/>
      <w:outlineLvl w:val="0"/>
    </w:pPr>
    <w:rPr>
      <w:b/>
      <w:caps/>
      <w:color w:val="006AB2"/>
      <w:sz w:val="32"/>
      <w:szCs w:val="32"/>
    </w:rPr>
  </w:style>
  <w:style w:type="paragraph" w:styleId="Titre2">
    <w:name w:val="heading 2"/>
    <w:basedOn w:val="Paragraphedeliste"/>
    <w:next w:val="Normal"/>
    <w:link w:val="Titre2Car"/>
    <w:autoRedefine/>
    <w:uiPriority w:val="4"/>
    <w:unhideWhenUsed/>
    <w:qFormat/>
    <w:rsid w:val="001B298D"/>
    <w:pPr>
      <w:numPr>
        <w:ilvl w:val="1"/>
        <w:numId w:val="6"/>
      </w:numPr>
      <w:pBdr>
        <w:bottom w:val="single" w:sz="4" w:space="1" w:color="1F497D" w:themeColor="text2"/>
      </w:pBdr>
      <w:spacing w:before="360" w:after="240" w:line="259" w:lineRule="auto"/>
      <w:ind w:left="170" w:hanging="170"/>
      <w:jc w:val="left"/>
      <w:outlineLvl w:val="1"/>
    </w:pPr>
    <w:rPr>
      <w:b/>
      <w:color w:val="006AB2"/>
      <w:sz w:val="28"/>
      <w:szCs w:val="28"/>
    </w:rPr>
  </w:style>
  <w:style w:type="paragraph" w:styleId="Titre3">
    <w:name w:val="heading 3"/>
    <w:basedOn w:val="Titre2"/>
    <w:next w:val="Normal"/>
    <w:link w:val="Titre3Car"/>
    <w:autoRedefine/>
    <w:uiPriority w:val="4"/>
    <w:unhideWhenUsed/>
    <w:qFormat/>
    <w:rsid w:val="00C1307A"/>
    <w:pPr>
      <w:numPr>
        <w:ilvl w:val="2"/>
      </w:numPr>
      <w:pBdr>
        <w:bottom w:val="none" w:sz="0" w:space="0" w:color="auto"/>
      </w:pBdr>
      <w:outlineLvl w:val="2"/>
    </w:pPr>
    <w:rPr>
      <w:sz w:val="24"/>
      <w:szCs w:val="24"/>
    </w:rPr>
  </w:style>
  <w:style w:type="paragraph" w:styleId="Titre4">
    <w:name w:val="heading 4"/>
    <w:basedOn w:val="Titre3"/>
    <w:next w:val="Normal"/>
    <w:link w:val="Titre4Car"/>
    <w:uiPriority w:val="3"/>
    <w:qFormat/>
    <w:rsid w:val="0085742F"/>
    <w:pPr>
      <w:numPr>
        <w:ilvl w:val="3"/>
      </w:numPr>
      <w:spacing w:before="120"/>
      <w:outlineLvl w:val="3"/>
    </w:pPr>
    <w:rPr>
      <w:b w:val="0"/>
    </w:rPr>
  </w:style>
  <w:style w:type="paragraph" w:styleId="Titre5">
    <w:name w:val="heading 5"/>
    <w:basedOn w:val="Normal"/>
    <w:next w:val="Normal"/>
    <w:link w:val="Titre5Car"/>
    <w:uiPriority w:val="4"/>
    <w:qFormat/>
    <w:rsid w:val="0085742F"/>
    <w:pPr>
      <w:keepNext/>
      <w:keepLines/>
      <w:numPr>
        <w:ilvl w:val="4"/>
        <w:numId w:val="6"/>
      </w:numPr>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qFormat/>
    <w:rsid w:val="0085742F"/>
    <w:pPr>
      <w:keepNext/>
      <w:keepLines/>
      <w:numPr>
        <w:ilvl w:val="5"/>
        <w:numId w:val="6"/>
      </w:numPr>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qFormat/>
    <w:rsid w:val="0085742F"/>
    <w:pPr>
      <w:keepNext/>
      <w:keepLines/>
      <w:numPr>
        <w:ilvl w:val="6"/>
        <w:numId w:val="6"/>
      </w:numPr>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qFormat/>
    <w:rsid w:val="0085742F"/>
    <w:pPr>
      <w:keepNext/>
      <w:keepLines/>
      <w:numPr>
        <w:ilvl w:val="7"/>
        <w:numId w:val="6"/>
      </w:numPr>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qFormat/>
    <w:rsid w:val="0085742F"/>
    <w:pPr>
      <w:keepNext/>
      <w:keepLines/>
      <w:numPr>
        <w:ilvl w:val="8"/>
        <w:numId w:val="6"/>
      </w:numPr>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4"/>
    <w:rsid w:val="00CF6A1A"/>
    <w:rPr>
      <w:rFonts w:ascii="Arial" w:hAnsi="Arial"/>
      <w:b/>
      <w:caps/>
      <w:color w:val="006AB2"/>
      <w:sz w:val="32"/>
      <w:szCs w:val="32"/>
    </w:rPr>
  </w:style>
  <w:style w:type="character" w:customStyle="1" w:styleId="Titre2Car">
    <w:name w:val="Titre 2 Car"/>
    <w:basedOn w:val="Policepardfaut"/>
    <w:link w:val="Titre2"/>
    <w:uiPriority w:val="4"/>
    <w:rsid w:val="001B298D"/>
    <w:rPr>
      <w:rFonts w:ascii="Arial" w:hAnsi="Arial"/>
      <w:b/>
      <w:color w:val="006AB2"/>
      <w:sz w:val="28"/>
      <w:szCs w:val="28"/>
    </w:rPr>
  </w:style>
  <w:style w:type="character" w:customStyle="1" w:styleId="Titre3Car">
    <w:name w:val="Titre 3 Car"/>
    <w:basedOn w:val="Policepardfaut"/>
    <w:link w:val="Titre3"/>
    <w:uiPriority w:val="4"/>
    <w:rsid w:val="00C1307A"/>
    <w:rPr>
      <w:rFonts w:ascii="Arial" w:hAnsi="Arial"/>
      <w:b/>
      <w:color w:val="006AB2"/>
      <w:sz w:val="24"/>
      <w:szCs w:val="24"/>
    </w:rPr>
  </w:style>
  <w:style w:type="character" w:customStyle="1" w:styleId="Titre4Car">
    <w:name w:val="Titre 4 Car"/>
    <w:basedOn w:val="Policepardfaut"/>
    <w:link w:val="Titre4"/>
    <w:uiPriority w:val="3"/>
    <w:rsid w:val="0085742F"/>
    <w:rPr>
      <w:color w:val="1F497D" w:themeColor="text2"/>
      <w:sz w:val="24"/>
      <w:szCs w:val="24"/>
    </w:rPr>
  </w:style>
  <w:style w:type="character" w:customStyle="1" w:styleId="Titre5Car">
    <w:name w:val="Titre 5 Car"/>
    <w:basedOn w:val="Policepardfaut"/>
    <w:link w:val="Titre5"/>
    <w:uiPriority w:val="4"/>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6"/>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6"/>
    <w:rsid w:val="0085742F"/>
    <w:rPr>
      <w:b/>
      <w:i/>
      <w:color w:val="C00000"/>
      <w:sz w:val="20"/>
    </w:rPr>
  </w:style>
  <w:style w:type="paragraph" w:customStyle="1" w:styleId="TBLTitrecolonne">
    <w:name w:val="TBL_Titre colonne"/>
    <w:basedOn w:val="Normal"/>
    <w:link w:val="TBLTitrecolonneCar"/>
    <w:autoRedefine/>
    <w:uiPriority w:val="8"/>
    <w:qFormat/>
    <w:rsid w:val="004A5E9E"/>
    <w:pPr>
      <w:spacing w:before="60" w:after="60" w:line="240" w:lineRule="auto"/>
      <w:jc w:val="center"/>
    </w:pPr>
    <w:rPr>
      <w:b/>
      <w:i/>
      <w:iCs/>
      <w:color w:val="595959" w:themeColor="text1" w:themeTint="A6"/>
      <w:szCs w:val="20"/>
      <w:lang w:bidi="en-US"/>
    </w:rPr>
  </w:style>
  <w:style w:type="character" w:customStyle="1" w:styleId="TBLTitrecolonneCar">
    <w:name w:val="TBL_Titre colonne Car"/>
    <w:basedOn w:val="Policepardfaut"/>
    <w:link w:val="TBLTitrecolonne"/>
    <w:uiPriority w:val="8"/>
    <w:rsid w:val="004A5E9E"/>
    <w:rPr>
      <w:rFonts w:ascii="Arial" w:hAnsi="Arial"/>
      <w:b/>
      <w:i/>
      <w:iCs/>
      <w:color w:val="595959" w:themeColor="text1" w:themeTint="A6"/>
      <w:sz w:val="20"/>
      <w:szCs w:val="20"/>
      <w:lang w:bidi="en-US"/>
    </w:rPr>
  </w:style>
  <w:style w:type="paragraph" w:customStyle="1" w:styleId="TBLContenu">
    <w:name w:val="TBL_Contenu"/>
    <w:basedOn w:val="Normal"/>
    <w:link w:val="TBLContenuCar"/>
    <w:uiPriority w:val="9"/>
    <w:qFormat/>
    <w:rsid w:val="0085742F"/>
    <w:pPr>
      <w:spacing w:before="60"/>
    </w:pPr>
    <w:rPr>
      <w:sz w:val="18"/>
    </w:rPr>
  </w:style>
  <w:style w:type="character" w:customStyle="1" w:styleId="TBLContenuCar">
    <w:name w:val="TBL_Contenu Car"/>
    <w:basedOn w:val="Policepardfaut"/>
    <w:link w:val="TBLContenu"/>
    <w:uiPriority w:val="9"/>
    <w:rsid w:val="0085742F"/>
    <w:rPr>
      <w:sz w:val="18"/>
    </w:rPr>
  </w:style>
  <w:style w:type="paragraph" w:customStyle="1" w:styleId="TBLTitre">
    <w:name w:val="TBL_Titre"/>
    <w:basedOn w:val="Normal"/>
    <w:link w:val="TBLTitreCar"/>
    <w:autoRedefine/>
    <w:uiPriority w:val="7"/>
    <w:qFormat/>
    <w:rsid w:val="007F613A"/>
    <w:pPr>
      <w:jc w:val="center"/>
    </w:pPr>
    <w:rPr>
      <w:b/>
      <w:color w:val="006AB2"/>
      <w:szCs w:val="20"/>
      <w:u w:val="single"/>
    </w:rPr>
  </w:style>
  <w:style w:type="character" w:customStyle="1" w:styleId="TBLTitreCar">
    <w:name w:val="TBL_Titre Car"/>
    <w:basedOn w:val="Policepardfaut"/>
    <w:link w:val="TBLTitre"/>
    <w:uiPriority w:val="7"/>
    <w:rsid w:val="007F613A"/>
    <w:rPr>
      <w:rFonts w:ascii="Arial" w:hAnsi="Arial"/>
      <w:b/>
      <w:color w:val="006AB2"/>
      <w:sz w:val="20"/>
      <w:szCs w:val="20"/>
      <w:u w:val="single"/>
    </w:rPr>
  </w:style>
  <w:style w:type="paragraph" w:styleId="TM1">
    <w:name w:val="toc 1"/>
    <w:basedOn w:val="Normal"/>
    <w:next w:val="Normal"/>
    <w:autoRedefine/>
    <w:uiPriority w:val="39"/>
    <w:qFormat/>
    <w:rsid w:val="00A97F53"/>
    <w:pPr>
      <w:tabs>
        <w:tab w:val="left" w:pos="400"/>
        <w:tab w:val="right" w:leader="dot" w:pos="9628"/>
      </w:tabs>
      <w:spacing w:after="100"/>
    </w:pPr>
    <w:rPr>
      <w:b/>
      <w:noProof/>
      <w:color w:val="1F497D" w:themeColor="text2"/>
    </w:rPr>
  </w:style>
  <w:style w:type="paragraph" w:styleId="TM2">
    <w:name w:val="toc 2"/>
    <w:basedOn w:val="Normal"/>
    <w:next w:val="Normal"/>
    <w:autoRedefine/>
    <w:uiPriority w:val="39"/>
    <w:qFormat/>
    <w:rsid w:val="00A97F53"/>
    <w:pPr>
      <w:tabs>
        <w:tab w:val="left" w:pos="567"/>
        <w:tab w:val="right" w:leader="dot" w:pos="9628"/>
      </w:tabs>
      <w:spacing w:after="100"/>
    </w:pPr>
    <w:rPr>
      <w:b/>
      <w:noProof/>
      <w:color w:val="1F497D" w:themeColor="text2"/>
    </w:rPr>
  </w:style>
  <w:style w:type="paragraph" w:styleId="TM3">
    <w:name w:val="toc 3"/>
    <w:basedOn w:val="Normal"/>
    <w:next w:val="Normal"/>
    <w:autoRedefine/>
    <w:uiPriority w:val="39"/>
    <w:qFormat/>
    <w:rsid w:val="00A97F53"/>
    <w:pPr>
      <w:tabs>
        <w:tab w:val="left" w:pos="851"/>
        <w:tab w:val="right" w:leader="dot" w:pos="9639"/>
      </w:tabs>
      <w:spacing w:after="100"/>
    </w:pPr>
    <w:rPr>
      <w:i/>
      <w:noProof/>
      <w:color w:val="1F497D" w:themeColor="text2"/>
    </w:rPr>
  </w:style>
  <w:style w:type="paragraph" w:styleId="Listepuces">
    <w:name w:val="List Bullet"/>
    <w:basedOn w:val="Normal"/>
    <w:link w:val="ListepucesCar"/>
    <w:uiPriority w:val="5"/>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5"/>
    <w:rsid w:val="0085742F"/>
    <w:rPr>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TBLListepuces"/>
    <w:link w:val="Listepuces2Car"/>
    <w:autoRedefine/>
    <w:uiPriority w:val="5"/>
    <w:qFormat/>
    <w:rsid w:val="00505AAC"/>
    <w:rPr>
      <w:sz w:val="20"/>
      <w:szCs w:val="20"/>
    </w:rPr>
  </w:style>
  <w:style w:type="paragraph" w:customStyle="1" w:styleId="Annexe">
    <w:name w:val="Annexe"/>
    <w:basedOn w:val="Normal"/>
    <w:next w:val="Normal"/>
    <w:autoRedefine/>
    <w:uiPriority w:val="1"/>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505AAC"/>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C833B0"/>
    <w:pPr>
      <w:keepNext/>
      <w:spacing w:before="120" w:after="0"/>
    </w:pPr>
    <w:rPr>
      <w:b/>
      <w:color w:val="1F497D" w:themeColor="text2"/>
      <w:szCs w:val="20"/>
      <w:u w:val="single"/>
    </w:rPr>
  </w:style>
  <w:style w:type="character" w:customStyle="1" w:styleId="TeteparaCar">
    <w:name w:val="Tete_para Car"/>
    <w:basedOn w:val="Titre3Car"/>
    <w:link w:val="Tetepara"/>
    <w:uiPriority w:val="2"/>
    <w:rsid w:val="00C833B0"/>
    <w:rPr>
      <w:rFonts w:ascii="Arial" w:hAnsi="Arial"/>
      <w:b/>
      <w:color w:val="1F497D" w:themeColor="text2"/>
      <w:sz w:val="20"/>
      <w:szCs w:val="20"/>
      <w:u w:val="single"/>
    </w:rPr>
  </w:style>
  <w:style w:type="paragraph" w:customStyle="1" w:styleId="TBLListepuces">
    <w:name w:val="TBL_Liste à puces"/>
    <w:basedOn w:val="Normal"/>
    <w:link w:val="TBLListepucesCar"/>
    <w:uiPriority w:val="10"/>
    <w:qFormat/>
    <w:rsid w:val="0085742F"/>
    <w:pPr>
      <w:numPr>
        <w:numId w:val="5"/>
      </w:numPr>
      <w:spacing w:after="60"/>
      <w:contextualSpacing/>
    </w:pPr>
    <w:rPr>
      <w:sz w:val="18"/>
      <w:szCs w:val="18"/>
    </w:rPr>
  </w:style>
  <w:style w:type="character" w:customStyle="1" w:styleId="TBLListepucesCar">
    <w:name w:val="TBL_Liste à puces Car"/>
    <w:basedOn w:val="Policepardfaut"/>
    <w:link w:val="TBLListepuces"/>
    <w:uiPriority w:val="10"/>
    <w:rsid w:val="0085742F"/>
    <w:rPr>
      <w:sz w:val="18"/>
      <w:szCs w:val="18"/>
    </w:rPr>
  </w:style>
  <w:style w:type="paragraph" w:customStyle="1" w:styleId="TBLListepuce2">
    <w:name w:val="TBL_Liste à puce 2"/>
    <w:basedOn w:val="TBLListepuces"/>
    <w:uiPriority w:val="11"/>
    <w:qFormat/>
    <w:rsid w:val="0085742F"/>
    <w:pPr>
      <w:numPr>
        <w:ilvl w:val="1"/>
      </w:numPr>
      <w:contextualSpacing w:val="0"/>
    </w:pPr>
  </w:style>
  <w:style w:type="paragraph" w:styleId="Paragraphedeliste">
    <w:name w:val="List Paragraph"/>
    <w:basedOn w:val="Normal"/>
    <w:uiPriority w:val="34"/>
    <w:qFormat/>
    <w:rsid w:val="0085742F"/>
    <w:pPr>
      <w:ind w:left="720"/>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uiPriority w:val="39"/>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paragraph" w:styleId="Listepuces4">
    <w:name w:val="List Bullet 4"/>
    <w:basedOn w:val="Normal"/>
    <w:uiPriority w:val="99"/>
    <w:semiHidden/>
    <w:unhideWhenUsed/>
    <w:rsid w:val="002206AD"/>
    <w:pPr>
      <w:numPr>
        <w:numId w:val="8"/>
      </w:numPr>
      <w:spacing w:after="160" w:line="259" w:lineRule="auto"/>
      <w:contextualSpacing/>
      <w:jc w:val="left"/>
    </w:pPr>
    <w:rPr>
      <w:rFonts w:asciiTheme="minorHAnsi" w:hAnsiTheme="minorHAnsi"/>
      <w:sz w:val="22"/>
    </w:rPr>
  </w:style>
  <w:style w:type="paragraph" w:styleId="En-ttedetabledesmatires">
    <w:name w:val="TOC Heading"/>
    <w:basedOn w:val="Titre1"/>
    <w:next w:val="Normal"/>
    <w:uiPriority w:val="39"/>
    <w:qFormat/>
    <w:rsid w:val="002206AD"/>
    <w:pPr>
      <w:numPr>
        <w:numId w:val="0"/>
      </w:numPr>
      <w:spacing w:before="0" w:line="259" w:lineRule="auto"/>
      <w:jc w:val="left"/>
      <w:outlineLvl w:val="9"/>
    </w:pPr>
    <w:rPr>
      <w:rFonts w:asciiTheme="minorHAnsi" w:hAnsiTheme="minorHAnsi"/>
      <w:lang w:eastAsia="fr-FR"/>
    </w:rPr>
  </w:style>
  <w:style w:type="paragraph" w:customStyle="1" w:styleId="Pgarde-T2">
    <w:name w:val="Pgarde - T2"/>
    <w:basedOn w:val="Pgarde-T3"/>
    <w:next w:val="Titre2"/>
    <w:uiPriority w:val="18"/>
    <w:semiHidden/>
    <w:rsid w:val="002206AD"/>
    <w:pPr>
      <w:jc w:val="left"/>
    </w:pPr>
    <w:rPr>
      <w:rFonts w:asciiTheme="minorHAnsi" w:hAnsiTheme="minorHAnsi"/>
      <w:i/>
      <w:sz w:val="44"/>
      <w:szCs w:val="44"/>
    </w:rPr>
  </w:style>
  <w:style w:type="table" w:customStyle="1" w:styleId="Tableaustandard">
    <w:name w:val="Tableau standard"/>
    <w:basedOn w:val="TableauNormal"/>
    <w:uiPriority w:val="99"/>
    <w:rsid w:val="002206AD"/>
    <w:pPr>
      <w:spacing w:after="0" w:line="240" w:lineRule="auto"/>
    </w:pPr>
    <w:rPr>
      <w:color w:val="000000" w:themeColor="text1"/>
      <w:sz w:val="18"/>
      <w:szCs w:val="20"/>
    </w:rPr>
    <w:tblP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Pr>
    <w:tcPr>
      <w:vAlign w:val="center"/>
    </w:tcPr>
    <w:tblStylePr w:type="firstRow">
      <w:pPr>
        <w:jc w:val="center"/>
      </w:pPr>
      <w:rPr>
        <w:rFonts w:asciiTheme="minorHAnsi" w:hAnsiTheme="minorHAnsi"/>
        <w:b/>
        <w:color w:val="9BBB59" w:themeColor="accent3"/>
        <w:sz w:val="20"/>
      </w:rPr>
      <w:tblPr/>
      <w:tcPr>
        <w:shd w:val="clear" w:color="auto" w:fill="D9D9D9" w:themeFill="background1" w:themeFillShade="D9"/>
      </w:tcPr>
    </w:tblStylePr>
  </w:style>
  <w:style w:type="paragraph" w:styleId="TM7">
    <w:name w:val="toc 7"/>
    <w:basedOn w:val="Normal"/>
    <w:next w:val="Normal"/>
    <w:autoRedefine/>
    <w:uiPriority w:val="39"/>
    <w:semiHidden/>
    <w:unhideWhenUsed/>
    <w:rsid w:val="002206AD"/>
    <w:pPr>
      <w:spacing w:after="100" w:line="259" w:lineRule="auto"/>
      <w:ind w:left="1200"/>
      <w:jc w:val="left"/>
    </w:pPr>
    <w:rPr>
      <w:rFonts w:asciiTheme="minorHAnsi" w:hAnsiTheme="minorHAnsi"/>
      <w:sz w:val="22"/>
    </w:rPr>
  </w:style>
  <w:style w:type="paragraph" w:styleId="Corpsdetexte">
    <w:name w:val="Body Text"/>
    <w:basedOn w:val="Normal"/>
    <w:link w:val="CorpsdetexteCar"/>
    <w:uiPriority w:val="99"/>
    <w:semiHidden/>
    <w:unhideWhenUsed/>
    <w:rsid w:val="002206AD"/>
    <w:pPr>
      <w:spacing w:line="259" w:lineRule="auto"/>
      <w:jc w:val="left"/>
    </w:pPr>
    <w:rPr>
      <w:rFonts w:asciiTheme="minorHAnsi" w:hAnsiTheme="minorHAnsi"/>
      <w:sz w:val="22"/>
    </w:rPr>
  </w:style>
  <w:style w:type="character" w:customStyle="1" w:styleId="CorpsdetexteCar">
    <w:name w:val="Corps de texte Car"/>
    <w:basedOn w:val="Policepardfaut"/>
    <w:link w:val="Corpsdetexte"/>
    <w:uiPriority w:val="99"/>
    <w:semiHidden/>
    <w:rsid w:val="002206AD"/>
  </w:style>
  <w:style w:type="numbering" w:customStyle="1" w:styleId="Listepuce1">
    <w:name w:val="Liste à puce 1"/>
    <w:uiPriority w:val="99"/>
    <w:rsid w:val="002206AD"/>
    <w:pPr>
      <w:numPr>
        <w:numId w:val="9"/>
      </w:numPr>
    </w:pPr>
  </w:style>
  <w:style w:type="paragraph" w:styleId="Notedebasdepage">
    <w:name w:val="footnote text"/>
    <w:basedOn w:val="Normal"/>
    <w:link w:val="NotedebasdepageCar"/>
    <w:semiHidden/>
    <w:unhideWhenUsed/>
    <w:rsid w:val="002206AD"/>
    <w:pPr>
      <w:spacing w:after="0" w:line="259" w:lineRule="auto"/>
      <w:jc w:val="left"/>
    </w:pPr>
    <w:rPr>
      <w:rFonts w:asciiTheme="minorHAnsi" w:hAnsiTheme="minorHAnsi"/>
      <w:sz w:val="22"/>
    </w:rPr>
  </w:style>
  <w:style w:type="character" w:customStyle="1" w:styleId="NotedebasdepageCar">
    <w:name w:val="Note de bas de page Car"/>
    <w:basedOn w:val="Policepardfaut"/>
    <w:link w:val="Notedebasdepage"/>
    <w:semiHidden/>
    <w:rsid w:val="002206AD"/>
  </w:style>
  <w:style w:type="character" w:styleId="Appelnotedebasdep">
    <w:name w:val="footnote reference"/>
    <w:basedOn w:val="Policepardfaut"/>
    <w:semiHidden/>
    <w:unhideWhenUsed/>
    <w:rsid w:val="002206AD"/>
    <w:rPr>
      <w:vertAlign w:val="superscript"/>
    </w:rPr>
  </w:style>
  <w:style w:type="character" w:styleId="Textedelespacerserv">
    <w:name w:val="Placeholder Text"/>
    <w:basedOn w:val="Policepardfaut"/>
    <w:uiPriority w:val="99"/>
    <w:semiHidden/>
    <w:rsid w:val="002206AD"/>
    <w:rPr>
      <w:color w:val="808080"/>
    </w:rPr>
  </w:style>
  <w:style w:type="paragraph" w:styleId="Sansinterligne">
    <w:name w:val="No Spacing"/>
    <w:link w:val="SansinterligneCar"/>
    <w:uiPriority w:val="1"/>
    <w:qFormat/>
    <w:rsid w:val="002206A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2206AD"/>
    <w:rPr>
      <w:rFonts w:eastAsiaTheme="minorEastAsia"/>
      <w:lang w:eastAsia="fr-FR"/>
    </w:rPr>
  </w:style>
  <w:style w:type="character" w:styleId="Lienhypertextesuivivisit">
    <w:name w:val="FollowedHyperlink"/>
    <w:basedOn w:val="Policepardfaut"/>
    <w:uiPriority w:val="99"/>
    <w:semiHidden/>
    <w:unhideWhenUsed/>
    <w:rsid w:val="002206AD"/>
    <w:rPr>
      <w:color w:val="800080" w:themeColor="followedHyperlink"/>
      <w:u w:val="single"/>
    </w:rPr>
  </w:style>
  <w:style w:type="paragraph" w:styleId="Sous-titre">
    <w:name w:val="Subtitle"/>
    <w:basedOn w:val="Normal"/>
    <w:next w:val="Normal"/>
    <w:link w:val="Sous-titreCar"/>
    <w:autoRedefine/>
    <w:qFormat/>
    <w:rsid w:val="002206AD"/>
    <w:pPr>
      <w:keepNext/>
      <w:keepLines/>
      <w:numPr>
        <w:ilvl w:val="1"/>
      </w:numPr>
      <w:spacing w:before="240" w:after="60" w:line="259" w:lineRule="auto"/>
      <w:ind w:left="709"/>
      <w:jc w:val="left"/>
    </w:pPr>
    <w:rPr>
      <w:rFonts w:ascii="Cambria" w:eastAsia="Times New Roman" w:hAnsi="Cambria" w:cs="Times New Roman"/>
      <w:i/>
      <w:iCs/>
      <w:color w:val="AD0000"/>
      <w:spacing w:val="15"/>
      <w:sz w:val="24"/>
      <w:szCs w:val="24"/>
      <w:lang w:val="en-US" w:bidi="en-US"/>
    </w:rPr>
  </w:style>
  <w:style w:type="character" w:customStyle="1" w:styleId="Sous-titreCar">
    <w:name w:val="Sous-titre Car"/>
    <w:basedOn w:val="Policepardfaut"/>
    <w:link w:val="Sous-titre"/>
    <w:rsid w:val="002206AD"/>
    <w:rPr>
      <w:rFonts w:ascii="Cambria" w:eastAsia="Times New Roman" w:hAnsi="Cambria" w:cs="Times New Roman"/>
      <w:i/>
      <w:iCs/>
      <w:color w:val="AD0000"/>
      <w:spacing w:val="15"/>
      <w:sz w:val="24"/>
      <w:szCs w:val="24"/>
      <w:lang w:val="en-US" w:bidi="en-US"/>
    </w:rPr>
  </w:style>
  <w:style w:type="character" w:styleId="Accentuationlgre">
    <w:name w:val="Subtle Emphasis"/>
    <w:qFormat/>
    <w:rsid w:val="002206AD"/>
    <w:rPr>
      <w:iCs/>
      <w:color w:val="808080"/>
      <w:sz w:val="20"/>
      <w:szCs w:val="20"/>
    </w:rPr>
  </w:style>
  <w:style w:type="table" w:customStyle="1" w:styleId="Trameclaire-Accent11">
    <w:name w:val="Trame claire - Accent 11"/>
    <w:basedOn w:val="TableauNormal"/>
    <w:uiPriority w:val="60"/>
    <w:rsid w:val="002206AD"/>
    <w:pPr>
      <w:spacing w:after="0" w:line="240" w:lineRule="auto"/>
    </w:pPr>
    <w:rPr>
      <w:rFonts w:ascii="Calibri" w:eastAsia="Calibri" w:hAnsi="Calibri" w:cs="Times New Roman"/>
      <w:color w:val="810000"/>
      <w:sz w:val="20"/>
      <w:szCs w:val="20"/>
      <w:lang w:eastAsia="fr-FR"/>
    </w:rPr>
    <w:tblPr>
      <w:tblStyleRowBandSize w:val="1"/>
      <w:tblStyleColBandSize w:val="1"/>
      <w:tblBorders>
        <w:top w:val="single" w:sz="8" w:space="0" w:color="AD0000"/>
        <w:bottom w:val="single" w:sz="8" w:space="0" w:color="AD0000"/>
      </w:tblBorders>
    </w:tblPr>
    <w:tblStylePr w:type="firstRow">
      <w:pPr>
        <w:spacing w:before="0" w:after="0" w:line="240" w:lineRule="auto"/>
      </w:pPr>
      <w:rPr>
        <w:b/>
        <w:bCs/>
      </w:rPr>
      <w:tblPr/>
      <w:tcPr>
        <w:tcBorders>
          <w:top w:val="single" w:sz="8" w:space="0" w:color="AD0000"/>
          <w:left w:val="nil"/>
          <w:bottom w:val="single" w:sz="8" w:space="0" w:color="AD0000"/>
          <w:right w:val="nil"/>
          <w:insideH w:val="nil"/>
          <w:insideV w:val="nil"/>
        </w:tcBorders>
      </w:tcPr>
    </w:tblStylePr>
    <w:tblStylePr w:type="lastRow">
      <w:pPr>
        <w:spacing w:before="0" w:after="0" w:line="240" w:lineRule="auto"/>
      </w:pPr>
      <w:rPr>
        <w:b/>
        <w:bCs/>
      </w:rPr>
      <w:tblPr/>
      <w:tcPr>
        <w:tcBorders>
          <w:top w:val="single" w:sz="8" w:space="0" w:color="AD0000"/>
          <w:left w:val="nil"/>
          <w:bottom w:val="single" w:sz="8" w:space="0" w:color="AD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BAB"/>
      </w:tcPr>
    </w:tblStylePr>
    <w:tblStylePr w:type="band1Horz">
      <w:tblPr/>
      <w:tcPr>
        <w:tcBorders>
          <w:left w:val="nil"/>
          <w:right w:val="nil"/>
          <w:insideH w:val="nil"/>
          <w:insideV w:val="nil"/>
        </w:tcBorders>
        <w:shd w:val="clear" w:color="auto" w:fill="FFABAB"/>
      </w:tcPr>
    </w:tblStylePr>
  </w:style>
  <w:style w:type="table" w:styleId="Trameclaire-Accent2">
    <w:name w:val="Light Shading Accent 2"/>
    <w:basedOn w:val="TableauNormal"/>
    <w:uiPriority w:val="60"/>
    <w:rsid w:val="002206AD"/>
    <w:pPr>
      <w:spacing w:after="0" w:line="240" w:lineRule="auto"/>
    </w:pPr>
    <w:rPr>
      <w:rFonts w:ascii="Calibri" w:eastAsia="Calibri" w:hAnsi="Calibri" w:cs="Times New Roman"/>
      <w:color w:val="4A0000"/>
      <w:sz w:val="20"/>
      <w:szCs w:val="20"/>
      <w:lang w:eastAsia="fr-FR"/>
    </w:rPr>
    <w:tblPr>
      <w:tblStyleRowBandSize w:val="1"/>
      <w:tblStyleColBandSize w:val="1"/>
      <w:tblBorders>
        <w:top w:val="single" w:sz="8" w:space="0" w:color="640000"/>
        <w:bottom w:val="single" w:sz="8" w:space="0" w:color="640000"/>
      </w:tblBorders>
    </w:tblPr>
    <w:tblStylePr w:type="firstRow">
      <w:pPr>
        <w:spacing w:before="0" w:after="0" w:line="240" w:lineRule="auto"/>
      </w:pPr>
      <w:rPr>
        <w:b/>
        <w:bCs/>
      </w:rPr>
      <w:tblPr/>
      <w:tcPr>
        <w:tcBorders>
          <w:top w:val="single" w:sz="8" w:space="0" w:color="640000"/>
          <w:left w:val="nil"/>
          <w:bottom w:val="single" w:sz="8" w:space="0" w:color="640000"/>
          <w:right w:val="nil"/>
          <w:insideH w:val="nil"/>
          <w:insideV w:val="nil"/>
        </w:tcBorders>
      </w:tcPr>
    </w:tblStylePr>
    <w:tblStylePr w:type="lastRow">
      <w:pPr>
        <w:spacing w:before="0" w:after="0" w:line="240" w:lineRule="auto"/>
      </w:pPr>
      <w:rPr>
        <w:b/>
        <w:bCs/>
      </w:rPr>
      <w:tblPr/>
      <w:tcPr>
        <w:tcBorders>
          <w:top w:val="single" w:sz="8" w:space="0" w:color="640000"/>
          <w:left w:val="nil"/>
          <w:bottom w:val="single" w:sz="8" w:space="0" w:color="64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9999"/>
      </w:tcPr>
    </w:tblStylePr>
    <w:tblStylePr w:type="band1Horz">
      <w:tblPr/>
      <w:tcPr>
        <w:tcBorders>
          <w:left w:val="nil"/>
          <w:right w:val="nil"/>
          <w:insideH w:val="nil"/>
          <w:insideV w:val="nil"/>
        </w:tcBorders>
        <w:shd w:val="clear" w:color="auto" w:fill="FF9999"/>
      </w:tcPr>
    </w:tblStylePr>
  </w:style>
  <w:style w:type="table" w:styleId="Trameclaire-Accent3">
    <w:name w:val="Light Shading Accent 3"/>
    <w:basedOn w:val="TableauNormal"/>
    <w:uiPriority w:val="60"/>
    <w:rsid w:val="002206AD"/>
    <w:pPr>
      <w:spacing w:after="0" w:line="240" w:lineRule="auto"/>
    </w:pPr>
    <w:rPr>
      <w:rFonts w:ascii="Calibri" w:eastAsia="Calibri" w:hAnsi="Calibri" w:cs="Times New Roman"/>
      <w:color w:val="7B6A4D"/>
      <w:sz w:val="20"/>
      <w:szCs w:val="20"/>
      <w:lang w:eastAsia="fr-FR"/>
    </w:rPr>
    <w:tblPr>
      <w:tblStyleRowBandSize w:val="1"/>
      <w:tblStyleColBandSize w:val="1"/>
      <w:tblBorders>
        <w:top w:val="single" w:sz="8" w:space="0" w:color="A28E6A"/>
        <w:bottom w:val="single" w:sz="8" w:space="0" w:color="A28E6A"/>
      </w:tblBorders>
    </w:tblPr>
    <w:tblStylePr w:type="firstRow">
      <w:pPr>
        <w:spacing w:before="0" w:after="0" w:line="240" w:lineRule="auto"/>
      </w:pPr>
      <w:rPr>
        <w:b/>
        <w:bCs/>
      </w:rPr>
      <w:tblPr/>
      <w:tcPr>
        <w:tcBorders>
          <w:top w:val="single" w:sz="8" w:space="0" w:color="A28E6A"/>
          <w:left w:val="nil"/>
          <w:bottom w:val="single" w:sz="8" w:space="0" w:color="A28E6A"/>
          <w:right w:val="nil"/>
          <w:insideH w:val="nil"/>
          <w:insideV w:val="nil"/>
        </w:tcBorders>
      </w:tcPr>
    </w:tblStylePr>
    <w:tblStylePr w:type="lastRow">
      <w:pPr>
        <w:spacing w:before="0" w:after="0" w:line="240" w:lineRule="auto"/>
      </w:pPr>
      <w:rPr>
        <w:b/>
        <w:bCs/>
      </w:rPr>
      <w:tblPr/>
      <w:tcPr>
        <w:tcBorders>
          <w:top w:val="single" w:sz="8" w:space="0" w:color="A28E6A"/>
          <w:left w:val="nil"/>
          <w:bottom w:val="single" w:sz="8" w:space="0" w:color="A28E6A"/>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2DA"/>
      </w:tcPr>
    </w:tblStylePr>
    <w:tblStylePr w:type="band1Horz">
      <w:tblPr/>
      <w:tcPr>
        <w:tcBorders>
          <w:left w:val="nil"/>
          <w:right w:val="nil"/>
          <w:insideH w:val="nil"/>
          <w:insideV w:val="nil"/>
        </w:tcBorders>
        <w:shd w:val="clear" w:color="auto" w:fill="E8E2DA"/>
      </w:tcPr>
    </w:tblStylePr>
  </w:style>
  <w:style w:type="table" w:customStyle="1" w:styleId="Listeclaire-Accent11">
    <w:name w:val="Liste claire - Accent 11"/>
    <w:basedOn w:val="TableauNormal"/>
    <w:uiPriority w:val="61"/>
    <w:rsid w:val="002206AD"/>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AD0000"/>
        <w:left w:val="single" w:sz="8" w:space="0" w:color="AD0000"/>
        <w:bottom w:val="single" w:sz="8" w:space="0" w:color="AD0000"/>
        <w:right w:val="single" w:sz="8" w:space="0" w:color="AD0000"/>
      </w:tblBorders>
    </w:tblPr>
    <w:tblStylePr w:type="firstRow">
      <w:pPr>
        <w:spacing w:before="0" w:after="0" w:line="240" w:lineRule="auto"/>
      </w:pPr>
      <w:rPr>
        <w:b/>
        <w:bCs/>
        <w:color w:val="FFFFFF"/>
      </w:rPr>
      <w:tblPr/>
      <w:tcPr>
        <w:shd w:val="clear" w:color="auto" w:fill="AD0000"/>
      </w:tcPr>
    </w:tblStylePr>
    <w:tblStylePr w:type="lastRow">
      <w:pPr>
        <w:spacing w:before="0" w:after="0" w:line="240" w:lineRule="auto"/>
      </w:pPr>
      <w:rPr>
        <w:b/>
        <w:bCs/>
      </w:rPr>
      <w:tblPr/>
      <w:tcPr>
        <w:tcBorders>
          <w:top w:val="double" w:sz="6" w:space="0" w:color="AD0000"/>
          <w:left w:val="single" w:sz="8" w:space="0" w:color="AD0000"/>
          <w:bottom w:val="single" w:sz="8" w:space="0" w:color="AD0000"/>
          <w:right w:val="single" w:sz="8" w:space="0" w:color="AD0000"/>
        </w:tcBorders>
      </w:tcPr>
    </w:tblStylePr>
    <w:tblStylePr w:type="firstCol">
      <w:rPr>
        <w:b/>
        <w:bCs/>
      </w:rPr>
    </w:tblStylePr>
    <w:tblStylePr w:type="lastCol">
      <w:rPr>
        <w:b/>
        <w:bCs/>
      </w:rPr>
    </w:tblStylePr>
    <w:tblStylePr w:type="band1Vert">
      <w:tblPr/>
      <w:tcPr>
        <w:tcBorders>
          <w:top w:val="single" w:sz="8" w:space="0" w:color="AD0000"/>
          <w:left w:val="single" w:sz="8" w:space="0" w:color="AD0000"/>
          <w:bottom w:val="single" w:sz="8" w:space="0" w:color="AD0000"/>
          <w:right w:val="single" w:sz="8" w:space="0" w:color="AD0000"/>
        </w:tcBorders>
      </w:tcPr>
    </w:tblStylePr>
    <w:tblStylePr w:type="band1Horz">
      <w:tblPr/>
      <w:tcPr>
        <w:tcBorders>
          <w:top w:val="single" w:sz="8" w:space="0" w:color="AD0000"/>
          <w:left w:val="single" w:sz="8" w:space="0" w:color="AD0000"/>
          <w:bottom w:val="single" w:sz="8" w:space="0" w:color="AD0000"/>
          <w:right w:val="single" w:sz="8" w:space="0" w:color="AD0000"/>
        </w:tcBorders>
      </w:tcPr>
    </w:tblStylePr>
  </w:style>
  <w:style w:type="paragraph" w:styleId="Lgende">
    <w:name w:val="caption"/>
    <w:basedOn w:val="TBLTitre"/>
    <w:next w:val="Normal"/>
    <w:uiPriority w:val="99"/>
    <w:unhideWhenUsed/>
    <w:qFormat/>
    <w:rsid w:val="00390E61"/>
    <w:rPr>
      <w:sz w:val="16"/>
      <w:szCs w:val="16"/>
    </w:rPr>
  </w:style>
  <w:style w:type="character" w:styleId="lev">
    <w:name w:val="Strong"/>
    <w:uiPriority w:val="22"/>
    <w:qFormat/>
    <w:rsid w:val="002206AD"/>
    <w:rPr>
      <w:b/>
      <w:bCs/>
    </w:rPr>
  </w:style>
  <w:style w:type="character" w:styleId="Accentuation">
    <w:name w:val="Emphasis"/>
    <w:qFormat/>
    <w:rsid w:val="002206AD"/>
    <w:rPr>
      <w:iCs/>
      <w:color w:val="AD0000"/>
      <w:sz w:val="20"/>
      <w:szCs w:val="20"/>
    </w:rPr>
  </w:style>
  <w:style w:type="paragraph" w:customStyle="1" w:styleId="Texte">
    <w:name w:val="Texte"/>
    <w:basedOn w:val="Normal"/>
    <w:qFormat/>
    <w:rsid w:val="002206AD"/>
    <w:pPr>
      <w:spacing w:after="160" w:line="259" w:lineRule="auto"/>
      <w:ind w:left="709"/>
      <w:jc w:val="left"/>
    </w:pPr>
    <w:rPr>
      <w:rFonts w:ascii="Calibri" w:eastAsia="Calibri" w:hAnsi="Calibri" w:cs="Times New Roman"/>
      <w:sz w:val="22"/>
      <w:lang w:val="en-US"/>
    </w:rPr>
  </w:style>
  <w:style w:type="paragraph" w:styleId="Tabledesillustrations">
    <w:name w:val="table of figures"/>
    <w:basedOn w:val="Normal"/>
    <w:next w:val="Normal"/>
    <w:uiPriority w:val="99"/>
    <w:unhideWhenUsed/>
    <w:rsid w:val="002206AD"/>
    <w:pPr>
      <w:spacing w:after="0" w:line="259" w:lineRule="auto"/>
      <w:jc w:val="left"/>
    </w:pPr>
    <w:rPr>
      <w:rFonts w:ascii="Calibri" w:eastAsia="Calibri" w:hAnsi="Calibri" w:cs="Times New Roman"/>
      <w:sz w:val="22"/>
    </w:rPr>
  </w:style>
  <w:style w:type="paragraph" w:customStyle="1" w:styleId="Section1">
    <w:name w:val="Section 1"/>
    <w:basedOn w:val="Titre1"/>
    <w:qFormat/>
    <w:rsid w:val="002206AD"/>
    <w:pPr>
      <w:keepNext/>
      <w:keepLines/>
      <w:pageBreakBefore/>
      <w:numPr>
        <w:numId w:val="0"/>
      </w:numPr>
      <w:spacing w:before="0" w:line="240" w:lineRule="atLeast"/>
      <w:contextualSpacing w:val="0"/>
      <w:jc w:val="left"/>
    </w:pPr>
    <w:rPr>
      <w:rFonts w:ascii="Cambria" w:eastAsia="Times New Roman" w:hAnsi="Cambria" w:cs="Times New Roman"/>
      <w:bCs/>
      <w:caps w:val="0"/>
      <w:color w:val="AD0000"/>
      <w:sz w:val="36"/>
      <w:szCs w:val="28"/>
      <w:lang w:val="en-US" w:bidi="en-US"/>
    </w:rPr>
  </w:style>
  <w:style w:type="paragraph" w:customStyle="1" w:styleId="Section2">
    <w:name w:val="Section 2"/>
    <w:basedOn w:val="Titre2"/>
    <w:qFormat/>
    <w:rsid w:val="002206AD"/>
    <w:pPr>
      <w:keepNext/>
      <w:keepLines/>
      <w:numPr>
        <w:ilvl w:val="0"/>
        <w:numId w:val="0"/>
      </w:numPr>
      <w:pBdr>
        <w:bottom w:val="none" w:sz="0" w:space="0" w:color="auto"/>
      </w:pBdr>
      <w:spacing w:before="200" w:after="120" w:line="240" w:lineRule="atLeast"/>
      <w:contextualSpacing w:val="0"/>
    </w:pPr>
    <w:rPr>
      <w:rFonts w:ascii="Cambria" w:eastAsia="Times New Roman" w:hAnsi="Cambria" w:cs="Times New Roman"/>
      <w:bCs/>
      <w:color w:val="AD0000"/>
      <w:sz w:val="26"/>
      <w:szCs w:val="26"/>
      <w:lang w:bidi="en-US"/>
    </w:rPr>
  </w:style>
  <w:style w:type="paragraph" w:customStyle="1" w:styleId="Section3">
    <w:name w:val="Section 3"/>
    <w:basedOn w:val="Titre3"/>
    <w:qFormat/>
    <w:rsid w:val="002206AD"/>
    <w:pPr>
      <w:keepNext/>
      <w:keepLines/>
      <w:numPr>
        <w:ilvl w:val="0"/>
        <w:numId w:val="0"/>
      </w:numPr>
      <w:spacing w:before="200"/>
      <w:contextualSpacing w:val="0"/>
    </w:pPr>
    <w:rPr>
      <w:rFonts w:ascii="Cambria" w:eastAsia="Times New Roman" w:hAnsi="Cambria" w:cs="Times New Roman"/>
      <w:bCs/>
      <w:color w:val="AD0000"/>
      <w:szCs w:val="22"/>
      <w:lang w:val="en-US" w:bidi="en-US"/>
    </w:rPr>
  </w:style>
  <w:style w:type="paragraph" w:customStyle="1" w:styleId="Section4">
    <w:name w:val="Section 4"/>
    <w:basedOn w:val="Titre4"/>
    <w:qFormat/>
    <w:rsid w:val="002206AD"/>
    <w:pPr>
      <w:keepNext/>
      <w:keepLines/>
      <w:numPr>
        <w:ilvl w:val="0"/>
        <w:numId w:val="0"/>
      </w:numPr>
      <w:spacing w:before="200" w:after="0"/>
      <w:contextualSpacing w:val="0"/>
    </w:pPr>
    <w:rPr>
      <w:rFonts w:ascii="Cambria" w:eastAsia="Times New Roman" w:hAnsi="Cambria" w:cs="Times New Roman"/>
      <w:b/>
      <w:bCs/>
      <w:iCs/>
      <w:color w:val="AD0000"/>
      <w:sz w:val="22"/>
      <w:szCs w:val="22"/>
      <w:lang w:val="en-US" w:bidi="en-US"/>
    </w:rPr>
  </w:style>
  <w:style w:type="paragraph" w:customStyle="1" w:styleId="Section5">
    <w:name w:val="Section 5"/>
    <w:basedOn w:val="Titre5"/>
    <w:qFormat/>
    <w:rsid w:val="002206AD"/>
    <w:pPr>
      <w:numPr>
        <w:ilvl w:val="0"/>
        <w:numId w:val="0"/>
      </w:numPr>
      <w:spacing w:line="259" w:lineRule="auto"/>
      <w:jc w:val="left"/>
    </w:pPr>
    <w:rPr>
      <w:rFonts w:ascii="Cambria" w:eastAsia="Times New Roman" w:hAnsi="Cambria" w:cs="Times New Roman"/>
      <w:b w:val="0"/>
      <w:color w:val="AD0000"/>
      <w:sz w:val="22"/>
      <w:szCs w:val="22"/>
      <w:u w:val="none"/>
      <w:lang w:val="en-US" w:bidi="en-US"/>
    </w:rPr>
  </w:style>
  <w:style w:type="paragraph" w:customStyle="1" w:styleId="Section6">
    <w:name w:val="Section 6"/>
    <w:basedOn w:val="Titre6"/>
    <w:qFormat/>
    <w:rsid w:val="002206AD"/>
    <w:pPr>
      <w:numPr>
        <w:ilvl w:val="0"/>
        <w:numId w:val="0"/>
      </w:numPr>
      <w:spacing w:line="259" w:lineRule="auto"/>
      <w:jc w:val="left"/>
    </w:pPr>
    <w:rPr>
      <w:rFonts w:ascii="Cambria" w:eastAsia="Times New Roman" w:hAnsi="Cambria" w:cs="Times New Roman"/>
      <w:b w:val="0"/>
      <w:i w:val="0"/>
      <w:color w:val="AD0000"/>
      <w:sz w:val="22"/>
      <w:szCs w:val="22"/>
      <w:lang w:val="en-US" w:bidi="en-US"/>
    </w:rPr>
  </w:style>
  <w:style w:type="paragraph" w:customStyle="1" w:styleId="Section7">
    <w:name w:val="Section 7"/>
    <w:basedOn w:val="Titre7"/>
    <w:qFormat/>
    <w:rsid w:val="002206AD"/>
    <w:pPr>
      <w:numPr>
        <w:ilvl w:val="0"/>
        <w:numId w:val="0"/>
      </w:numPr>
      <w:spacing w:line="259" w:lineRule="auto"/>
      <w:jc w:val="left"/>
    </w:pPr>
    <w:rPr>
      <w:rFonts w:ascii="Cambria" w:eastAsia="Times New Roman" w:hAnsi="Cambria" w:cs="Times New Roman"/>
      <w:b w:val="0"/>
      <w:i w:val="0"/>
      <w:color w:val="AD0000"/>
      <w:sz w:val="22"/>
      <w:szCs w:val="22"/>
      <w:lang w:val="en-US" w:bidi="en-US"/>
    </w:rPr>
  </w:style>
  <w:style w:type="table" w:styleId="Listeclaire-Accent1">
    <w:name w:val="Light List Accent 1"/>
    <w:basedOn w:val="TableauNormal"/>
    <w:uiPriority w:val="61"/>
    <w:rsid w:val="002206AD"/>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AD0000"/>
        <w:left w:val="single" w:sz="8" w:space="0" w:color="AD0000"/>
        <w:bottom w:val="single" w:sz="8" w:space="0" w:color="AD0000"/>
        <w:right w:val="single" w:sz="8" w:space="0" w:color="AD0000"/>
      </w:tblBorders>
    </w:tblPr>
    <w:tblStylePr w:type="firstRow">
      <w:pPr>
        <w:spacing w:before="0" w:after="0" w:line="240" w:lineRule="auto"/>
      </w:pPr>
      <w:rPr>
        <w:b/>
        <w:bCs/>
        <w:color w:val="FFFFFF"/>
      </w:rPr>
      <w:tblPr/>
      <w:tcPr>
        <w:shd w:val="clear" w:color="auto" w:fill="AD0000"/>
      </w:tcPr>
    </w:tblStylePr>
    <w:tblStylePr w:type="lastRow">
      <w:pPr>
        <w:spacing w:before="0" w:after="0" w:line="240" w:lineRule="auto"/>
      </w:pPr>
      <w:rPr>
        <w:b/>
        <w:bCs/>
      </w:rPr>
      <w:tblPr/>
      <w:tcPr>
        <w:tcBorders>
          <w:top w:val="double" w:sz="6" w:space="0" w:color="AD0000"/>
          <w:left w:val="single" w:sz="8" w:space="0" w:color="AD0000"/>
          <w:bottom w:val="single" w:sz="8" w:space="0" w:color="AD0000"/>
          <w:right w:val="single" w:sz="8" w:space="0" w:color="AD0000"/>
        </w:tcBorders>
      </w:tcPr>
    </w:tblStylePr>
    <w:tblStylePr w:type="firstCol">
      <w:rPr>
        <w:b/>
        <w:bCs/>
      </w:rPr>
    </w:tblStylePr>
    <w:tblStylePr w:type="lastCol">
      <w:rPr>
        <w:b/>
        <w:bCs/>
      </w:rPr>
    </w:tblStylePr>
    <w:tblStylePr w:type="band1Vert">
      <w:tblPr/>
      <w:tcPr>
        <w:tcBorders>
          <w:top w:val="single" w:sz="8" w:space="0" w:color="AD0000"/>
          <w:left w:val="single" w:sz="8" w:space="0" w:color="AD0000"/>
          <w:bottom w:val="single" w:sz="8" w:space="0" w:color="AD0000"/>
          <w:right w:val="single" w:sz="8" w:space="0" w:color="AD0000"/>
        </w:tcBorders>
      </w:tcPr>
    </w:tblStylePr>
    <w:tblStylePr w:type="band1Horz">
      <w:tblPr/>
      <w:tcPr>
        <w:tcBorders>
          <w:top w:val="single" w:sz="8" w:space="0" w:color="AD0000"/>
          <w:left w:val="single" w:sz="8" w:space="0" w:color="AD0000"/>
          <w:bottom w:val="single" w:sz="8" w:space="0" w:color="AD0000"/>
          <w:right w:val="single" w:sz="8" w:space="0" w:color="AD0000"/>
        </w:tcBorders>
      </w:tcPr>
    </w:tblStylePr>
  </w:style>
  <w:style w:type="table" w:styleId="Trameclaire-Accent1">
    <w:name w:val="Light Shading Accent 1"/>
    <w:basedOn w:val="TableauNormal"/>
    <w:uiPriority w:val="60"/>
    <w:rsid w:val="002206AD"/>
    <w:pPr>
      <w:spacing w:after="0" w:line="240" w:lineRule="auto"/>
    </w:pPr>
    <w:rPr>
      <w:rFonts w:ascii="Calibri" w:eastAsia="Calibri" w:hAnsi="Calibri" w:cs="Times New Roman"/>
      <w:color w:val="810000"/>
      <w:sz w:val="20"/>
      <w:szCs w:val="20"/>
      <w:lang w:eastAsia="fr-FR"/>
    </w:rPr>
    <w:tblPr>
      <w:tblStyleRowBandSize w:val="1"/>
      <w:tblStyleColBandSize w:val="1"/>
      <w:tblBorders>
        <w:top w:val="single" w:sz="8" w:space="0" w:color="AD0000"/>
        <w:bottom w:val="single" w:sz="8" w:space="0" w:color="AD0000"/>
      </w:tblBorders>
    </w:tblPr>
    <w:tblStylePr w:type="firstRow">
      <w:pPr>
        <w:spacing w:before="0" w:after="0" w:line="240" w:lineRule="auto"/>
      </w:pPr>
      <w:rPr>
        <w:b/>
        <w:bCs/>
      </w:rPr>
      <w:tblPr/>
      <w:tcPr>
        <w:tcBorders>
          <w:top w:val="single" w:sz="8" w:space="0" w:color="AD0000"/>
          <w:left w:val="nil"/>
          <w:bottom w:val="single" w:sz="8" w:space="0" w:color="AD0000"/>
          <w:right w:val="nil"/>
          <w:insideH w:val="nil"/>
          <w:insideV w:val="nil"/>
        </w:tcBorders>
      </w:tcPr>
    </w:tblStylePr>
    <w:tblStylePr w:type="lastRow">
      <w:pPr>
        <w:spacing w:before="0" w:after="0" w:line="240" w:lineRule="auto"/>
      </w:pPr>
      <w:rPr>
        <w:b/>
        <w:bCs/>
      </w:rPr>
      <w:tblPr/>
      <w:tcPr>
        <w:tcBorders>
          <w:top w:val="single" w:sz="8" w:space="0" w:color="AD0000"/>
          <w:left w:val="nil"/>
          <w:bottom w:val="single" w:sz="8" w:space="0" w:color="AD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BAB"/>
      </w:tcPr>
    </w:tblStylePr>
    <w:tblStylePr w:type="band1Horz">
      <w:tblPr/>
      <w:tcPr>
        <w:tcBorders>
          <w:left w:val="nil"/>
          <w:right w:val="nil"/>
          <w:insideH w:val="nil"/>
          <w:insideV w:val="nil"/>
        </w:tcBorders>
        <w:shd w:val="clear" w:color="auto" w:fill="FFABAB"/>
      </w:tcPr>
    </w:tblStylePr>
  </w:style>
  <w:style w:type="table" w:styleId="Tramemoyenne1-Accent1">
    <w:name w:val="Medium Shading 1 Accent 1"/>
    <w:basedOn w:val="TableauNormal"/>
    <w:uiPriority w:val="63"/>
    <w:rsid w:val="002206AD"/>
    <w:pPr>
      <w:spacing w:after="0" w:line="240" w:lineRule="auto"/>
    </w:pPr>
    <w:rPr>
      <w:rFonts w:ascii="Calibri" w:eastAsia="Calibri" w:hAnsi="Calibri" w:cs="Times New Roman"/>
      <w:sz w:val="20"/>
      <w:szCs w:val="20"/>
      <w:lang w:eastAsia="fr-FR"/>
    </w:rPr>
    <w:tblPr>
      <w:tblStyleRowBandSize w:val="1"/>
      <w:tblStyleColBandSize w:val="1"/>
      <w:tblBorders>
        <w:top w:val="single" w:sz="8" w:space="0" w:color="FF0202"/>
        <w:left w:val="single" w:sz="8" w:space="0" w:color="FF0202"/>
        <w:bottom w:val="single" w:sz="8" w:space="0" w:color="FF0202"/>
        <w:right w:val="single" w:sz="8" w:space="0" w:color="FF0202"/>
        <w:insideH w:val="single" w:sz="8" w:space="0" w:color="FF0202"/>
      </w:tblBorders>
    </w:tblPr>
    <w:tblStylePr w:type="firstRow">
      <w:pPr>
        <w:spacing w:before="0" w:after="0" w:line="240" w:lineRule="auto"/>
      </w:pPr>
      <w:rPr>
        <w:b/>
        <w:bCs/>
        <w:color w:val="FFFFFF"/>
      </w:rPr>
      <w:tblPr/>
      <w:tcPr>
        <w:tcBorders>
          <w:top w:val="single" w:sz="8" w:space="0" w:color="FF0202"/>
          <w:left w:val="single" w:sz="8" w:space="0" w:color="FF0202"/>
          <w:bottom w:val="single" w:sz="8" w:space="0" w:color="FF0202"/>
          <w:right w:val="single" w:sz="8" w:space="0" w:color="FF0202"/>
          <w:insideH w:val="nil"/>
          <w:insideV w:val="nil"/>
        </w:tcBorders>
        <w:shd w:val="clear" w:color="auto" w:fill="AD0000"/>
      </w:tcPr>
    </w:tblStylePr>
    <w:tblStylePr w:type="lastRow">
      <w:pPr>
        <w:spacing w:before="0" w:after="0" w:line="240" w:lineRule="auto"/>
      </w:pPr>
      <w:rPr>
        <w:b/>
        <w:bCs/>
      </w:rPr>
      <w:tblPr/>
      <w:tcPr>
        <w:tcBorders>
          <w:top w:val="double" w:sz="6" w:space="0" w:color="FF0202"/>
          <w:left w:val="single" w:sz="8" w:space="0" w:color="FF0202"/>
          <w:bottom w:val="single" w:sz="8" w:space="0" w:color="FF0202"/>
          <w:right w:val="single" w:sz="8" w:space="0" w:color="FF0202"/>
          <w:insideH w:val="nil"/>
          <w:insideV w:val="nil"/>
        </w:tcBorders>
      </w:tcPr>
    </w:tblStylePr>
    <w:tblStylePr w:type="firstCol">
      <w:rPr>
        <w:b/>
        <w:bCs/>
      </w:rPr>
    </w:tblStylePr>
    <w:tblStylePr w:type="lastCol">
      <w:rPr>
        <w:b/>
        <w:bCs/>
      </w:rPr>
    </w:tblStylePr>
    <w:tblStylePr w:type="band1Vert">
      <w:tblPr/>
      <w:tcPr>
        <w:shd w:val="clear" w:color="auto" w:fill="FFABAB"/>
      </w:tcPr>
    </w:tblStylePr>
    <w:tblStylePr w:type="band1Horz">
      <w:tblPr/>
      <w:tcPr>
        <w:tcBorders>
          <w:insideH w:val="nil"/>
          <w:insideV w:val="nil"/>
        </w:tcBorders>
        <w:shd w:val="clear" w:color="auto" w:fill="FFABAB"/>
      </w:tcPr>
    </w:tblStylePr>
    <w:tblStylePr w:type="band2Horz">
      <w:tblPr/>
      <w:tcPr>
        <w:tcBorders>
          <w:insideH w:val="nil"/>
          <w:insideV w:val="nil"/>
        </w:tcBorders>
      </w:tcPr>
    </w:tblStylePr>
  </w:style>
  <w:style w:type="paragraph" w:customStyle="1" w:styleId="Image">
    <w:name w:val="Image"/>
    <w:basedOn w:val="Normal"/>
    <w:next w:val="Normal"/>
    <w:qFormat/>
    <w:rsid w:val="002206AD"/>
    <w:pPr>
      <w:spacing w:after="160" w:line="259" w:lineRule="auto"/>
      <w:jc w:val="left"/>
    </w:pPr>
    <w:rPr>
      <w:rFonts w:ascii="Calibri" w:eastAsia="Calibri" w:hAnsi="Calibri" w:cs="Times New Roman"/>
      <w:sz w:val="22"/>
    </w:rPr>
  </w:style>
  <w:style w:type="character" w:customStyle="1" w:styleId="Titre1Car1">
    <w:name w:val="Titre 1 Car1"/>
    <w:rsid w:val="002206AD"/>
    <w:rPr>
      <w:rFonts w:ascii="Cambria" w:eastAsia="Times New Roman" w:hAnsi="Cambria" w:cs="Times New Roman"/>
      <w:b/>
      <w:bCs/>
      <w:kern w:val="32"/>
      <w:sz w:val="32"/>
      <w:szCs w:val="32"/>
      <w:lang w:val="en-US" w:eastAsia="en-US"/>
    </w:rPr>
  </w:style>
  <w:style w:type="character" w:customStyle="1" w:styleId="Titre2Car1">
    <w:name w:val="Titre 2 Car1"/>
    <w:semiHidden/>
    <w:rsid w:val="002206AD"/>
    <w:rPr>
      <w:rFonts w:ascii="Cambria" w:eastAsia="Times New Roman" w:hAnsi="Cambria" w:cs="Times New Roman"/>
      <w:b/>
      <w:bCs/>
      <w:i/>
      <w:iCs/>
      <w:sz w:val="28"/>
      <w:szCs w:val="28"/>
      <w:lang w:val="en-US" w:eastAsia="en-US"/>
    </w:rPr>
  </w:style>
  <w:style w:type="character" w:customStyle="1" w:styleId="Titre3Car1">
    <w:name w:val="Titre 3 Car1"/>
    <w:uiPriority w:val="9"/>
    <w:semiHidden/>
    <w:rsid w:val="002206AD"/>
    <w:rPr>
      <w:rFonts w:ascii="Cambria" w:eastAsia="Times New Roman" w:hAnsi="Cambria" w:cs="Times New Roman"/>
      <w:b/>
      <w:bCs/>
      <w:sz w:val="26"/>
      <w:szCs w:val="26"/>
      <w:lang w:val="en-US" w:eastAsia="en-US"/>
    </w:rPr>
  </w:style>
  <w:style w:type="character" w:customStyle="1" w:styleId="Titre4Car1">
    <w:name w:val="Titre 4 Car1"/>
    <w:semiHidden/>
    <w:rsid w:val="002206AD"/>
    <w:rPr>
      <w:rFonts w:ascii="Calibri" w:eastAsia="Times New Roman" w:hAnsi="Calibri" w:cs="Times New Roman"/>
      <w:b/>
      <w:bCs/>
      <w:sz w:val="28"/>
      <w:szCs w:val="28"/>
      <w:lang w:val="en-US" w:eastAsia="en-US"/>
    </w:rPr>
  </w:style>
  <w:style w:type="character" w:customStyle="1" w:styleId="Titre5Car1">
    <w:name w:val="Titre 5 Car1"/>
    <w:semiHidden/>
    <w:rsid w:val="002206AD"/>
    <w:rPr>
      <w:rFonts w:ascii="Calibri" w:eastAsia="Times New Roman" w:hAnsi="Calibri" w:cs="Times New Roman"/>
      <w:b/>
      <w:bCs/>
      <w:i/>
      <w:iCs/>
      <w:sz w:val="26"/>
      <w:szCs w:val="26"/>
      <w:lang w:val="en-US" w:eastAsia="en-US"/>
    </w:rPr>
  </w:style>
  <w:style w:type="character" w:customStyle="1" w:styleId="Titre6Car1">
    <w:name w:val="Titre 6 Car1"/>
    <w:semiHidden/>
    <w:rsid w:val="002206AD"/>
    <w:rPr>
      <w:rFonts w:ascii="Calibri" w:eastAsia="Times New Roman" w:hAnsi="Calibri" w:cs="Times New Roman"/>
      <w:b/>
      <w:bCs/>
      <w:lang w:val="en-US" w:eastAsia="en-US"/>
    </w:rPr>
  </w:style>
  <w:style w:type="character" w:customStyle="1" w:styleId="Titre7Car1">
    <w:name w:val="Titre 7 Car1"/>
    <w:semiHidden/>
    <w:rsid w:val="002206AD"/>
    <w:rPr>
      <w:rFonts w:ascii="Calibri" w:eastAsia="Times New Roman" w:hAnsi="Calibri" w:cs="Times New Roman"/>
      <w:sz w:val="24"/>
      <w:szCs w:val="24"/>
      <w:lang w:val="en-US" w:eastAsia="en-US"/>
    </w:rPr>
  </w:style>
  <w:style w:type="character" w:customStyle="1" w:styleId="Titre8Car1">
    <w:name w:val="Titre 8 Car1"/>
    <w:semiHidden/>
    <w:rsid w:val="002206AD"/>
    <w:rPr>
      <w:rFonts w:ascii="Calibri" w:eastAsia="Times New Roman" w:hAnsi="Calibri" w:cs="Times New Roman"/>
      <w:i/>
      <w:iCs/>
      <w:sz w:val="24"/>
      <w:szCs w:val="24"/>
      <w:lang w:val="en-US" w:eastAsia="en-US"/>
    </w:rPr>
  </w:style>
  <w:style w:type="character" w:customStyle="1" w:styleId="Titre9Car1">
    <w:name w:val="Titre 9 Car1"/>
    <w:semiHidden/>
    <w:rsid w:val="002206AD"/>
    <w:rPr>
      <w:rFonts w:ascii="Cambria" w:eastAsia="Times New Roman" w:hAnsi="Cambria" w:cs="Times New Roman"/>
      <w:lang w:val="en-US" w:eastAsia="en-US"/>
    </w:rPr>
  </w:style>
  <w:style w:type="character" w:customStyle="1" w:styleId="En-tteCar1">
    <w:name w:val="En-tête Car1"/>
    <w:semiHidden/>
    <w:rsid w:val="002206AD"/>
    <w:rPr>
      <w:lang w:val="en-US" w:eastAsia="en-US"/>
    </w:rPr>
  </w:style>
  <w:style w:type="character" w:customStyle="1" w:styleId="PieddepageCar1">
    <w:name w:val="Pied de page Car1"/>
    <w:semiHidden/>
    <w:rsid w:val="002206AD"/>
    <w:rPr>
      <w:lang w:val="en-US" w:eastAsia="en-US"/>
    </w:rPr>
  </w:style>
  <w:style w:type="character" w:customStyle="1" w:styleId="TextedebullesCar1">
    <w:name w:val="Texte de bulles Car1"/>
    <w:semiHidden/>
    <w:rsid w:val="002206AD"/>
    <w:rPr>
      <w:rFonts w:ascii="Times New Roman" w:hAnsi="Times New Roman"/>
      <w:sz w:val="0"/>
      <w:szCs w:val="0"/>
      <w:lang w:val="en-US" w:eastAsia="en-US"/>
    </w:rPr>
  </w:style>
  <w:style w:type="paragraph" w:styleId="Titre">
    <w:name w:val="Title"/>
    <w:aliases w:val="Title principal"/>
    <w:basedOn w:val="Normal"/>
    <w:next w:val="Normal"/>
    <w:link w:val="TitreCar"/>
    <w:qFormat/>
    <w:rsid w:val="002206AD"/>
    <w:pPr>
      <w:pBdr>
        <w:bottom w:val="single" w:sz="8" w:space="4" w:color="4F81BD"/>
      </w:pBdr>
      <w:spacing w:after="300" w:line="240" w:lineRule="auto"/>
      <w:contextualSpacing/>
      <w:jc w:val="left"/>
    </w:pPr>
    <w:rPr>
      <w:rFonts w:ascii="Calibri" w:eastAsia="Times New Roman" w:hAnsi="Calibri" w:cs="Times New Roman"/>
      <w:color w:val="17365D"/>
      <w:spacing w:val="5"/>
      <w:kern w:val="28"/>
      <w:sz w:val="52"/>
      <w:szCs w:val="52"/>
      <w:lang w:val="en-US"/>
    </w:rPr>
  </w:style>
  <w:style w:type="character" w:customStyle="1" w:styleId="TitreCar">
    <w:name w:val="Titre Car"/>
    <w:aliases w:val="Title principal Car"/>
    <w:basedOn w:val="Policepardfaut"/>
    <w:link w:val="Titre"/>
    <w:rsid w:val="002206AD"/>
    <w:rPr>
      <w:rFonts w:ascii="Calibri" w:eastAsia="Times New Roman" w:hAnsi="Calibri" w:cs="Times New Roman"/>
      <w:color w:val="17365D"/>
      <w:spacing w:val="5"/>
      <w:kern w:val="28"/>
      <w:sz w:val="52"/>
      <w:szCs w:val="52"/>
      <w:lang w:val="en-US"/>
    </w:rPr>
  </w:style>
  <w:style w:type="character" w:customStyle="1" w:styleId="TitreCar1">
    <w:name w:val="Titre Car1"/>
    <w:aliases w:val="Title principal Car1"/>
    <w:rsid w:val="002206AD"/>
    <w:rPr>
      <w:rFonts w:ascii="Cambria" w:eastAsia="Times New Roman" w:hAnsi="Cambria" w:cs="Times New Roman"/>
      <w:b/>
      <w:bCs/>
      <w:kern w:val="28"/>
      <w:sz w:val="32"/>
      <w:szCs w:val="32"/>
      <w:lang w:val="en-US" w:eastAsia="en-US"/>
    </w:rPr>
  </w:style>
  <w:style w:type="character" w:customStyle="1" w:styleId="Sous-titreCar1">
    <w:name w:val="Sous-titre Car1"/>
    <w:rsid w:val="002206AD"/>
    <w:rPr>
      <w:rFonts w:ascii="Cambria" w:eastAsia="Times New Roman" w:hAnsi="Cambria" w:cs="Times New Roman"/>
      <w:sz w:val="24"/>
      <w:szCs w:val="24"/>
      <w:lang w:val="en-US" w:eastAsia="en-US"/>
    </w:rPr>
  </w:style>
  <w:style w:type="paragraph" w:styleId="Citation">
    <w:name w:val="Quote"/>
    <w:basedOn w:val="Normal"/>
    <w:next w:val="Normal"/>
    <w:link w:val="CitationCar"/>
    <w:qFormat/>
    <w:rsid w:val="002206AD"/>
    <w:pPr>
      <w:spacing w:after="160" w:line="259" w:lineRule="auto"/>
      <w:jc w:val="left"/>
    </w:pPr>
    <w:rPr>
      <w:rFonts w:ascii="Calibri" w:eastAsia="Times New Roman" w:hAnsi="Calibri" w:cs="Times New Roman"/>
      <w:i/>
      <w:iCs/>
      <w:color w:val="000000"/>
      <w:sz w:val="22"/>
      <w:lang w:val="en-US"/>
    </w:rPr>
  </w:style>
  <w:style w:type="character" w:customStyle="1" w:styleId="CitationCar">
    <w:name w:val="Citation Car"/>
    <w:basedOn w:val="Policepardfaut"/>
    <w:link w:val="Citation"/>
    <w:rsid w:val="002206AD"/>
    <w:rPr>
      <w:rFonts w:ascii="Calibri" w:eastAsia="Times New Roman" w:hAnsi="Calibri" w:cs="Times New Roman"/>
      <w:i/>
      <w:iCs/>
      <w:color w:val="000000"/>
      <w:lang w:val="en-US"/>
    </w:rPr>
  </w:style>
  <w:style w:type="character" w:customStyle="1" w:styleId="CitationCar1">
    <w:name w:val="Citation Car1"/>
    <w:rsid w:val="002206AD"/>
    <w:rPr>
      <w:i/>
      <w:iCs/>
      <w:color w:val="000000"/>
      <w:lang w:val="en-US" w:eastAsia="en-US"/>
    </w:rPr>
  </w:style>
  <w:style w:type="paragraph" w:styleId="Citationintense">
    <w:name w:val="Intense Quote"/>
    <w:basedOn w:val="Normal"/>
    <w:next w:val="Normal"/>
    <w:link w:val="CitationintenseCar"/>
    <w:qFormat/>
    <w:rsid w:val="002206AD"/>
    <w:pPr>
      <w:pBdr>
        <w:bottom w:val="single" w:sz="4" w:space="4" w:color="4F81BD"/>
      </w:pBdr>
      <w:spacing w:before="200" w:after="280" w:line="259" w:lineRule="auto"/>
      <w:ind w:left="936" w:right="936"/>
      <w:jc w:val="left"/>
    </w:pPr>
    <w:rPr>
      <w:rFonts w:ascii="Calibri" w:eastAsia="Times New Roman" w:hAnsi="Calibri" w:cs="Times New Roman"/>
      <w:b/>
      <w:bCs/>
      <w:i/>
      <w:iCs/>
      <w:color w:val="4F81BD"/>
      <w:sz w:val="22"/>
      <w:lang w:val="en-US"/>
    </w:rPr>
  </w:style>
  <w:style w:type="character" w:customStyle="1" w:styleId="CitationintenseCar">
    <w:name w:val="Citation intense Car"/>
    <w:basedOn w:val="Policepardfaut"/>
    <w:link w:val="Citationintense"/>
    <w:rsid w:val="002206AD"/>
    <w:rPr>
      <w:rFonts w:ascii="Calibri" w:eastAsia="Times New Roman" w:hAnsi="Calibri" w:cs="Times New Roman"/>
      <w:b/>
      <w:bCs/>
      <w:i/>
      <w:iCs/>
      <w:color w:val="4F81BD"/>
      <w:lang w:val="en-US"/>
    </w:rPr>
  </w:style>
  <w:style w:type="character" w:customStyle="1" w:styleId="CitationintenseCar1">
    <w:name w:val="Citation intense Car1"/>
    <w:rsid w:val="002206AD"/>
    <w:rPr>
      <w:b/>
      <w:bCs/>
      <w:i/>
      <w:iCs/>
      <w:color w:val="4F81BD"/>
      <w:lang w:val="en-US" w:eastAsia="en-US"/>
    </w:rPr>
  </w:style>
  <w:style w:type="character" w:styleId="Accentuationintense">
    <w:name w:val="Intense Emphasis"/>
    <w:qFormat/>
    <w:rsid w:val="002206AD"/>
    <w:rPr>
      <w:rFonts w:ascii="Calibri" w:hAnsi="Calibri" w:cs="Times New Roman"/>
      <w:b/>
      <w:bCs/>
      <w:i/>
      <w:iCs/>
      <w:color w:val="4F81BD"/>
    </w:rPr>
  </w:style>
  <w:style w:type="character" w:styleId="Rfrencelgre">
    <w:name w:val="Subtle Reference"/>
    <w:qFormat/>
    <w:rsid w:val="002206AD"/>
    <w:rPr>
      <w:rFonts w:cs="Times New Roman"/>
      <w:smallCaps/>
      <w:color w:val="C0504D"/>
      <w:u w:val="single"/>
    </w:rPr>
  </w:style>
  <w:style w:type="character" w:styleId="Rfrenceintense">
    <w:name w:val="Intense Reference"/>
    <w:qFormat/>
    <w:rsid w:val="002206AD"/>
    <w:rPr>
      <w:rFonts w:cs="Times New Roman"/>
      <w:b/>
      <w:bCs/>
      <w:smallCaps/>
      <w:color w:val="C0504D"/>
      <w:spacing w:val="5"/>
      <w:u w:val="single"/>
    </w:rPr>
  </w:style>
  <w:style w:type="character" w:styleId="Titredulivre">
    <w:name w:val="Book Title"/>
    <w:qFormat/>
    <w:rsid w:val="002206AD"/>
    <w:rPr>
      <w:rFonts w:cs="Times New Roman"/>
      <w:b/>
      <w:bCs/>
      <w:smallCaps/>
      <w:spacing w:val="5"/>
    </w:rPr>
  </w:style>
  <w:style w:type="character" w:customStyle="1" w:styleId="NotedebasdepageCar1">
    <w:name w:val="Note de bas de page Car1"/>
    <w:semiHidden/>
    <w:rsid w:val="002206AD"/>
    <w:rPr>
      <w:sz w:val="20"/>
      <w:szCs w:val="20"/>
      <w:lang w:val="en-US" w:eastAsia="en-US"/>
    </w:rPr>
  </w:style>
  <w:style w:type="character" w:customStyle="1" w:styleId="CorpsdetexteCar1">
    <w:name w:val="Corps de texte Car1"/>
    <w:semiHidden/>
    <w:rsid w:val="002206AD"/>
    <w:rPr>
      <w:lang w:val="en-US" w:eastAsia="en-US"/>
    </w:rPr>
  </w:style>
  <w:style w:type="paragraph" w:customStyle="1" w:styleId="ComponentTableBody">
    <w:name w:val="Component Table Body"/>
    <w:basedOn w:val="Normal"/>
    <w:rsid w:val="002206AD"/>
    <w:pPr>
      <w:suppressAutoHyphens/>
      <w:spacing w:before="20" w:after="10" w:line="180" w:lineRule="exact"/>
      <w:jc w:val="center"/>
    </w:pPr>
    <w:rPr>
      <w:rFonts w:eastAsia="Times New Roman" w:cs="Times New Roman"/>
      <w:sz w:val="18"/>
      <w:szCs w:val="20"/>
      <w:lang w:eastAsia="ar-SA"/>
    </w:rPr>
  </w:style>
  <w:style w:type="paragraph" w:customStyle="1" w:styleId="ComponentTableHeader">
    <w:name w:val="Component Table Header"/>
    <w:basedOn w:val="Normal"/>
    <w:rsid w:val="002206AD"/>
    <w:pPr>
      <w:keepNext/>
      <w:suppressAutoHyphens/>
      <w:spacing w:before="40" w:after="30" w:line="180" w:lineRule="exact"/>
      <w:jc w:val="center"/>
    </w:pPr>
    <w:rPr>
      <w:rFonts w:eastAsia="Times New Roman" w:cs="Times New Roman"/>
      <w:b/>
      <w:sz w:val="16"/>
      <w:szCs w:val="20"/>
      <w:lang w:eastAsia="ar-SA"/>
    </w:rPr>
  </w:style>
  <w:style w:type="paragraph" w:customStyle="1" w:styleId="Note">
    <w:name w:val="Note"/>
    <w:basedOn w:val="Normal"/>
    <w:rsid w:val="002206AD"/>
    <w:pPr>
      <w:suppressAutoHyphens/>
      <w:spacing w:after="0" w:line="240" w:lineRule="auto"/>
      <w:ind w:left="1152" w:hanging="720"/>
      <w:jc w:val="left"/>
    </w:pPr>
    <w:rPr>
      <w:rFonts w:eastAsia="Times New Roman" w:cs="Times New Roman"/>
      <w:sz w:val="18"/>
      <w:szCs w:val="20"/>
      <w:lang w:eastAsia="ar-SA"/>
    </w:rPr>
  </w:style>
  <w:style w:type="paragraph" w:customStyle="1" w:styleId="Contenudetableau">
    <w:name w:val="Contenu de tableau"/>
    <w:basedOn w:val="Normal"/>
    <w:rsid w:val="002206AD"/>
    <w:pPr>
      <w:suppressLineNumbers/>
      <w:suppressAutoHyphens/>
      <w:spacing w:after="0" w:line="240" w:lineRule="auto"/>
      <w:jc w:val="left"/>
    </w:pPr>
    <w:rPr>
      <w:rFonts w:eastAsia="Times New Roman" w:cs="Times New Roman"/>
      <w:szCs w:val="20"/>
      <w:lang w:eastAsia="ar-SA"/>
    </w:rPr>
  </w:style>
  <w:style w:type="paragraph" w:customStyle="1" w:styleId="Titredetableau">
    <w:name w:val="Titre de tableau"/>
    <w:basedOn w:val="Contenudetableau"/>
    <w:rsid w:val="002206AD"/>
    <w:pPr>
      <w:jc w:val="center"/>
    </w:pPr>
    <w:rPr>
      <w:b/>
      <w:bCs/>
    </w:rPr>
  </w:style>
  <w:style w:type="paragraph" w:customStyle="1" w:styleId="ComponentTableCaption">
    <w:name w:val="Component Table Caption"/>
    <w:basedOn w:val="ComponentTableBody"/>
    <w:rsid w:val="002206AD"/>
    <w:pPr>
      <w:keepNext/>
      <w:spacing w:before="180" w:after="60"/>
    </w:pPr>
    <w:rPr>
      <w:sz w:val="20"/>
    </w:rPr>
  </w:style>
  <w:style w:type="paragraph" w:customStyle="1" w:styleId="XMLExample">
    <w:name w:val="XML Example"/>
    <w:basedOn w:val="Normal"/>
    <w:rsid w:val="002206AD"/>
    <w:pPr>
      <w:spacing w:after="0" w:line="240" w:lineRule="auto"/>
      <w:jc w:val="left"/>
    </w:pPr>
    <w:rPr>
      <w:rFonts w:ascii="Courier New" w:eastAsia="Times New Roman" w:hAnsi="Courier New" w:cs="Courier New"/>
      <w:sz w:val="16"/>
      <w:szCs w:val="20"/>
    </w:rPr>
  </w:style>
  <w:style w:type="paragraph" w:customStyle="1" w:styleId="TableTitle">
    <w:name w:val="Table Title"/>
    <w:basedOn w:val="Corpsdetexte"/>
    <w:link w:val="TableTitleChar1"/>
    <w:rsid w:val="002206AD"/>
    <w:pPr>
      <w:keepNext/>
      <w:spacing w:before="60" w:after="60" w:line="240" w:lineRule="auto"/>
      <w:jc w:val="center"/>
    </w:pPr>
    <w:rPr>
      <w:rFonts w:ascii="Arial" w:eastAsia="Times New Roman" w:hAnsi="Arial" w:cs="Times New Roman"/>
      <w:b/>
      <w:noProof/>
      <w:szCs w:val="20"/>
      <w:lang w:val="en-US"/>
    </w:rPr>
  </w:style>
  <w:style w:type="paragraph" w:customStyle="1" w:styleId="UserTableBody">
    <w:name w:val="User Table Body"/>
    <w:basedOn w:val="Normal"/>
    <w:rsid w:val="002206AD"/>
    <w:pPr>
      <w:suppressAutoHyphens/>
      <w:spacing w:before="20" w:after="10" w:line="240" w:lineRule="auto"/>
      <w:jc w:val="left"/>
    </w:pPr>
    <w:rPr>
      <w:rFonts w:eastAsia="Times New Roman" w:cs="Times New Roman"/>
      <w:sz w:val="16"/>
      <w:szCs w:val="20"/>
      <w:lang w:eastAsia="ar-SA"/>
    </w:rPr>
  </w:style>
  <w:style w:type="paragraph" w:customStyle="1" w:styleId="UserTableHeader">
    <w:name w:val="User Table Header"/>
    <w:basedOn w:val="UserTableBody"/>
    <w:next w:val="UserTableBody"/>
    <w:rsid w:val="002206AD"/>
    <w:pPr>
      <w:keepNext/>
      <w:spacing w:before="40" w:after="20"/>
    </w:pPr>
    <w:rPr>
      <w:b/>
    </w:rPr>
  </w:style>
  <w:style w:type="character" w:customStyle="1" w:styleId="m1">
    <w:name w:val="m1"/>
    <w:rsid w:val="002206AD"/>
    <w:rPr>
      <w:rFonts w:cs="Times New Roman"/>
      <w:color w:val="0000FF"/>
    </w:rPr>
  </w:style>
  <w:style w:type="character" w:customStyle="1" w:styleId="t1">
    <w:name w:val="t1"/>
    <w:rsid w:val="002206AD"/>
    <w:rPr>
      <w:rFonts w:cs="Times New Roman"/>
      <w:color w:val="990000"/>
    </w:rPr>
  </w:style>
  <w:style w:type="character" w:customStyle="1" w:styleId="b1">
    <w:name w:val="b1"/>
    <w:rsid w:val="002206AD"/>
    <w:rPr>
      <w:rFonts w:ascii="Courier New" w:hAnsi="Courier New" w:cs="Courier New"/>
      <w:b/>
      <w:bCs/>
      <w:color w:val="FF0000"/>
      <w:u w:val="none"/>
      <w:effect w:val="none"/>
    </w:rPr>
  </w:style>
  <w:style w:type="character" w:customStyle="1" w:styleId="tx1">
    <w:name w:val="tx1"/>
    <w:rsid w:val="002206AD"/>
    <w:rPr>
      <w:rFonts w:cs="Times New Roman"/>
      <w:b/>
      <w:bCs/>
    </w:rPr>
  </w:style>
  <w:style w:type="paragraph" w:customStyle="1" w:styleId="Default">
    <w:name w:val="Default"/>
    <w:rsid w:val="002206AD"/>
    <w:pPr>
      <w:autoSpaceDE w:val="0"/>
      <w:autoSpaceDN w:val="0"/>
      <w:adjustRightInd w:val="0"/>
      <w:spacing w:after="0" w:line="240" w:lineRule="auto"/>
    </w:pPr>
    <w:rPr>
      <w:rFonts w:ascii="Courier New" w:eastAsia="Times New Roman" w:hAnsi="Courier New" w:cs="Courier New"/>
      <w:color w:val="000000"/>
      <w:sz w:val="24"/>
      <w:szCs w:val="24"/>
      <w:lang w:eastAsia="fr-FR"/>
    </w:rPr>
  </w:style>
  <w:style w:type="character" w:styleId="Marquedecommentaire">
    <w:name w:val="annotation reference"/>
    <w:semiHidden/>
    <w:rsid w:val="002206AD"/>
    <w:rPr>
      <w:rFonts w:cs="Times New Roman"/>
      <w:sz w:val="16"/>
      <w:szCs w:val="16"/>
    </w:rPr>
  </w:style>
  <w:style w:type="paragraph" w:styleId="Commentaire">
    <w:name w:val="annotation text"/>
    <w:basedOn w:val="Normal"/>
    <w:link w:val="CommentaireCar"/>
    <w:semiHidden/>
    <w:rsid w:val="002206AD"/>
    <w:pPr>
      <w:spacing w:after="160" w:line="259" w:lineRule="auto"/>
      <w:jc w:val="left"/>
    </w:pPr>
    <w:rPr>
      <w:rFonts w:ascii="Calibri" w:eastAsia="Times New Roman" w:hAnsi="Calibri" w:cs="Times New Roman"/>
      <w:szCs w:val="20"/>
      <w:lang w:val="en-US"/>
    </w:rPr>
  </w:style>
  <w:style w:type="character" w:customStyle="1" w:styleId="CommentaireCar">
    <w:name w:val="Commentaire Car"/>
    <w:basedOn w:val="Policepardfaut"/>
    <w:link w:val="Commentaire"/>
    <w:semiHidden/>
    <w:rsid w:val="002206AD"/>
    <w:rPr>
      <w:rFonts w:ascii="Calibri" w:eastAsia="Times New Roman" w:hAnsi="Calibri" w:cs="Times New Roman"/>
      <w:sz w:val="20"/>
      <w:szCs w:val="20"/>
      <w:lang w:val="en-US"/>
    </w:rPr>
  </w:style>
  <w:style w:type="paragraph" w:styleId="Objetducommentaire">
    <w:name w:val="annotation subject"/>
    <w:basedOn w:val="Commentaire"/>
    <w:next w:val="Commentaire"/>
    <w:link w:val="ObjetducommentaireCar"/>
    <w:semiHidden/>
    <w:rsid w:val="002206AD"/>
    <w:rPr>
      <w:b/>
      <w:bCs/>
    </w:rPr>
  </w:style>
  <w:style w:type="character" w:customStyle="1" w:styleId="ObjetducommentaireCar">
    <w:name w:val="Objet du commentaire Car"/>
    <w:basedOn w:val="CommentaireCar"/>
    <w:link w:val="Objetducommentaire"/>
    <w:semiHidden/>
    <w:rsid w:val="002206AD"/>
    <w:rPr>
      <w:rFonts w:ascii="Calibri" w:eastAsia="Times New Roman" w:hAnsi="Calibri" w:cs="Times New Roman"/>
      <w:b/>
      <w:bCs/>
      <w:sz w:val="20"/>
      <w:szCs w:val="20"/>
      <w:lang w:val="en-US"/>
    </w:rPr>
  </w:style>
  <w:style w:type="character" w:customStyle="1" w:styleId="PieddepageCar2">
    <w:name w:val="Pied de page Car2"/>
    <w:uiPriority w:val="99"/>
    <w:locked/>
    <w:rsid w:val="002206AD"/>
    <w:rPr>
      <w:sz w:val="22"/>
      <w:szCs w:val="22"/>
      <w:lang w:val="en-US" w:eastAsia="en-US"/>
    </w:rPr>
  </w:style>
  <w:style w:type="character" w:customStyle="1" w:styleId="Titre1Car2">
    <w:name w:val="Titre 1 Car2"/>
    <w:uiPriority w:val="9"/>
    <w:locked/>
    <w:rsid w:val="002206AD"/>
    <w:rPr>
      <w:rFonts w:ascii="Arial" w:hAnsi="Arial" w:cs="Arial"/>
      <w:b/>
      <w:bCs/>
      <w:sz w:val="40"/>
      <w:szCs w:val="40"/>
      <w:lang w:eastAsia="en-US"/>
    </w:rPr>
  </w:style>
  <w:style w:type="character" w:customStyle="1" w:styleId="Titre2Car2">
    <w:name w:val="Titre 2 Car2"/>
    <w:uiPriority w:val="9"/>
    <w:locked/>
    <w:rsid w:val="002206AD"/>
    <w:rPr>
      <w:rFonts w:ascii="Arial" w:hAnsi="Arial" w:cs="Arial"/>
      <w:b/>
      <w:bCs/>
      <w:sz w:val="34"/>
      <w:szCs w:val="26"/>
      <w:lang w:eastAsia="en-US"/>
    </w:rPr>
  </w:style>
  <w:style w:type="character" w:customStyle="1" w:styleId="Titre3Car2">
    <w:name w:val="Titre 3 Car2"/>
    <w:uiPriority w:val="9"/>
    <w:locked/>
    <w:rsid w:val="002206AD"/>
    <w:rPr>
      <w:rFonts w:ascii="Arial" w:hAnsi="Arial" w:cs="Arial"/>
      <w:b/>
      <w:bCs/>
      <w:sz w:val="30"/>
      <w:szCs w:val="30"/>
      <w:lang w:eastAsia="en-US"/>
    </w:rPr>
  </w:style>
  <w:style w:type="character" w:customStyle="1" w:styleId="Titre5Car2">
    <w:name w:val="Titre 5 Car2"/>
    <w:uiPriority w:val="9"/>
    <w:locked/>
    <w:rsid w:val="002206AD"/>
    <w:rPr>
      <w:rFonts w:ascii="Arial" w:hAnsi="Arial" w:cs="Arial"/>
      <w:b/>
      <w:sz w:val="22"/>
      <w:szCs w:val="22"/>
      <w:lang w:eastAsia="en-US"/>
    </w:rPr>
  </w:style>
  <w:style w:type="character" w:customStyle="1" w:styleId="Titre4Car2">
    <w:name w:val="Titre 4 Car2"/>
    <w:uiPriority w:val="9"/>
    <w:locked/>
    <w:rsid w:val="002206AD"/>
    <w:rPr>
      <w:rFonts w:ascii="Arial" w:hAnsi="Arial" w:cs="Arial"/>
      <w:b/>
      <w:bCs/>
      <w:iCs/>
      <w:sz w:val="24"/>
      <w:szCs w:val="22"/>
      <w:lang w:eastAsia="en-US"/>
    </w:rPr>
  </w:style>
  <w:style w:type="character" w:customStyle="1" w:styleId="longtext">
    <w:name w:val="long_text"/>
    <w:rsid w:val="002206AD"/>
  </w:style>
  <w:style w:type="paragraph" w:styleId="TM4">
    <w:name w:val="toc 4"/>
    <w:basedOn w:val="Normal"/>
    <w:next w:val="Normal"/>
    <w:autoRedefine/>
    <w:uiPriority w:val="39"/>
    <w:unhideWhenUsed/>
    <w:rsid w:val="002206AD"/>
    <w:pPr>
      <w:tabs>
        <w:tab w:val="left" w:pos="1321"/>
        <w:tab w:val="right" w:leader="dot" w:pos="9639"/>
      </w:tabs>
      <w:spacing w:line="240" w:lineRule="atLeast"/>
      <w:jc w:val="left"/>
    </w:pPr>
    <w:rPr>
      <w:rFonts w:eastAsia="Times New Roman" w:cs="Times New Roman"/>
      <w:sz w:val="22"/>
      <w:lang w:val="en-US"/>
    </w:rPr>
  </w:style>
  <w:style w:type="paragraph" w:styleId="TM5">
    <w:name w:val="toc 5"/>
    <w:basedOn w:val="Normal"/>
    <w:next w:val="Normal"/>
    <w:autoRedefine/>
    <w:uiPriority w:val="39"/>
    <w:unhideWhenUsed/>
    <w:rsid w:val="002206AD"/>
    <w:pPr>
      <w:tabs>
        <w:tab w:val="right" w:leader="dot" w:pos="9639"/>
      </w:tabs>
      <w:spacing w:line="240" w:lineRule="atLeast"/>
      <w:ind w:left="879"/>
      <w:jc w:val="left"/>
    </w:pPr>
    <w:rPr>
      <w:rFonts w:eastAsia="Times New Roman" w:cs="Times New Roman"/>
      <w:sz w:val="22"/>
      <w:lang w:val="en-US"/>
    </w:rPr>
  </w:style>
  <w:style w:type="paragraph" w:styleId="Rvision">
    <w:name w:val="Revision"/>
    <w:hidden/>
    <w:uiPriority w:val="99"/>
    <w:semiHidden/>
    <w:rsid w:val="002206AD"/>
    <w:pPr>
      <w:spacing w:after="0" w:line="240" w:lineRule="auto"/>
    </w:pPr>
    <w:rPr>
      <w:rFonts w:ascii="Calibri" w:eastAsia="Times New Roman" w:hAnsi="Calibri" w:cs="Times New Roman"/>
      <w:lang w:val="en-US"/>
    </w:rPr>
  </w:style>
  <w:style w:type="paragraph" w:styleId="NormalWeb">
    <w:name w:val="Normal (Web)"/>
    <w:basedOn w:val="Normal"/>
    <w:uiPriority w:val="99"/>
    <w:semiHidden/>
    <w:unhideWhenUsed/>
    <w:rsid w:val="002206A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apple-converted-space">
    <w:name w:val="apple-converted-space"/>
    <w:rsid w:val="002206AD"/>
  </w:style>
  <w:style w:type="paragraph" w:customStyle="1" w:styleId="TableEntry">
    <w:name w:val="Table Entry"/>
    <w:basedOn w:val="Corpsdetexte"/>
    <w:link w:val="TableEntryChar"/>
    <w:qFormat/>
    <w:rsid w:val="002206AD"/>
    <w:pPr>
      <w:spacing w:before="40" w:after="40" w:line="240" w:lineRule="auto"/>
      <w:ind w:left="72" w:right="72"/>
    </w:pPr>
    <w:rPr>
      <w:rFonts w:ascii="Times New Roman" w:eastAsia="Times New Roman" w:hAnsi="Times New Roman" w:cs="Times New Roman"/>
      <w:sz w:val="18"/>
      <w:szCs w:val="20"/>
      <w:lang w:val="en-US"/>
    </w:rPr>
  </w:style>
  <w:style w:type="paragraph" w:customStyle="1" w:styleId="TableEntryHeader">
    <w:name w:val="Table Entry Header"/>
    <w:basedOn w:val="Normal"/>
    <w:link w:val="TableEntryHeaderChar"/>
    <w:qFormat/>
    <w:rsid w:val="002206AD"/>
    <w:pPr>
      <w:spacing w:before="120" w:after="0" w:line="240" w:lineRule="auto"/>
      <w:jc w:val="center"/>
    </w:pPr>
    <w:rPr>
      <w:rFonts w:eastAsia="Times New Roman" w:cs="Times New Roman"/>
      <w:b/>
      <w:szCs w:val="20"/>
      <w:lang w:val="en-US"/>
    </w:rPr>
  </w:style>
  <w:style w:type="character" w:customStyle="1" w:styleId="TableEntryChar">
    <w:name w:val="Table Entry Char"/>
    <w:link w:val="TableEntry"/>
    <w:locked/>
    <w:rsid w:val="002206AD"/>
    <w:rPr>
      <w:rFonts w:ascii="Times New Roman" w:eastAsia="Times New Roman" w:hAnsi="Times New Roman" w:cs="Times New Roman"/>
      <w:sz w:val="18"/>
      <w:szCs w:val="20"/>
      <w:lang w:val="en-US"/>
    </w:rPr>
  </w:style>
  <w:style w:type="character" w:customStyle="1" w:styleId="TableEntryHeaderChar">
    <w:name w:val="Table Entry Header Char"/>
    <w:link w:val="TableEntryHeader"/>
    <w:locked/>
    <w:rsid w:val="002206AD"/>
    <w:rPr>
      <w:rFonts w:ascii="Arial" w:eastAsia="Times New Roman" w:hAnsi="Arial" w:cs="Times New Roman"/>
      <w:b/>
      <w:sz w:val="20"/>
      <w:szCs w:val="20"/>
      <w:lang w:val="en-US"/>
    </w:rPr>
  </w:style>
  <w:style w:type="character" w:customStyle="1" w:styleId="TableTitleChar1">
    <w:name w:val="Table Title Char1"/>
    <w:link w:val="TableTitle"/>
    <w:locked/>
    <w:rsid w:val="002206AD"/>
    <w:rPr>
      <w:rFonts w:ascii="Arial" w:eastAsia="Times New Roman" w:hAnsi="Arial" w:cs="Times New Roman"/>
      <w:b/>
      <w:noProof/>
      <w:szCs w:val="20"/>
      <w:lang w:val="en-US"/>
    </w:rPr>
  </w:style>
  <w:style w:type="table" w:styleId="Listeclaire-Accent2">
    <w:name w:val="Light List Accent 2"/>
    <w:basedOn w:val="TableauNormal"/>
    <w:uiPriority w:val="61"/>
    <w:rsid w:val="002206AD"/>
    <w:pPr>
      <w:spacing w:after="0" w:line="240" w:lineRule="auto"/>
    </w:pPr>
    <w:rPr>
      <w:rFonts w:ascii="Calibri" w:eastAsia="Times New Roman" w:hAnsi="Calibri" w:cs="Times New Roman"/>
      <w:sz w:val="20"/>
      <w:szCs w:val="20"/>
      <w:lang w:eastAsia="fr-FR"/>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Ombrageclair">
    <w:name w:val="Light Shading"/>
    <w:basedOn w:val="TableauNormal"/>
    <w:uiPriority w:val="60"/>
    <w:rsid w:val="002206AD"/>
    <w:pPr>
      <w:spacing w:after="0" w:line="240" w:lineRule="auto"/>
    </w:pPr>
    <w:rPr>
      <w:rFonts w:ascii="Calibri" w:eastAsia="Times New Roman" w:hAnsi="Calibri" w:cs="Times New Roman"/>
      <w:color w:val="000000"/>
      <w:sz w:val="20"/>
      <w:szCs w:val="20"/>
      <w:lang w:eastAsia="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steclaire">
    <w:name w:val="Light List"/>
    <w:basedOn w:val="TableauNormal"/>
    <w:uiPriority w:val="61"/>
    <w:rsid w:val="002206AD"/>
    <w:pPr>
      <w:spacing w:after="0" w:line="240" w:lineRule="auto"/>
    </w:pPr>
    <w:rPr>
      <w:rFonts w:ascii="Calibri" w:eastAsia="Times New Roman" w:hAnsi="Calibri" w:cs="Times New Roman"/>
      <w:sz w:val="20"/>
      <w:szCs w:val="20"/>
      <w:lang w:eastAsia="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tedefin">
    <w:name w:val="endnote text"/>
    <w:basedOn w:val="Normal"/>
    <w:link w:val="NotedefinCar"/>
    <w:uiPriority w:val="99"/>
    <w:semiHidden/>
    <w:unhideWhenUsed/>
    <w:rsid w:val="002206AD"/>
    <w:pPr>
      <w:spacing w:after="160" w:line="259" w:lineRule="auto"/>
      <w:jc w:val="left"/>
    </w:pPr>
    <w:rPr>
      <w:rFonts w:ascii="Calibri" w:eastAsia="Calibri" w:hAnsi="Calibri" w:cs="Times New Roman"/>
      <w:szCs w:val="20"/>
    </w:rPr>
  </w:style>
  <w:style w:type="character" w:customStyle="1" w:styleId="NotedefinCar">
    <w:name w:val="Note de fin Car"/>
    <w:basedOn w:val="Policepardfaut"/>
    <w:link w:val="Notedefin"/>
    <w:uiPriority w:val="99"/>
    <w:semiHidden/>
    <w:rsid w:val="002206AD"/>
    <w:rPr>
      <w:rFonts w:ascii="Calibri" w:eastAsia="Calibri" w:hAnsi="Calibri" w:cs="Times New Roman"/>
      <w:sz w:val="20"/>
      <w:szCs w:val="20"/>
    </w:rPr>
  </w:style>
  <w:style w:type="character" w:styleId="Appeldenotedefin">
    <w:name w:val="endnote reference"/>
    <w:uiPriority w:val="99"/>
    <w:semiHidden/>
    <w:unhideWhenUsed/>
    <w:rsid w:val="002206AD"/>
    <w:rPr>
      <w:vertAlign w:val="superscript"/>
    </w:rPr>
  </w:style>
  <w:style w:type="paragraph" w:styleId="PrformatHTML">
    <w:name w:val="HTML Preformatted"/>
    <w:basedOn w:val="Normal"/>
    <w:link w:val="PrformatHTMLCar"/>
    <w:uiPriority w:val="99"/>
    <w:unhideWhenUsed/>
    <w:rsid w:val="00220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fr-FR"/>
    </w:rPr>
  </w:style>
  <w:style w:type="character" w:customStyle="1" w:styleId="PrformatHTMLCar">
    <w:name w:val="Préformaté HTML Car"/>
    <w:basedOn w:val="Policepardfaut"/>
    <w:link w:val="PrformatHTML"/>
    <w:uiPriority w:val="99"/>
    <w:rsid w:val="002206AD"/>
    <w:rPr>
      <w:rFonts w:ascii="Courier New" w:eastAsia="Times New Roman" w:hAnsi="Courier New" w:cs="Courier New"/>
      <w:sz w:val="20"/>
      <w:szCs w:val="20"/>
      <w:lang w:eastAsia="fr-FR"/>
    </w:rPr>
  </w:style>
  <w:style w:type="character" w:customStyle="1" w:styleId="grey">
    <w:name w:val="grey"/>
    <w:basedOn w:val="Policepardfaut"/>
    <w:rsid w:val="002206AD"/>
  </w:style>
  <w:style w:type="character" w:customStyle="1" w:styleId="tgc">
    <w:name w:val="_tgc"/>
    <w:basedOn w:val="Policepardfaut"/>
    <w:rsid w:val="002206AD"/>
  </w:style>
  <w:style w:type="character" w:styleId="Numrodeligne">
    <w:name w:val="line number"/>
    <w:basedOn w:val="Policepardfaut"/>
    <w:uiPriority w:val="99"/>
    <w:semiHidden/>
    <w:unhideWhenUsed/>
    <w:rsid w:val="002206AD"/>
  </w:style>
  <w:style w:type="paragraph" w:customStyle="1" w:styleId="Zontedetextestandard">
    <w:name w:val="Zonte de texte standard"/>
    <w:rsid w:val="002206AD"/>
    <w:pPr>
      <w:spacing w:before="120" w:after="240" w:line="240" w:lineRule="auto"/>
      <w:ind w:left="992" w:hanging="992"/>
      <w:contextualSpacing/>
      <w:outlineLvl w:val="3"/>
    </w:pPr>
    <w:rPr>
      <w:rFonts w:ascii="Arial" w:hAnsi="Arial"/>
      <w:i/>
      <w:color w:val="1F497D" w:themeColor="text2"/>
      <w:sz w:val="24"/>
      <w:szCs w:val="24"/>
    </w:rPr>
  </w:style>
  <w:style w:type="table" w:customStyle="1" w:styleId="Listeclaire-Accent">
    <w:name w:val="Liste claire - Accent"/>
    <w:basedOn w:val="TableauNormal"/>
    <w:uiPriority w:val="99"/>
    <w:rsid w:val="002206AD"/>
    <w:pPr>
      <w:spacing w:after="0" w:line="240" w:lineRule="auto"/>
    </w:pPr>
    <w:rPr>
      <w:color w:val="000000" w:themeColor="text1"/>
      <w:sz w:val="18"/>
      <w:szCs w:val="20"/>
    </w:rPr>
    <w:tblP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Pr>
    <w:tcPr>
      <w:vAlign w:val="center"/>
    </w:tcPr>
    <w:tblStylePr w:type="firstRow">
      <w:pPr>
        <w:jc w:val="center"/>
      </w:pPr>
      <w:rPr>
        <w:rFonts w:asciiTheme="minorHAnsi" w:hAnsiTheme="minorHAnsi"/>
        <w:b/>
        <w:color w:val="9BBB59" w:themeColor="accent3"/>
        <w:sz w:val="20"/>
      </w:rPr>
      <w:tblPr/>
      <w:tcPr>
        <w:shd w:val="clear" w:color="auto" w:fill="D9D9D9" w:themeFill="background1" w:themeFillShade="D9"/>
      </w:tcPr>
    </w:tblStylePr>
  </w:style>
  <w:style w:type="character" w:customStyle="1" w:styleId="constraints">
    <w:name w:val="constraints"/>
    <w:basedOn w:val="Policepardfaut"/>
    <w:rsid w:val="002206AD"/>
  </w:style>
  <w:style w:type="character" w:customStyle="1" w:styleId="markedcontent">
    <w:name w:val="markedcontent"/>
    <w:basedOn w:val="Policepardfaut"/>
    <w:rsid w:val="008346F3"/>
  </w:style>
  <w:style w:type="character" w:customStyle="1" w:styleId="Mentionnonrsolue1">
    <w:name w:val="Mention non résolue1"/>
    <w:basedOn w:val="Policepardfaut"/>
    <w:uiPriority w:val="99"/>
    <w:semiHidden/>
    <w:unhideWhenUsed/>
    <w:rsid w:val="00C333BB"/>
    <w:rPr>
      <w:color w:val="605E5C"/>
      <w:shd w:val="clear" w:color="auto" w:fill="E1DFDD"/>
    </w:rPr>
  </w:style>
  <w:style w:type="table" w:customStyle="1" w:styleId="Listeclaire-Accent10">
    <w:name w:val="Liste claire - Accent1"/>
    <w:basedOn w:val="TableauNormal"/>
    <w:uiPriority w:val="99"/>
    <w:rsid w:val="00D42E48"/>
    <w:pPr>
      <w:spacing w:after="0" w:line="240" w:lineRule="auto"/>
    </w:pPr>
    <w:rPr>
      <w:color w:val="000000" w:themeColor="text1"/>
      <w:sz w:val="18"/>
      <w:szCs w:val="20"/>
    </w:rPr>
    <w:tblPr>
      <w:tblInd w:w="0" w:type="nil"/>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Pr>
    <w:tcPr>
      <w:vAlign w:val="center"/>
    </w:tcPr>
    <w:tblStylePr w:type="firstRow">
      <w:pPr>
        <w:jc w:val="center"/>
      </w:pPr>
      <w:rPr>
        <w:rFonts w:asciiTheme="minorHAnsi" w:hAnsiTheme="minorHAnsi" w:cs="Arial" w:hint="default"/>
        <w:b/>
        <w:color w:val="9BBB59" w:themeColor="accent3"/>
        <w:sz w:val="20"/>
        <w:szCs w:val="20"/>
      </w:rPr>
      <w:tblPr/>
      <w:tcPr>
        <w:shd w:val="clear" w:color="auto" w:fill="D9D9D9" w:themeFill="background1" w:themeFillShade="D9"/>
      </w:tcPr>
    </w:tblStylePr>
  </w:style>
  <w:style w:type="character" w:customStyle="1" w:styleId="Mentionnonrsolue2">
    <w:name w:val="Mention non résolue2"/>
    <w:basedOn w:val="Policepardfaut"/>
    <w:uiPriority w:val="99"/>
    <w:semiHidden/>
    <w:unhideWhenUsed/>
    <w:rsid w:val="00610D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085294">
      <w:bodyDiv w:val="1"/>
      <w:marLeft w:val="0"/>
      <w:marRight w:val="0"/>
      <w:marTop w:val="0"/>
      <w:marBottom w:val="0"/>
      <w:divBdr>
        <w:top w:val="none" w:sz="0" w:space="0" w:color="auto"/>
        <w:left w:val="none" w:sz="0" w:space="0" w:color="auto"/>
        <w:bottom w:val="none" w:sz="0" w:space="0" w:color="auto"/>
        <w:right w:val="none" w:sz="0" w:space="0" w:color="auto"/>
      </w:divBdr>
    </w:div>
    <w:div w:id="393890310">
      <w:bodyDiv w:val="1"/>
      <w:marLeft w:val="0"/>
      <w:marRight w:val="0"/>
      <w:marTop w:val="0"/>
      <w:marBottom w:val="0"/>
      <w:divBdr>
        <w:top w:val="none" w:sz="0" w:space="0" w:color="auto"/>
        <w:left w:val="none" w:sz="0" w:space="0" w:color="auto"/>
        <w:bottom w:val="none" w:sz="0" w:space="0" w:color="auto"/>
        <w:right w:val="none" w:sz="0" w:space="0" w:color="auto"/>
      </w:divBdr>
    </w:div>
    <w:div w:id="1129469220">
      <w:bodyDiv w:val="1"/>
      <w:marLeft w:val="0"/>
      <w:marRight w:val="0"/>
      <w:marTop w:val="0"/>
      <w:marBottom w:val="0"/>
      <w:divBdr>
        <w:top w:val="none" w:sz="0" w:space="0" w:color="auto"/>
        <w:left w:val="none" w:sz="0" w:space="0" w:color="auto"/>
        <w:bottom w:val="none" w:sz="0" w:space="0" w:color="auto"/>
        <w:right w:val="none" w:sz="0" w:space="0" w:color="auto"/>
      </w:divBdr>
    </w:div>
    <w:div w:id="1260480086">
      <w:bodyDiv w:val="1"/>
      <w:marLeft w:val="0"/>
      <w:marRight w:val="0"/>
      <w:marTop w:val="0"/>
      <w:marBottom w:val="0"/>
      <w:divBdr>
        <w:top w:val="none" w:sz="0" w:space="0" w:color="auto"/>
        <w:left w:val="none" w:sz="0" w:space="0" w:color="auto"/>
        <w:bottom w:val="none" w:sz="0" w:space="0" w:color="auto"/>
        <w:right w:val="none" w:sz="0" w:space="0" w:color="auto"/>
      </w:divBdr>
    </w:div>
    <w:div w:id="1371804017">
      <w:bodyDiv w:val="1"/>
      <w:marLeft w:val="0"/>
      <w:marRight w:val="0"/>
      <w:marTop w:val="0"/>
      <w:marBottom w:val="0"/>
      <w:divBdr>
        <w:top w:val="none" w:sz="0" w:space="0" w:color="auto"/>
        <w:left w:val="none" w:sz="0" w:space="0" w:color="auto"/>
        <w:bottom w:val="none" w:sz="0" w:space="0" w:color="auto"/>
        <w:right w:val="none" w:sz="0" w:space="0" w:color="auto"/>
      </w:divBdr>
    </w:div>
    <w:div w:id="1977028385">
      <w:bodyDiv w:val="1"/>
      <w:marLeft w:val="0"/>
      <w:marRight w:val="0"/>
      <w:marTop w:val="0"/>
      <w:marBottom w:val="0"/>
      <w:divBdr>
        <w:top w:val="none" w:sz="0" w:space="0" w:color="auto"/>
        <w:left w:val="none" w:sz="0" w:space="0" w:color="auto"/>
        <w:bottom w:val="none" w:sz="0" w:space="0" w:color="auto"/>
        <w:right w:val="none" w:sz="0" w:space="0" w:color="auto"/>
      </w:divBdr>
    </w:div>
    <w:div w:id="1993824541">
      <w:bodyDiv w:val="1"/>
      <w:marLeft w:val="0"/>
      <w:marRight w:val="0"/>
      <w:marTop w:val="0"/>
      <w:marBottom w:val="0"/>
      <w:divBdr>
        <w:top w:val="none" w:sz="0" w:space="0" w:color="auto"/>
        <w:left w:val="none" w:sz="0" w:space="0" w:color="auto"/>
        <w:bottom w:val="none" w:sz="0" w:space="0" w:color="auto"/>
        <w:right w:val="none" w:sz="0" w:space="0" w:color="auto"/>
      </w:divBdr>
    </w:div>
    <w:div w:id="203295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simplifier.net/frenchprofiledfhirar/frpatient" TargetMode="External"/><Relationship Id="rId26" Type="http://schemas.openxmlformats.org/officeDocument/2006/relationships/hyperlink" Target="https://simplifier.net/packages/simplifier.core.r4.resources/4.0.0/files/19017" TargetMode="External"/><Relationship Id="rId39" Type="http://schemas.openxmlformats.org/officeDocument/2006/relationships/header" Target="header1.xml"/><Relationship Id="rId21" Type="http://schemas.openxmlformats.org/officeDocument/2006/relationships/hyperlink" Target="https://simplifier.net/packages/simplifier.core.r4.resources/4.0.0/files/19118" TargetMode="External"/><Relationship Id="rId34" Type="http://schemas.openxmlformats.org/officeDocument/2006/relationships/hyperlink" Target="https://simplifier.net/frenchprofiledfhirar/frhealthcareservice"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implifier.net/frenchprofiledfhirar/frhealthcareservice" TargetMode="External"/><Relationship Id="rId20" Type="http://schemas.openxmlformats.org/officeDocument/2006/relationships/hyperlink" Target="https://simplifier.net/packages/simplifier.core.r4.resources/4.0.0/files/19017" TargetMode="External"/><Relationship Id="rId29" Type="http://schemas.openxmlformats.org/officeDocument/2006/relationships/hyperlink" Target="https://simplifier.net/frenchprofiledfhirar/frlocation"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implifier.net/frenchprofiledfhirar/frpatient" TargetMode="External"/><Relationship Id="rId32" Type="http://schemas.openxmlformats.org/officeDocument/2006/relationships/hyperlink" Target="https://simplifier.net/packages/simplifier.core.r4.resources/4.0.0/files/19017" TargetMode="External"/><Relationship Id="rId37" Type="http://schemas.openxmlformats.org/officeDocument/2006/relationships/hyperlink" Target="https://simplifier.net/frenchprofiledfhirar/frpractitioner"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implifier.net/packages/simplifier.core.r4.resources/4.0.0/files/19118" TargetMode="External"/><Relationship Id="rId23" Type="http://schemas.openxmlformats.org/officeDocument/2006/relationships/hyperlink" Target="https://simplifier.net/frenchprofiledfhirar/frlocation" TargetMode="External"/><Relationship Id="rId28" Type="http://schemas.openxmlformats.org/officeDocument/2006/relationships/hyperlink" Target="https://simplifier.net/frenchprofiledfhirar/frhealthcareservice" TargetMode="External"/><Relationship Id="rId36" Type="http://schemas.openxmlformats.org/officeDocument/2006/relationships/hyperlink" Target="https://simplifier.net/frenchprofiledfhirar/frpatient" TargetMode="External"/><Relationship Id="rId10" Type="http://schemas.openxmlformats.org/officeDocument/2006/relationships/endnotes" Target="endnotes.xml"/><Relationship Id="rId19" Type="http://schemas.openxmlformats.org/officeDocument/2006/relationships/hyperlink" Target="https://simplifier.net/frenchprofiledfhirar/frpractitioner" TargetMode="External"/><Relationship Id="rId31" Type="http://schemas.openxmlformats.org/officeDocument/2006/relationships/hyperlink" Target="https://simplifier.net/frenchprofiledfhirar/frpractition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mplifier.net/packages/simplifier.core.r4.resources/4.0.0/files/19017" TargetMode="External"/><Relationship Id="rId22" Type="http://schemas.openxmlformats.org/officeDocument/2006/relationships/hyperlink" Target="https://simplifier.net/frenchprofiledfhirar/frhealthcareservice" TargetMode="External"/><Relationship Id="rId27" Type="http://schemas.openxmlformats.org/officeDocument/2006/relationships/hyperlink" Target="https://simplifier.net/packages/simplifier.core.r4.resources/4.0.0/files/19118" TargetMode="External"/><Relationship Id="rId30" Type="http://schemas.openxmlformats.org/officeDocument/2006/relationships/hyperlink" Target="https://simplifier.net/frenchprofiledfhirar/frpatient" TargetMode="External"/><Relationship Id="rId35" Type="http://schemas.openxmlformats.org/officeDocument/2006/relationships/hyperlink" Target="https://simplifier.net/frenchprofiledfhirar/frlocation"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simplifier.net/frenchprofiledfhirar/frlocation" TargetMode="External"/><Relationship Id="rId25" Type="http://schemas.openxmlformats.org/officeDocument/2006/relationships/hyperlink" Target="https://simplifier.net/frenchprofiledfhirar/frpractitioner" TargetMode="External"/><Relationship Id="rId33" Type="http://schemas.openxmlformats.org/officeDocument/2006/relationships/hyperlink" Target="https://simplifier.net/packages/simplifier.core.r4.resources/4.0.0/files/19118" TargetMode="External"/><Relationship Id="rId38"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hl7.org/fhir/v2/0276/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aaroufi\Documents\Mod&#232;les\ANS_MOD_STANDARD%20WORD_V1.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7d13f71-f065-4f09-8787-38d5d93a2db4" xsi:nil="true"/>
    <lcf76f155ced4ddcb4097134ff3c332f xmlns="51bc01aa-08ab-4208-b541-d92dfbe33f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229D95DB84C341BE68AD8B5058EEDE" ma:contentTypeVersion="18" ma:contentTypeDescription="Crée un document." ma:contentTypeScope="" ma:versionID="c0a84c484de259476553c4dc48c27fae">
  <xsd:schema xmlns:xsd="http://www.w3.org/2001/XMLSchema" xmlns:xs="http://www.w3.org/2001/XMLSchema" xmlns:p="http://schemas.microsoft.com/office/2006/metadata/properties" xmlns:ns1="http://schemas.microsoft.com/sharepoint/v3" xmlns:ns2="51bc01aa-08ab-4208-b541-d92dfbe33f64" xmlns:ns3="17d13f71-f065-4f09-8787-38d5d93a2db4" targetNamespace="http://schemas.microsoft.com/office/2006/metadata/properties" ma:root="true" ma:fieldsID="750ab95994fd8863afea2d8e32458498" ns1:_="" ns2:_="" ns3:_="">
    <xsd:import namespace="http://schemas.microsoft.com/sharepoint/v3"/>
    <xsd:import namespace="51bc01aa-08ab-4208-b541-d92dfbe33f64"/>
    <xsd:import namespace="17d13f71-f065-4f09-8787-38d5d93a2db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étés de la stratégie de conformité unifiée" ma:hidden="true" ma:internalName="_ip_UnifiedCompliancePolicyProperties">
      <xsd:simpleType>
        <xsd:restriction base="dms:Note"/>
      </xsd:simpleType>
    </xsd:element>
    <xsd:element name="_ip_UnifiedCompliancePolicyUIAction" ma:index="24"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bc01aa-08ab-4208-b541-d92dfbe33f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d13f71-f065-4f09-8787-38d5d93a2db4"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c27ae407-10fe-4592-8d4c-7245392a235a}" ma:internalName="TaxCatchAll" ma:showField="CatchAllData" ma:web="17d13f71-f065-4f09-8787-38d5d93a2d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00F92F-0CD3-4CAF-9BF8-93B9ABFCD640}">
  <ds:schemaRefs>
    <ds:schemaRef ds:uri="http://schemas.openxmlformats.org/officeDocument/2006/bibliography"/>
  </ds:schemaRefs>
</ds:datastoreItem>
</file>

<file path=customXml/itemProps2.xml><?xml version="1.0" encoding="utf-8"?>
<ds:datastoreItem xmlns:ds="http://schemas.openxmlformats.org/officeDocument/2006/customXml" ds:itemID="{23911BFD-C1E9-40AC-885A-7857BD476299}">
  <ds:schemaRefs>
    <ds:schemaRef ds:uri="http://schemas.microsoft.com/office/2006/metadata/properties"/>
    <ds:schemaRef ds:uri="http://schemas.microsoft.com/office/infopath/2007/PartnerControls"/>
    <ds:schemaRef ds:uri="17d13f71-f065-4f09-8787-38d5d93a2db4"/>
    <ds:schemaRef ds:uri="51bc01aa-08ab-4208-b541-d92dfbe33f64"/>
    <ds:schemaRef ds:uri="http://schemas.microsoft.com/sharepoint/v3"/>
  </ds:schemaRefs>
</ds:datastoreItem>
</file>

<file path=customXml/itemProps3.xml><?xml version="1.0" encoding="utf-8"?>
<ds:datastoreItem xmlns:ds="http://schemas.openxmlformats.org/officeDocument/2006/customXml" ds:itemID="{120083FB-49A2-4656-BA60-061E5E134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1bc01aa-08ab-4208-b541-d92dfbe33f64"/>
    <ds:schemaRef ds:uri="17d13f71-f065-4f09-8787-38d5d93a2d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B6EFED-A14A-478A-82FD-E0EF04AC46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C:\Users\mmaaroufi\Documents\Modèles\ANS_MOD_STANDARD WORD_V1.0.dotx</Template>
  <TotalTime>23</TotalTime>
  <Pages>27</Pages>
  <Words>7211</Words>
  <Characters>39664</Characters>
  <Application>Microsoft Office Word</Application>
  <DocSecurity>0</DocSecurity>
  <Lines>330</Lines>
  <Paragraphs>93</Paragraphs>
  <ScaleCrop>false</ScaleCrop>
  <HeadingPairs>
    <vt:vector size="2" baseType="variant">
      <vt:variant>
        <vt:lpstr>Titre</vt:lpstr>
      </vt:variant>
      <vt:variant>
        <vt:i4>1</vt:i4>
      </vt:variant>
    </vt:vector>
  </HeadingPairs>
  <TitlesOfParts>
    <vt:vector size="1" baseType="lpstr">
      <vt:lpstr>Volet Gestion d'Agendas Partagés</vt:lpstr>
    </vt:vector>
  </TitlesOfParts>
  <Company/>
  <LinksUpToDate>false</LinksUpToDate>
  <CharactersWithSpaces>46782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Volet Gestion d'Agendas Partagés</dc:title>
  <dc:subject>Spécifications Techniques</dc:subject>
  <dc:creator>ANS</dc:creator>
  <cp:keywords/>
  <dc:description/>
  <cp:lastModifiedBy>Nicolas Riss</cp:lastModifiedBy>
  <cp:revision>23</cp:revision>
  <cp:lastPrinted>2022-06-07T07:55:00Z</cp:lastPrinted>
  <dcterms:created xsi:type="dcterms:W3CDTF">2022-06-07T07:47:00Z</dcterms:created>
  <dcterms:modified xsi:type="dcterms:W3CDTF">2023-08-04T12:30:00Z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Volet Gestion d'agendas partagés</vt:lpwstr>
  </property>
  <property fmtid="{D5CDD505-2E9C-101B-9397-08002B2CF9AE}" pid="3" name="_Sous-titre">
    <vt:lpwstr>CI-SIS Spécifications techniques</vt:lpwstr>
  </property>
  <property fmtid="{D5CDD505-2E9C-101B-9397-08002B2CF9AE}" pid="4" name="_Projet">
    <vt:lpwstr>Nom du projet</vt:lpwstr>
  </property>
  <property fmtid="{D5CDD505-2E9C-101B-9397-08002B2CF9AE}" pid="5" name="_Direction">
    <vt:lpwstr>Nom du pôle/direction</vt:lpwstr>
  </property>
  <property fmtid="{D5CDD505-2E9C-101B-9397-08002B2CF9AE}" pid="6" name="_Version">
    <vt:lpwstr>v2.0</vt:lpwstr>
  </property>
  <property fmtid="{D5CDD505-2E9C-101B-9397-08002B2CF9AE}" pid="7" name="_Statut">
    <vt:lpwstr>Validé</vt:lpwstr>
  </property>
  <property fmtid="{D5CDD505-2E9C-101B-9397-08002B2CF9AE}" pid="8" name="_Classification">
    <vt:lpwstr>Publique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0x01010027229D95DB84C341BE68AD8B5058EEDE</vt:lpwstr>
  </property>
</Properties>
</file>